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684"/>
        <w:gridCol w:w="183"/>
        <w:gridCol w:w="549"/>
        <w:gridCol w:w="1631"/>
        <w:gridCol w:w="91"/>
        <w:gridCol w:w="92"/>
        <w:gridCol w:w="4699"/>
        <w:gridCol w:w="31"/>
        <w:gridCol w:w="496"/>
      </w:tblGrid>
      <w:tr w:rsidR="00AA047D" w14:paraId="38341F17" w14:textId="77777777">
        <w:trPr>
          <w:gridAfter w:val="2"/>
          <w:wAfter w:w="527" w:type="dxa"/>
          <w:trHeight w:hRule="exact" w:val="4546"/>
        </w:trPr>
        <w:tc>
          <w:tcPr>
            <w:tcW w:w="9425" w:type="dxa"/>
            <w:gridSpan w:val="8"/>
            <w:vAlign w:val="center"/>
          </w:tcPr>
          <w:p w14:paraId="1EB3EAF1" w14:textId="77777777" w:rsidR="00AA047D" w:rsidRDefault="0053644C">
            <w:pPr>
              <w:pStyle w:val="Titel"/>
              <w:tabs>
                <w:tab w:val="left" w:pos="425"/>
                <w:tab w:val="left" w:pos="498"/>
              </w:tabs>
              <w:spacing w:after="0" w:line="320" w:lineRule="exact"/>
              <w:ind w:left="425" w:hanging="425"/>
              <w:jc w:val="left"/>
              <w:rPr>
                <w:sz w:val="24"/>
                <w:szCs w:val="24"/>
              </w:rPr>
            </w:pPr>
            <w:r>
              <w:rPr>
                <w:sz w:val="24"/>
                <w:szCs w:val="24"/>
              </w:rPr>
              <w:fldChar w:fldCharType="begin">
                <w:ffData>
                  <w:name w:val="Kontrollkästchen35"/>
                  <w:enabled/>
                  <w:calcOnExit w:val="0"/>
                  <w:checkBox>
                    <w:sizeAuto/>
                    <w:default w:val="0"/>
                  </w:checkBox>
                </w:ffData>
              </w:fldChar>
            </w:r>
            <w:bookmarkStart w:id="0" w:name="Kontrollkästchen35"/>
            <w:r>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0"/>
            <w:r>
              <w:rPr>
                <w:sz w:val="24"/>
                <w:szCs w:val="24"/>
              </w:rPr>
              <w:tab/>
              <w:t>Antrag auf Genehmigung eines Tierversuchsvorhabens nach § 8 Abs. 1</w:t>
            </w:r>
            <w:r>
              <w:rPr>
                <w:sz w:val="24"/>
                <w:szCs w:val="24"/>
              </w:rPr>
              <w:tab/>
              <w:t>des Tierschutzgesetzes</w:t>
            </w:r>
            <w:bookmarkStart w:id="1" w:name="_Ref365877650"/>
            <w:r>
              <w:rPr>
                <w:rStyle w:val="Funotenzeichen"/>
                <w:b w:val="0"/>
                <w:sz w:val="24"/>
                <w:szCs w:val="24"/>
              </w:rPr>
              <w:footnoteReference w:id="2"/>
            </w:r>
            <w:bookmarkEnd w:id="1"/>
          </w:p>
          <w:p w14:paraId="7748E0CF" w14:textId="77777777" w:rsidR="00AA047D" w:rsidRDefault="00AA047D">
            <w:pPr>
              <w:pStyle w:val="Titel"/>
              <w:tabs>
                <w:tab w:val="left" w:pos="425"/>
                <w:tab w:val="left" w:pos="498"/>
              </w:tabs>
              <w:spacing w:after="0" w:line="320" w:lineRule="exact"/>
              <w:ind w:left="454"/>
              <w:jc w:val="left"/>
              <w:rPr>
                <w:sz w:val="24"/>
                <w:szCs w:val="24"/>
              </w:rPr>
            </w:pPr>
          </w:p>
          <w:p w14:paraId="41E56D6B" w14:textId="77777777" w:rsidR="00AA047D" w:rsidRDefault="0053644C">
            <w:pPr>
              <w:pStyle w:val="Titel"/>
              <w:tabs>
                <w:tab w:val="left" w:pos="425"/>
                <w:tab w:val="left" w:pos="498"/>
              </w:tabs>
              <w:spacing w:after="0" w:line="320" w:lineRule="exact"/>
              <w:ind w:left="357" w:hanging="357"/>
              <w:jc w:val="left"/>
              <w:rPr>
                <w:sz w:val="24"/>
                <w:szCs w:val="24"/>
              </w:rPr>
            </w:pPr>
            <w:r>
              <w:rPr>
                <w:sz w:val="24"/>
                <w:szCs w:val="24"/>
              </w:rPr>
              <w:fldChar w:fldCharType="begin">
                <w:ffData>
                  <w:name w:val="Kontrollkästchen36"/>
                  <w:enabled/>
                  <w:calcOnExit w:val="0"/>
                  <w:checkBox>
                    <w:sizeAuto/>
                    <w:default w:val="0"/>
                  </w:checkBox>
                </w:ffData>
              </w:fldChar>
            </w:r>
            <w:bookmarkStart w:id="2" w:name="Kontrollkästchen36"/>
            <w:r>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
            <w:r>
              <w:rPr>
                <w:sz w:val="24"/>
                <w:szCs w:val="24"/>
              </w:rPr>
              <w:tab/>
              <w:t>An</w:t>
            </w:r>
            <w:r>
              <w:rPr>
                <w:sz w:val="24"/>
                <w:szCs w:val="24"/>
              </w:rPr>
              <w:t>trag auf Genehmigung eines Tierversuchsvorhabens im vereinfachten Genehmigungsverfahren nach § 8a des Tierschutzgesetzes</w:t>
            </w:r>
          </w:p>
          <w:p w14:paraId="19A38468" w14:textId="77777777" w:rsidR="00AA047D" w:rsidRDefault="00AA047D">
            <w:pPr>
              <w:pStyle w:val="Titel"/>
              <w:tabs>
                <w:tab w:val="left" w:pos="425"/>
                <w:tab w:val="left" w:pos="498"/>
              </w:tabs>
              <w:spacing w:after="0" w:line="320" w:lineRule="exact"/>
              <w:jc w:val="left"/>
              <w:rPr>
                <w:sz w:val="24"/>
                <w:szCs w:val="24"/>
              </w:rPr>
            </w:pPr>
          </w:p>
          <w:p w14:paraId="311B37CA" w14:textId="77777777" w:rsidR="00AA047D" w:rsidRDefault="0053644C">
            <w:pPr>
              <w:pStyle w:val="Titel"/>
              <w:pBdr>
                <w:bottom w:val="single" w:sz="6" w:space="1" w:color="auto"/>
              </w:pBdr>
              <w:tabs>
                <w:tab w:val="left" w:pos="425"/>
                <w:tab w:val="left" w:pos="498"/>
              </w:tabs>
              <w:spacing w:after="0" w:line="320" w:lineRule="exact"/>
              <w:ind w:left="357" w:hanging="357"/>
              <w:jc w:val="left"/>
              <w:rPr>
                <w:sz w:val="24"/>
                <w:szCs w:val="24"/>
              </w:rPr>
            </w:pPr>
            <w:r>
              <w:rPr>
                <w:sz w:val="24"/>
                <w:szCs w:val="24"/>
              </w:rPr>
              <w:fldChar w:fldCharType="begin">
                <w:ffData>
                  <w:name w:val="Kontrollkästchen36"/>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ab/>
              <w:t>Anzeige von Tierversuchen an Zehnfußkrebsen nach § 8a Abs. 3 des Tierschutzgesetzes</w:t>
            </w:r>
          </w:p>
          <w:p w14:paraId="7C380816" w14:textId="77777777" w:rsidR="00AA047D" w:rsidRDefault="00AA047D">
            <w:pPr>
              <w:pStyle w:val="Titel"/>
              <w:pBdr>
                <w:bottom w:val="single" w:sz="6" w:space="1" w:color="auto"/>
              </w:pBdr>
              <w:tabs>
                <w:tab w:val="left" w:pos="425"/>
                <w:tab w:val="left" w:pos="498"/>
              </w:tabs>
              <w:spacing w:after="0" w:line="320" w:lineRule="exact"/>
              <w:ind w:left="357" w:hanging="357"/>
              <w:jc w:val="left"/>
              <w:rPr>
                <w:sz w:val="24"/>
                <w:szCs w:val="24"/>
              </w:rPr>
            </w:pPr>
          </w:p>
          <w:p w14:paraId="0C9B2DAE" w14:textId="77777777" w:rsidR="00AA047D" w:rsidRDefault="0053644C">
            <w:pPr>
              <w:spacing w:after="0" w:line="320" w:lineRule="exact"/>
              <w:rPr>
                <w:rStyle w:val="Ausfllhilfe"/>
              </w:rPr>
            </w:pPr>
            <w:r>
              <w:rPr>
                <w:rStyle w:val="Ausfllhilfe"/>
              </w:rPr>
              <w:t>Antrag als Original, zusätzlich 6 Kopien des Antrags und der Stellungnahme der/des Tierschutzbeauft</w:t>
            </w:r>
            <w:r>
              <w:rPr>
                <w:rStyle w:val="Ausfllhilfe"/>
              </w:rPr>
              <w:t>ragten inkl. Anlagen einreichen. Die Nichttechnische Projektzusammenfassung (NTP) reicht in einer Ausfertigung! Bitte beachten Sie, dass bei Änderung oder Erweiterung des Versuchsvorhabens, z.B. die Tierzahl, Belastung etc. betreffend, auch die NTP entspre</w:t>
            </w:r>
            <w:r>
              <w:rPr>
                <w:rStyle w:val="Ausfllhilfe"/>
              </w:rPr>
              <w:t>chend aktualisiert werden muss. Kursiv geschriebene, grüne Textteile sind Erläuterungen und sollen lediglich eine Hilfe zum Ausfüllen sein. Bitte löschen Sie diese Texte, sofern Sie nicht das Leerformular benutzen möchten, bei der Bearbeitung bzw. vor Abga</w:t>
            </w:r>
            <w:r>
              <w:rPr>
                <w:rStyle w:val="Ausfllhilfe"/>
              </w:rPr>
              <w:t>be Ihres Antrages. Hinweise bitte nicht mit ausdrucken.</w:t>
            </w:r>
          </w:p>
        </w:tc>
      </w:tr>
      <w:tr w:rsidR="00AA047D" w14:paraId="14430EF0" w14:textId="77777777">
        <w:trPr>
          <w:gridAfter w:val="2"/>
          <w:wAfter w:w="527" w:type="dxa"/>
          <w:trHeight w:hRule="exact" w:val="417"/>
        </w:trPr>
        <w:tc>
          <w:tcPr>
            <w:tcW w:w="9425" w:type="dxa"/>
            <w:gridSpan w:val="8"/>
          </w:tcPr>
          <w:p w14:paraId="429975A5" w14:textId="77777777" w:rsidR="00AA047D" w:rsidRDefault="0053644C">
            <w:pPr>
              <w:spacing w:after="0" w:line="320" w:lineRule="exact"/>
              <w:rPr>
                <w:szCs w:val="16"/>
              </w:rPr>
            </w:pPr>
            <w:r>
              <w:rPr>
                <w:szCs w:val="16"/>
              </w:rPr>
              <w:t>Antragstellende Person/ Anzeigende Person</w:t>
            </w:r>
          </w:p>
        </w:tc>
      </w:tr>
      <w:tr w:rsidR="00AA047D" w14:paraId="562453EE" w14:textId="77777777">
        <w:trPr>
          <w:gridAfter w:val="2"/>
          <w:wAfter w:w="527" w:type="dxa"/>
          <w:trHeight w:val="700"/>
        </w:trPr>
        <w:tc>
          <w:tcPr>
            <w:tcW w:w="9425" w:type="dxa"/>
            <w:gridSpan w:val="8"/>
          </w:tcPr>
          <w:p w14:paraId="6BA0D86A" w14:textId="77777777" w:rsidR="00AA047D" w:rsidRDefault="0053644C">
            <w:pPr>
              <w:spacing w:after="0" w:line="320" w:lineRule="exact"/>
              <w:rPr>
                <w:rStyle w:val="Ausfllhilfe"/>
              </w:rPr>
            </w:pPr>
            <w:r>
              <w:rPr>
                <w:rStyle w:val="Ausfllhilfe"/>
              </w:rPr>
              <w:t>Muss eine juristische (Einrichtung/ Firma unter Angabe einer realen Person als Ansprechpartner) oder eine reale Person sein, bspw.:</w:t>
            </w:r>
          </w:p>
          <w:p w14:paraId="149B4270" w14:textId="77777777" w:rsidR="00AA047D" w:rsidRDefault="0053644C">
            <w:pPr>
              <w:spacing w:after="0" w:line="320" w:lineRule="exact"/>
              <w:rPr>
                <w:rStyle w:val="Ausfllhilfe"/>
              </w:rPr>
            </w:pPr>
            <w:r>
              <w:rPr>
                <w:rStyle w:val="Ausfllhilfe"/>
              </w:rPr>
              <w:t>(Titel) Name</w:t>
            </w:r>
          </w:p>
          <w:p w14:paraId="235073C5" w14:textId="77777777" w:rsidR="00AA047D" w:rsidRDefault="0053644C">
            <w:pPr>
              <w:spacing w:after="0" w:line="320" w:lineRule="exact"/>
              <w:rPr>
                <w:rStyle w:val="Ausfllhilfe"/>
              </w:rPr>
            </w:pPr>
            <w:r>
              <w:rPr>
                <w:rStyle w:val="Ausfllhilfe"/>
              </w:rPr>
              <w:t>Institut, ggf. Stellung (Institutsleiter, Direktor) Abteilung</w:t>
            </w:r>
          </w:p>
          <w:p w14:paraId="6075FF11" w14:textId="77777777" w:rsidR="00AA047D" w:rsidRDefault="0053644C">
            <w:pPr>
              <w:spacing w:after="0" w:line="320" w:lineRule="exact"/>
              <w:rPr>
                <w:rStyle w:val="Ausfllhilfe"/>
              </w:rPr>
            </w:pPr>
            <w:r>
              <w:rPr>
                <w:rStyle w:val="Ausfllhilfe"/>
              </w:rPr>
              <w:t>Die antragstellende Person ist Inhaber der Genehmigung und Adressat jeglicher Korrespondenz.</w:t>
            </w:r>
          </w:p>
          <w:p w14:paraId="29C7195A" w14:textId="77777777" w:rsidR="00AA047D" w:rsidRDefault="0053644C">
            <w:pPr>
              <w:spacing w:after="0" w:line="320" w:lineRule="exact"/>
            </w:pPr>
            <w:r>
              <w:rPr>
                <w:rStyle w:val="Ausfllhilfe"/>
              </w:rPr>
              <w:t>Antrag und evtl. Änderungsanträge sind von der antragstellenden Person zu unterschreiben.</w:t>
            </w:r>
          </w:p>
        </w:tc>
      </w:tr>
      <w:tr w:rsidR="00AA047D" w14:paraId="1363D4E2" w14:textId="77777777">
        <w:trPr>
          <w:gridAfter w:val="2"/>
          <w:wAfter w:w="527" w:type="dxa"/>
          <w:trHeight w:hRule="exact" w:val="429"/>
        </w:trPr>
        <w:tc>
          <w:tcPr>
            <w:tcW w:w="9425" w:type="dxa"/>
            <w:gridSpan w:val="8"/>
          </w:tcPr>
          <w:p w14:paraId="4AB4C12E" w14:textId="77777777" w:rsidR="00AA047D" w:rsidRDefault="0053644C">
            <w:pPr>
              <w:spacing w:after="0" w:line="320" w:lineRule="exact"/>
              <w:rPr>
                <w:color w:val="5F497A" w:themeColor="accent4" w:themeShade="BF"/>
                <w:szCs w:val="16"/>
              </w:rPr>
            </w:pPr>
            <w:r>
              <w:rPr>
                <w:szCs w:val="16"/>
              </w:rPr>
              <w:t>Dienstlich</w:t>
            </w:r>
            <w:r>
              <w:rPr>
                <w:szCs w:val="16"/>
              </w:rPr>
              <w:t xml:space="preserve">e Anschrift </w:t>
            </w:r>
            <w:r>
              <w:rPr>
                <w:i/>
                <w:szCs w:val="16"/>
              </w:rPr>
              <w:t>(Straße, Haus-Nr., Postleitzahl, Ort</w:t>
            </w:r>
            <w:r>
              <w:rPr>
                <w:szCs w:val="16"/>
              </w:rPr>
              <w:t>)</w:t>
            </w:r>
          </w:p>
        </w:tc>
      </w:tr>
      <w:tr w:rsidR="00AA047D" w14:paraId="010B3751" w14:textId="77777777">
        <w:trPr>
          <w:gridAfter w:val="2"/>
          <w:wAfter w:w="527" w:type="dxa"/>
          <w:trHeight w:hRule="exact" w:val="754"/>
        </w:trPr>
        <w:tc>
          <w:tcPr>
            <w:tcW w:w="9425" w:type="dxa"/>
            <w:gridSpan w:val="8"/>
            <w:vAlign w:val="center"/>
          </w:tcPr>
          <w:p w14:paraId="77EAAD67" w14:textId="77777777" w:rsidR="00AA047D" w:rsidRDefault="0053644C">
            <w:pPr>
              <w:spacing w:after="0" w:line="320" w:lineRule="exact"/>
              <w:rPr>
                <w:rStyle w:val="Ausfllhilfe"/>
              </w:rPr>
            </w:pPr>
            <w:r>
              <w:rPr>
                <w:rStyle w:val="Ausfllhilfe"/>
              </w:rPr>
              <w:t>Abteilung/Fakultät/Universität oder Firma, Straße 123, 12345 Ort</w:t>
            </w:r>
          </w:p>
        </w:tc>
      </w:tr>
      <w:tr w:rsidR="00AA047D" w14:paraId="413543A1" w14:textId="77777777">
        <w:trPr>
          <w:gridAfter w:val="2"/>
          <w:wAfter w:w="527" w:type="dxa"/>
          <w:cantSplit/>
          <w:trHeight w:hRule="exact" w:val="312"/>
        </w:trPr>
        <w:tc>
          <w:tcPr>
            <w:tcW w:w="2180" w:type="dxa"/>
            <w:gridSpan w:val="2"/>
          </w:tcPr>
          <w:p w14:paraId="2655CB4F" w14:textId="77777777" w:rsidR="00AA047D" w:rsidRDefault="0053644C">
            <w:pPr>
              <w:spacing w:after="0" w:line="320" w:lineRule="exact"/>
              <w:rPr>
                <w:szCs w:val="16"/>
              </w:rPr>
            </w:pPr>
            <w:r>
              <w:rPr>
                <w:szCs w:val="16"/>
              </w:rPr>
              <w:t>Telefon:</w:t>
            </w:r>
          </w:p>
        </w:tc>
        <w:tc>
          <w:tcPr>
            <w:tcW w:w="183" w:type="dxa"/>
          </w:tcPr>
          <w:p w14:paraId="446567F9" w14:textId="77777777" w:rsidR="00AA047D" w:rsidRDefault="00AA047D">
            <w:pPr>
              <w:spacing w:after="0" w:line="320" w:lineRule="exact"/>
              <w:rPr>
                <w:szCs w:val="16"/>
              </w:rPr>
            </w:pPr>
          </w:p>
        </w:tc>
        <w:tc>
          <w:tcPr>
            <w:tcW w:w="2180" w:type="dxa"/>
            <w:gridSpan w:val="2"/>
          </w:tcPr>
          <w:p w14:paraId="01528B5F" w14:textId="77777777" w:rsidR="00AA047D" w:rsidRDefault="0053644C">
            <w:pPr>
              <w:spacing w:after="0" w:line="320" w:lineRule="exact"/>
              <w:rPr>
                <w:szCs w:val="16"/>
              </w:rPr>
            </w:pPr>
            <w:r>
              <w:rPr>
                <w:szCs w:val="16"/>
              </w:rPr>
              <w:t>Telefax:</w:t>
            </w:r>
          </w:p>
        </w:tc>
        <w:tc>
          <w:tcPr>
            <w:tcW w:w="183" w:type="dxa"/>
            <w:gridSpan w:val="2"/>
          </w:tcPr>
          <w:p w14:paraId="56B97774" w14:textId="77777777" w:rsidR="00AA047D" w:rsidRDefault="00AA047D">
            <w:pPr>
              <w:spacing w:after="0" w:line="320" w:lineRule="exact"/>
              <w:rPr>
                <w:szCs w:val="16"/>
              </w:rPr>
            </w:pPr>
          </w:p>
        </w:tc>
        <w:tc>
          <w:tcPr>
            <w:tcW w:w="4699" w:type="dxa"/>
          </w:tcPr>
          <w:p w14:paraId="242882F9" w14:textId="77777777" w:rsidR="00AA047D" w:rsidRDefault="0053644C">
            <w:pPr>
              <w:spacing w:after="0" w:line="320" w:lineRule="exact"/>
              <w:rPr>
                <w:szCs w:val="16"/>
              </w:rPr>
            </w:pPr>
            <w:r>
              <w:rPr>
                <w:szCs w:val="16"/>
              </w:rPr>
              <w:t>E-Mail:</w:t>
            </w:r>
          </w:p>
        </w:tc>
      </w:tr>
      <w:tr w:rsidR="00AA047D" w14:paraId="77AF3031" w14:textId="77777777">
        <w:trPr>
          <w:gridAfter w:val="2"/>
          <w:wAfter w:w="527" w:type="dxa"/>
          <w:cantSplit/>
          <w:trHeight w:hRule="exact" w:val="391"/>
        </w:trPr>
        <w:tc>
          <w:tcPr>
            <w:tcW w:w="2180" w:type="dxa"/>
            <w:gridSpan w:val="2"/>
          </w:tcPr>
          <w:p w14:paraId="337041AB" w14:textId="77777777" w:rsidR="00AA047D" w:rsidRDefault="0053644C">
            <w:pPr>
              <w:spacing w:after="0" w:line="320" w:lineRule="exact"/>
              <w:rPr>
                <w:rStyle w:val="Ausfllhilfe"/>
              </w:rPr>
            </w:pPr>
            <w:r>
              <w:rPr>
                <w:rStyle w:val="Ausfllhilfe"/>
              </w:rPr>
              <w:t>Vorwahl/ Nummer</w:t>
            </w:r>
          </w:p>
        </w:tc>
        <w:tc>
          <w:tcPr>
            <w:tcW w:w="183" w:type="dxa"/>
          </w:tcPr>
          <w:p w14:paraId="74941037" w14:textId="77777777" w:rsidR="00AA047D" w:rsidRDefault="00AA047D">
            <w:pPr>
              <w:spacing w:after="0" w:line="320" w:lineRule="exact"/>
              <w:rPr>
                <w:i/>
                <w:color w:val="009999"/>
                <w:sz w:val="20"/>
              </w:rPr>
            </w:pPr>
          </w:p>
        </w:tc>
        <w:tc>
          <w:tcPr>
            <w:tcW w:w="2180" w:type="dxa"/>
            <w:gridSpan w:val="2"/>
          </w:tcPr>
          <w:p w14:paraId="6F3EF8AD" w14:textId="77777777" w:rsidR="00AA047D" w:rsidRDefault="0053644C">
            <w:pPr>
              <w:spacing w:after="0" w:line="320" w:lineRule="exact"/>
              <w:rPr>
                <w:rStyle w:val="Ausfllhilfe"/>
              </w:rPr>
            </w:pPr>
            <w:r>
              <w:rPr>
                <w:rStyle w:val="Ausfllhilfe"/>
              </w:rPr>
              <w:t>Vorwahl/ Nummer</w:t>
            </w:r>
          </w:p>
        </w:tc>
        <w:tc>
          <w:tcPr>
            <w:tcW w:w="183" w:type="dxa"/>
            <w:gridSpan w:val="2"/>
          </w:tcPr>
          <w:p w14:paraId="5DD6F7DC" w14:textId="77777777" w:rsidR="00AA047D" w:rsidRDefault="00AA047D">
            <w:pPr>
              <w:spacing w:after="0" w:line="320" w:lineRule="exact"/>
              <w:rPr>
                <w:i/>
                <w:color w:val="009999"/>
                <w:sz w:val="20"/>
              </w:rPr>
            </w:pPr>
          </w:p>
        </w:tc>
        <w:tc>
          <w:tcPr>
            <w:tcW w:w="4699" w:type="dxa"/>
          </w:tcPr>
          <w:p w14:paraId="1AEFAC3C" w14:textId="77777777" w:rsidR="00AA047D" w:rsidRDefault="0053644C">
            <w:pPr>
              <w:spacing w:after="0" w:line="320" w:lineRule="exact"/>
              <w:rPr>
                <w:rStyle w:val="Ausfllhilfe"/>
              </w:rPr>
            </w:pPr>
            <w:r>
              <w:rPr>
                <w:rStyle w:val="Ausfllhilfe"/>
              </w:rPr>
              <w:t>keine Private E-Mail-Adresse verwenden</w:t>
            </w:r>
          </w:p>
        </w:tc>
      </w:tr>
      <w:tr w:rsidR="00AA047D" w14:paraId="14BFE8A6" w14:textId="77777777">
        <w:trPr>
          <w:gridAfter w:val="2"/>
          <w:wAfter w:w="527" w:type="dxa"/>
          <w:cantSplit/>
          <w:trHeight w:hRule="exact" w:val="312"/>
        </w:trPr>
        <w:tc>
          <w:tcPr>
            <w:tcW w:w="9425" w:type="dxa"/>
            <w:gridSpan w:val="8"/>
            <w:tcBorders>
              <w:bottom w:val="single" w:sz="4" w:space="0" w:color="auto"/>
            </w:tcBorders>
          </w:tcPr>
          <w:p w14:paraId="16D8C310" w14:textId="77777777" w:rsidR="00AA047D" w:rsidRDefault="0053644C">
            <w:pPr>
              <w:spacing w:after="0" w:line="320" w:lineRule="exact"/>
              <w:rPr>
                <w:szCs w:val="16"/>
              </w:rPr>
            </w:pPr>
            <w:r>
              <w:rPr>
                <w:szCs w:val="16"/>
              </w:rPr>
              <w:t xml:space="preserve">Verbindliche </w:t>
            </w:r>
            <w:r>
              <w:rPr>
                <w:szCs w:val="16"/>
              </w:rPr>
              <w:t>Rechnungsadresse/-anschrift:</w:t>
            </w:r>
          </w:p>
        </w:tc>
      </w:tr>
      <w:tr w:rsidR="00AA047D" w14:paraId="1E16A821" w14:textId="77777777">
        <w:trPr>
          <w:gridAfter w:val="2"/>
          <w:wAfter w:w="527" w:type="dxa"/>
          <w:cantSplit/>
          <w:trHeight w:hRule="exact" w:val="1014"/>
        </w:trPr>
        <w:tc>
          <w:tcPr>
            <w:tcW w:w="9425" w:type="dxa"/>
            <w:gridSpan w:val="8"/>
            <w:tcBorders>
              <w:bottom w:val="single" w:sz="4" w:space="0" w:color="auto"/>
            </w:tcBorders>
          </w:tcPr>
          <w:p w14:paraId="214CE5C0" w14:textId="77777777" w:rsidR="00AA047D" w:rsidRDefault="0053644C">
            <w:pPr>
              <w:spacing w:after="0" w:line="320" w:lineRule="exact"/>
              <w:rPr>
                <w:rStyle w:val="Ausfllhilfe"/>
              </w:rPr>
            </w:pPr>
            <w:r>
              <w:rPr>
                <w:rStyle w:val="Ausfllhilfe"/>
              </w:rPr>
              <w:t>Hier bitte die Adresse angeben, an welche die Gebührenbescheide gesandt werden – respektive, die Anschrift (ggfs. Abteilung), die die Zahlung der Gebühr sicherstellt. Wir betrachten diese Adresse als verbindlich. Kommt es zu S</w:t>
            </w:r>
            <w:r>
              <w:rPr>
                <w:rStyle w:val="Ausfllhilfe"/>
              </w:rPr>
              <w:t>tornierungen a. G. falscher Angaben Ihrerseits, gehen die Stornogebühren des LANUV zu Ihren Lasten.</w:t>
            </w:r>
          </w:p>
        </w:tc>
      </w:tr>
      <w:tr w:rsidR="00AA047D" w14:paraId="44DF7179" w14:textId="77777777">
        <w:trPr>
          <w:gridAfter w:val="2"/>
          <w:wAfter w:w="527" w:type="dxa"/>
          <w:cantSplit/>
          <w:trHeight w:hRule="exact" w:val="312"/>
        </w:trPr>
        <w:tc>
          <w:tcPr>
            <w:tcW w:w="9425" w:type="dxa"/>
            <w:gridSpan w:val="8"/>
            <w:tcBorders>
              <w:bottom w:val="single" w:sz="4" w:space="0" w:color="auto"/>
            </w:tcBorders>
          </w:tcPr>
          <w:p w14:paraId="663CC85C" w14:textId="77777777" w:rsidR="00AA047D" w:rsidRDefault="0053644C">
            <w:pPr>
              <w:spacing w:after="0" w:line="320" w:lineRule="exact"/>
              <w:rPr>
                <w:szCs w:val="16"/>
              </w:rPr>
            </w:pPr>
            <w:r>
              <w:rPr>
                <w:szCs w:val="16"/>
              </w:rPr>
              <w:t>Verantwortliche Leitung des Vorhabens:</w:t>
            </w:r>
          </w:p>
        </w:tc>
      </w:tr>
      <w:tr w:rsidR="00AA047D" w14:paraId="3835C396" w14:textId="77777777">
        <w:trPr>
          <w:gridAfter w:val="2"/>
          <w:wAfter w:w="527" w:type="dxa"/>
          <w:cantSplit/>
          <w:trHeight w:val="635"/>
        </w:trPr>
        <w:tc>
          <w:tcPr>
            <w:tcW w:w="9425" w:type="dxa"/>
            <w:gridSpan w:val="8"/>
            <w:vAlign w:val="center"/>
          </w:tcPr>
          <w:p w14:paraId="4B11190E" w14:textId="77777777" w:rsidR="00AA047D" w:rsidRDefault="0053644C">
            <w:pPr>
              <w:spacing w:after="0" w:line="320" w:lineRule="exact"/>
              <w:rPr>
                <w:rStyle w:val="Ausfllhilfe"/>
              </w:rPr>
            </w:pPr>
            <w:r>
              <w:rPr>
                <w:rStyle w:val="Ausfllhilfe"/>
              </w:rPr>
              <w:t xml:space="preserve">(Titel) Name </w:t>
            </w:r>
          </w:p>
          <w:p w14:paraId="69FB0FB7" w14:textId="77777777" w:rsidR="00AA047D" w:rsidRDefault="0053644C">
            <w:pPr>
              <w:spacing w:after="0" w:line="320" w:lineRule="exact"/>
              <w:rPr>
                <w:rStyle w:val="Ausfllhilfe"/>
              </w:rPr>
            </w:pPr>
            <w:r>
              <w:rPr>
                <w:rStyle w:val="Ausfllhilfe"/>
              </w:rPr>
              <w:t xml:space="preserve">Die leitende Person trägt die rechtliche Verantwortung für das </w:t>
            </w:r>
            <w:r>
              <w:rPr>
                <w:rStyle w:val="Ausfllhilfe"/>
              </w:rPr>
              <w:t>Tierversuchsvorhaben, insbesondere dafür, dass nur genehmigte Eingriffe und Handlungen durch hinreichend qualifiziertes Personal im Sinne des Antrages an den erlaubten Tierarten mit der genehmigten Tieranzahl durchgeführt werden (s. § 30 der TierSchVersV).</w:t>
            </w:r>
            <w:r>
              <w:rPr>
                <w:rStyle w:val="Ausfllhilfe"/>
              </w:rPr>
              <w:t xml:space="preserve"> Er/ Sie wird im Falle eines Verstoßes gegen das Tierschutzgesetz bei der Durchführung von Versuchen im Rahmen des Versuchsvorhabens zur Verantwortung gezogen. Vorausgesetzt wird die Kenntnis der einschlägigen tierschutzrechtlichen Vorschriften.</w:t>
            </w:r>
          </w:p>
          <w:p w14:paraId="5F96D351" w14:textId="77777777" w:rsidR="00AA047D" w:rsidRDefault="0053644C">
            <w:pPr>
              <w:spacing w:after="0" w:line="320" w:lineRule="exact"/>
              <w:rPr>
                <w:color w:val="5F497A" w:themeColor="accent4" w:themeShade="BF"/>
              </w:rPr>
            </w:pPr>
            <w:r>
              <w:rPr>
                <w:rStyle w:val="Ausfllhilfe"/>
              </w:rPr>
              <w:t>Qualifikat</w:t>
            </w:r>
            <w:r>
              <w:rPr>
                <w:rStyle w:val="Ausfllhilfe"/>
              </w:rPr>
              <w:t>ionen siehe: 2.1.1</w:t>
            </w:r>
          </w:p>
        </w:tc>
      </w:tr>
      <w:tr w:rsidR="00AA047D" w14:paraId="03EDA091" w14:textId="77777777">
        <w:trPr>
          <w:gridAfter w:val="2"/>
          <w:wAfter w:w="527" w:type="dxa"/>
          <w:cantSplit/>
          <w:trHeight w:hRule="exact" w:val="312"/>
        </w:trPr>
        <w:tc>
          <w:tcPr>
            <w:tcW w:w="9425" w:type="dxa"/>
            <w:gridSpan w:val="8"/>
          </w:tcPr>
          <w:p w14:paraId="019D2052" w14:textId="77777777" w:rsidR="00AA047D" w:rsidRDefault="0053644C">
            <w:pPr>
              <w:spacing w:after="0" w:line="320" w:lineRule="exact"/>
              <w:rPr>
                <w:color w:val="5F497A" w:themeColor="accent4" w:themeShade="BF"/>
                <w:szCs w:val="16"/>
              </w:rPr>
            </w:pPr>
            <w:r>
              <w:rPr>
                <w:szCs w:val="16"/>
              </w:rPr>
              <w:t xml:space="preserve">Dienstliche Anschrift </w:t>
            </w:r>
            <w:r>
              <w:rPr>
                <w:i/>
                <w:szCs w:val="16"/>
              </w:rPr>
              <w:t>(Straße, Haus-Nr., Postleitzahl, Ort)</w:t>
            </w:r>
          </w:p>
        </w:tc>
      </w:tr>
      <w:tr w:rsidR="00AA047D" w14:paraId="765679F3" w14:textId="77777777">
        <w:trPr>
          <w:gridAfter w:val="2"/>
          <w:wAfter w:w="527" w:type="dxa"/>
          <w:cantSplit/>
        </w:trPr>
        <w:tc>
          <w:tcPr>
            <w:tcW w:w="9425" w:type="dxa"/>
            <w:gridSpan w:val="8"/>
            <w:vAlign w:val="center"/>
          </w:tcPr>
          <w:p w14:paraId="4E3585AF" w14:textId="77777777" w:rsidR="00AA047D" w:rsidRDefault="0053644C">
            <w:pPr>
              <w:spacing w:after="0" w:line="320" w:lineRule="exact"/>
              <w:rPr>
                <w:rStyle w:val="Ausfllhilfe"/>
              </w:rPr>
            </w:pPr>
            <w:r>
              <w:rPr>
                <w:rStyle w:val="Ausfllhilfe"/>
              </w:rPr>
              <w:t>Abteilung/ Fakultät/ Universität oder Firma, Straße 123, 12345 Ort</w:t>
            </w:r>
          </w:p>
        </w:tc>
      </w:tr>
      <w:tr w:rsidR="00AA047D" w14:paraId="58356AD7" w14:textId="77777777">
        <w:trPr>
          <w:gridAfter w:val="2"/>
          <w:wAfter w:w="527" w:type="dxa"/>
          <w:cantSplit/>
          <w:trHeight w:hRule="exact" w:val="312"/>
        </w:trPr>
        <w:tc>
          <w:tcPr>
            <w:tcW w:w="2180" w:type="dxa"/>
            <w:gridSpan w:val="2"/>
          </w:tcPr>
          <w:p w14:paraId="6E914507" w14:textId="77777777" w:rsidR="00AA047D" w:rsidRDefault="0053644C">
            <w:pPr>
              <w:spacing w:after="0" w:line="320" w:lineRule="exact"/>
              <w:rPr>
                <w:szCs w:val="16"/>
              </w:rPr>
            </w:pPr>
            <w:r>
              <w:rPr>
                <w:szCs w:val="16"/>
              </w:rPr>
              <w:t>Telefon:</w:t>
            </w:r>
          </w:p>
        </w:tc>
        <w:tc>
          <w:tcPr>
            <w:tcW w:w="183" w:type="dxa"/>
          </w:tcPr>
          <w:p w14:paraId="56121128" w14:textId="77777777" w:rsidR="00AA047D" w:rsidRDefault="00AA047D">
            <w:pPr>
              <w:spacing w:after="0" w:line="320" w:lineRule="exact"/>
            </w:pPr>
          </w:p>
        </w:tc>
        <w:tc>
          <w:tcPr>
            <w:tcW w:w="2180" w:type="dxa"/>
            <w:gridSpan w:val="2"/>
          </w:tcPr>
          <w:p w14:paraId="0E290FDD" w14:textId="77777777" w:rsidR="00AA047D" w:rsidRDefault="0053644C">
            <w:pPr>
              <w:spacing w:after="0" w:line="320" w:lineRule="exact"/>
              <w:rPr>
                <w:szCs w:val="16"/>
              </w:rPr>
            </w:pPr>
            <w:r>
              <w:rPr>
                <w:szCs w:val="16"/>
              </w:rPr>
              <w:t>Telefax:</w:t>
            </w:r>
          </w:p>
        </w:tc>
        <w:tc>
          <w:tcPr>
            <w:tcW w:w="183" w:type="dxa"/>
            <w:gridSpan w:val="2"/>
          </w:tcPr>
          <w:p w14:paraId="58524D14" w14:textId="77777777" w:rsidR="00AA047D" w:rsidRDefault="00AA047D">
            <w:pPr>
              <w:spacing w:after="0" w:line="320" w:lineRule="exact"/>
            </w:pPr>
          </w:p>
        </w:tc>
        <w:tc>
          <w:tcPr>
            <w:tcW w:w="4699" w:type="dxa"/>
          </w:tcPr>
          <w:p w14:paraId="6863D028" w14:textId="77777777" w:rsidR="00AA047D" w:rsidRDefault="0053644C">
            <w:pPr>
              <w:spacing w:after="0" w:line="320" w:lineRule="exact"/>
              <w:rPr>
                <w:szCs w:val="16"/>
              </w:rPr>
            </w:pPr>
            <w:r>
              <w:rPr>
                <w:szCs w:val="16"/>
              </w:rPr>
              <w:t>E-Mail:</w:t>
            </w:r>
          </w:p>
        </w:tc>
      </w:tr>
      <w:tr w:rsidR="00AA047D" w14:paraId="67259882" w14:textId="77777777">
        <w:trPr>
          <w:gridAfter w:val="2"/>
          <w:wAfter w:w="527" w:type="dxa"/>
          <w:cantSplit/>
          <w:trHeight w:hRule="exact" w:val="321"/>
        </w:trPr>
        <w:tc>
          <w:tcPr>
            <w:tcW w:w="2180" w:type="dxa"/>
            <w:gridSpan w:val="2"/>
          </w:tcPr>
          <w:p w14:paraId="1450B1EB" w14:textId="77777777" w:rsidR="00AA047D" w:rsidRDefault="0053644C">
            <w:pPr>
              <w:spacing w:after="0" w:line="320" w:lineRule="exact"/>
              <w:rPr>
                <w:rStyle w:val="Ausfllhilfe"/>
              </w:rPr>
            </w:pPr>
            <w:r>
              <w:rPr>
                <w:rStyle w:val="Ausfllhilfe"/>
              </w:rPr>
              <w:lastRenderedPageBreak/>
              <w:t>Vorwahl/ Nummer</w:t>
            </w:r>
          </w:p>
        </w:tc>
        <w:tc>
          <w:tcPr>
            <w:tcW w:w="183" w:type="dxa"/>
          </w:tcPr>
          <w:p w14:paraId="76C648DA" w14:textId="77777777" w:rsidR="00AA047D" w:rsidRDefault="00AA047D">
            <w:pPr>
              <w:spacing w:after="0" w:line="320" w:lineRule="exact"/>
            </w:pPr>
          </w:p>
        </w:tc>
        <w:tc>
          <w:tcPr>
            <w:tcW w:w="2180" w:type="dxa"/>
            <w:gridSpan w:val="2"/>
          </w:tcPr>
          <w:p w14:paraId="2FE5D426" w14:textId="77777777" w:rsidR="00AA047D" w:rsidRDefault="0053644C">
            <w:pPr>
              <w:spacing w:after="0" w:line="320" w:lineRule="exact"/>
              <w:rPr>
                <w:rStyle w:val="Ausfllhilfe"/>
              </w:rPr>
            </w:pPr>
            <w:r>
              <w:rPr>
                <w:rStyle w:val="Ausfllhilfe"/>
              </w:rPr>
              <w:t>Vorwahl/ Nummer</w:t>
            </w:r>
          </w:p>
        </w:tc>
        <w:tc>
          <w:tcPr>
            <w:tcW w:w="183" w:type="dxa"/>
            <w:gridSpan w:val="2"/>
          </w:tcPr>
          <w:p w14:paraId="1F088083" w14:textId="77777777" w:rsidR="00AA047D" w:rsidRDefault="00AA047D">
            <w:pPr>
              <w:spacing w:after="0" w:line="320" w:lineRule="exact"/>
            </w:pPr>
          </w:p>
        </w:tc>
        <w:tc>
          <w:tcPr>
            <w:tcW w:w="4699" w:type="dxa"/>
          </w:tcPr>
          <w:p w14:paraId="2436D8BD" w14:textId="77777777" w:rsidR="00AA047D" w:rsidRDefault="0053644C">
            <w:pPr>
              <w:spacing w:after="0" w:line="320" w:lineRule="exact"/>
              <w:rPr>
                <w:rStyle w:val="Ausfllhilfe"/>
              </w:rPr>
            </w:pPr>
            <w:r>
              <w:rPr>
                <w:rStyle w:val="Ausfllhilfe"/>
              </w:rPr>
              <w:t xml:space="preserve">keine Private E-Mail-Adresse </w:t>
            </w:r>
            <w:r>
              <w:rPr>
                <w:rStyle w:val="Ausfllhilfe"/>
              </w:rPr>
              <w:t>verwenden</w:t>
            </w:r>
          </w:p>
        </w:tc>
      </w:tr>
      <w:tr w:rsidR="00AA047D" w14:paraId="6C5306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7" w:type="dxa"/>
          <w:cantSplit/>
          <w:trHeight w:hRule="exact" w:val="312"/>
        </w:trPr>
        <w:tc>
          <w:tcPr>
            <w:tcW w:w="9425" w:type="dxa"/>
            <w:gridSpan w:val="8"/>
            <w:tcBorders>
              <w:top w:val="single" w:sz="4" w:space="0" w:color="auto"/>
              <w:left w:val="single" w:sz="4" w:space="0" w:color="auto"/>
              <w:bottom w:val="single" w:sz="4" w:space="0" w:color="auto"/>
              <w:right w:val="single" w:sz="4" w:space="0" w:color="auto"/>
            </w:tcBorders>
          </w:tcPr>
          <w:p w14:paraId="2858A8DE" w14:textId="77777777" w:rsidR="00AA047D" w:rsidRDefault="0053644C">
            <w:pPr>
              <w:spacing w:after="0" w:line="320" w:lineRule="exact"/>
              <w:rPr>
                <w:szCs w:val="16"/>
              </w:rPr>
            </w:pPr>
            <w:r>
              <w:rPr>
                <w:szCs w:val="16"/>
              </w:rPr>
              <w:t>Stellvertretende Leitung des Vorhabens:</w:t>
            </w:r>
          </w:p>
        </w:tc>
      </w:tr>
      <w:tr w:rsidR="00AA047D" w14:paraId="5DB000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7" w:type="dxa"/>
          <w:cantSplit/>
          <w:trHeight w:val="483"/>
        </w:trPr>
        <w:tc>
          <w:tcPr>
            <w:tcW w:w="9425" w:type="dxa"/>
            <w:gridSpan w:val="8"/>
            <w:tcBorders>
              <w:top w:val="single" w:sz="4" w:space="0" w:color="auto"/>
              <w:left w:val="single" w:sz="4" w:space="0" w:color="auto"/>
              <w:bottom w:val="single" w:sz="4" w:space="0" w:color="auto"/>
              <w:right w:val="single" w:sz="4" w:space="0" w:color="auto"/>
            </w:tcBorders>
          </w:tcPr>
          <w:p w14:paraId="483B51A8" w14:textId="77777777" w:rsidR="00AA047D" w:rsidRDefault="0053644C">
            <w:pPr>
              <w:spacing w:after="0" w:line="320" w:lineRule="exact"/>
              <w:rPr>
                <w:rStyle w:val="Ausfllhilfe"/>
              </w:rPr>
            </w:pPr>
            <w:r>
              <w:rPr>
                <w:rStyle w:val="Ausfllhilfe"/>
              </w:rPr>
              <w:t>(Titel) Name</w:t>
            </w:r>
          </w:p>
          <w:p w14:paraId="26B88029" w14:textId="77777777" w:rsidR="00AA047D" w:rsidRDefault="0053644C">
            <w:pPr>
              <w:spacing w:after="0" w:line="320" w:lineRule="exact"/>
              <w:rPr>
                <w:rStyle w:val="Ausfllhilfe"/>
              </w:rPr>
            </w:pPr>
            <w:r>
              <w:rPr>
                <w:rStyle w:val="Ausfllhilfe"/>
              </w:rPr>
              <w:t>Gleiche geforderte Qualifikation und im Vertretungsfall die gleiche Verantwortung wie die Versuchsleitung</w:t>
            </w:r>
          </w:p>
          <w:p w14:paraId="0F196E7A" w14:textId="77777777" w:rsidR="00AA047D" w:rsidRDefault="0053644C">
            <w:pPr>
              <w:spacing w:after="0" w:line="320" w:lineRule="exact"/>
              <w:rPr>
                <w:color w:val="5F497A" w:themeColor="accent4" w:themeShade="BF"/>
              </w:rPr>
            </w:pPr>
            <w:r>
              <w:rPr>
                <w:rStyle w:val="Ausfllhilfe"/>
              </w:rPr>
              <w:t>Qualifikationen siehe 2.1.2</w:t>
            </w:r>
          </w:p>
        </w:tc>
      </w:tr>
      <w:tr w:rsidR="00AA047D" w14:paraId="05F399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7" w:type="dxa"/>
          <w:cantSplit/>
          <w:trHeight w:hRule="exact" w:val="312"/>
        </w:trPr>
        <w:tc>
          <w:tcPr>
            <w:tcW w:w="9425" w:type="dxa"/>
            <w:gridSpan w:val="8"/>
            <w:tcBorders>
              <w:top w:val="single" w:sz="4" w:space="0" w:color="auto"/>
              <w:left w:val="single" w:sz="4" w:space="0" w:color="auto"/>
              <w:bottom w:val="single" w:sz="4" w:space="0" w:color="auto"/>
              <w:right w:val="single" w:sz="4" w:space="0" w:color="auto"/>
            </w:tcBorders>
          </w:tcPr>
          <w:p w14:paraId="43FE1836" w14:textId="77777777" w:rsidR="00AA047D" w:rsidRDefault="0053644C">
            <w:pPr>
              <w:spacing w:after="0" w:line="320" w:lineRule="exact"/>
              <w:rPr>
                <w:color w:val="5F497A" w:themeColor="accent4" w:themeShade="BF"/>
                <w:szCs w:val="16"/>
              </w:rPr>
            </w:pPr>
            <w:r>
              <w:rPr>
                <w:szCs w:val="16"/>
              </w:rPr>
              <w:t xml:space="preserve">Dienstliche Anschrift </w:t>
            </w:r>
            <w:r>
              <w:rPr>
                <w:i/>
                <w:szCs w:val="16"/>
              </w:rPr>
              <w:t xml:space="preserve">(Straße, Haus-Nr., </w:t>
            </w:r>
            <w:r>
              <w:rPr>
                <w:i/>
                <w:szCs w:val="16"/>
              </w:rPr>
              <w:t>Postleitzahl, Ort</w:t>
            </w:r>
            <w:r>
              <w:rPr>
                <w:szCs w:val="16"/>
              </w:rPr>
              <w:t>)</w:t>
            </w:r>
          </w:p>
        </w:tc>
      </w:tr>
      <w:tr w:rsidR="00AA047D" w14:paraId="2F5E47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7" w:type="dxa"/>
          <w:cantSplit/>
        </w:trPr>
        <w:tc>
          <w:tcPr>
            <w:tcW w:w="9425" w:type="dxa"/>
            <w:gridSpan w:val="8"/>
            <w:tcBorders>
              <w:top w:val="single" w:sz="4" w:space="0" w:color="auto"/>
              <w:left w:val="single" w:sz="4" w:space="0" w:color="auto"/>
              <w:bottom w:val="single" w:sz="4" w:space="0" w:color="auto"/>
              <w:right w:val="single" w:sz="4" w:space="0" w:color="auto"/>
            </w:tcBorders>
            <w:vAlign w:val="center"/>
          </w:tcPr>
          <w:p w14:paraId="6D4BDB1C" w14:textId="77777777" w:rsidR="00AA047D" w:rsidRDefault="0053644C">
            <w:pPr>
              <w:spacing w:after="0" w:line="320" w:lineRule="exact"/>
              <w:rPr>
                <w:rStyle w:val="Ausfllhilfe"/>
              </w:rPr>
            </w:pPr>
            <w:r>
              <w:rPr>
                <w:rStyle w:val="Ausfllhilfe"/>
              </w:rPr>
              <w:t>Abteilung/Fakultät/Universität oder Firma, Straße 123, 12345 Ort</w:t>
            </w:r>
          </w:p>
          <w:p w14:paraId="1221A25B" w14:textId="77777777" w:rsidR="00AA047D" w:rsidRDefault="00AA047D">
            <w:pPr>
              <w:pStyle w:val="Funotentext"/>
              <w:spacing w:after="0" w:line="320" w:lineRule="exact"/>
              <w:rPr>
                <w:color w:val="5F497A" w:themeColor="accent4" w:themeShade="BF"/>
              </w:rPr>
            </w:pPr>
          </w:p>
        </w:tc>
      </w:tr>
      <w:tr w:rsidR="00AA047D" w14:paraId="691CC4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7" w:type="dxa"/>
          <w:cantSplit/>
          <w:trHeight w:hRule="exact" w:val="312"/>
        </w:trPr>
        <w:tc>
          <w:tcPr>
            <w:tcW w:w="2180" w:type="dxa"/>
            <w:gridSpan w:val="2"/>
            <w:tcBorders>
              <w:top w:val="single" w:sz="4" w:space="0" w:color="auto"/>
              <w:left w:val="single" w:sz="4" w:space="0" w:color="auto"/>
              <w:bottom w:val="single" w:sz="4" w:space="0" w:color="auto"/>
              <w:right w:val="single" w:sz="4" w:space="0" w:color="auto"/>
            </w:tcBorders>
          </w:tcPr>
          <w:p w14:paraId="4EDCE262" w14:textId="77777777" w:rsidR="00AA047D" w:rsidRDefault="0053644C">
            <w:pPr>
              <w:spacing w:after="0" w:line="320" w:lineRule="exact"/>
              <w:rPr>
                <w:szCs w:val="16"/>
              </w:rPr>
            </w:pPr>
            <w:r>
              <w:rPr>
                <w:szCs w:val="16"/>
              </w:rPr>
              <w:t>Telefon:</w:t>
            </w:r>
          </w:p>
        </w:tc>
        <w:tc>
          <w:tcPr>
            <w:tcW w:w="183" w:type="dxa"/>
            <w:tcBorders>
              <w:top w:val="single" w:sz="4" w:space="0" w:color="auto"/>
              <w:left w:val="single" w:sz="4" w:space="0" w:color="auto"/>
              <w:bottom w:val="single" w:sz="4" w:space="0" w:color="auto"/>
              <w:right w:val="single" w:sz="4" w:space="0" w:color="auto"/>
            </w:tcBorders>
          </w:tcPr>
          <w:p w14:paraId="0AE5B86D" w14:textId="77777777" w:rsidR="00AA047D" w:rsidRDefault="00AA047D">
            <w:pPr>
              <w:spacing w:after="0" w:line="320" w:lineRule="exact"/>
            </w:pPr>
          </w:p>
        </w:tc>
        <w:tc>
          <w:tcPr>
            <w:tcW w:w="2180" w:type="dxa"/>
            <w:gridSpan w:val="2"/>
            <w:tcBorders>
              <w:top w:val="single" w:sz="4" w:space="0" w:color="auto"/>
              <w:left w:val="single" w:sz="4" w:space="0" w:color="auto"/>
              <w:bottom w:val="single" w:sz="4" w:space="0" w:color="auto"/>
              <w:right w:val="single" w:sz="4" w:space="0" w:color="auto"/>
            </w:tcBorders>
          </w:tcPr>
          <w:p w14:paraId="29E0D383" w14:textId="77777777" w:rsidR="00AA047D" w:rsidRDefault="0053644C">
            <w:pPr>
              <w:spacing w:after="0" w:line="320" w:lineRule="exact"/>
              <w:rPr>
                <w:szCs w:val="16"/>
              </w:rPr>
            </w:pPr>
            <w:r>
              <w:rPr>
                <w:szCs w:val="16"/>
              </w:rPr>
              <w:t>Telefax:</w:t>
            </w:r>
          </w:p>
        </w:tc>
        <w:tc>
          <w:tcPr>
            <w:tcW w:w="183" w:type="dxa"/>
            <w:gridSpan w:val="2"/>
            <w:tcBorders>
              <w:top w:val="single" w:sz="4" w:space="0" w:color="auto"/>
              <w:left w:val="single" w:sz="4" w:space="0" w:color="auto"/>
              <w:bottom w:val="single" w:sz="4" w:space="0" w:color="auto"/>
              <w:right w:val="single" w:sz="4" w:space="0" w:color="auto"/>
            </w:tcBorders>
          </w:tcPr>
          <w:p w14:paraId="311F1EFC" w14:textId="77777777" w:rsidR="00AA047D" w:rsidRDefault="00AA047D">
            <w:pPr>
              <w:spacing w:after="0" w:line="320" w:lineRule="exact"/>
            </w:pPr>
          </w:p>
        </w:tc>
        <w:tc>
          <w:tcPr>
            <w:tcW w:w="4699" w:type="dxa"/>
            <w:tcBorders>
              <w:top w:val="single" w:sz="4" w:space="0" w:color="auto"/>
              <w:left w:val="single" w:sz="4" w:space="0" w:color="auto"/>
              <w:bottom w:val="single" w:sz="4" w:space="0" w:color="auto"/>
              <w:right w:val="single" w:sz="4" w:space="0" w:color="auto"/>
            </w:tcBorders>
          </w:tcPr>
          <w:p w14:paraId="11F46D96" w14:textId="77777777" w:rsidR="00AA047D" w:rsidRDefault="0053644C">
            <w:pPr>
              <w:spacing w:after="0" w:line="320" w:lineRule="exact"/>
              <w:rPr>
                <w:szCs w:val="16"/>
              </w:rPr>
            </w:pPr>
            <w:r>
              <w:rPr>
                <w:szCs w:val="16"/>
              </w:rPr>
              <w:t>E-Mail:</w:t>
            </w:r>
          </w:p>
        </w:tc>
      </w:tr>
      <w:tr w:rsidR="00AA047D" w14:paraId="0138F0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7" w:type="dxa"/>
          <w:cantSplit/>
          <w:trHeight w:val="573"/>
        </w:trPr>
        <w:tc>
          <w:tcPr>
            <w:tcW w:w="2180" w:type="dxa"/>
            <w:gridSpan w:val="2"/>
            <w:tcBorders>
              <w:top w:val="single" w:sz="4" w:space="0" w:color="auto"/>
              <w:left w:val="single" w:sz="4" w:space="0" w:color="auto"/>
              <w:bottom w:val="single" w:sz="4" w:space="0" w:color="auto"/>
              <w:right w:val="single" w:sz="4" w:space="0" w:color="auto"/>
            </w:tcBorders>
          </w:tcPr>
          <w:p w14:paraId="0FA26E6D" w14:textId="77777777" w:rsidR="00AA047D" w:rsidRDefault="0053644C">
            <w:pPr>
              <w:spacing w:after="0" w:line="320" w:lineRule="exact"/>
              <w:rPr>
                <w:rStyle w:val="Ausfllhilfe"/>
              </w:rPr>
            </w:pPr>
            <w:r>
              <w:rPr>
                <w:rStyle w:val="Ausfllhilfe"/>
              </w:rPr>
              <w:t>Vorwahl/ Nummer</w:t>
            </w:r>
          </w:p>
        </w:tc>
        <w:tc>
          <w:tcPr>
            <w:tcW w:w="183" w:type="dxa"/>
            <w:tcBorders>
              <w:top w:val="single" w:sz="4" w:space="0" w:color="auto"/>
              <w:left w:val="single" w:sz="4" w:space="0" w:color="auto"/>
              <w:bottom w:val="single" w:sz="4" w:space="0" w:color="auto"/>
              <w:right w:val="single" w:sz="4" w:space="0" w:color="auto"/>
            </w:tcBorders>
          </w:tcPr>
          <w:p w14:paraId="6572F987" w14:textId="77777777" w:rsidR="00AA047D" w:rsidRDefault="00AA047D">
            <w:pPr>
              <w:spacing w:after="0" w:line="320" w:lineRule="exact"/>
            </w:pPr>
          </w:p>
        </w:tc>
        <w:tc>
          <w:tcPr>
            <w:tcW w:w="2180" w:type="dxa"/>
            <w:gridSpan w:val="2"/>
            <w:tcBorders>
              <w:top w:val="single" w:sz="4" w:space="0" w:color="auto"/>
              <w:left w:val="single" w:sz="4" w:space="0" w:color="auto"/>
              <w:bottom w:val="single" w:sz="4" w:space="0" w:color="auto"/>
              <w:right w:val="single" w:sz="4" w:space="0" w:color="auto"/>
            </w:tcBorders>
          </w:tcPr>
          <w:p w14:paraId="06DB9726" w14:textId="77777777" w:rsidR="00AA047D" w:rsidRDefault="0053644C">
            <w:pPr>
              <w:spacing w:after="0" w:line="320" w:lineRule="exact"/>
              <w:rPr>
                <w:rStyle w:val="Ausfllhilfe"/>
              </w:rPr>
            </w:pPr>
            <w:r>
              <w:rPr>
                <w:rStyle w:val="Ausfllhilfe"/>
              </w:rPr>
              <w:t>Vorwahl/ Nummer</w:t>
            </w:r>
          </w:p>
        </w:tc>
        <w:tc>
          <w:tcPr>
            <w:tcW w:w="183" w:type="dxa"/>
            <w:gridSpan w:val="2"/>
            <w:tcBorders>
              <w:top w:val="single" w:sz="4" w:space="0" w:color="auto"/>
              <w:left w:val="single" w:sz="4" w:space="0" w:color="auto"/>
              <w:bottom w:val="single" w:sz="4" w:space="0" w:color="auto"/>
              <w:right w:val="single" w:sz="4" w:space="0" w:color="auto"/>
            </w:tcBorders>
          </w:tcPr>
          <w:p w14:paraId="31423DE2" w14:textId="77777777" w:rsidR="00AA047D" w:rsidRDefault="00AA047D">
            <w:pPr>
              <w:spacing w:after="0" w:line="320" w:lineRule="exact"/>
            </w:pPr>
          </w:p>
        </w:tc>
        <w:tc>
          <w:tcPr>
            <w:tcW w:w="4699" w:type="dxa"/>
            <w:tcBorders>
              <w:top w:val="single" w:sz="4" w:space="0" w:color="auto"/>
              <w:left w:val="single" w:sz="4" w:space="0" w:color="auto"/>
              <w:bottom w:val="single" w:sz="4" w:space="0" w:color="auto"/>
              <w:right w:val="single" w:sz="4" w:space="0" w:color="auto"/>
            </w:tcBorders>
          </w:tcPr>
          <w:p w14:paraId="554CDFF7" w14:textId="77777777" w:rsidR="00AA047D" w:rsidRDefault="0053644C">
            <w:pPr>
              <w:spacing w:after="0" w:line="320" w:lineRule="exact"/>
              <w:rPr>
                <w:rStyle w:val="Ausfllhilfe"/>
              </w:rPr>
            </w:pPr>
            <w:r>
              <w:rPr>
                <w:rStyle w:val="Ausfllhilfe"/>
              </w:rPr>
              <w:t>keine Private E-Mail-Adresse verwenden</w:t>
            </w:r>
          </w:p>
        </w:tc>
      </w:tr>
      <w:tr w:rsidR="00AA047D" w14:paraId="0B0E06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7"/>
        </w:trPr>
        <w:tc>
          <w:tcPr>
            <w:tcW w:w="9952" w:type="dxa"/>
            <w:gridSpan w:val="10"/>
            <w:vAlign w:val="bottom"/>
          </w:tcPr>
          <w:p w14:paraId="007EB686" w14:textId="77777777" w:rsidR="00AA047D" w:rsidRDefault="00AA047D">
            <w:pPr>
              <w:pStyle w:val="Funotentext"/>
              <w:spacing w:after="0" w:line="320" w:lineRule="exact"/>
              <w:rPr>
                <w:b/>
              </w:rPr>
            </w:pPr>
          </w:p>
          <w:p w14:paraId="182CD5AD" w14:textId="77777777" w:rsidR="00AA047D" w:rsidRDefault="0053644C">
            <w:pPr>
              <w:pStyle w:val="Funotentext"/>
              <w:spacing w:after="0" w:line="320" w:lineRule="exact"/>
              <w:rPr>
                <w:b/>
              </w:rPr>
            </w:pPr>
            <w:r>
              <w:rPr>
                <w:b/>
              </w:rPr>
              <w:t>Anlagen:</w:t>
            </w:r>
          </w:p>
        </w:tc>
      </w:tr>
      <w:tr w:rsidR="00AA047D" w14:paraId="3C0613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7"/>
        </w:trPr>
        <w:tc>
          <w:tcPr>
            <w:tcW w:w="9952" w:type="dxa"/>
            <w:gridSpan w:val="10"/>
            <w:vAlign w:val="bottom"/>
          </w:tcPr>
          <w:p w14:paraId="340EEF7B" w14:textId="77777777" w:rsidR="00AA047D" w:rsidRDefault="0053644C">
            <w:pPr>
              <w:pStyle w:val="Funotentext"/>
              <w:spacing w:after="0" w:line="320" w:lineRule="exact"/>
              <w:rPr>
                <w:b/>
              </w:rPr>
            </w:pPr>
            <w:r>
              <w:rPr>
                <w:b/>
              </w:rPr>
              <w:t>Anlagen:</w:t>
            </w:r>
          </w:p>
        </w:tc>
      </w:tr>
      <w:tr w:rsidR="00AA047D" w14:paraId="59D871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070"/>
        </w:trPr>
        <w:tc>
          <w:tcPr>
            <w:tcW w:w="496" w:type="dxa"/>
          </w:tcPr>
          <w:p w14:paraId="502E52DE" w14:textId="77777777" w:rsidR="00AA047D" w:rsidRDefault="0053644C">
            <w:pPr>
              <w:pStyle w:val="Funotentext"/>
              <w:spacing w:after="0" w:line="320" w:lineRule="exact"/>
              <w:jc w:val="right"/>
            </w:pPr>
            <w:r>
              <w:t>1.</w:t>
            </w:r>
          </w:p>
          <w:p w14:paraId="1C2DDD7A" w14:textId="77777777" w:rsidR="00AA047D" w:rsidRDefault="00AA047D">
            <w:pPr>
              <w:pStyle w:val="Funotentext"/>
              <w:spacing w:after="0" w:line="320" w:lineRule="exact"/>
              <w:jc w:val="right"/>
            </w:pPr>
          </w:p>
          <w:p w14:paraId="26964818" w14:textId="77777777" w:rsidR="00AA047D" w:rsidRDefault="00AA047D">
            <w:pPr>
              <w:pStyle w:val="Funotentext"/>
              <w:spacing w:after="0" w:line="320" w:lineRule="exact"/>
            </w:pPr>
          </w:p>
        </w:tc>
        <w:tc>
          <w:tcPr>
            <w:tcW w:w="9456" w:type="dxa"/>
            <w:gridSpan w:val="9"/>
            <w:vAlign w:val="center"/>
          </w:tcPr>
          <w:p w14:paraId="6E589217" w14:textId="77777777" w:rsidR="00AA047D" w:rsidRDefault="0053644C">
            <w:pPr>
              <w:pStyle w:val="Funotentext"/>
              <w:spacing w:after="0" w:line="320" w:lineRule="exact"/>
              <w:jc w:val="both"/>
            </w:pPr>
            <w:r>
              <w:t xml:space="preserve">Projektzusammenfassung </w:t>
            </w:r>
            <w:r>
              <w:rPr>
                <w:sz w:val="16"/>
                <w:szCs w:val="16"/>
              </w:rPr>
              <w:t>(§ 31 Abs. 2 i. V. m. § 41 Abs. 1 TierSchVersV; nicht erforderlich bei Anzeigen; die Zusammenfassung ist mit dem Formular und zusätzlich mit der ID Nummer des BfR vorzulegen</w:t>
            </w:r>
          </w:p>
          <w:p w14:paraId="56E9603C" w14:textId="77777777" w:rsidR="00AA047D" w:rsidRDefault="0053644C">
            <w:pPr>
              <w:pStyle w:val="Funotentext"/>
              <w:spacing w:after="0" w:line="320" w:lineRule="exact"/>
              <w:jc w:val="both"/>
              <w:rPr>
                <w:rStyle w:val="Hyperlink"/>
              </w:rPr>
            </w:pPr>
            <w:hyperlink r:id="rId8" w:history="1">
              <w:r>
                <w:rPr>
                  <w:rStyle w:val="Hyperlink"/>
                </w:rPr>
                <w:t>https://www.</w:t>
              </w:r>
              <w:r>
                <w:rPr>
                  <w:rStyle w:val="Hyperlink"/>
                </w:rPr>
                <w:t>animaltestinfo.de/</w:t>
              </w:r>
            </w:hyperlink>
          </w:p>
          <w:p w14:paraId="521DBC95" w14:textId="77777777" w:rsidR="00AA047D" w:rsidRDefault="0053644C">
            <w:pPr>
              <w:spacing w:after="0" w:line="320" w:lineRule="exact"/>
              <w:rPr>
                <w:rStyle w:val="Ausfllhilfe"/>
              </w:rPr>
            </w:pPr>
            <w:r>
              <w:rPr>
                <w:rStyle w:val="Ausfllhilfe"/>
              </w:rPr>
              <w:t xml:space="preserve">Die Projektzusammenfassung wird auf dem Server des BfR (Bundesinstitut für Risikobewertung </w:t>
            </w:r>
            <w:hyperlink r:id="rId9" w:history="1">
              <w:r>
                <w:rPr>
                  <w:rStyle w:val="Ausfllhilfe"/>
                </w:rPr>
                <w:t>https://www.animaltestinfo.de/</w:t>
              </w:r>
            </w:hyperlink>
            <w:r>
              <w:rPr>
                <w:rStyle w:val="Ausfllhilfe"/>
              </w:rPr>
              <w:t>) erstellt und in ausgedruckter Form mit dem Antrag eingereicht (mit </w:t>
            </w:r>
            <w:r>
              <w:rPr>
                <w:rStyle w:val="Ausfllhilfe"/>
              </w:rPr>
              <w:t>Übermittlung der BfR-ID-Nr.)</w:t>
            </w:r>
          </w:p>
        </w:tc>
      </w:tr>
      <w:tr w:rsidR="00AA047D" w14:paraId="62D156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27"/>
        </w:trPr>
        <w:tc>
          <w:tcPr>
            <w:tcW w:w="496" w:type="dxa"/>
          </w:tcPr>
          <w:p w14:paraId="5F815FA3" w14:textId="77777777" w:rsidR="00AA047D" w:rsidRDefault="0053644C">
            <w:pPr>
              <w:pStyle w:val="Funotentext"/>
              <w:spacing w:after="0" w:line="320" w:lineRule="exact"/>
              <w:jc w:val="right"/>
            </w:pPr>
            <w:r>
              <w:t>2.</w:t>
            </w:r>
          </w:p>
        </w:tc>
        <w:tc>
          <w:tcPr>
            <w:tcW w:w="9456" w:type="dxa"/>
            <w:gridSpan w:val="9"/>
            <w:vAlign w:val="center"/>
          </w:tcPr>
          <w:p w14:paraId="013ED72C" w14:textId="77777777" w:rsidR="00AA047D" w:rsidRDefault="0053644C">
            <w:pPr>
              <w:pStyle w:val="Funotentext"/>
              <w:spacing w:after="0" w:line="320" w:lineRule="exact"/>
              <w:jc w:val="both"/>
            </w:pPr>
            <w:r>
              <w:t>Glossar der im Text verwendeten Abkürzungen und ggf. spezifischen Fachausdrücke</w:t>
            </w:r>
          </w:p>
        </w:tc>
      </w:tr>
      <w:tr w:rsidR="00AA047D" w14:paraId="0A4DEB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17"/>
        </w:trPr>
        <w:tc>
          <w:tcPr>
            <w:tcW w:w="496" w:type="dxa"/>
          </w:tcPr>
          <w:p w14:paraId="13E1EABC" w14:textId="77777777" w:rsidR="00AA047D" w:rsidRDefault="0053644C">
            <w:pPr>
              <w:pStyle w:val="Funotentext"/>
              <w:spacing w:after="0" w:line="320" w:lineRule="exact"/>
              <w:jc w:val="right"/>
            </w:pPr>
            <w:r>
              <w:t xml:space="preserve">3. </w:t>
            </w:r>
          </w:p>
        </w:tc>
        <w:tc>
          <w:tcPr>
            <w:tcW w:w="9456" w:type="dxa"/>
            <w:gridSpan w:val="9"/>
            <w:vAlign w:val="center"/>
          </w:tcPr>
          <w:p w14:paraId="5CF6FCD2" w14:textId="77777777" w:rsidR="00AA047D" w:rsidRDefault="0053644C">
            <w:pPr>
              <w:pStyle w:val="Funotentext"/>
              <w:spacing w:after="0" w:line="320" w:lineRule="exact"/>
              <w:jc w:val="both"/>
            </w:pPr>
            <w:r>
              <w:t xml:space="preserve">Liste der Literaturzitate </w:t>
            </w:r>
            <w:r>
              <w:rPr>
                <w:sz w:val="16"/>
                <w:szCs w:val="16"/>
              </w:rPr>
              <w:t>(falls nicht im Text eingearbeitet) (s. Punkt 1.1.2)</w:t>
            </w:r>
          </w:p>
        </w:tc>
      </w:tr>
      <w:tr w:rsidR="00AA047D" w14:paraId="5F48FF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21"/>
        </w:trPr>
        <w:tc>
          <w:tcPr>
            <w:tcW w:w="496" w:type="dxa"/>
          </w:tcPr>
          <w:p w14:paraId="6A6051DD" w14:textId="77777777" w:rsidR="00AA047D" w:rsidRDefault="0053644C">
            <w:pPr>
              <w:pStyle w:val="Funotentext"/>
              <w:spacing w:after="0" w:line="320" w:lineRule="exact"/>
              <w:jc w:val="right"/>
            </w:pPr>
            <w:r>
              <w:t xml:space="preserve">4. </w:t>
            </w:r>
          </w:p>
        </w:tc>
        <w:tc>
          <w:tcPr>
            <w:tcW w:w="9456" w:type="dxa"/>
            <w:gridSpan w:val="9"/>
            <w:vAlign w:val="center"/>
          </w:tcPr>
          <w:p w14:paraId="0C316DAB" w14:textId="77777777" w:rsidR="00AA047D" w:rsidRDefault="0053644C">
            <w:pPr>
              <w:pStyle w:val="Funotentext"/>
              <w:spacing w:after="0" w:line="320" w:lineRule="exact"/>
              <w:jc w:val="both"/>
            </w:pPr>
            <w:r>
              <w:t xml:space="preserve">ggf. Formblatt „Abschlussbeurteilung genetisch veränderter Zuchtlinien“ </w:t>
            </w:r>
            <w:r>
              <w:rPr>
                <w:sz w:val="16"/>
                <w:szCs w:val="16"/>
              </w:rPr>
              <w:t>(s. Punkt 1.1.5.1)</w:t>
            </w:r>
          </w:p>
        </w:tc>
      </w:tr>
      <w:tr w:rsidR="00AA047D" w14:paraId="1BF7A5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38"/>
        </w:trPr>
        <w:tc>
          <w:tcPr>
            <w:tcW w:w="496" w:type="dxa"/>
          </w:tcPr>
          <w:p w14:paraId="0E80BA8A" w14:textId="77777777" w:rsidR="00AA047D" w:rsidRDefault="0053644C">
            <w:pPr>
              <w:pStyle w:val="Funotentext"/>
              <w:spacing w:after="0" w:line="320" w:lineRule="exact"/>
              <w:jc w:val="right"/>
            </w:pPr>
            <w:r>
              <w:t>5.</w:t>
            </w:r>
          </w:p>
        </w:tc>
        <w:tc>
          <w:tcPr>
            <w:tcW w:w="9456" w:type="dxa"/>
            <w:gridSpan w:val="9"/>
            <w:vAlign w:val="center"/>
          </w:tcPr>
          <w:p w14:paraId="7B80EC56" w14:textId="77777777" w:rsidR="00AA047D" w:rsidRDefault="0053644C">
            <w:pPr>
              <w:pStyle w:val="Funotentext"/>
              <w:spacing w:after="0" w:line="320" w:lineRule="exact"/>
              <w:jc w:val="both"/>
            </w:pPr>
            <w:r>
              <w:t>ggf. Formblatt „Wiederholte Verwendung von Primaten“</w:t>
            </w:r>
          </w:p>
        </w:tc>
      </w:tr>
      <w:tr w:rsidR="00AA047D" w14:paraId="2B3902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28"/>
        </w:trPr>
        <w:tc>
          <w:tcPr>
            <w:tcW w:w="496" w:type="dxa"/>
          </w:tcPr>
          <w:p w14:paraId="06A3DF0B" w14:textId="77777777" w:rsidR="00AA047D" w:rsidRDefault="0053644C">
            <w:pPr>
              <w:pStyle w:val="Funotentext"/>
              <w:spacing w:after="0" w:line="320" w:lineRule="exact"/>
              <w:jc w:val="right"/>
            </w:pPr>
            <w:r>
              <w:t>6.</w:t>
            </w:r>
          </w:p>
        </w:tc>
        <w:tc>
          <w:tcPr>
            <w:tcW w:w="9456" w:type="dxa"/>
            <w:gridSpan w:val="9"/>
            <w:vAlign w:val="center"/>
          </w:tcPr>
          <w:p w14:paraId="57B059D9" w14:textId="77777777" w:rsidR="00AA047D" w:rsidRDefault="0053644C">
            <w:pPr>
              <w:pStyle w:val="Funotentext"/>
              <w:spacing w:after="0" w:line="320" w:lineRule="exact"/>
              <w:jc w:val="both"/>
            </w:pPr>
            <w:r>
              <w:t xml:space="preserve">Belastungstabelle </w:t>
            </w:r>
            <w:r>
              <w:rPr>
                <w:sz w:val="16"/>
              </w:rPr>
              <w:t>(s. Punkt 1.2.9)</w:t>
            </w:r>
          </w:p>
          <w:p w14:paraId="2373C428" w14:textId="77777777" w:rsidR="00AA047D" w:rsidRDefault="0053644C">
            <w:pPr>
              <w:spacing w:after="0" w:line="320" w:lineRule="exact"/>
            </w:pPr>
            <w:r>
              <w:rPr>
                <w:rStyle w:val="Ausfllhilfe"/>
              </w:rPr>
              <w:t>Die Beifügung einer Belastungstabelle ist nicht erforderlich</w:t>
            </w:r>
            <w:r>
              <w:t>.</w:t>
            </w:r>
          </w:p>
        </w:tc>
      </w:tr>
      <w:tr w:rsidR="00AA047D" w14:paraId="3CCD47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0"/>
        </w:trPr>
        <w:tc>
          <w:tcPr>
            <w:tcW w:w="496" w:type="dxa"/>
          </w:tcPr>
          <w:p w14:paraId="45299ADE" w14:textId="77777777" w:rsidR="00AA047D" w:rsidRDefault="0053644C">
            <w:pPr>
              <w:pStyle w:val="Funotentext"/>
              <w:spacing w:after="0" w:line="320" w:lineRule="exact"/>
              <w:jc w:val="right"/>
            </w:pPr>
            <w:r>
              <w:t>7.</w:t>
            </w:r>
          </w:p>
        </w:tc>
        <w:tc>
          <w:tcPr>
            <w:tcW w:w="9456" w:type="dxa"/>
            <w:gridSpan w:val="9"/>
            <w:vAlign w:val="center"/>
          </w:tcPr>
          <w:p w14:paraId="68270A91" w14:textId="77777777" w:rsidR="00AA047D" w:rsidRDefault="0053644C">
            <w:pPr>
              <w:pStyle w:val="Funotentext"/>
              <w:spacing w:after="0" w:line="320" w:lineRule="exact"/>
              <w:jc w:val="both"/>
            </w:pPr>
            <w:r>
              <w:t xml:space="preserve">Score Sheet </w:t>
            </w:r>
            <w:r>
              <w:rPr>
                <w:sz w:val="16"/>
              </w:rPr>
              <w:t>(s. Punkt 1.2.10)</w:t>
            </w:r>
          </w:p>
        </w:tc>
      </w:tr>
      <w:tr w:rsidR="00AA047D" w14:paraId="5A5899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29"/>
        </w:trPr>
        <w:tc>
          <w:tcPr>
            <w:tcW w:w="496" w:type="dxa"/>
          </w:tcPr>
          <w:p w14:paraId="2A351AA8" w14:textId="77777777" w:rsidR="00AA047D" w:rsidRDefault="0053644C">
            <w:pPr>
              <w:pStyle w:val="Funotentext"/>
              <w:spacing w:after="0" w:line="320" w:lineRule="exact"/>
              <w:jc w:val="right"/>
            </w:pPr>
            <w:r>
              <w:t>8.</w:t>
            </w:r>
          </w:p>
        </w:tc>
        <w:tc>
          <w:tcPr>
            <w:tcW w:w="9456" w:type="dxa"/>
            <w:gridSpan w:val="9"/>
            <w:vAlign w:val="center"/>
          </w:tcPr>
          <w:p w14:paraId="524C7606" w14:textId="77777777" w:rsidR="00AA047D" w:rsidRDefault="0053644C">
            <w:pPr>
              <w:pStyle w:val="Funotentext"/>
              <w:spacing w:after="0" w:line="320" w:lineRule="exact"/>
              <w:jc w:val="both"/>
            </w:pPr>
            <w:r>
              <w:t xml:space="preserve">Aufzeichnungsmuster nach § 9 Abs. 5 TierSchG </w:t>
            </w:r>
            <w:r>
              <w:rPr>
                <w:sz w:val="16"/>
              </w:rPr>
              <w:t>(s. Punkt 1.2.11)</w:t>
            </w:r>
          </w:p>
        </w:tc>
      </w:tr>
      <w:tr w:rsidR="00AA047D" w14:paraId="0CE4BD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35"/>
        </w:trPr>
        <w:tc>
          <w:tcPr>
            <w:tcW w:w="496" w:type="dxa"/>
          </w:tcPr>
          <w:p w14:paraId="14095F1F" w14:textId="77777777" w:rsidR="00AA047D" w:rsidRDefault="0053644C">
            <w:pPr>
              <w:pStyle w:val="Funotentext"/>
              <w:spacing w:after="0" w:line="320" w:lineRule="exact"/>
              <w:jc w:val="right"/>
            </w:pPr>
            <w:r>
              <w:t>9.</w:t>
            </w:r>
          </w:p>
        </w:tc>
        <w:tc>
          <w:tcPr>
            <w:tcW w:w="9456" w:type="dxa"/>
            <w:gridSpan w:val="9"/>
            <w:vAlign w:val="center"/>
          </w:tcPr>
          <w:p w14:paraId="4692E840" w14:textId="77777777" w:rsidR="00AA047D" w:rsidRDefault="0053644C">
            <w:pPr>
              <w:pStyle w:val="Funotentext"/>
              <w:spacing w:after="0" w:line="320" w:lineRule="exact"/>
              <w:jc w:val="both"/>
            </w:pPr>
            <w:r>
              <w:t>ggf. Personenbögen</w:t>
            </w:r>
          </w:p>
        </w:tc>
      </w:tr>
      <w:tr w:rsidR="00AA047D" w14:paraId="35AF3D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25"/>
        </w:trPr>
        <w:tc>
          <w:tcPr>
            <w:tcW w:w="496" w:type="dxa"/>
          </w:tcPr>
          <w:p w14:paraId="3E4FB102" w14:textId="77777777" w:rsidR="00AA047D" w:rsidRDefault="0053644C">
            <w:pPr>
              <w:pStyle w:val="Funotentext"/>
              <w:spacing w:after="0" w:line="320" w:lineRule="exact"/>
              <w:jc w:val="right"/>
            </w:pPr>
            <w:r>
              <w:t>10.</w:t>
            </w:r>
          </w:p>
        </w:tc>
        <w:tc>
          <w:tcPr>
            <w:tcW w:w="9456" w:type="dxa"/>
            <w:gridSpan w:val="9"/>
            <w:vAlign w:val="center"/>
          </w:tcPr>
          <w:p w14:paraId="12468028" w14:textId="77777777" w:rsidR="00AA047D" w:rsidRDefault="0053644C">
            <w:pPr>
              <w:pStyle w:val="Funotentext"/>
              <w:spacing w:after="0" w:line="320" w:lineRule="exact"/>
              <w:jc w:val="both"/>
            </w:pPr>
            <w:r>
              <w:t>ggf. Formblätter „Angaben zur Biometrischen Planung“</w:t>
            </w:r>
          </w:p>
        </w:tc>
      </w:tr>
      <w:tr w:rsidR="00AA047D" w14:paraId="0E901B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30"/>
        </w:trPr>
        <w:tc>
          <w:tcPr>
            <w:tcW w:w="496" w:type="dxa"/>
          </w:tcPr>
          <w:p w14:paraId="1EDBD45B" w14:textId="77777777" w:rsidR="00AA047D" w:rsidRDefault="0053644C">
            <w:pPr>
              <w:pStyle w:val="Funotentext"/>
              <w:spacing w:after="0" w:line="320" w:lineRule="exact"/>
              <w:jc w:val="right"/>
            </w:pPr>
            <w:r>
              <w:t>11.</w:t>
            </w:r>
          </w:p>
        </w:tc>
        <w:tc>
          <w:tcPr>
            <w:tcW w:w="2416" w:type="dxa"/>
            <w:gridSpan w:val="3"/>
            <w:vAlign w:val="center"/>
          </w:tcPr>
          <w:p w14:paraId="726E677F" w14:textId="77777777" w:rsidR="00AA047D" w:rsidRDefault="0053644C">
            <w:pPr>
              <w:pStyle w:val="Funotentext"/>
              <w:spacing w:after="0" w:line="320" w:lineRule="exact"/>
              <w:rPr>
                <w:sz w:val="16"/>
              </w:rPr>
            </w:pPr>
            <w:r>
              <w:t>Statistisches Gutachten</w:t>
            </w:r>
          </w:p>
        </w:tc>
        <w:tc>
          <w:tcPr>
            <w:tcW w:w="1722" w:type="dxa"/>
            <w:gridSpan w:val="2"/>
            <w:vAlign w:val="center"/>
          </w:tcPr>
          <w:p w14:paraId="10855512" w14:textId="77777777" w:rsidR="00AA047D" w:rsidRDefault="0053644C">
            <w:pPr>
              <w:pStyle w:val="Funotentext"/>
              <w:spacing w:after="0" w:line="320" w:lineRule="exact"/>
            </w:pPr>
            <w:r>
              <w:fldChar w:fldCharType="begin">
                <w:ffData>
                  <w:name w:val="Kontrollkästchen30"/>
                  <w:enabled/>
                  <w:calcOnExit w:val="0"/>
                  <w:checkBox>
                    <w:sizeAuto/>
                    <w:default w:val="0"/>
                  </w:checkBox>
                </w:ffData>
              </w:fldChar>
            </w:r>
            <w:bookmarkStart w:id="3" w:name="Kontrollkästchen30"/>
            <w:r>
              <w:instrText xml:space="preserve"> FORMCHECKBOX </w:instrText>
            </w:r>
            <w:r>
              <w:fldChar w:fldCharType="separate"/>
            </w:r>
            <w:r>
              <w:fldChar w:fldCharType="end"/>
            </w:r>
            <w:bookmarkEnd w:id="3"/>
            <w:r>
              <w:t xml:space="preserve"> vorhanden</w:t>
            </w:r>
          </w:p>
        </w:tc>
        <w:tc>
          <w:tcPr>
            <w:tcW w:w="5318" w:type="dxa"/>
            <w:gridSpan w:val="4"/>
            <w:vAlign w:val="center"/>
          </w:tcPr>
          <w:p w14:paraId="661D5699" w14:textId="77777777" w:rsidR="00AA047D" w:rsidRDefault="0053644C">
            <w:pPr>
              <w:pStyle w:val="Funotentext"/>
              <w:spacing w:after="0" w:line="320" w:lineRule="exact"/>
            </w:pPr>
            <w:r>
              <w:fldChar w:fldCharType="begin">
                <w:ffData>
                  <w:name w:val="Kontrollkästchen31"/>
                  <w:enabled/>
                  <w:calcOnExit w:val="0"/>
                  <w:checkBox>
                    <w:sizeAuto/>
                    <w:default w:val="0"/>
                  </w:checkBox>
                </w:ffData>
              </w:fldChar>
            </w:r>
            <w:bookmarkStart w:id="4" w:name="Kontrollkästchen31"/>
            <w:r>
              <w:instrText xml:space="preserve"> FORMCHECKBOX </w:instrText>
            </w:r>
            <w:r>
              <w:fldChar w:fldCharType="separate"/>
            </w:r>
            <w:r>
              <w:fldChar w:fldCharType="end"/>
            </w:r>
            <w:bookmarkEnd w:id="4"/>
            <w:r>
              <w:t xml:space="preserve"> nicht vorhanden</w:t>
            </w:r>
          </w:p>
        </w:tc>
      </w:tr>
      <w:tr w:rsidR="00AA047D" w14:paraId="026C00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22"/>
        </w:trPr>
        <w:tc>
          <w:tcPr>
            <w:tcW w:w="496" w:type="dxa"/>
          </w:tcPr>
          <w:p w14:paraId="49714C46" w14:textId="77777777" w:rsidR="00AA047D" w:rsidRDefault="0053644C">
            <w:pPr>
              <w:pStyle w:val="Funotentext"/>
              <w:spacing w:after="0" w:line="320" w:lineRule="exact"/>
              <w:jc w:val="right"/>
            </w:pPr>
            <w:r>
              <w:t>12.</w:t>
            </w:r>
          </w:p>
        </w:tc>
        <w:tc>
          <w:tcPr>
            <w:tcW w:w="9456" w:type="dxa"/>
            <w:gridSpan w:val="9"/>
            <w:vAlign w:val="center"/>
          </w:tcPr>
          <w:p w14:paraId="1A87E8DB" w14:textId="77777777" w:rsidR="00AA047D" w:rsidRDefault="0053644C">
            <w:pPr>
              <w:pStyle w:val="Funotentext"/>
              <w:spacing w:after="0" w:line="320" w:lineRule="exact"/>
            </w:pPr>
            <w:r>
              <w:t>Sonstige: (bspw. Medikationsliste, etc.)</w:t>
            </w:r>
          </w:p>
          <w:p w14:paraId="6AFCE1B6" w14:textId="77777777" w:rsidR="00AA047D" w:rsidRDefault="00AA047D">
            <w:pPr>
              <w:pStyle w:val="Funotentext"/>
              <w:spacing w:after="0" w:line="320" w:lineRule="exact"/>
            </w:pPr>
          </w:p>
        </w:tc>
      </w:tr>
      <w:tr w:rsidR="00AA047D" w14:paraId="2ECB6E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045257EB" w14:textId="77777777" w:rsidR="00AA047D" w:rsidRDefault="0053644C">
            <w:pPr>
              <w:pStyle w:val="Funotentext"/>
              <w:spacing w:after="0" w:line="320" w:lineRule="exact"/>
            </w:pPr>
            <w:r>
              <w:rPr>
                <w:sz w:val="22"/>
              </w:rPr>
              <w:br w:type="page"/>
            </w:r>
          </w:p>
        </w:tc>
        <w:tc>
          <w:tcPr>
            <w:tcW w:w="9456" w:type="dxa"/>
            <w:gridSpan w:val="9"/>
            <w:vAlign w:val="center"/>
          </w:tcPr>
          <w:p w14:paraId="66037C7B" w14:textId="77777777" w:rsidR="00AA047D" w:rsidRDefault="00AA047D">
            <w:pPr>
              <w:pStyle w:val="Funotentext"/>
              <w:spacing w:after="0" w:line="320" w:lineRule="exact"/>
              <w:ind w:left="1068"/>
              <w:jc w:val="both"/>
            </w:pPr>
          </w:p>
        </w:tc>
      </w:tr>
      <w:tr w:rsidR="00AA047D" w14:paraId="352DB7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6" w:type="dxa"/>
          <w:cantSplit/>
          <w:trHeight w:val="397"/>
        </w:trPr>
        <w:tc>
          <w:tcPr>
            <w:tcW w:w="9456" w:type="dxa"/>
            <w:gridSpan w:val="9"/>
          </w:tcPr>
          <w:p w14:paraId="4D614134" w14:textId="77777777" w:rsidR="00AA047D" w:rsidRDefault="0053644C">
            <w:pPr>
              <w:spacing w:after="0" w:line="320" w:lineRule="exact"/>
              <w:rPr>
                <w:rStyle w:val="Ausfllhilfe"/>
              </w:rPr>
            </w:pPr>
            <w:r>
              <w:rPr>
                <w:rStyle w:val="Ausfllhilfe"/>
              </w:rPr>
              <w:lastRenderedPageBreak/>
              <w:t>Auf Vollständigkeit achten!!!  Fehlende Unterlagen werden nachgefordert. Der Antrag gilt als unvollständig bis alle gemäß § 31 der TierSchVersV erforderlichen Angaben vorliegen.</w:t>
            </w:r>
          </w:p>
          <w:p w14:paraId="270F52BD" w14:textId="77777777" w:rsidR="00AA047D" w:rsidRDefault="0053644C">
            <w:pPr>
              <w:spacing w:after="0" w:line="320" w:lineRule="exact"/>
              <w:rPr>
                <w:rStyle w:val="Ausfllhilfe"/>
              </w:rPr>
            </w:pPr>
            <w:r>
              <w:rPr>
                <w:rStyle w:val="Ausfllhilfe"/>
              </w:rPr>
              <w:t>Dem Antrag ist gemäß § 31 Abs. 2 TierSchVersV eine Projektzusammenfassung (NTP</w:t>
            </w:r>
            <w:r>
              <w:rPr>
                <w:rStyle w:val="Ausfllhilfe"/>
              </w:rPr>
              <w:t>) beizufügen. Diese muss die folgenden Angaben gemäß § 41 Abs. 1 TierSchVersV enthalten:</w:t>
            </w:r>
          </w:p>
          <w:p w14:paraId="11E5F740" w14:textId="77777777" w:rsidR="00AA047D" w:rsidRDefault="0053644C">
            <w:pPr>
              <w:spacing w:after="0" w:line="320" w:lineRule="exact"/>
              <w:rPr>
                <w:rStyle w:val="Ausfllhilfe"/>
              </w:rPr>
            </w:pPr>
            <w:r>
              <w:rPr>
                <w:rStyle w:val="Ausfllhilfe"/>
              </w:rPr>
              <w:t>•</w:t>
            </w:r>
            <w:r>
              <w:rPr>
                <w:rStyle w:val="Ausfllhilfe"/>
              </w:rPr>
              <w:tab/>
              <w:t>den Versuchszweck,</w:t>
            </w:r>
          </w:p>
          <w:p w14:paraId="3E4B1CE1" w14:textId="77777777" w:rsidR="00AA047D" w:rsidRDefault="0053644C">
            <w:pPr>
              <w:spacing w:after="0" w:line="320" w:lineRule="exact"/>
              <w:rPr>
                <w:rStyle w:val="Ausfllhilfe"/>
              </w:rPr>
            </w:pPr>
            <w:r>
              <w:rPr>
                <w:rStyle w:val="Ausfllhilfe"/>
              </w:rPr>
              <w:t>•</w:t>
            </w:r>
            <w:r>
              <w:rPr>
                <w:rStyle w:val="Ausfllhilfe"/>
              </w:rPr>
              <w:tab/>
              <w:t>den zu erwartende Nutzen,</w:t>
            </w:r>
          </w:p>
          <w:p w14:paraId="629FBA47" w14:textId="77777777" w:rsidR="00AA047D" w:rsidRDefault="0053644C">
            <w:pPr>
              <w:spacing w:after="0" w:line="320" w:lineRule="exact"/>
              <w:rPr>
                <w:rStyle w:val="Ausfllhilfe"/>
              </w:rPr>
            </w:pPr>
            <w:r>
              <w:rPr>
                <w:rStyle w:val="Ausfllhilfe"/>
              </w:rPr>
              <w:t>•</w:t>
            </w:r>
            <w:r>
              <w:rPr>
                <w:rStyle w:val="Ausfllhilfe"/>
              </w:rPr>
              <w:tab/>
              <w:t>die zu erwartenden Schmerzen, Leiden und Schäden,</w:t>
            </w:r>
          </w:p>
          <w:p w14:paraId="24BA2E21" w14:textId="77777777" w:rsidR="00AA047D" w:rsidRDefault="0053644C">
            <w:pPr>
              <w:spacing w:after="0" w:line="320" w:lineRule="exact"/>
              <w:rPr>
                <w:rStyle w:val="Ausfllhilfe"/>
              </w:rPr>
            </w:pPr>
            <w:r>
              <w:rPr>
                <w:rStyle w:val="Ausfllhilfe"/>
              </w:rPr>
              <w:t>•</w:t>
            </w:r>
            <w:r>
              <w:rPr>
                <w:rStyle w:val="Ausfllhilfe"/>
              </w:rPr>
              <w:tab/>
              <w:t>die Tierarten und Tierzahlen sowie die Erfüllung der Anforderung</w:t>
            </w:r>
            <w:r>
              <w:rPr>
                <w:rStyle w:val="Ausfllhilfe"/>
              </w:rPr>
              <w:t xml:space="preserve">en des § 7 Abs. 1 Satz 2 und 3 des TierSchG </w:t>
            </w:r>
            <w:r>
              <w:rPr>
                <w:rStyle w:val="Ausfllhilfe"/>
              </w:rPr>
              <w:tab/>
              <w:t>(unerlässliches Maß, inklusive der Verbesserung der Methoden, die in Tierversuchen angewendet werden, Unerlässlichkeit der Belastung, Verbesserung der Zucht und Pflege) und des § 7a Abs. 2 Nr. 1 (wissenschaftlic</w:t>
            </w:r>
            <w:r>
              <w:rPr>
                <w:rStyle w:val="Ausfllhilfe"/>
              </w:rPr>
              <w:t>her Erkenntnisstand), Nr. 2 (Alternativmethoden), Nr. 4 (Unerlässlichkeit der Belastung) und Nr. 5 (sinnesphysiologische Entwicklungsstufe) des Tierschutzgesetzes.</w:t>
            </w:r>
          </w:p>
          <w:p w14:paraId="158876E4" w14:textId="77777777" w:rsidR="00AA047D" w:rsidRDefault="0053644C">
            <w:pPr>
              <w:spacing w:after="0" w:line="320" w:lineRule="exact"/>
              <w:rPr>
                <w:rStyle w:val="Ausfllhilfe"/>
              </w:rPr>
            </w:pPr>
            <w:r>
              <w:rPr>
                <w:rStyle w:val="Ausfllhilfe"/>
              </w:rPr>
              <w:t>Nach Erhalt des Genehmigungsbescheides ist von der antragstellenden Person zu prüfen, ob die</w:t>
            </w:r>
            <w:r>
              <w:rPr>
                <w:rStyle w:val="Ausfllhilfe"/>
              </w:rPr>
              <w:t xml:space="preserve"> NTP im Sinne der Genehmigung ggf. zu korrigieren ist. Die Richtigkeit der NTP ist dem LANUV mitzuteilen, damit diese vom LANUV freigeschaltet werden kann. </w:t>
            </w:r>
          </w:p>
          <w:p w14:paraId="2F45C692" w14:textId="77777777" w:rsidR="00AA047D" w:rsidRDefault="0053644C">
            <w:pPr>
              <w:spacing w:after="0" w:line="320" w:lineRule="exact"/>
              <w:rPr>
                <w:rStyle w:val="Ausfllhilfe"/>
              </w:rPr>
            </w:pPr>
            <w:r>
              <w:rPr>
                <w:rStyle w:val="Ausfllhilfe"/>
              </w:rPr>
              <w:t>Bei Zuchtrahmen- und Generierungsanträgen ist es notwendig, dem Grundantrag einen Einzelantrag (z.B</w:t>
            </w:r>
            <w:r>
              <w:rPr>
                <w:rStyle w:val="Ausfllhilfe"/>
              </w:rPr>
              <w:t>. für die Zucht einer phänotypisch belasteten Tierlinie) beizufügen. Für die Zucht bzw. bei der Generierung jeder weiteren Linie gelten die im Folgenden aufgeführten Bedingungen gleichlautend.</w:t>
            </w:r>
          </w:p>
          <w:p w14:paraId="22DF9C4B" w14:textId="77777777" w:rsidR="00AA047D" w:rsidRDefault="0053644C">
            <w:pPr>
              <w:spacing w:after="0" w:line="320" w:lineRule="exact"/>
              <w:rPr>
                <w:rStyle w:val="Ausfllhilfe"/>
              </w:rPr>
            </w:pPr>
            <w:r>
              <w:rPr>
                <w:rStyle w:val="Ausfllhilfe"/>
              </w:rPr>
              <w:t>Folgende Vorgaben sind zu beachten:</w:t>
            </w:r>
          </w:p>
          <w:p w14:paraId="777BA722" w14:textId="77777777" w:rsidR="00AA047D" w:rsidRDefault="0053644C">
            <w:pPr>
              <w:pStyle w:val="Listenabsatz"/>
              <w:numPr>
                <w:ilvl w:val="0"/>
                <w:numId w:val="7"/>
              </w:numPr>
              <w:spacing w:after="0" w:line="320" w:lineRule="exact"/>
              <w:rPr>
                <w:rStyle w:val="Ausfllhilfe"/>
              </w:rPr>
            </w:pPr>
            <w:r>
              <w:rPr>
                <w:rStyle w:val="Ausfllhilfe"/>
              </w:rPr>
              <w:t>Die beabsichtigte Zucht/ Ge</w:t>
            </w:r>
            <w:r>
              <w:rPr>
                <w:rStyle w:val="Ausfllhilfe"/>
              </w:rPr>
              <w:t>nerierung jeder Linie ist dem LANUV über einen Einzelantrag zum Grundantrag unter Angabe folgender Parameter einzureichen:</w:t>
            </w:r>
          </w:p>
          <w:p w14:paraId="5DC7C4E7" w14:textId="77777777" w:rsidR="00AA047D" w:rsidRDefault="0053644C">
            <w:pPr>
              <w:pStyle w:val="Listenabsatz"/>
              <w:numPr>
                <w:ilvl w:val="1"/>
                <w:numId w:val="7"/>
              </w:numPr>
              <w:spacing w:after="0" w:line="320" w:lineRule="exact"/>
              <w:ind w:left="1200" w:hanging="425"/>
              <w:rPr>
                <w:rStyle w:val="Ausfllhilfe"/>
              </w:rPr>
            </w:pPr>
            <w:r>
              <w:rPr>
                <w:rStyle w:val="Ausfllhilfe"/>
              </w:rPr>
              <w:t>Bezeichnung der Linie einschließlich der internen Kurzbezeichnung (die einzelnen Linien/ Einzelanträge sind hierbei mit einer fortlau</w:t>
            </w:r>
            <w:r>
              <w:rPr>
                <w:rStyle w:val="Ausfllhilfe"/>
              </w:rPr>
              <w:t>fenden Nummer zu versehen).</w:t>
            </w:r>
          </w:p>
          <w:p w14:paraId="53D9AE01" w14:textId="77777777" w:rsidR="00AA047D" w:rsidRDefault="0053644C">
            <w:pPr>
              <w:pStyle w:val="Listenabsatz"/>
              <w:numPr>
                <w:ilvl w:val="1"/>
                <w:numId w:val="7"/>
              </w:numPr>
              <w:spacing w:after="0" w:line="320" w:lineRule="exact"/>
              <w:ind w:left="1200" w:hanging="425"/>
              <w:rPr>
                <w:rStyle w:val="Ausfllhilfe"/>
              </w:rPr>
            </w:pPr>
            <w:r>
              <w:rPr>
                <w:rStyle w:val="Ausfllhilfe"/>
              </w:rPr>
              <w:t>Angabe des Zwecks des Versuchsvorhabens und wissenschaftlich begründete Darlegung, dass dieser einem in § 7a Abs. 1 TierSchG genannten Zwecke zuzuordnen ist.</w:t>
            </w:r>
          </w:p>
          <w:p w14:paraId="60F53F44" w14:textId="77777777" w:rsidR="00AA047D" w:rsidRDefault="0053644C">
            <w:pPr>
              <w:pStyle w:val="Listenabsatz"/>
              <w:numPr>
                <w:ilvl w:val="1"/>
                <w:numId w:val="7"/>
              </w:numPr>
              <w:spacing w:after="0" w:line="320" w:lineRule="exact"/>
              <w:ind w:left="1200" w:hanging="425"/>
              <w:rPr>
                <w:rStyle w:val="Ausfllhilfe"/>
              </w:rPr>
            </w:pPr>
            <w:r>
              <w:rPr>
                <w:rStyle w:val="Ausfllhilfe"/>
              </w:rPr>
              <w:t>Wissenschaftlich begründete Darlegung der Unerlässlichkeit des Versuch</w:t>
            </w:r>
            <w:r>
              <w:rPr>
                <w:rStyle w:val="Ausfllhilfe"/>
              </w:rPr>
              <w:t xml:space="preserve">svorhabens und damit Angaben zum Zweck der Generierung der gentechnisch veränderten Mauslinie unter Berücksichtigung des jeweiligen Standes der wissenschaftlichen Erkenntnisse und unter Angabe von Literaturverweisen (§ 7a Abs. 2 Nr. 1 TierSchG </w:t>
            </w:r>
            <w:proofErr w:type="spellStart"/>
            <w:r>
              <w:rPr>
                <w:rStyle w:val="Ausfllhilfe"/>
              </w:rPr>
              <w:t>i.V.m</w:t>
            </w:r>
            <w:proofErr w:type="spellEnd"/>
            <w:r>
              <w:rPr>
                <w:rStyle w:val="Ausfllhilfe"/>
              </w:rPr>
              <w:t>. § 31 </w:t>
            </w:r>
            <w:r>
              <w:rPr>
                <w:rStyle w:val="Ausfllhilfe"/>
              </w:rPr>
              <w:t>TierSchVersV).</w:t>
            </w:r>
          </w:p>
          <w:p w14:paraId="3B890AEA" w14:textId="77777777" w:rsidR="00AA047D" w:rsidRDefault="0053644C">
            <w:pPr>
              <w:pStyle w:val="Listenabsatz"/>
              <w:numPr>
                <w:ilvl w:val="1"/>
                <w:numId w:val="7"/>
              </w:numPr>
              <w:spacing w:after="0" w:line="320" w:lineRule="exact"/>
              <w:ind w:left="1200" w:hanging="425"/>
              <w:rPr>
                <w:rStyle w:val="Ausfllhilfe"/>
              </w:rPr>
            </w:pPr>
            <w:r>
              <w:rPr>
                <w:rStyle w:val="Ausfllhilfe"/>
              </w:rPr>
              <w:t>Wissenschaftlich begründete Darlegung, dass der Versuchszweck nicht durch andere Methoden oder Verfahren als den Tierversuch erreicht werden kann (§ 7a Abs. 2 Nr. 2 TierSchG).</w:t>
            </w:r>
          </w:p>
          <w:p w14:paraId="13748C7A" w14:textId="77777777" w:rsidR="00AA047D" w:rsidRDefault="0053644C">
            <w:pPr>
              <w:pStyle w:val="Listenabsatz"/>
              <w:numPr>
                <w:ilvl w:val="1"/>
                <w:numId w:val="7"/>
              </w:numPr>
              <w:spacing w:after="0" w:line="320" w:lineRule="exact"/>
              <w:ind w:left="1200" w:hanging="425"/>
              <w:rPr>
                <w:rStyle w:val="Ausfllhilfe"/>
              </w:rPr>
            </w:pPr>
            <w:r>
              <w:rPr>
                <w:rStyle w:val="Ausfllhilfe"/>
              </w:rPr>
              <w:t>Ausschöpfung zugänglicher Informationsmöglichkeiten (§ 8 Abs. 1 S</w:t>
            </w:r>
            <w:r>
              <w:rPr>
                <w:rStyle w:val="Ausfllhilfe"/>
              </w:rPr>
              <w:t>atz 2 Nr. 1 b TierSchG).</w:t>
            </w:r>
          </w:p>
          <w:p w14:paraId="793DD326" w14:textId="77777777" w:rsidR="00AA047D" w:rsidRDefault="0053644C">
            <w:pPr>
              <w:pStyle w:val="Listenabsatz"/>
              <w:numPr>
                <w:ilvl w:val="1"/>
                <w:numId w:val="7"/>
              </w:numPr>
              <w:spacing w:after="0" w:line="320" w:lineRule="exact"/>
              <w:ind w:left="1200" w:hanging="425"/>
              <w:rPr>
                <w:rStyle w:val="Ausfllhilfe"/>
              </w:rPr>
            </w:pPr>
            <w:r>
              <w:rPr>
                <w:rStyle w:val="Ausfllhilfe"/>
              </w:rPr>
              <w:t>Wissenschaftlich begründete Darlegung, dass das angestrebte Versuchsergebnis noch nicht hinreichend bekannt ist.</w:t>
            </w:r>
          </w:p>
          <w:p w14:paraId="53DA46CC" w14:textId="77777777" w:rsidR="00AA047D" w:rsidRDefault="0053644C">
            <w:pPr>
              <w:pStyle w:val="Listenabsatz"/>
              <w:numPr>
                <w:ilvl w:val="1"/>
                <w:numId w:val="7"/>
              </w:numPr>
              <w:spacing w:after="0" w:line="320" w:lineRule="exact"/>
              <w:ind w:left="1200" w:hanging="425"/>
              <w:rPr>
                <w:rStyle w:val="Ausfllhilfe"/>
              </w:rPr>
            </w:pPr>
            <w:r>
              <w:rPr>
                <w:rStyle w:val="Ausfllhilfe"/>
              </w:rPr>
              <w:t>Beschreibung der Linie:</w:t>
            </w:r>
          </w:p>
          <w:p w14:paraId="77DAF2D2" w14:textId="77777777" w:rsidR="00AA047D" w:rsidRDefault="0053644C">
            <w:pPr>
              <w:pStyle w:val="Listenabsatz"/>
              <w:numPr>
                <w:ilvl w:val="2"/>
                <w:numId w:val="8"/>
              </w:numPr>
              <w:spacing w:after="0" w:line="320" w:lineRule="exact"/>
              <w:ind w:left="1625" w:hanging="283"/>
              <w:rPr>
                <w:rStyle w:val="Ausfllhilfe"/>
              </w:rPr>
            </w:pPr>
            <w:r>
              <w:rPr>
                <w:rStyle w:val="Ausfllhilfe"/>
              </w:rPr>
              <w:t>Angabe der Ausgangslinien,</w:t>
            </w:r>
          </w:p>
          <w:p w14:paraId="25A26604" w14:textId="77777777" w:rsidR="00AA047D" w:rsidRDefault="0053644C">
            <w:pPr>
              <w:pStyle w:val="Listenabsatz"/>
              <w:numPr>
                <w:ilvl w:val="2"/>
                <w:numId w:val="8"/>
              </w:numPr>
              <w:spacing w:after="0" w:line="320" w:lineRule="exact"/>
              <w:ind w:left="1625" w:hanging="283"/>
              <w:rPr>
                <w:rStyle w:val="Ausfllhilfe"/>
              </w:rPr>
            </w:pPr>
            <w:r>
              <w:rPr>
                <w:rStyle w:val="Ausfllhilfe"/>
              </w:rPr>
              <w:t xml:space="preserve">die jeweils für die einzelnen Schritte der Zucht/ </w:t>
            </w:r>
            <w:r>
              <w:rPr>
                <w:rStyle w:val="Ausfllhilfe"/>
              </w:rPr>
              <w:t>Generierung benötigte Tieranzahl,</w:t>
            </w:r>
          </w:p>
          <w:p w14:paraId="62306784" w14:textId="77777777" w:rsidR="00AA047D" w:rsidRDefault="0053644C">
            <w:pPr>
              <w:pStyle w:val="Listenabsatz"/>
              <w:numPr>
                <w:ilvl w:val="2"/>
                <w:numId w:val="8"/>
              </w:numPr>
              <w:spacing w:after="0" w:line="320" w:lineRule="exact"/>
              <w:ind w:left="1625" w:hanging="283"/>
              <w:rPr>
                <w:rStyle w:val="Ausfllhilfe"/>
              </w:rPr>
            </w:pPr>
            <w:r>
              <w:rPr>
                <w:rStyle w:val="Ausfllhilfe"/>
              </w:rPr>
              <w:t>die erwartete Belastung der Nachkommen (Phänotyp) bis einschließlich der Zucht/ Generation in der die potentielle Belastung maximal ausgeprägt wird,</w:t>
            </w:r>
          </w:p>
          <w:p w14:paraId="76001867" w14:textId="77777777" w:rsidR="00AA047D" w:rsidRDefault="0053644C">
            <w:pPr>
              <w:pStyle w:val="Listenabsatz"/>
              <w:numPr>
                <w:ilvl w:val="2"/>
                <w:numId w:val="8"/>
              </w:numPr>
              <w:spacing w:after="0" w:line="320" w:lineRule="exact"/>
              <w:ind w:left="1625" w:hanging="283"/>
              <w:rPr>
                <w:rStyle w:val="Ausfllhilfe"/>
              </w:rPr>
            </w:pPr>
            <w:r>
              <w:rPr>
                <w:rStyle w:val="Ausfllhilfe"/>
              </w:rPr>
              <w:t>bei konditionalen und induzierbaren Systemen ist darüber hinaus eine pros</w:t>
            </w:r>
            <w:r>
              <w:rPr>
                <w:rStyle w:val="Ausfllhilfe"/>
              </w:rPr>
              <w:t xml:space="preserve">pektive potentielle Belastungseinschätzung nach phänotypischer Ausprägung der genetischen Modifikation vorzunehmen, </w:t>
            </w:r>
          </w:p>
          <w:p w14:paraId="7CB5255E" w14:textId="77777777" w:rsidR="00AA047D" w:rsidRDefault="0053644C">
            <w:pPr>
              <w:pStyle w:val="Listenabsatz"/>
              <w:numPr>
                <w:ilvl w:val="2"/>
                <w:numId w:val="8"/>
              </w:numPr>
              <w:spacing w:after="0" w:line="320" w:lineRule="exact"/>
              <w:ind w:left="1625" w:hanging="283"/>
              <w:rPr>
                <w:rStyle w:val="Ausfllhilfe"/>
              </w:rPr>
            </w:pPr>
            <w:r>
              <w:rPr>
                <w:rStyle w:val="Ausfllhilfe"/>
              </w:rPr>
              <w:lastRenderedPageBreak/>
              <w:t xml:space="preserve">die geplante Verwendung der Nachkommen (ggf. unter Nennung eines Aktenzeichens) sowie </w:t>
            </w:r>
          </w:p>
          <w:p w14:paraId="4C679463" w14:textId="77777777" w:rsidR="00AA047D" w:rsidRDefault="0053644C">
            <w:pPr>
              <w:pStyle w:val="Listenabsatz"/>
              <w:numPr>
                <w:ilvl w:val="2"/>
                <w:numId w:val="8"/>
              </w:numPr>
              <w:spacing w:after="0" w:line="320" w:lineRule="exact"/>
              <w:ind w:left="1625" w:hanging="283"/>
              <w:rPr>
                <w:rStyle w:val="Ausfllhilfe"/>
              </w:rPr>
            </w:pPr>
            <w:r>
              <w:rPr>
                <w:rStyle w:val="Ausfllhilfe"/>
              </w:rPr>
              <w:t>Beginn und voraussichtliche Dauer des Einzelvorhaben</w:t>
            </w:r>
            <w:r>
              <w:rPr>
                <w:rStyle w:val="Ausfllhilfe"/>
              </w:rPr>
              <w:t>s.</w:t>
            </w:r>
          </w:p>
          <w:p w14:paraId="3CB482F1" w14:textId="77777777" w:rsidR="00AA047D" w:rsidRDefault="0053644C">
            <w:pPr>
              <w:pStyle w:val="Listenabsatz"/>
              <w:numPr>
                <w:ilvl w:val="0"/>
                <w:numId w:val="7"/>
              </w:numPr>
              <w:spacing w:after="0" w:line="320" w:lineRule="exact"/>
              <w:rPr>
                <w:rStyle w:val="Ausfllhilfe"/>
              </w:rPr>
            </w:pPr>
            <w:r>
              <w:rPr>
                <w:rStyle w:val="Ausfllhilfe"/>
              </w:rPr>
              <w:t>Mit der Generierung resp. Zucht resp. Analyse darf erst nach Erhalt der entsprechenden Teilgenehmigung begonnen werden.</w:t>
            </w:r>
          </w:p>
          <w:p w14:paraId="74101D62" w14:textId="77777777" w:rsidR="00AA047D" w:rsidRDefault="0053644C">
            <w:pPr>
              <w:pStyle w:val="Listenabsatz"/>
              <w:numPr>
                <w:ilvl w:val="0"/>
                <w:numId w:val="7"/>
              </w:numPr>
              <w:spacing w:after="0" w:line="320" w:lineRule="exact"/>
              <w:rPr>
                <w:rStyle w:val="Ausfllhilfe"/>
              </w:rPr>
            </w:pPr>
            <w:r>
              <w:rPr>
                <w:rStyle w:val="Ausfllhilfe"/>
              </w:rPr>
              <w:t xml:space="preserve">Nach der Generierung einer Linie ist dem LANUV in Abstimmung mit der/dem Tierschutzbeauftragten unverzüglich ein Bericht vorzulegen, </w:t>
            </w:r>
            <w:r>
              <w:rPr>
                <w:rStyle w:val="Ausfllhilfe"/>
              </w:rPr>
              <w:t>aus dem die Belastung der Nachkommen (Phänotyp) ersichtlich ist. Sofern bereits Founder oder junge Tiere der F1-Generation an die Abnehmer übergeben werden, ist sicherzustellen, dass auch für diese Tiere eine Rückmeldung bezüglich der Belastung erfolgt.</w:t>
            </w:r>
          </w:p>
          <w:p w14:paraId="29441D88" w14:textId="77777777" w:rsidR="00AA047D" w:rsidRDefault="0053644C">
            <w:pPr>
              <w:spacing w:after="0" w:line="320" w:lineRule="exact"/>
              <w:rPr>
                <w:rStyle w:val="Ausfllhilfe"/>
              </w:rPr>
            </w:pPr>
            <w:r>
              <w:rPr>
                <w:rStyle w:val="Ausfllhilfe"/>
              </w:rPr>
              <w:t>So</w:t>
            </w:r>
            <w:r>
              <w:rPr>
                <w:rStyle w:val="Ausfllhilfe"/>
              </w:rPr>
              <w:t>fern einzelne Linien bereits über einen vorangegangenen Zucht(rahmen)</w:t>
            </w:r>
            <w:proofErr w:type="spellStart"/>
            <w:r>
              <w:rPr>
                <w:rStyle w:val="Ausfllhilfe"/>
              </w:rPr>
              <w:t>antrag</w:t>
            </w:r>
            <w:proofErr w:type="spellEnd"/>
            <w:r>
              <w:rPr>
                <w:rStyle w:val="Ausfllhilfe"/>
              </w:rPr>
              <w:t xml:space="preserve"> gezüchtet worden sind, ist es hilfreich das entsprechende Aktenzeichen zu benennen.</w:t>
            </w:r>
          </w:p>
        </w:tc>
      </w:tr>
    </w:tbl>
    <w:p w14:paraId="35EB8C49" w14:textId="77777777" w:rsidR="00AA047D" w:rsidRDefault="0053644C">
      <w:pPr>
        <w:spacing w:after="0" w:line="320" w:lineRule="exact"/>
      </w:pPr>
      <w:r>
        <w:lastRenderedPageBreak/>
        <w:br w:type="page"/>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25"/>
        <w:gridCol w:w="2410"/>
        <w:gridCol w:w="6338"/>
      </w:tblGrid>
      <w:tr w:rsidR="00AA047D" w14:paraId="2A798924" w14:textId="77777777">
        <w:trPr>
          <w:cantSplit/>
          <w:trHeight w:hRule="exact" w:val="454"/>
        </w:trPr>
        <w:tc>
          <w:tcPr>
            <w:tcW w:w="779" w:type="dxa"/>
            <w:tcBorders>
              <w:bottom w:val="nil"/>
            </w:tcBorders>
            <w:vAlign w:val="bottom"/>
          </w:tcPr>
          <w:p w14:paraId="2871A7B6" w14:textId="77777777" w:rsidR="00AA047D" w:rsidRDefault="0053644C">
            <w:pPr>
              <w:pStyle w:val="Funotentext"/>
              <w:spacing w:after="0" w:line="320" w:lineRule="exact"/>
              <w:rPr>
                <w:b/>
                <w:sz w:val="24"/>
              </w:rPr>
            </w:pPr>
            <w:r>
              <w:lastRenderedPageBreak/>
              <w:br w:type="page"/>
            </w:r>
            <w:r>
              <w:rPr>
                <w:b/>
                <w:sz w:val="24"/>
              </w:rPr>
              <w:t>1.</w:t>
            </w:r>
          </w:p>
        </w:tc>
        <w:tc>
          <w:tcPr>
            <w:tcW w:w="9173" w:type="dxa"/>
            <w:gridSpan w:val="3"/>
            <w:vAlign w:val="bottom"/>
          </w:tcPr>
          <w:p w14:paraId="2B3BA6C4" w14:textId="77777777" w:rsidR="00AA047D" w:rsidRDefault="0053644C">
            <w:pPr>
              <w:pStyle w:val="Funotentext"/>
              <w:spacing w:after="0" w:line="320" w:lineRule="exact"/>
              <w:jc w:val="both"/>
              <w:rPr>
                <w:b/>
                <w:sz w:val="24"/>
              </w:rPr>
            </w:pPr>
            <w:r>
              <w:rPr>
                <w:b/>
                <w:sz w:val="24"/>
              </w:rPr>
              <w:t>Angaben zum Versuchsvorhaben</w:t>
            </w:r>
          </w:p>
        </w:tc>
      </w:tr>
      <w:tr w:rsidR="00AA047D" w14:paraId="5B588A02" w14:textId="77777777">
        <w:trPr>
          <w:cantSplit/>
          <w:trHeight w:hRule="exact" w:val="312"/>
        </w:trPr>
        <w:tc>
          <w:tcPr>
            <w:tcW w:w="779" w:type="dxa"/>
            <w:tcBorders>
              <w:top w:val="nil"/>
              <w:bottom w:val="nil"/>
            </w:tcBorders>
          </w:tcPr>
          <w:p w14:paraId="138EFF0D" w14:textId="77777777" w:rsidR="00AA047D" w:rsidRDefault="00AA047D">
            <w:pPr>
              <w:pStyle w:val="Funotentext"/>
              <w:spacing w:after="0" w:line="320" w:lineRule="exact"/>
              <w:rPr>
                <w:sz w:val="14"/>
              </w:rPr>
            </w:pPr>
          </w:p>
        </w:tc>
        <w:tc>
          <w:tcPr>
            <w:tcW w:w="2835" w:type="dxa"/>
            <w:gridSpan w:val="2"/>
            <w:tcBorders>
              <w:bottom w:val="nil"/>
            </w:tcBorders>
          </w:tcPr>
          <w:p w14:paraId="6FDB4872" w14:textId="77777777" w:rsidR="00AA047D" w:rsidRDefault="0053644C">
            <w:pPr>
              <w:pStyle w:val="Funotentext"/>
              <w:spacing w:after="0" w:line="320" w:lineRule="exact"/>
              <w:jc w:val="both"/>
              <w:rPr>
                <w:sz w:val="16"/>
                <w:szCs w:val="16"/>
              </w:rPr>
            </w:pPr>
            <w:r>
              <w:rPr>
                <w:sz w:val="16"/>
                <w:szCs w:val="16"/>
              </w:rPr>
              <w:t>Bezeichnung des Versuchsvorhabens</w:t>
            </w:r>
          </w:p>
        </w:tc>
        <w:tc>
          <w:tcPr>
            <w:tcW w:w="6338" w:type="dxa"/>
            <w:tcBorders>
              <w:bottom w:val="nil"/>
            </w:tcBorders>
          </w:tcPr>
          <w:p w14:paraId="4A773C7E" w14:textId="77777777" w:rsidR="00AA047D" w:rsidRDefault="0053644C">
            <w:pPr>
              <w:pStyle w:val="Funotentext"/>
              <w:spacing w:after="0" w:line="320" w:lineRule="exact"/>
              <w:jc w:val="both"/>
              <w:rPr>
                <w:b/>
                <w:i/>
                <w:color w:val="00B050"/>
              </w:rPr>
            </w:pPr>
            <w:r>
              <w:rPr>
                <w:rStyle w:val="Endnotenzeichen"/>
                <w:b/>
                <w:i/>
                <w:color w:val="00B050"/>
                <w:vertAlign w:val="baseline"/>
              </w:rPr>
              <w:endnoteReference w:id="2"/>
            </w:r>
            <w:r>
              <w:rPr>
                <w:b/>
                <w:i/>
                <w:color w:val="00B050"/>
              </w:rPr>
              <w:t>)</w:t>
            </w:r>
          </w:p>
        </w:tc>
      </w:tr>
      <w:tr w:rsidR="00AA047D" w14:paraId="54CB903B" w14:textId="77777777">
        <w:trPr>
          <w:trHeight w:val="454"/>
        </w:trPr>
        <w:tc>
          <w:tcPr>
            <w:tcW w:w="779" w:type="dxa"/>
            <w:tcBorders>
              <w:top w:val="nil"/>
              <w:bottom w:val="nil"/>
            </w:tcBorders>
          </w:tcPr>
          <w:p w14:paraId="6EB35F91" w14:textId="77777777" w:rsidR="00AA047D" w:rsidRDefault="00AA047D">
            <w:pPr>
              <w:pStyle w:val="Funotentext"/>
              <w:spacing w:after="0" w:line="320" w:lineRule="exact"/>
            </w:pPr>
          </w:p>
        </w:tc>
        <w:tc>
          <w:tcPr>
            <w:tcW w:w="9173" w:type="dxa"/>
            <w:gridSpan w:val="3"/>
            <w:tcBorders>
              <w:bottom w:val="single" w:sz="4" w:space="0" w:color="auto"/>
            </w:tcBorders>
          </w:tcPr>
          <w:p w14:paraId="72662CA4" w14:textId="77777777" w:rsidR="00AA047D" w:rsidRDefault="0053644C">
            <w:pPr>
              <w:spacing w:after="0" w:line="320" w:lineRule="exact"/>
              <w:rPr>
                <w:rStyle w:val="Ausfllhilfe"/>
              </w:rPr>
            </w:pPr>
            <w:r>
              <w:rPr>
                <w:rStyle w:val="Ausfllhilfe"/>
              </w:rPr>
              <w:t xml:space="preserve">Die </w:t>
            </w:r>
            <w:r>
              <w:rPr>
                <w:rStyle w:val="Ausfllhilfe"/>
              </w:rPr>
              <w:t>Bezeichnung des Vorhabens sollte möglichst knapp, prägnant und eindeutig formuliert sein.</w:t>
            </w:r>
          </w:p>
        </w:tc>
      </w:tr>
      <w:tr w:rsidR="00AA047D" w14:paraId="6A63959D" w14:textId="77777777">
        <w:trPr>
          <w:cantSplit/>
          <w:trHeight w:hRule="exact" w:val="312"/>
        </w:trPr>
        <w:tc>
          <w:tcPr>
            <w:tcW w:w="779" w:type="dxa"/>
            <w:tcBorders>
              <w:top w:val="nil"/>
              <w:bottom w:val="nil"/>
            </w:tcBorders>
          </w:tcPr>
          <w:p w14:paraId="2068FCA1" w14:textId="77777777" w:rsidR="00AA047D" w:rsidRDefault="00AA047D">
            <w:pPr>
              <w:pStyle w:val="Funotentext"/>
              <w:spacing w:after="0" w:line="320" w:lineRule="exact"/>
              <w:rPr>
                <w:sz w:val="16"/>
                <w:szCs w:val="16"/>
              </w:rPr>
            </w:pPr>
          </w:p>
        </w:tc>
        <w:tc>
          <w:tcPr>
            <w:tcW w:w="9173" w:type="dxa"/>
            <w:gridSpan w:val="3"/>
            <w:tcBorders>
              <w:bottom w:val="nil"/>
            </w:tcBorders>
            <w:shd w:val="clear" w:color="auto" w:fill="auto"/>
          </w:tcPr>
          <w:p w14:paraId="76B0741E" w14:textId="77777777" w:rsidR="00AA047D" w:rsidRDefault="0053644C">
            <w:pPr>
              <w:pStyle w:val="Funotentext"/>
              <w:spacing w:after="0" w:line="320" w:lineRule="exact"/>
              <w:jc w:val="both"/>
              <w:rPr>
                <w:color w:val="5F497A" w:themeColor="accent4" w:themeShade="BF"/>
                <w:sz w:val="16"/>
                <w:szCs w:val="16"/>
              </w:rPr>
            </w:pPr>
            <w:r>
              <w:rPr>
                <w:sz w:val="16"/>
                <w:szCs w:val="16"/>
              </w:rPr>
              <w:t>Kurzbezeichnung:</w:t>
            </w:r>
          </w:p>
        </w:tc>
      </w:tr>
      <w:tr w:rsidR="00AA047D" w14:paraId="0497C081" w14:textId="77777777">
        <w:trPr>
          <w:trHeight w:val="346"/>
        </w:trPr>
        <w:tc>
          <w:tcPr>
            <w:tcW w:w="779" w:type="dxa"/>
            <w:tcBorders>
              <w:top w:val="nil"/>
              <w:bottom w:val="nil"/>
            </w:tcBorders>
            <w:vAlign w:val="center"/>
          </w:tcPr>
          <w:p w14:paraId="096F8579" w14:textId="77777777" w:rsidR="00AA047D" w:rsidRDefault="00AA047D">
            <w:pPr>
              <w:pStyle w:val="Funotentext"/>
              <w:spacing w:after="0" w:line="320" w:lineRule="exact"/>
            </w:pPr>
          </w:p>
        </w:tc>
        <w:tc>
          <w:tcPr>
            <w:tcW w:w="9173" w:type="dxa"/>
            <w:gridSpan w:val="3"/>
            <w:tcBorders>
              <w:top w:val="nil"/>
            </w:tcBorders>
          </w:tcPr>
          <w:p w14:paraId="166039D8" w14:textId="77777777" w:rsidR="00AA047D" w:rsidRDefault="0053644C">
            <w:pPr>
              <w:spacing w:after="0" w:line="320" w:lineRule="exact"/>
              <w:rPr>
                <w:rStyle w:val="Ausfllhilfe"/>
              </w:rPr>
            </w:pPr>
            <w:r>
              <w:rPr>
                <w:rStyle w:val="Ausfllhilfe"/>
              </w:rPr>
              <w:t>stichwortartig</w:t>
            </w:r>
          </w:p>
        </w:tc>
      </w:tr>
      <w:tr w:rsidR="00AA047D" w14:paraId="36643CE4" w14:textId="77777777">
        <w:trPr>
          <w:trHeight w:hRule="exact" w:val="454"/>
        </w:trPr>
        <w:tc>
          <w:tcPr>
            <w:tcW w:w="779" w:type="dxa"/>
            <w:tcBorders>
              <w:top w:val="nil"/>
              <w:bottom w:val="nil"/>
            </w:tcBorders>
            <w:vAlign w:val="center"/>
          </w:tcPr>
          <w:p w14:paraId="4CC0CEB5" w14:textId="77777777" w:rsidR="00AA047D" w:rsidRDefault="00AA047D">
            <w:pPr>
              <w:pStyle w:val="Funotentext"/>
              <w:spacing w:after="0" w:line="320" w:lineRule="exact"/>
            </w:pPr>
          </w:p>
        </w:tc>
        <w:tc>
          <w:tcPr>
            <w:tcW w:w="9173" w:type="dxa"/>
            <w:gridSpan w:val="3"/>
            <w:vAlign w:val="center"/>
          </w:tcPr>
          <w:p w14:paraId="1BC6D84A" w14:textId="77777777" w:rsidR="00AA047D" w:rsidRDefault="0053644C">
            <w:pPr>
              <w:pStyle w:val="Funotentext"/>
              <w:spacing w:after="0" w:line="320" w:lineRule="exact"/>
              <w:jc w:val="both"/>
              <w:rPr>
                <w:b/>
              </w:rPr>
            </w:pPr>
            <w:r>
              <w:rPr>
                <w:b/>
              </w:rPr>
              <w:t>Rechtsgrundlage im Falle des vereinfachten Genehmigungsverfahrens:</w:t>
            </w:r>
          </w:p>
        </w:tc>
      </w:tr>
      <w:tr w:rsidR="00AA047D" w14:paraId="148415F3" w14:textId="77777777">
        <w:trPr>
          <w:cantSplit/>
          <w:trHeight w:val="397"/>
        </w:trPr>
        <w:tc>
          <w:tcPr>
            <w:tcW w:w="779" w:type="dxa"/>
            <w:tcBorders>
              <w:top w:val="nil"/>
              <w:bottom w:val="nil"/>
            </w:tcBorders>
          </w:tcPr>
          <w:p w14:paraId="3E80BE89" w14:textId="77777777" w:rsidR="00AA047D" w:rsidRDefault="00AA047D">
            <w:pPr>
              <w:pStyle w:val="Funotentext"/>
              <w:spacing w:after="0" w:line="320" w:lineRule="exact"/>
            </w:pPr>
          </w:p>
        </w:tc>
        <w:tc>
          <w:tcPr>
            <w:tcW w:w="425" w:type="dxa"/>
          </w:tcPr>
          <w:p w14:paraId="6C1A6116"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4B0B8898" w14:textId="77777777" w:rsidR="00AA047D" w:rsidRDefault="0053644C">
            <w:pPr>
              <w:pStyle w:val="Funotentext"/>
              <w:spacing w:after="0" w:line="320" w:lineRule="exact"/>
            </w:pPr>
            <w:r>
              <w:t>§ 8a Abs. 1 Nr. 1a TierSchG; rechtlich vorgeschrieben</w:t>
            </w:r>
          </w:p>
        </w:tc>
      </w:tr>
      <w:tr w:rsidR="00AA047D" w14:paraId="0535706A" w14:textId="77777777">
        <w:trPr>
          <w:cantSplit/>
          <w:trHeight w:val="397"/>
        </w:trPr>
        <w:tc>
          <w:tcPr>
            <w:tcW w:w="779" w:type="dxa"/>
            <w:tcBorders>
              <w:top w:val="nil"/>
              <w:bottom w:val="nil"/>
            </w:tcBorders>
          </w:tcPr>
          <w:p w14:paraId="2A4ABFE1" w14:textId="77777777" w:rsidR="00AA047D" w:rsidRDefault="00AA047D">
            <w:pPr>
              <w:pStyle w:val="Funotentext"/>
              <w:spacing w:after="0" w:line="320" w:lineRule="exact"/>
            </w:pPr>
          </w:p>
        </w:tc>
        <w:tc>
          <w:tcPr>
            <w:tcW w:w="425" w:type="dxa"/>
          </w:tcPr>
          <w:p w14:paraId="10AFE1D9"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467803C5" w14:textId="77777777" w:rsidR="00AA047D" w:rsidRDefault="0053644C">
            <w:pPr>
              <w:pStyle w:val="Funotentext"/>
              <w:spacing w:after="0" w:line="320" w:lineRule="exact"/>
              <w:rPr>
                <w:b/>
              </w:rPr>
            </w:pPr>
            <w:r>
              <w:t xml:space="preserve">§ 8a Abs. 1 Nr. 1b TierSchG; in allgemeiner Verwaltungsvorschrift vorgesehen </w:t>
            </w:r>
          </w:p>
        </w:tc>
      </w:tr>
      <w:tr w:rsidR="00AA047D" w14:paraId="125D63F5" w14:textId="77777777">
        <w:trPr>
          <w:cantSplit/>
          <w:trHeight w:val="397"/>
        </w:trPr>
        <w:tc>
          <w:tcPr>
            <w:tcW w:w="779" w:type="dxa"/>
            <w:tcBorders>
              <w:top w:val="nil"/>
              <w:bottom w:val="nil"/>
            </w:tcBorders>
          </w:tcPr>
          <w:p w14:paraId="6E264FCC" w14:textId="77777777" w:rsidR="00AA047D" w:rsidRDefault="00AA047D">
            <w:pPr>
              <w:pStyle w:val="Funotentext"/>
              <w:spacing w:after="0" w:line="320" w:lineRule="exact"/>
            </w:pPr>
          </w:p>
        </w:tc>
        <w:tc>
          <w:tcPr>
            <w:tcW w:w="425" w:type="dxa"/>
          </w:tcPr>
          <w:p w14:paraId="4ED03547"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2498BB7D" w14:textId="77777777" w:rsidR="00AA047D" w:rsidRDefault="0053644C">
            <w:pPr>
              <w:pStyle w:val="Funotentext"/>
              <w:spacing w:after="0" w:line="320" w:lineRule="exact"/>
            </w:pPr>
            <w:r>
              <w:t>§ 8a Abs. 1 Nr. 1</w:t>
            </w:r>
            <w:r>
              <w:t xml:space="preserve">c TierSchG; rechtlich behördlich oder gerichtlich angeordnet oder für behördliche Entscheidung gefordert </w:t>
            </w:r>
          </w:p>
        </w:tc>
      </w:tr>
      <w:tr w:rsidR="00AA047D" w14:paraId="3E186EE9" w14:textId="77777777">
        <w:trPr>
          <w:cantSplit/>
          <w:trHeight w:val="421"/>
        </w:trPr>
        <w:tc>
          <w:tcPr>
            <w:tcW w:w="779" w:type="dxa"/>
            <w:tcBorders>
              <w:top w:val="nil"/>
              <w:bottom w:val="nil"/>
            </w:tcBorders>
          </w:tcPr>
          <w:p w14:paraId="23D074AA" w14:textId="77777777" w:rsidR="00AA047D" w:rsidRDefault="00AA047D">
            <w:pPr>
              <w:pStyle w:val="Funotentext"/>
              <w:spacing w:after="0" w:line="320" w:lineRule="exact"/>
            </w:pPr>
          </w:p>
        </w:tc>
        <w:tc>
          <w:tcPr>
            <w:tcW w:w="425" w:type="dxa"/>
          </w:tcPr>
          <w:p w14:paraId="0F185C40"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3497C975" w14:textId="77777777" w:rsidR="00AA047D" w:rsidRDefault="0053644C">
            <w:pPr>
              <w:pStyle w:val="Funotentext"/>
              <w:spacing w:after="0" w:line="320" w:lineRule="exact"/>
              <w:rPr>
                <w:b/>
              </w:rPr>
            </w:pPr>
            <w:r>
              <w:t>§ 8a Abs. 1 Nr. 2a TierSchG; diagnostische Maßnahmen zur Er</w:t>
            </w:r>
            <w:r>
              <w:t xml:space="preserve">kennung von Krankheiten, Leiden, Körperschäden oder körperlichen Beschwerden bei Menschen oder Tieren </w:t>
            </w:r>
          </w:p>
        </w:tc>
      </w:tr>
      <w:tr w:rsidR="00AA047D" w14:paraId="184A0DE3" w14:textId="77777777">
        <w:trPr>
          <w:cantSplit/>
          <w:trHeight w:val="369"/>
        </w:trPr>
        <w:tc>
          <w:tcPr>
            <w:tcW w:w="779" w:type="dxa"/>
            <w:tcBorders>
              <w:top w:val="nil"/>
              <w:bottom w:val="nil"/>
            </w:tcBorders>
          </w:tcPr>
          <w:p w14:paraId="4A63BF94" w14:textId="77777777" w:rsidR="00AA047D" w:rsidRDefault="00AA047D">
            <w:pPr>
              <w:pStyle w:val="Funotentext"/>
              <w:spacing w:after="0" w:line="320" w:lineRule="exact"/>
            </w:pPr>
          </w:p>
        </w:tc>
        <w:tc>
          <w:tcPr>
            <w:tcW w:w="425" w:type="dxa"/>
          </w:tcPr>
          <w:p w14:paraId="6FB96FEC"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3807A4CD" w14:textId="77777777" w:rsidR="00AA047D" w:rsidRDefault="0053644C">
            <w:pPr>
              <w:pStyle w:val="Funotentext"/>
              <w:spacing w:after="0" w:line="320" w:lineRule="exact"/>
            </w:pPr>
            <w:r>
              <w:t>§ 8a Abs. 1 Nr. 2b TierSchG; diagnostische Maßnahmen zur Prüfung von Seren, Blutzubereitungen, Impfstoffen, Antigenen oder Testallergenen im Rahmen von Zulassungsverfahren oder Chargenp</w:t>
            </w:r>
            <w:r>
              <w:t xml:space="preserve">rüfungen </w:t>
            </w:r>
          </w:p>
        </w:tc>
      </w:tr>
      <w:tr w:rsidR="00AA047D" w14:paraId="64916375" w14:textId="77777777">
        <w:trPr>
          <w:cantSplit/>
          <w:trHeight w:val="504"/>
        </w:trPr>
        <w:tc>
          <w:tcPr>
            <w:tcW w:w="779" w:type="dxa"/>
            <w:tcBorders>
              <w:top w:val="nil"/>
              <w:bottom w:val="nil"/>
            </w:tcBorders>
            <w:vAlign w:val="center"/>
          </w:tcPr>
          <w:p w14:paraId="6C0386E4" w14:textId="77777777" w:rsidR="00AA047D" w:rsidRDefault="00AA047D">
            <w:pPr>
              <w:pStyle w:val="Funotentext"/>
              <w:spacing w:after="0" w:line="320" w:lineRule="exact"/>
            </w:pPr>
          </w:p>
        </w:tc>
        <w:tc>
          <w:tcPr>
            <w:tcW w:w="425" w:type="dxa"/>
            <w:vAlign w:val="center"/>
          </w:tcPr>
          <w:p w14:paraId="5E5AD954"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p w14:paraId="5E505922" w14:textId="77777777" w:rsidR="00AA047D" w:rsidRDefault="00AA047D">
            <w:pPr>
              <w:pStyle w:val="Funotentext"/>
              <w:spacing w:after="0" w:line="320" w:lineRule="exact"/>
            </w:pPr>
          </w:p>
        </w:tc>
        <w:tc>
          <w:tcPr>
            <w:tcW w:w="8748" w:type="dxa"/>
            <w:gridSpan w:val="2"/>
            <w:vAlign w:val="center"/>
          </w:tcPr>
          <w:p w14:paraId="4B786397" w14:textId="77777777" w:rsidR="00AA047D" w:rsidRDefault="0053644C">
            <w:pPr>
              <w:pStyle w:val="Funotentext"/>
              <w:spacing w:after="0" w:line="320" w:lineRule="exact"/>
            </w:pPr>
            <w:r>
              <w:t xml:space="preserve">§ 8a Abs. 1 Nr. 3a TierSchG; Eingriffe und Behandlungen nicht zu Versuchszwecken und zur Herstellung, Gewinnung, Aufbewahrung oder Vermehrung von Stoffen, Produkten oder Organismen </w:t>
            </w:r>
          </w:p>
        </w:tc>
      </w:tr>
      <w:tr w:rsidR="00AA047D" w14:paraId="04974693" w14:textId="77777777">
        <w:trPr>
          <w:cantSplit/>
          <w:trHeight w:val="397"/>
        </w:trPr>
        <w:tc>
          <w:tcPr>
            <w:tcW w:w="779" w:type="dxa"/>
            <w:tcBorders>
              <w:top w:val="nil"/>
              <w:bottom w:val="nil"/>
            </w:tcBorders>
            <w:vAlign w:val="center"/>
          </w:tcPr>
          <w:p w14:paraId="38A163E9" w14:textId="77777777" w:rsidR="00AA047D" w:rsidRDefault="00AA047D">
            <w:pPr>
              <w:pStyle w:val="Funotentext"/>
              <w:spacing w:after="0" w:line="320" w:lineRule="exact"/>
            </w:pPr>
          </w:p>
        </w:tc>
        <w:tc>
          <w:tcPr>
            <w:tcW w:w="425" w:type="dxa"/>
            <w:vAlign w:val="center"/>
          </w:tcPr>
          <w:p w14:paraId="2282A468" w14:textId="77777777" w:rsidR="00AA047D" w:rsidRDefault="0053644C">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c>
          <w:tcPr>
            <w:tcW w:w="8748" w:type="dxa"/>
            <w:gridSpan w:val="2"/>
            <w:vAlign w:val="center"/>
          </w:tcPr>
          <w:p w14:paraId="08E9FD8E" w14:textId="77777777" w:rsidR="00AA047D" w:rsidRDefault="0053644C">
            <w:pPr>
              <w:pStyle w:val="Funotentext"/>
              <w:spacing w:after="0" w:line="320" w:lineRule="exact"/>
            </w:pPr>
            <w:r>
              <w:t xml:space="preserve">§ 8a Abs. 1 Nr. 3b TierSchG; Organ-/Gewebsentnahmen nicht zu Versuchszwecken, zu wissenschaftlichen und diagnostischen Zwecken </w:t>
            </w:r>
          </w:p>
          <w:p w14:paraId="13B0E6E9" w14:textId="77777777" w:rsidR="00AA047D" w:rsidRDefault="0053644C">
            <w:pPr>
              <w:spacing w:after="0" w:line="320" w:lineRule="exact"/>
              <w:rPr>
                <w:rStyle w:val="Ausfllhilfe"/>
              </w:rPr>
            </w:pPr>
            <w:r>
              <w:rPr>
                <w:rStyle w:val="Ausfllhilfe"/>
              </w:rPr>
              <w:t>(z.B. Organ-/Gewebeentnahme zur Genotypisierung)</w:t>
            </w:r>
          </w:p>
        </w:tc>
      </w:tr>
      <w:tr w:rsidR="00AA047D" w14:paraId="6560E7C8" w14:textId="77777777">
        <w:trPr>
          <w:cantSplit/>
          <w:trHeight w:hRule="exact" w:val="704"/>
        </w:trPr>
        <w:tc>
          <w:tcPr>
            <w:tcW w:w="779" w:type="dxa"/>
            <w:tcBorders>
              <w:top w:val="nil"/>
              <w:bottom w:val="nil"/>
            </w:tcBorders>
            <w:vAlign w:val="bottom"/>
          </w:tcPr>
          <w:p w14:paraId="3A7B2548" w14:textId="77777777" w:rsidR="00AA047D" w:rsidRDefault="00AA047D">
            <w:pPr>
              <w:pStyle w:val="Funotentext"/>
              <w:spacing w:after="0" w:line="320" w:lineRule="exact"/>
            </w:pPr>
          </w:p>
        </w:tc>
        <w:tc>
          <w:tcPr>
            <w:tcW w:w="9173" w:type="dxa"/>
            <w:gridSpan w:val="3"/>
            <w:vAlign w:val="bottom"/>
          </w:tcPr>
          <w:p w14:paraId="2152179F" w14:textId="77777777" w:rsidR="00AA047D" w:rsidRDefault="0053644C">
            <w:pPr>
              <w:pStyle w:val="Funotentext"/>
              <w:spacing w:after="0" w:line="320" w:lineRule="exact"/>
              <w:jc w:val="both"/>
              <w:rPr>
                <w:b/>
              </w:rPr>
            </w:pPr>
            <w:r>
              <w:rPr>
                <w:b/>
              </w:rPr>
              <w:t xml:space="preserve">Im Falle von § 8a Abs. 1 Nr. 1 TierSchG: </w:t>
            </w:r>
            <w:r>
              <w:rPr>
                <w:b/>
              </w:rPr>
              <w:t>Rechtsgrundlage des vereinfachten Genehmigungsverfahrens unter Angabe der genauen Textstellen:</w:t>
            </w:r>
          </w:p>
        </w:tc>
      </w:tr>
      <w:tr w:rsidR="00AA047D" w14:paraId="4A277DCC" w14:textId="77777777">
        <w:trPr>
          <w:cantSplit/>
          <w:trHeight w:val="441"/>
        </w:trPr>
        <w:tc>
          <w:tcPr>
            <w:tcW w:w="779" w:type="dxa"/>
            <w:tcBorders>
              <w:top w:val="nil"/>
            </w:tcBorders>
          </w:tcPr>
          <w:p w14:paraId="51A8C643" w14:textId="77777777" w:rsidR="00AA047D" w:rsidRDefault="00AA047D">
            <w:pPr>
              <w:pStyle w:val="Funotentext"/>
              <w:spacing w:after="0" w:line="320" w:lineRule="exact"/>
            </w:pPr>
          </w:p>
        </w:tc>
        <w:tc>
          <w:tcPr>
            <w:tcW w:w="9173" w:type="dxa"/>
            <w:gridSpan w:val="3"/>
          </w:tcPr>
          <w:p w14:paraId="52CAD3AD" w14:textId="77777777" w:rsidR="00AA047D" w:rsidRDefault="00AA047D">
            <w:pPr>
              <w:pStyle w:val="Funotentext"/>
              <w:spacing w:after="0" w:line="320" w:lineRule="exact"/>
              <w:rPr>
                <w:b/>
              </w:rPr>
            </w:pPr>
          </w:p>
        </w:tc>
      </w:tr>
      <w:tr w:rsidR="00AA047D" w14:paraId="03CB3BA3" w14:textId="77777777">
        <w:trPr>
          <w:cantSplit/>
          <w:trHeight w:val="565"/>
        </w:trPr>
        <w:tc>
          <w:tcPr>
            <w:tcW w:w="779" w:type="dxa"/>
            <w:tcBorders>
              <w:bottom w:val="single" w:sz="4" w:space="0" w:color="auto"/>
            </w:tcBorders>
            <w:vAlign w:val="center"/>
          </w:tcPr>
          <w:p w14:paraId="6811CECD" w14:textId="77777777" w:rsidR="00AA047D" w:rsidRDefault="0053644C">
            <w:pPr>
              <w:pStyle w:val="Funotentext"/>
              <w:spacing w:after="0" w:line="320" w:lineRule="exact"/>
              <w:jc w:val="both"/>
              <w:rPr>
                <w:b/>
              </w:rPr>
            </w:pPr>
            <w:r>
              <w:rPr>
                <w:b/>
              </w:rPr>
              <w:t>1.1</w:t>
            </w:r>
          </w:p>
        </w:tc>
        <w:tc>
          <w:tcPr>
            <w:tcW w:w="9173" w:type="dxa"/>
            <w:gridSpan w:val="3"/>
            <w:vAlign w:val="center"/>
          </w:tcPr>
          <w:p w14:paraId="0E378A8F" w14:textId="77777777" w:rsidR="00AA047D" w:rsidRDefault="0053644C">
            <w:pPr>
              <w:pStyle w:val="Funotentext"/>
              <w:spacing w:after="0" w:line="320" w:lineRule="exact"/>
              <w:jc w:val="both"/>
              <w:rPr>
                <w:b/>
              </w:rPr>
            </w:pPr>
            <w:r>
              <w:rPr>
                <w:b/>
              </w:rPr>
              <w:t>Angaben zum wissenschaftlichen Hintergrund</w:t>
            </w:r>
          </w:p>
        </w:tc>
      </w:tr>
      <w:tr w:rsidR="00AA047D" w14:paraId="0DA91FA5" w14:textId="77777777">
        <w:trPr>
          <w:cantSplit/>
          <w:trHeight w:hRule="exact" w:val="606"/>
        </w:trPr>
        <w:tc>
          <w:tcPr>
            <w:tcW w:w="779" w:type="dxa"/>
            <w:tcBorders>
              <w:bottom w:val="nil"/>
            </w:tcBorders>
          </w:tcPr>
          <w:p w14:paraId="26BB8BB9" w14:textId="77777777" w:rsidR="00AA047D" w:rsidRDefault="0053644C">
            <w:pPr>
              <w:pStyle w:val="Funotentext"/>
              <w:spacing w:after="0" w:line="320" w:lineRule="exact"/>
              <w:jc w:val="both"/>
              <w:rPr>
                <w:b/>
              </w:rPr>
            </w:pPr>
            <w:r>
              <w:rPr>
                <w:b/>
              </w:rPr>
              <w:t>1.1.1</w:t>
            </w:r>
          </w:p>
        </w:tc>
        <w:tc>
          <w:tcPr>
            <w:tcW w:w="9173" w:type="dxa"/>
            <w:gridSpan w:val="3"/>
          </w:tcPr>
          <w:p w14:paraId="03EBF1D5" w14:textId="77777777" w:rsidR="00AA047D" w:rsidRDefault="0053644C">
            <w:pPr>
              <w:pStyle w:val="Funotentext"/>
              <w:spacing w:after="0" w:line="320" w:lineRule="exact"/>
              <w:jc w:val="both"/>
              <w:rPr>
                <w:b/>
              </w:rPr>
            </w:pPr>
            <w:r>
              <w:rPr>
                <w:b/>
              </w:rPr>
              <w:t xml:space="preserve">Angabe des Zwecks des Versuchsvorhabens und wissenschaftlich begründete Darlegung, </w:t>
            </w:r>
            <w:r>
              <w:rPr>
                <w:b/>
              </w:rPr>
              <w:t>dass dieses einem in § 7a Abs. 1 TierSchG genannten Zwecke zuzuordnen ist.</w:t>
            </w:r>
          </w:p>
        </w:tc>
      </w:tr>
      <w:tr w:rsidR="00AA047D" w14:paraId="14A81DD4" w14:textId="77777777">
        <w:trPr>
          <w:cantSplit/>
          <w:trHeight w:hRule="exact" w:val="400"/>
        </w:trPr>
        <w:tc>
          <w:tcPr>
            <w:tcW w:w="779" w:type="dxa"/>
            <w:tcBorders>
              <w:top w:val="nil"/>
              <w:bottom w:val="nil"/>
            </w:tcBorders>
            <w:vAlign w:val="center"/>
          </w:tcPr>
          <w:p w14:paraId="2C2FB750" w14:textId="77777777" w:rsidR="00AA047D" w:rsidRDefault="00AA047D">
            <w:pPr>
              <w:pStyle w:val="Funotentext"/>
              <w:spacing w:after="0" w:line="320" w:lineRule="exact"/>
              <w:jc w:val="both"/>
            </w:pPr>
          </w:p>
        </w:tc>
        <w:tc>
          <w:tcPr>
            <w:tcW w:w="9173" w:type="dxa"/>
            <w:gridSpan w:val="3"/>
            <w:vAlign w:val="center"/>
          </w:tcPr>
          <w:p w14:paraId="3D983EA5" w14:textId="77777777" w:rsidR="00AA047D" w:rsidRDefault="0053644C">
            <w:pPr>
              <w:pStyle w:val="Funotentext"/>
              <w:spacing w:after="0" w:line="320" w:lineRule="exact"/>
              <w:jc w:val="both"/>
            </w:pPr>
            <w:r>
              <w:t>Die Untersuchungen sind unerlässlich zum/ zur:</w:t>
            </w:r>
          </w:p>
        </w:tc>
      </w:tr>
      <w:tr w:rsidR="00AA047D" w14:paraId="62DE40E7" w14:textId="77777777">
        <w:trPr>
          <w:cantSplit/>
          <w:trHeight w:val="351"/>
        </w:trPr>
        <w:tc>
          <w:tcPr>
            <w:tcW w:w="779" w:type="dxa"/>
            <w:tcBorders>
              <w:top w:val="nil"/>
              <w:bottom w:val="nil"/>
            </w:tcBorders>
            <w:vAlign w:val="center"/>
          </w:tcPr>
          <w:p w14:paraId="108D1859" w14:textId="77777777" w:rsidR="00AA047D" w:rsidRDefault="00AA047D">
            <w:pPr>
              <w:pStyle w:val="Funotentext"/>
              <w:spacing w:after="0" w:line="320" w:lineRule="exact"/>
              <w:jc w:val="both"/>
            </w:pPr>
          </w:p>
        </w:tc>
        <w:tc>
          <w:tcPr>
            <w:tcW w:w="425" w:type="dxa"/>
            <w:vAlign w:val="center"/>
          </w:tcPr>
          <w:p w14:paraId="0FEBC901"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bookmarkStart w:id="5" w:name="Kontrollkästchen2"/>
            <w:r>
              <w:instrText xml:space="preserve"> FORMCHECKBOX </w:instrText>
            </w:r>
            <w:r>
              <w:fldChar w:fldCharType="separate"/>
            </w:r>
            <w:r>
              <w:fldChar w:fldCharType="end"/>
            </w:r>
            <w:bookmarkEnd w:id="5"/>
          </w:p>
        </w:tc>
        <w:tc>
          <w:tcPr>
            <w:tcW w:w="8748" w:type="dxa"/>
            <w:gridSpan w:val="2"/>
            <w:vAlign w:val="center"/>
          </w:tcPr>
          <w:p w14:paraId="638AE774" w14:textId="77777777" w:rsidR="00AA047D" w:rsidRDefault="0053644C">
            <w:pPr>
              <w:pStyle w:val="Funotentext"/>
              <w:spacing w:after="0" w:line="320" w:lineRule="exact"/>
              <w:jc w:val="both"/>
            </w:pPr>
            <w:r>
              <w:t>Grundlagenforschung</w:t>
            </w:r>
          </w:p>
        </w:tc>
      </w:tr>
      <w:tr w:rsidR="00AA047D" w14:paraId="1D76D882" w14:textId="77777777">
        <w:trPr>
          <w:cantSplit/>
          <w:trHeight w:hRule="exact" w:val="1011"/>
        </w:trPr>
        <w:tc>
          <w:tcPr>
            <w:tcW w:w="779" w:type="dxa"/>
            <w:tcBorders>
              <w:top w:val="nil"/>
              <w:bottom w:val="nil"/>
            </w:tcBorders>
          </w:tcPr>
          <w:p w14:paraId="036CD01D" w14:textId="77777777" w:rsidR="00AA047D" w:rsidRDefault="00AA047D">
            <w:pPr>
              <w:pStyle w:val="Funotentext"/>
              <w:spacing w:after="0" w:line="320" w:lineRule="exact"/>
              <w:jc w:val="both"/>
            </w:pPr>
          </w:p>
        </w:tc>
        <w:tc>
          <w:tcPr>
            <w:tcW w:w="425" w:type="dxa"/>
          </w:tcPr>
          <w:p w14:paraId="0078951F"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2CFD7CA9" w14:textId="77777777" w:rsidR="00AA047D" w:rsidRDefault="0053644C">
            <w:pPr>
              <w:pStyle w:val="Funotentext"/>
              <w:spacing w:after="0" w:line="320" w:lineRule="exact"/>
              <w:jc w:val="both"/>
            </w:pPr>
            <w:r>
              <w:t>Vorbeugen, Erkennen oder Behandeln von Krankheiten, Leiden, Körperschäden oder körperlichen Beschwerden</w:t>
            </w:r>
          </w:p>
          <w:p w14:paraId="13A4344B" w14:textId="77777777" w:rsidR="00AA047D" w:rsidRDefault="0053644C">
            <w:pPr>
              <w:spacing w:after="0" w:line="320" w:lineRule="exact"/>
              <w:rPr>
                <w:rStyle w:val="Ausfllhilfe"/>
              </w:rPr>
            </w:pPr>
            <w:r>
              <w:rPr>
                <w:rStyle w:val="Ausfllhilfe"/>
              </w:rPr>
              <w:t>(entspricht in der NTP der „Translationalen und angewandten Forschung“)</w:t>
            </w:r>
          </w:p>
        </w:tc>
      </w:tr>
      <w:tr w:rsidR="00AA047D" w14:paraId="184A54CE" w14:textId="77777777">
        <w:trPr>
          <w:cantSplit/>
          <w:trHeight w:val="365"/>
        </w:trPr>
        <w:tc>
          <w:tcPr>
            <w:tcW w:w="779" w:type="dxa"/>
            <w:tcBorders>
              <w:top w:val="nil"/>
              <w:bottom w:val="nil"/>
            </w:tcBorders>
            <w:vAlign w:val="center"/>
          </w:tcPr>
          <w:p w14:paraId="735CB858" w14:textId="77777777" w:rsidR="00AA047D" w:rsidRDefault="00AA047D">
            <w:pPr>
              <w:pStyle w:val="Funotentext"/>
              <w:spacing w:after="0" w:line="320" w:lineRule="exact"/>
              <w:jc w:val="both"/>
            </w:pPr>
          </w:p>
        </w:tc>
        <w:tc>
          <w:tcPr>
            <w:tcW w:w="425" w:type="dxa"/>
            <w:vAlign w:val="center"/>
          </w:tcPr>
          <w:p w14:paraId="47190A9B"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vAlign w:val="center"/>
          </w:tcPr>
          <w:p w14:paraId="26B8BD7E" w14:textId="77777777" w:rsidR="00AA047D" w:rsidRDefault="0053644C">
            <w:pPr>
              <w:pStyle w:val="Funotentext"/>
              <w:spacing w:after="0" w:line="320" w:lineRule="exact"/>
              <w:jc w:val="both"/>
            </w:pPr>
            <w:r>
              <w:t>Erkennen oder Beeinflussen physiologischer Zustände oder Funktionen bei Mensch und Tier.</w:t>
            </w:r>
          </w:p>
        </w:tc>
      </w:tr>
      <w:tr w:rsidR="00AA047D" w14:paraId="071FDAC3" w14:textId="77777777">
        <w:trPr>
          <w:cantSplit/>
          <w:trHeight w:val="519"/>
        </w:trPr>
        <w:tc>
          <w:tcPr>
            <w:tcW w:w="779" w:type="dxa"/>
            <w:tcBorders>
              <w:top w:val="nil"/>
              <w:bottom w:val="nil"/>
            </w:tcBorders>
          </w:tcPr>
          <w:p w14:paraId="76A427FE" w14:textId="77777777" w:rsidR="00AA047D" w:rsidRDefault="00AA047D">
            <w:pPr>
              <w:pStyle w:val="Funotentext"/>
              <w:spacing w:after="0" w:line="320" w:lineRule="exact"/>
              <w:jc w:val="both"/>
            </w:pPr>
          </w:p>
        </w:tc>
        <w:tc>
          <w:tcPr>
            <w:tcW w:w="425" w:type="dxa"/>
          </w:tcPr>
          <w:p w14:paraId="129F2E37"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7FBCC007" w14:textId="77777777" w:rsidR="00AA047D" w:rsidRDefault="0053644C">
            <w:pPr>
              <w:pStyle w:val="Funotentext"/>
              <w:spacing w:after="0" w:line="320" w:lineRule="exact"/>
              <w:jc w:val="both"/>
            </w:pPr>
            <w:r>
              <w:t>Förderung des Wohlergehens von Tieren oder Verbesserung der Haltungsbedingungen von Landwirtschaftlichen Nutztieren</w:t>
            </w:r>
          </w:p>
        </w:tc>
      </w:tr>
      <w:tr w:rsidR="00AA047D" w14:paraId="7A2701DA" w14:textId="77777777">
        <w:trPr>
          <w:cantSplit/>
          <w:trHeight w:hRule="exact" w:val="400"/>
        </w:trPr>
        <w:tc>
          <w:tcPr>
            <w:tcW w:w="779" w:type="dxa"/>
            <w:tcBorders>
              <w:top w:val="nil"/>
              <w:bottom w:val="nil"/>
            </w:tcBorders>
            <w:vAlign w:val="center"/>
          </w:tcPr>
          <w:p w14:paraId="6C181506" w14:textId="77777777" w:rsidR="00AA047D" w:rsidRDefault="00AA047D">
            <w:pPr>
              <w:pStyle w:val="Funotentext"/>
              <w:spacing w:after="0" w:line="320" w:lineRule="exact"/>
              <w:jc w:val="both"/>
            </w:pPr>
          </w:p>
        </w:tc>
        <w:tc>
          <w:tcPr>
            <w:tcW w:w="425" w:type="dxa"/>
            <w:vAlign w:val="center"/>
          </w:tcPr>
          <w:p w14:paraId="72EB6B22" w14:textId="77777777" w:rsidR="00AA047D" w:rsidRDefault="0053644C">
            <w:pPr>
              <w:pStyle w:val="Funotentext"/>
              <w:spacing w:after="0" w:line="320" w:lineRule="exact"/>
              <w:jc w:val="both"/>
            </w:pPr>
            <w:r>
              <w:fldChar w:fldCharType="begin">
                <w:ffData>
                  <w:name w:val="Kontrollkästchen3"/>
                  <w:enabled/>
                  <w:calcOnExit w:val="0"/>
                  <w:checkBox>
                    <w:sizeAuto/>
                    <w:default w:val="0"/>
                  </w:checkBox>
                </w:ffData>
              </w:fldChar>
            </w:r>
            <w:bookmarkStart w:id="6" w:name="Kontrollkästchen3"/>
            <w:r>
              <w:instrText xml:space="preserve"> FORMCHECKBOX </w:instrText>
            </w:r>
            <w:r>
              <w:fldChar w:fldCharType="separate"/>
            </w:r>
            <w:r>
              <w:fldChar w:fldCharType="end"/>
            </w:r>
            <w:bookmarkEnd w:id="6"/>
          </w:p>
        </w:tc>
        <w:tc>
          <w:tcPr>
            <w:tcW w:w="8748" w:type="dxa"/>
            <w:gridSpan w:val="2"/>
            <w:vAlign w:val="center"/>
          </w:tcPr>
          <w:p w14:paraId="4C79DD2E" w14:textId="77777777" w:rsidR="00AA047D" w:rsidRDefault="0053644C">
            <w:pPr>
              <w:pStyle w:val="Funotentext"/>
              <w:spacing w:after="0" w:line="320" w:lineRule="exact"/>
              <w:jc w:val="both"/>
            </w:pPr>
            <w:r>
              <w:t>Erkennung von Umweltgefährdungen</w:t>
            </w:r>
          </w:p>
        </w:tc>
      </w:tr>
      <w:tr w:rsidR="00AA047D" w14:paraId="6328178C" w14:textId="77777777">
        <w:trPr>
          <w:cantSplit/>
          <w:trHeight w:val="490"/>
        </w:trPr>
        <w:tc>
          <w:tcPr>
            <w:tcW w:w="779" w:type="dxa"/>
            <w:tcBorders>
              <w:top w:val="nil"/>
              <w:bottom w:val="nil"/>
            </w:tcBorders>
          </w:tcPr>
          <w:p w14:paraId="457F07B9" w14:textId="77777777" w:rsidR="00AA047D" w:rsidRDefault="00AA047D">
            <w:pPr>
              <w:pStyle w:val="Funotentext"/>
              <w:spacing w:after="0" w:line="320" w:lineRule="exact"/>
              <w:jc w:val="both"/>
            </w:pPr>
          </w:p>
        </w:tc>
        <w:tc>
          <w:tcPr>
            <w:tcW w:w="425" w:type="dxa"/>
          </w:tcPr>
          <w:p w14:paraId="3558240B"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tcPr>
          <w:p w14:paraId="116B79B0" w14:textId="77777777" w:rsidR="00AA047D" w:rsidRDefault="0053644C">
            <w:pPr>
              <w:pStyle w:val="Funotentext"/>
              <w:spacing w:after="0" w:line="320" w:lineRule="exact"/>
              <w:jc w:val="both"/>
            </w:pPr>
            <w:r>
              <w:t xml:space="preserve">Entwicklung und Herstellung sowie Prüfung von Arzneimitteln, Lebensmitteln, Futtermitteln oder anderen Stoffen oder Produkten </w:t>
            </w:r>
          </w:p>
        </w:tc>
      </w:tr>
      <w:tr w:rsidR="00AA047D" w14:paraId="1C8FC3C7" w14:textId="77777777">
        <w:trPr>
          <w:cantSplit/>
          <w:trHeight w:hRule="exact" w:val="397"/>
        </w:trPr>
        <w:tc>
          <w:tcPr>
            <w:tcW w:w="779" w:type="dxa"/>
            <w:tcBorders>
              <w:top w:val="nil"/>
              <w:bottom w:val="nil"/>
            </w:tcBorders>
            <w:vAlign w:val="center"/>
          </w:tcPr>
          <w:p w14:paraId="141C420F" w14:textId="77777777" w:rsidR="00AA047D" w:rsidRDefault="00AA047D">
            <w:pPr>
              <w:pStyle w:val="Funotentext"/>
              <w:spacing w:after="0" w:line="320" w:lineRule="exact"/>
              <w:jc w:val="both"/>
            </w:pPr>
          </w:p>
        </w:tc>
        <w:tc>
          <w:tcPr>
            <w:tcW w:w="425" w:type="dxa"/>
            <w:vAlign w:val="center"/>
          </w:tcPr>
          <w:p w14:paraId="1B1EF804"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vAlign w:val="center"/>
          </w:tcPr>
          <w:p w14:paraId="0E1D7EA2" w14:textId="77777777" w:rsidR="00AA047D" w:rsidRDefault="0053644C">
            <w:pPr>
              <w:pStyle w:val="Funotentext"/>
              <w:spacing w:after="0" w:line="320" w:lineRule="exact"/>
            </w:pPr>
            <w:r>
              <w:t>Prüfung von Stoffen oder Produkten auf ihre Wirksamkeit gegen Schädlinge</w:t>
            </w:r>
          </w:p>
        </w:tc>
      </w:tr>
      <w:tr w:rsidR="00AA047D" w14:paraId="0D78D241" w14:textId="77777777">
        <w:trPr>
          <w:cantSplit/>
          <w:trHeight w:hRule="exact" w:val="397"/>
        </w:trPr>
        <w:tc>
          <w:tcPr>
            <w:tcW w:w="779" w:type="dxa"/>
            <w:tcBorders>
              <w:top w:val="nil"/>
              <w:bottom w:val="nil"/>
            </w:tcBorders>
            <w:vAlign w:val="center"/>
          </w:tcPr>
          <w:p w14:paraId="5256623D" w14:textId="77777777" w:rsidR="00AA047D" w:rsidRDefault="00AA047D">
            <w:pPr>
              <w:pStyle w:val="Funotentext"/>
              <w:spacing w:after="0" w:line="320" w:lineRule="exact"/>
              <w:jc w:val="both"/>
            </w:pPr>
          </w:p>
        </w:tc>
        <w:tc>
          <w:tcPr>
            <w:tcW w:w="425" w:type="dxa"/>
            <w:vAlign w:val="center"/>
          </w:tcPr>
          <w:p w14:paraId="570399CC"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vAlign w:val="center"/>
          </w:tcPr>
          <w:p w14:paraId="40300691" w14:textId="77777777" w:rsidR="00AA047D" w:rsidRDefault="0053644C">
            <w:pPr>
              <w:pStyle w:val="Funotentext"/>
              <w:spacing w:after="0" w:line="320" w:lineRule="exact"/>
            </w:pPr>
            <w:r>
              <w:t>Artenschutz</w:t>
            </w:r>
          </w:p>
        </w:tc>
      </w:tr>
      <w:tr w:rsidR="00AA047D" w14:paraId="18A1C3D3" w14:textId="77777777">
        <w:trPr>
          <w:cantSplit/>
          <w:trHeight w:hRule="exact" w:val="397"/>
        </w:trPr>
        <w:tc>
          <w:tcPr>
            <w:tcW w:w="779" w:type="dxa"/>
            <w:tcBorders>
              <w:top w:val="nil"/>
              <w:bottom w:val="nil"/>
            </w:tcBorders>
            <w:vAlign w:val="center"/>
          </w:tcPr>
          <w:p w14:paraId="6F26B877" w14:textId="77777777" w:rsidR="00AA047D" w:rsidRDefault="00AA047D">
            <w:pPr>
              <w:pStyle w:val="Funotentext"/>
              <w:spacing w:after="0" w:line="320" w:lineRule="exact"/>
              <w:jc w:val="both"/>
            </w:pPr>
          </w:p>
        </w:tc>
        <w:tc>
          <w:tcPr>
            <w:tcW w:w="425" w:type="dxa"/>
            <w:vAlign w:val="center"/>
          </w:tcPr>
          <w:p w14:paraId="3B7F978E" w14:textId="77777777" w:rsidR="00AA047D" w:rsidRDefault="0053644C">
            <w:pPr>
              <w:pStyle w:val="Funotentext"/>
              <w:spacing w:after="0" w:line="320" w:lineRule="exact"/>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p>
        </w:tc>
        <w:tc>
          <w:tcPr>
            <w:tcW w:w="8748" w:type="dxa"/>
            <w:gridSpan w:val="2"/>
            <w:vAlign w:val="center"/>
          </w:tcPr>
          <w:p w14:paraId="28E5F2D6" w14:textId="77777777" w:rsidR="00AA047D" w:rsidRDefault="0053644C">
            <w:pPr>
              <w:pStyle w:val="Funotentext"/>
              <w:spacing w:after="0" w:line="320" w:lineRule="exact"/>
            </w:pPr>
            <w:r>
              <w:t>Aus-, Fort- oder Weiterbildung</w:t>
            </w:r>
          </w:p>
        </w:tc>
      </w:tr>
      <w:tr w:rsidR="00AA047D" w14:paraId="7DA22B1E" w14:textId="77777777">
        <w:trPr>
          <w:cantSplit/>
          <w:trHeight w:hRule="exact" w:val="721"/>
        </w:trPr>
        <w:tc>
          <w:tcPr>
            <w:tcW w:w="779" w:type="dxa"/>
            <w:tcBorders>
              <w:top w:val="nil"/>
            </w:tcBorders>
            <w:vAlign w:val="center"/>
          </w:tcPr>
          <w:p w14:paraId="10E24574" w14:textId="77777777" w:rsidR="00AA047D" w:rsidRDefault="00AA047D">
            <w:pPr>
              <w:pStyle w:val="Funotentext"/>
              <w:spacing w:after="0" w:line="320" w:lineRule="exact"/>
              <w:jc w:val="both"/>
            </w:pPr>
          </w:p>
        </w:tc>
        <w:tc>
          <w:tcPr>
            <w:tcW w:w="425" w:type="dxa"/>
            <w:vAlign w:val="center"/>
          </w:tcPr>
          <w:p w14:paraId="538F37C6" w14:textId="77777777" w:rsidR="00AA047D" w:rsidRDefault="0053644C">
            <w:pPr>
              <w:pStyle w:val="Funotentext"/>
              <w:spacing w:after="0" w:line="320" w:lineRule="exact"/>
              <w:jc w:val="both"/>
            </w:pPr>
            <w:r>
              <w:fldChar w:fldCharType="begin">
                <w:ffData>
                  <w:name w:val="Kontrollkästchen4"/>
                  <w:enabled/>
                  <w:calcOnExit w:val="0"/>
                  <w:checkBox>
                    <w:sizeAuto/>
                    <w:default w:val="0"/>
                  </w:checkBox>
                </w:ffData>
              </w:fldChar>
            </w:r>
            <w:bookmarkStart w:id="7" w:name="Kontrollkästchen4"/>
            <w:r>
              <w:instrText xml:space="preserve"> FORMCHECKBOX </w:instrText>
            </w:r>
            <w:r>
              <w:fldChar w:fldCharType="separate"/>
            </w:r>
            <w:r>
              <w:fldChar w:fldCharType="end"/>
            </w:r>
            <w:bookmarkEnd w:id="7"/>
          </w:p>
        </w:tc>
        <w:tc>
          <w:tcPr>
            <w:tcW w:w="8748" w:type="dxa"/>
            <w:gridSpan w:val="2"/>
            <w:vAlign w:val="center"/>
          </w:tcPr>
          <w:p w14:paraId="385B8F75" w14:textId="77777777" w:rsidR="00AA047D" w:rsidRDefault="0053644C">
            <w:pPr>
              <w:pStyle w:val="Funotentext"/>
              <w:spacing w:after="0" w:line="320" w:lineRule="exact"/>
              <w:jc w:val="both"/>
            </w:pPr>
            <w:r>
              <w:t>Gerichtsmedizinische Untersuchungen</w:t>
            </w:r>
          </w:p>
          <w:p w14:paraId="2B9B3DE4" w14:textId="77777777" w:rsidR="00AA047D" w:rsidRDefault="0053644C">
            <w:pPr>
              <w:spacing w:after="0" w:line="320" w:lineRule="exact"/>
              <w:rPr>
                <w:rStyle w:val="Ausfllhilfe"/>
              </w:rPr>
            </w:pPr>
            <w:r>
              <w:rPr>
                <w:rStyle w:val="Ausfllhilfe"/>
              </w:rPr>
              <w:t>(in der Regel richterlich angeordnet)</w:t>
            </w:r>
          </w:p>
        </w:tc>
      </w:tr>
    </w:tbl>
    <w:p w14:paraId="515D0F30" w14:textId="77777777" w:rsidR="00AA047D" w:rsidRDefault="0053644C">
      <w:pPr>
        <w:spacing w:after="0" w:line="320" w:lineRule="exact"/>
      </w:pPr>
      <w:r>
        <w:br w:type="page"/>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314"/>
        <w:gridCol w:w="101"/>
        <w:gridCol w:w="10"/>
        <w:gridCol w:w="369"/>
        <w:gridCol w:w="48"/>
        <w:gridCol w:w="148"/>
        <w:gridCol w:w="846"/>
        <w:gridCol w:w="149"/>
        <w:gridCol w:w="1475"/>
        <w:gridCol w:w="1118"/>
        <w:gridCol w:w="2039"/>
        <w:gridCol w:w="2539"/>
        <w:gridCol w:w="11"/>
        <w:gridCol w:w="7"/>
      </w:tblGrid>
      <w:tr w:rsidR="00AA047D" w14:paraId="239EC9E9" w14:textId="77777777">
        <w:trPr>
          <w:cantSplit/>
          <w:trHeight w:hRule="exact" w:val="312"/>
        </w:trPr>
        <w:tc>
          <w:tcPr>
            <w:tcW w:w="778" w:type="dxa"/>
            <w:tcBorders>
              <w:bottom w:val="nil"/>
            </w:tcBorders>
          </w:tcPr>
          <w:p w14:paraId="7A1C96DA"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35D4110C" w14:textId="77777777" w:rsidR="00AA047D" w:rsidRDefault="0053644C">
            <w:pPr>
              <w:pStyle w:val="Funotentext"/>
              <w:spacing w:after="0" w:line="320" w:lineRule="exact"/>
              <w:jc w:val="both"/>
              <w:rPr>
                <w:b/>
                <w:sz w:val="16"/>
                <w:szCs w:val="16"/>
              </w:rPr>
            </w:pPr>
            <w:r>
              <w:rPr>
                <w:b/>
                <w:sz w:val="16"/>
                <w:szCs w:val="16"/>
              </w:rPr>
              <w:t>Erläuterungen:</w:t>
            </w:r>
          </w:p>
        </w:tc>
      </w:tr>
      <w:tr w:rsidR="00AA047D" w14:paraId="7B595A73" w14:textId="77777777">
        <w:trPr>
          <w:cantSplit/>
          <w:trHeight w:hRule="exact" w:val="684"/>
        </w:trPr>
        <w:tc>
          <w:tcPr>
            <w:tcW w:w="778" w:type="dxa"/>
            <w:tcBorders>
              <w:top w:val="nil"/>
              <w:bottom w:val="single" w:sz="4" w:space="0" w:color="auto"/>
            </w:tcBorders>
          </w:tcPr>
          <w:p w14:paraId="1DB4AD3D" w14:textId="77777777" w:rsidR="00AA047D" w:rsidRDefault="00AA047D">
            <w:pPr>
              <w:pStyle w:val="Funotentext"/>
              <w:spacing w:after="0" w:line="320" w:lineRule="exact"/>
              <w:jc w:val="both"/>
              <w:rPr>
                <w:sz w:val="16"/>
                <w:szCs w:val="16"/>
              </w:rPr>
            </w:pPr>
          </w:p>
        </w:tc>
        <w:tc>
          <w:tcPr>
            <w:tcW w:w="9174" w:type="dxa"/>
            <w:gridSpan w:val="14"/>
            <w:tcBorders>
              <w:top w:val="nil"/>
            </w:tcBorders>
          </w:tcPr>
          <w:p w14:paraId="3766BC7A" w14:textId="77777777" w:rsidR="00AA047D" w:rsidRDefault="0053644C">
            <w:pPr>
              <w:spacing w:after="0" w:line="320" w:lineRule="exact"/>
              <w:rPr>
                <w:rStyle w:val="Ausfllhilfe"/>
              </w:rPr>
            </w:pPr>
            <w:r>
              <w:rPr>
                <w:rStyle w:val="Ausfllhilfe"/>
              </w:rPr>
              <w:t xml:space="preserve">Ankreuzen mehrerer Zwecke ist möglich. Erläuterungen, warum das Vorhaben dem/n angekreuzten </w:t>
            </w:r>
            <w:r>
              <w:rPr>
                <w:rStyle w:val="Ausfllhilfe"/>
              </w:rPr>
              <w:t>Versuchszweck/en zuzuordnen ist.</w:t>
            </w:r>
          </w:p>
        </w:tc>
      </w:tr>
      <w:tr w:rsidR="00AA047D" w14:paraId="2052E504" w14:textId="77777777">
        <w:trPr>
          <w:cantSplit/>
          <w:trHeight w:hRule="exact" w:val="1391"/>
        </w:trPr>
        <w:tc>
          <w:tcPr>
            <w:tcW w:w="778" w:type="dxa"/>
            <w:tcBorders>
              <w:bottom w:val="nil"/>
            </w:tcBorders>
          </w:tcPr>
          <w:p w14:paraId="2DEFEE95" w14:textId="77777777" w:rsidR="00AA047D" w:rsidRDefault="0053644C">
            <w:pPr>
              <w:pStyle w:val="Funotentext"/>
              <w:spacing w:after="0" w:line="320" w:lineRule="exact"/>
              <w:rPr>
                <w:b/>
              </w:rPr>
            </w:pPr>
            <w:r>
              <w:rPr>
                <w:b/>
              </w:rPr>
              <w:t>1.1.2</w:t>
            </w:r>
          </w:p>
        </w:tc>
        <w:tc>
          <w:tcPr>
            <w:tcW w:w="9174" w:type="dxa"/>
            <w:gridSpan w:val="14"/>
            <w:tcBorders>
              <w:bottom w:val="single" w:sz="4" w:space="0" w:color="auto"/>
            </w:tcBorders>
          </w:tcPr>
          <w:p w14:paraId="68A086E5" w14:textId="77777777" w:rsidR="00AA047D" w:rsidRDefault="0053644C">
            <w:pPr>
              <w:pStyle w:val="Funotentext"/>
              <w:spacing w:after="0" w:line="320" w:lineRule="exact"/>
              <w:rPr>
                <w:b/>
                <w:color w:val="00B050"/>
                <w:spacing w:val="-2"/>
                <w:sz w:val="16"/>
                <w:szCs w:val="16"/>
              </w:rPr>
            </w:pPr>
            <w:r>
              <w:rPr>
                <w:b/>
                <w:spacing w:val="-2"/>
              </w:rPr>
              <w:t>Wissenschaftlich oder pädagogisch begründete Darlegung der Unerlässlichkeit des Versuchsvorhabens unter Berücksichtigung des jeweiligen Standes der wissenschaftlichen Erkenntnisse (§ 7a Abs. 2 Nr. 1 TierSchG i. V. m.</w:t>
            </w:r>
            <w:r>
              <w:rPr>
                <w:b/>
                <w:spacing w:val="-2"/>
              </w:rPr>
              <w:t xml:space="preserve"> § 31 TierSchVersV)</w:t>
            </w:r>
            <w:r>
              <w:rPr>
                <w:rStyle w:val="Endnotenzeichen"/>
                <w:b/>
                <w:i/>
                <w:color w:val="00B050"/>
                <w:spacing w:val="-2"/>
                <w:vertAlign w:val="baseline"/>
              </w:rPr>
              <w:endnoteReference w:id="3"/>
            </w:r>
            <w:r>
              <w:rPr>
                <w:b/>
                <w:i/>
                <w:color w:val="00B050"/>
                <w:spacing w:val="-2"/>
              </w:rPr>
              <w:t>)</w:t>
            </w:r>
          </w:p>
          <w:p w14:paraId="7163E4F1" w14:textId="77777777" w:rsidR="00AA047D" w:rsidRDefault="0053644C">
            <w:pPr>
              <w:pStyle w:val="Funotentext"/>
              <w:spacing w:after="0" w:line="320" w:lineRule="exact"/>
              <w:rPr>
                <w:b/>
                <w:sz w:val="16"/>
                <w:szCs w:val="16"/>
              </w:rPr>
            </w:pPr>
            <w:r>
              <w:rPr>
                <w:sz w:val="16"/>
                <w:szCs w:val="16"/>
              </w:rPr>
              <w:t>- bitte Anlage Projektzusammenfassung beifügen (§ 31 Abs. 2 TierSchVersV); nicht erforderlich bei Anzeigen -</w:t>
            </w:r>
          </w:p>
        </w:tc>
      </w:tr>
      <w:tr w:rsidR="00AA047D" w14:paraId="5056E3CA" w14:textId="77777777">
        <w:trPr>
          <w:cantSplit/>
          <w:trHeight w:hRule="exact" w:val="301"/>
        </w:trPr>
        <w:tc>
          <w:tcPr>
            <w:tcW w:w="778" w:type="dxa"/>
            <w:tcBorders>
              <w:top w:val="nil"/>
              <w:bottom w:val="nil"/>
            </w:tcBorders>
            <w:vAlign w:val="center"/>
          </w:tcPr>
          <w:p w14:paraId="2728A0D9" w14:textId="77777777" w:rsidR="00AA047D" w:rsidRDefault="00AA047D">
            <w:pPr>
              <w:pStyle w:val="Funotentext"/>
              <w:spacing w:after="0" w:line="320" w:lineRule="exact"/>
              <w:rPr>
                <w:sz w:val="16"/>
                <w:szCs w:val="16"/>
              </w:rPr>
            </w:pPr>
          </w:p>
        </w:tc>
        <w:tc>
          <w:tcPr>
            <w:tcW w:w="9174" w:type="dxa"/>
            <w:gridSpan w:val="14"/>
            <w:tcBorders>
              <w:bottom w:val="nil"/>
            </w:tcBorders>
            <w:vAlign w:val="center"/>
          </w:tcPr>
          <w:p w14:paraId="5CAF68DE" w14:textId="77777777" w:rsidR="00AA047D" w:rsidRDefault="0053644C">
            <w:pPr>
              <w:pStyle w:val="Funotentext"/>
              <w:spacing w:after="0" w:line="320" w:lineRule="exact"/>
              <w:rPr>
                <w:b/>
                <w:sz w:val="16"/>
                <w:szCs w:val="16"/>
              </w:rPr>
            </w:pPr>
            <w:r>
              <w:rPr>
                <w:b/>
                <w:sz w:val="16"/>
                <w:szCs w:val="16"/>
              </w:rPr>
              <w:t>Erläuterungen:</w:t>
            </w:r>
          </w:p>
        </w:tc>
      </w:tr>
      <w:tr w:rsidR="00AA047D" w14:paraId="648CA69C" w14:textId="77777777">
        <w:trPr>
          <w:trHeight w:val="454"/>
        </w:trPr>
        <w:tc>
          <w:tcPr>
            <w:tcW w:w="778" w:type="dxa"/>
            <w:tcBorders>
              <w:top w:val="nil"/>
              <w:bottom w:val="nil"/>
            </w:tcBorders>
            <w:vAlign w:val="center"/>
          </w:tcPr>
          <w:p w14:paraId="306D9FBD" w14:textId="77777777" w:rsidR="00AA047D" w:rsidRDefault="00AA047D">
            <w:pPr>
              <w:pStyle w:val="Funotentext"/>
              <w:spacing w:after="0" w:line="320" w:lineRule="exact"/>
            </w:pPr>
          </w:p>
        </w:tc>
        <w:tc>
          <w:tcPr>
            <w:tcW w:w="9174" w:type="dxa"/>
            <w:gridSpan w:val="14"/>
            <w:tcBorders>
              <w:top w:val="nil"/>
              <w:bottom w:val="single" w:sz="4" w:space="0" w:color="auto"/>
            </w:tcBorders>
            <w:vAlign w:val="center"/>
          </w:tcPr>
          <w:p w14:paraId="7895E9F4" w14:textId="77777777" w:rsidR="00AA047D" w:rsidRDefault="0053644C">
            <w:pPr>
              <w:spacing w:after="0" w:line="320" w:lineRule="exact"/>
              <w:rPr>
                <w:rStyle w:val="Ausfllhilfe"/>
              </w:rPr>
            </w:pPr>
            <w:r>
              <w:rPr>
                <w:rStyle w:val="Ausfllhilfe"/>
              </w:rPr>
              <w:t>Hier wird eine übersichtliche, keine Fachkenntnisse voraussetzende, verständliche und wissenschaftlich oder pädagogisch (im Hinblick auf die notwendige Wissensvermittlung, z.B. bei Aus-, Fort- und Weiterbildungsvorhaben) begründete Darstellung des Problems</w:t>
            </w:r>
            <w:r>
              <w:rPr>
                <w:rStyle w:val="Ausfllhilfe"/>
              </w:rPr>
              <w:t xml:space="preserve"> und des aktuellen wissenschaftlichen Kenntnisstandes erwartet. Beschreiben Sie in nachvollziehbarer, allgemein verständlicher Weise, wie der Tierversuch angelegt ist und wie damit die offenen Wissenslücken geschlossen bzw. das dargestellte Problem gelöst </w:t>
            </w:r>
            <w:r>
              <w:rPr>
                <w:rStyle w:val="Ausfllhilfe"/>
              </w:rPr>
              <w:t xml:space="preserve">werden können. </w:t>
            </w:r>
          </w:p>
          <w:p w14:paraId="2A3D1CBE" w14:textId="77777777" w:rsidR="00AA047D" w:rsidRDefault="0053644C">
            <w:pPr>
              <w:spacing w:after="0" w:line="320" w:lineRule="exact"/>
              <w:rPr>
                <w:rStyle w:val="Ausfllhilfe"/>
              </w:rPr>
            </w:pPr>
            <w:r>
              <w:rPr>
                <w:rStyle w:val="Ausfllhilfe"/>
              </w:rPr>
              <w:t>Stellen Sie dies bitte möglichst auf maximal 2 Seiten (DIN A4) dar. Hilfreich ist es oft, den wissenschaftlichen Hintergrund, beispielsweise komplexe Signalkaskaden, anhand von Graphiken und Bildern darzustellen.</w:t>
            </w:r>
          </w:p>
          <w:p w14:paraId="05847C78" w14:textId="77777777" w:rsidR="00AA047D" w:rsidRDefault="0053644C">
            <w:pPr>
              <w:spacing w:after="0" w:line="320" w:lineRule="exact"/>
              <w:rPr>
                <w:rStyle w:val="Ausfllhilfe"/>
              </w:rPr>
            </w:pPr>
            <w:r>
              <w:rPr>
                <w:rStyle w:val="Ausfllhilfe"/>
              </w:rPr>
              <w:t xml:space="preserve">Es müssen </w:t>
            </w:r>
            <w:r>
              <w:rPr>
                <w:rStyle w:val="Ausfllhilfe"/>
              </w:rPr>
              <w:t>besonders folgende Punkte deutlich gemacht werden:</w:t>
            </w:r>
          </w:p>
          <w:p w14:paraId="46A7BA18" w14:textId="77777777" w:rsidR="00AA047D" w:rsidRDefault="0053644C">
            <w:pPr>
              <w:spacing w:after="0" w:line="320" w:lineRule="exact"/>
              <w:rPr>
                <w:rStyle w:val="Ausfllhilfe"/>
              </w:rPr>
            </w:pPr>
            <w:r>
              <w:rPr>
                <w:rStyle w:val="Ausfllhilfe"/>
              </w:rPr>
              <w:t>Das Versuchsergebnis ist noch nicht bekannt. Fassen Sie bitte auch den Sachstand zusammen (Was ist bereits bekannt?)</w:t>
            </w:r>
          </w:p>
          <w:p w14:paraId="2B9B14E5" w14:textId="77777777" w:rsidR="00AA047D" w:rsidRDefault="0053644C">
            <w:pPr>
              <w:spacing w:after="0" w:line="320" w:lineRule="exact"/>
              <w:rPr>
                <w:rStyle w:val="Ausfllhilfe"/>
              </w:rPr>
            </w:pPr>
            <w:r>
              <w:rPr>
                <w:rStyle w:val="Ausfllhilfe"/>
              </w:rPr>
              <w:t>Die Bedeutung bzw. der Erkenntnisgewinn des Versuchsvorhabens</w:t>
            </w:r>
          </w:p>
          <w:p w14:paraId="777D576D" w14:textId="77777777" w:rsidR="00AA047D" w:rsidRDefault="0053644C">
            <w:pPr>
              <w:spacing w:after="0" w:line="320" w:lineRule="exact"/>
              <w:rPr>
                <w:rStyle w:val="Ausfllhilfe"/>
              </w:rPr>
            </w:pPr>
            <w:r>
              <w:rPr>
                <w:rStyle w:val="Ausfllhilfe"/>
              </w:rPr>
              <w:t>Welche Ergebnisse werden e</w:t>
            </w:r>
            <w:r>
              <w:rPr>
                <w:rStyle w:val="Ausfllhilfe"/>
              </w:rPr>
              <w:t>rwartet bzw. welche zusätzlichen Erkenntnisse sollen gewonnen werden?</w:t>
            </w:r>
          </w:p>
          <w:p w14:paraId="1E8FE051" w14:textId="77777777" w:rsidR="00AA047D" w:rsidRDefault="0053644C">
            <w:pPr>
              <w:spacing w:after="0" w:line="320" w:lineRule="exact"/>
              <w:rPr>
                <w:rStyle w:val="Ausfllhilfe"/>
              </w:rPr>
            </w:pPr>
            <w:r>
              <w:rPr>
                <w:rStyle w:val="Ausfllhilfe"/>
              </w:rPr>
              <w:t xml:space="preserve">Es sind die einschlägigen, den derzeitigen Erkenntnisstand widerspiegelnde (= aktuelle!) Publikationen (Literaturzitate) einzubringen und auf ihre Relevanz oder auch Widersprüchlichkeit </w:t>
            </w:r>
            <w:r>
              <w:rPr>
                <w:rStyle w:val="Ausfllhilfe"/>
              </w:rPr>
              <w:t>im Hinblick auf das Forschungsprojekt zu diskutieren. Die Literaturzitate (siehe unter 1. Anlage 3) sind auf einem Beiblatt unter Angabe des Titels und der Fundstelle aufzulisten. Aus dieser Diskussion sollten in verständlicher Form, neben dem eigenen Kenn</w:t>
            </w:r>
            <w:r>
              <w:rPr>
                <w:rStyle w:val="Ausfllhilfe"/>
              </w:rPr>
              <w:t xml:space="preserve">tnisstand, auch das weitere Prozedere zur Problemlösung und der zu erwartende Erkenntnisgewinn hervorgehen. Bitte formulieren Sie eine oder mehrere Hypothesen. </w:t>
            </w:r>
          </w:p>
          <w:p w14:paraId="109D56AD" w14:textId="77777777" w:rsidR="00AA047D" w:rsidRDefault="0053644C">
            <w:pPr>
              <w:spacing w:after="0" w:line="320" w:lineRule="exact"/>
              <w:rPr>
                <w:rStyle w:val="Ausfllhilfe"/>
              </w:rPr>
            </w:pPr>
            <w:r>
              <w:rPr>
                <w:rStyle w:val="Ausfllhilfe"/>
              </w:rPr>
              <w:t>Nicht allgemein übliche Abkürzungen von Fachausdrücken sollten bei der ersten Verwendung erklär</w:t>
            </w:r>
            <w:r>
              <w:rPr>
                <w:rStyle w:val="Ausfllhilfe"/>
              </w:rPr>
              <w:t xml:space="preserve">t und in der Abkürzungsliste/ Glossar aufgeführt werden (Anlage 2). </w:t>
            </w:r>
          </w:p>
          <w:p w14:paraId="7F12D6C1" w14:textId="77777777" w:rsidR="00AA047D" w:rsidRDefault="0053644C">
            <w:pPr>
              <w:spacing w:after="0" w:line="320" w:lineRule="exact"/>
              <w:rPr>
                <w:rStyle w:val="Ausfllhilfe"/>
              </w:rPr>
            </w:pPr>
            <w:r>
              <w:rPr>
                <w:rStyle w:val="Ausfllhilfe"/>
              </w:rPr>
              <w:t>Die Verwendung von fertigen Textblöcken aus DFG- oder vergleichbaren Anträgen ist in der Regel nicht sinnvoll, da diese Texte meist eine andere Zielrichtung verfolgen und zu viele speziel</w:t>
            </w:r>
            <w:r>
              <w:rPr>
                <w:rStyle w:val="Ausfllhilfe"/>
              </w:rPr>
              <w:t xml:space="preserve">le Details enthalten. Wichtig dagegen ist, dass Sie den Gedankengang vom allgemeinen Problem zu Ihrer aktuellen Planung in einer Form darstellen, die allgemeinverständlich und nachvollziehbar ist. Es kann sehr hilfreich sein, wenn Sie Ihren Antrag vor der </w:t>
            </w:r>
            <w:r>
              <w:rPr>
                <w:rStyle w:val="Ausfllhilfe"/>
              </w:rPr>
              <w:t>Einreichung einer nicht mit der Materie vertrauten Person zur Durchsicht auf Verständlichkeit vorlegen.</w:t>
            </w:r>
          </w:p>
          <w:p w14:paraId="10C594E4" w14:textId="77777777" w:rsidR="00AA047D" w:rsidRDefault="0053644C">
            <w:pPr>
              <w:spacing w:after="0" w:line="320" w:lineRule="exact"/>
              <w:rPr>
                <w:rStyle w:val="Ausfllhilfe"/>
              </w:rPr>
            </w:pPr>
            <w:r>
              <w:rPr>
                <w:rStyle w:val="Ausfllhilfe"/>
              </w:rPr>
              <w:t>Grundsätzlich sollte ein Antrag zur Genehmigung eines Tierversuches sich nur auf eine! Hauptfragestellung bzw. einen zusammenhängenden Fragenkomplex kon</w:t>
            </w:r>
            <w:r>
              <w:rPr>
                <w:rStyle w:val="Ausfllhilfe"/>
              </w:rPr>
              <w:t>zentrieren. Grundlegend verschiedene Fragestellungen sollten aus Gründen der Übersichtlichkeit in gesonderten Anträgen ausgeführt werden, auch wenn Sie z.B. das gleiche Tiermodell nutzen.</w:t>
            </w:r>
          </w:p>
          <w:p w14:paraId="06ED9C2A" w14:textId="77777777" w:rsidR="00AA047D" w:rsidRDefault="0053644C">
            <w:pPr>
              <w:spacing w:after="0" w:line="320" w:lineRule="exact"/>
              <w:rPr>
                <w:rStyle w:val="Ausfllhilfe"/>
              </w:rPr>
            </w:pPr>
            <w:r>
              <w:rPr>
                <w:rStyle w:val="Ausfllhilfe"/>
              </w:rPr>
              <w:t>Bei Vorhaben nach TierSchG § 7a Abs. 1 Nr. 7 (Aus-, Fort- und Weiter</w:t>
            </w:r>
            <w:r>
              <w:rPr>
                <w:rStyle w:val="Ausfllhilfe"/>
              </w:rPr>
              <w:t>bildungsvorhaben) ist eine pädagogisch begründete Darstellung, unter Angabe und Erläuterung des Aus-, Fort- oder Weiterbildungsziels und ggf. des zugrundeliegenden Curriculums, zu berücksichtigen.</w:t>
            </w:r>
          </w:p>
        </w:tc>
      </w:tr>
      <w:tr w:rsidR="00AA047D" w14:paraId="05DE3620" w14:textId="77777777">
        <w:trPr>
          <w:cantSplit/>
          <w:trHeight w:hRule="exact" w:val="312"/>
        </w:trPr>
        <w:tc>
          <w:tcPr>
            <w:tcW w:w="778" w:type="dxa"/>
            <w:tcBorders>
              <w:top w:val="nil"/>
            </w:tcBorders>
          </w:tcPr>
          <w:p w14:paraId="02E0A716"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7F76A67E" w14:textId="77777777" w:rsidR="00AA047D" w:rsidRDefault="0053644C">
            <w:pPr>
              <w:pStyle w:val="Funotentext"/>
              <w:spacing w:after="0" w:line="320" w:lineRule="exact"/>
              <w:jc w:val="both"/>
              <w:rPr>
                <w:b/>
                <w:sz w:val="16"/>
                <w:szCs w:val="16"/>
              </w:rPr>
            </w:pPr>
            <w:r>
              <w:rPr>
                <w:b/>
                <w:sz w:val="16"/>
                <w:szCs w:val="16"/>
              </w:rPr>
              <w:t>Kurze Zusammenfassung der Zielsetzungen des Versuchsvorha</w:t>
            </w:r>
            <w:r>
              <w:rPr>
                <w:b/>
                <w:sz w:val="16"/>
                <w:szCs w:val="16"/>
              </w:rPr>
              <w:t>bens:</w:t>
            </w:r>
          </w:p>
        </w:tc>
      </w:tr>
      <w:tr w:rsidR="00AA047D" w14:paraId="18F0288C" w14:textId="77777777">
        <w:trPr>
          <w:trHeight w:val="454"/>
        </w:trPr>
        <w:tc>
          <w:tcPr>
            <w:tcW w:w="778" w:type="dxa"/>
            <w:tcBorders>
              <w:bottom w:val="single" w:sz="4" w:space="0" w:color="auto"/>
            </w:tcBorders>
          </w:tcPr>
          <w:p w14:paraId="38CF27E4" w14:textId="77777777" w:rsidR="00AA047D" w:rsidRDefault="00AA047D">
            <w:pPr>
              <w:pStyle w:val="Funotentext"/>
              <w:spacing w:after="0" w:line="320" w:lineRule="exact"/>
              <w:jc w:val="both"/>
            </w:pPr>
          </w:p>
        </w:tc>
        <w:tc>
          <w:tcPr>
            <w:tcW w:w="9174" w:type="dxa"/>
            <w:gridSpan w:val="14"/>
            <w:tcBorders>
              <w:top w:val="nil"/>
            </w:tcBorders>
          </w:tcPr>
          <w:p w14:paraId="7E3A2D7E" w14:textId="77777777" w:rsidR="00AA047D" w:rsidRDefault="0053644C">
            <w:pPr>
              <w:spacing w:after="0" w:line="320" w:lineRule="exact"/>
              <w:rPr>
                <w:rStyle w:val="Ausfllhilfe"/>
              </w:rPr>
            </w:pPr>
            <w:r>
              <w:rPr>
                <w:rStyle w:val="Ausfllhilfe"/>
              </w:rPr>
              <w:t>Hier sollen die wichtigsten Ziele des Versuchsvorhabens noch einmal kurz zusammengefasst werden.</w:t>
            </w:r>
          </w:p>
        </w:tc>
      </w:tr>
      <w:tr w:rsidR="00AA047D" w14:paraId="17F10A7F" w14:textId="77777777">
        <w:trPr>
          <w:cantSplit/>
          <w:trHeight w:val="746"/>
        </w:trPr>
        <w:tc>
          <w:tcPr>
            <w:tcW w:w="778" w:type="dxa"/>
            <w:tcBorders>
              <w:bottom w:val="nil"/>
            </w:tcBorders>
          </w:tcPr>
          <w:p w14:paraId="50503A61" w14:textId="77777777" w:rsidR="00AA047D" w:rsidRDefault="0053644C">
            <w:pPr>
              <w:pStyle w:val="Funotentext"/>
              <w:spacing w:after="0" w:line="320" w:lineRule="exact"/>
              <w:jc w:val="both"/>
              <w:rPr>
                <w:b/>
              </w:rPr>
            </w:pPr>
            <w:r>
              <w:rPr>
                <w:b/>
              </w:rPr>
              <w:t>1.1.3</w:t>
            </w:r>
          </w:p>
        </w:tc>
        <w:tc>
          <w:tcPr>
            <w:tcW w:w="9174" w:type="dxa"/>
            <w:gridSpan w:val="14"/>
            <w:tcBorders>
              <w:bottom w:val="single" w:sz="4" w:space="0" w:color="auto"/>
            </w:tcBorders>
          </w:tcPr>
          <w:p w14:paraId="30DC8BEF" w14:textId="77777777" w:rsidR="00AA047D" w:rsidRDefault="0053644C">
            <w:pPr>
              <w:pStyle w:val="Funotentext"/>
              <w:spacing w:after="0" w:line="320" w:lineRule="exact"/>
              <w:jc w:val="both"/>
              <w:rPr>
                <w:b/>
              </w:rPr>
            </w:pPr>
            <w:r>
              <w:rPr>
                <w:b/>
              </w:rPr>
              <w:t xml:space="preserve">Wissenschaftlich begründete Darlegung, dass der Versuchszweck nicht durch andere Methoden oder Verfahren (z.B. Zellkulturen, isolierte </w:t>
            </w:r>
            <w:r>
              <w:rPr>
                <w:b/>
              </w:rPr>
              <w:t>Organe etc.) als den Tierversuch erreicht werden kann (§ 7a Abs. 2 Nr. 2 TierSchG)</w:t>
            </w:r>
          </w:p>
        </w:tc>
      </w:tr>
      <w:tr w:rsidR="00AA047D" w14:paraId="298B8792" w14:textId="77777777">
        <w:trPr>
          <w:cantSplit/>
          <w:trHeight w:hRule="exact" w:val="312"/>
        </w:trPr>
        <w:tc>
          <w:tcPr>
            <w:tcW w:w="778" w:type="dxa"/>
            <w:tcBorders>
              <w:top w:val="nil"/>
              <w:bottom w:val="nil"/>
            </w:tcBorders>
          </w:tcPr>
          <w:p w14:paraId="152C663B" w14:textId="77777777" w:rsidR="00AA047D" w:rsidRDefault="00AA047D">
            <w:pPr>
              <w:pStyle w:val="Funotentext"/>
              <w:spacing w:after="0" w:line="320" w:lineRule="exact"/>
              <w:jc w:val="both"/>
              <w:rPr>
                <w:sz w:val="16"/>
                <w:szCs w:val="16"/>
              </w:rPr>
            </w:pPr>
          </w:p>
        </w:tc>
        <w:tc>
          <w:tcPr>
            <w:tcW w:w="9174" w:type="dxa"/>
            <w:gridSpan w:val="14"/>
            <w:tcBorders>
              <w:bottom w:val="nil"/>
            </w:tcBorders>
            <w:vAlign w:val="center"/>
          </w:tcPr>
          <w:p w14:paraId="635AB2D5" w14:textId="77777777" w:rsidR="00AA047D" w:rsidRDefault="0053644C">
            <w:pPr>
              <w:pStyle w:val="Funotentext"/>
              <w:spacing w:after="0" w:line="320" w:lineRule="exact"/>
              <w:rPr>
                <w:b/>
                <w:sz w:val="16"/>
                <w:szCs w:val="16"/>
              </w:rPr>
            </w:pPr>
            <w:r>
              <w:rPr>
                <w:b/>
                <w:sz w:val="16"/>
                <w:szCs w:val="16"/>
              </w:rPr>
              <w:t>Erläuterungen:</w:t>
            </w:r>
          </w:p>
        </w:tc>
      </w:tr>
      <w:tr w:rsidR="00AA047D" w14:paraId="521B0E6A" w14:textId="77777777">
        <w:trPr>
          <w:trHeight w:val="454"/>
        </w:trPr>
        <w:tc>
          <w:tcPr>
            <w:tcW w:w="778" w:type="dxa"/>
            <w:tcBorders>
              <w:top w:val="nil"/>
            </w:tcBorders>
          </w:tcPr>
          <w:p w14:paraId="68DCBEFC" w14:textId="77777777" w:rsidR="00AA047D" w:rsidRDefault="00AA047D">
            <w:pPr>
              <w:pStyle w:val="Funotentext"/>
              <w:spacing w:after="0" w:line="320" w:lineRule="exact"/>
              <w:jc w:val="both"/>
            </w:pPr>
          </w:p>
        </w:tc>
        <w:tc>
          <w:tcPr>
            <w:tcW w:w="9174" w:type="dxa"/>
            <w:gridSpan w:val="14"/>
            <w:tcBorders>
              <w:top w:val="nil"/>
            </w:tcBorders>
          </w:tcPr>
          <w:p w14:paraId="7797A64E" w14:textId="77777777" w:rsidR="00AA047D" w:rsidRDefault="0053644C">
            <w:pPr>
              <w:spacing w:after="0" w:line="320" w:lineRule="exact"/>
              <w:rPr>
                <w:rStyle w:val="Ausfllhilfe"/>
              </w:rPr>
            </w:pPr>
            <w:r>
              <w:rPr>
                <w:rStyle w:val="Ausfllhilfe"/>
              </w:rPr>
              <w:t xml:space="preserve">Die Durchführung eines Tierversuches stellt immer die </w:t>
            </w:r>
            <w:proofErr w:type="spellStart"/>
            <w:r>
              <w:rPr>
                <w:rStyle w:val="Ausfllhilfe"/>
              </w:rPr>
              <w:t>ultima</w:t>
            </w:r>
            <w:proofErr w:type="spellEnd"/>
            <w:r>
              <w:rPr>
                <w:rStyle w:val="Ausfllhilfe"/>
              </w:rPr>
              <w:t xml:space="preserve"> </w:t>
            </w:r>
            <w:proofErr w:type="spellStart"/>
            <w:r>
              <w:rPr>
                <w:rStyle w:val="Ausfllhilfe"/>
              </w:rPr>
              <w:t>ratio</w:t>
            </w:r>
            <w:proofErr w:type="spellEnd"/>
            <w:r>
              <w:rPr>
                <w:rStyle w:val="Ausfllhilfe"/>
              </w:rPr>
              <w:t xml:space="preserve"> dar. Daher müssen zuvor alle tierversuchsfreien Möglichkeiten ausgeschöpft werden. Unter diesem Punkt ist darzulegen, dass und weshalb für die konkrete Fragestellung keine anderen Wege (z.B. epidemiologische Studien, therapiebegleitende Untersuchungen, in</w:t>
            </w:r>
            <w:r>
              <w:rPr>
                <w:rStyle w:val="Ausfllhilfe"/>
              </w:rPr>
              <w:t>-vitro-Verfahren usw.) als der beantragte Tierversuch in Frage kommen. Beschreiben Sie kurz, warum Alternativmethoden (z.B. in vitro oder versuchstierfreie Verfahren) für das geplante Vorhaben nicht geeignet sind. Erklären Sie auch, weshalb geringer belast</w:t>
            </w:r>
            <w:r>
              <w:rPr>
                <w:rStyle w:val="Ausfllhilfe"/>
              </w:rPr>
              <w:t>ende Methoden nicht möglich sind. Für die Recherche zu möglichen Ersatz-, Ergänzungs- und Verbesserungsmethoden kann z.B. die Suchmaschine Go3R (</w:t>
            </w:r>
            <w:hyperlink r:id="rId10" w:history="1">
              <w:r>
                <w:rPr>
                  <w:rStyle w:val="Ausfllhilfe"/>
                </w:rPr>
                <w:t>www.go3r.org</w:t>
              </w:r>
            </w:hyperlink>
            <w:r>
              <w:rPr>
                <w:rStyle w:val="Ausfllhilfe"/>
              </w:rPr>
              <w:t xml:space="preserve">) oder </w:t>
            </w:r>
            <w:proofErr w:type="spellStart"/>
            <w:r>
              <w:rPr>
                <w:rStyle w:val="Ausfllhilfe"/>
              </w:rPr>
              <w:t>AnimalAlt</w:t>
            </w:r>
            <w:proofErr w:type="spellEnd"/>
            <w:r>
              <w:rPr>
                <w:rStyle w:val="Ausfllhilfe"/>
              </w:rPr>
              <w:t>-ZEBET (</w:t>
            </w:r>
            <w:hyperlink r:id="rId11" w:tgtFrame="_blank" w:tooltip="Link öffnet sich in neuem Fenster" w:history="1">
              <w:r>
                <w:rPr>
                  <w:rStyle w:val="Ausfllhilfe"/>
                </w:rPr>
                <w:t>https://apps.bfr.bund.de/animalt-zebet/index.cfm</w:t>
              </w:r>
            </w:hyperlink>
            <w:r>
              <w:rPr>
                <w:rStyle w:val="Ausfllhilfe"/>
              </w:rPr>
              <w:t>) genutzt werden. Es sind die einschlägigen, den derzeitigen Erkenntnisstand widerspiegelnde (= aktuelle!)  Publikationen (Literatu</w:t>
            </w:r>
            <w:r>
              <w:rPr>
                <w:rStyle w:val="Ausfllhilfe"/>
              </w:rPr>
              <w:t xml:space="preserve">rzitate) einzubringen und auf ihre Relevanz oder auch Widersprüchlichkeit im Hinblick auf das Forschungsprojekt zu diskutieren. </w:t>
            </w:r>
          </w:p>
          <w:p w14:paraId="0FD3F999" w14:textId="77777777" w:rsidR="00AA047D" w:rsidRDefault="0053644C">
            <w:pPr>
              <w:spacing w:after="0" w:line="320" w:lineRule="exact"/>
              <w:rPr>
                <w:rStyle w:val="Ausfllhilfe"/>
              </w:rPr>
            </w:pPr>
            <w:r>
              <w:rPr>
                <w:rStyle w:val="Ausfllhilfe"/>
              </w:rPr>
              <w:t>Vermeiden Sie bitte Wiederholungen zu den Ausführungen unter Punkt 1.1.2 und beachten Sie den unterschiedlichen Fokus bei der D</w:t>
            </w:r>
            <w:r>
              <w:rPr>
                <w:rStyle w:val="Ausfllhilfe"/>
              </w:rPr>
              <w:t>arstellung der Unerlässlichkeit und der Frage nach Alternativverfahren.</w:t>
            </w:r>
          </w:p>
        </w:tc>
      </w:tr>
      <w:tr w:rsidR="00AA047D" w14:paraId="2BE56D4A" w14:textId="77777777">
        <w:trPr>
          <w:cantSplit/>
          <w:trHeight w:val="448"/>
        </w:trPr>
        <w:tc>
          <w:tcPr>
            <w:tcW w:w="778" w:type="dxa"/>
            <w:tcBorders>
              <w:bottom w:val="single" w:sz="4" w:space="0" w:color="auto"/>
            </w:tcBorders>
          </w:tcPr>
          <w:p w14:paraId="7304DC4F" w14:textId="77777777" w:rsidR="00AA047D" w:rsidRDefault="0053644C">
            <w:pPr>
              <w:pStyle w:val="Funotentext"/>
              <w:spacing w:after="0" w:line="320" w:lineRule="exact"/>
              <w:jc w:val="both"/>
              <w:rPr>
                <w:b/>
              </w:rPr>
            </w:pPr>
            <w:r>
              <w:rPr>
                <w:b/>
              </w:rPr>
              <w:t>1.1.4</w:t>
            </w:r>
          </w:p>
        </w:tc>
        <w:tc>
          <w:tcPr>
            <w:tcW w:w="9174" w:type="dxa"/>
            <w:gridSpan w:val="14"/>
          </w:tcPr>
          <w:p w14:paraId="1C84C0CE" w14:textId="77777777" w:rsidR="00AA047D" w:rsidRDefault="0053644C">
            <w:pPr>
              <w:pStyle w:val="Funotentext"/>
              <w:spacing w:after="0" w:line="320" w:lineRule="exact"/>
              <w:jc w:val="both"/>
              <w:rPr>
                <w:b/>
              </w:rPr>
            </w:pPr>
            <w:r>
              <w:rPr>
                <w:b/>
              </w:rPr>
              <w:t>Ausschöpfung zugänglicher Informationsmöglichkeiten (§ 8 Abs. 1 Satz 2 Nr. 1b TierSchG)</w:t>
            </w:r>
          </w:p>
        </w:tc>
      </w:tr>
      <w:tr w:rsidR="00AA047D" w14:paraId="7ED98ED8" w14:textId="77777777">
        <w:trPr>
          <w:cantSplit/>
          <w:trHeight w:val="602"/>
        </w:trPr>
        <w:tc>
          <w:tcPr>
            <w:tcW w:w="778" w:type="dxa"/>
            <w:tcBorders>
              <w:bottom w:val="nil"/>
            </w:tcBorders>
          </w:tcPr>
          <w:p w14:paraId="1B9E6A2E" w14:textId="77777777" w:rsidR="00AA047D" w:rsidRDefault="0053644C">
            <w:pPr>
              <w:pStyle w:val="Funotentext"/>
              <w:spacing w:after="0" w:line="320" w:lineRule="exact"/>
              <w:jc w:val="both"/>
              <w:rPr>
                <w:b/>
              </w:rPr>
            </w:pPr>
            <w:r>
              <w:rPr>
                <w:b/>
              </w:rPr>
              <w:t>1.1.4.1</w:t>
            </w:r>
          </w:p>
        </w:tc>
        <w:tc>
          <w:tcPr>
            <w:tcW w:w="9174" w:type="dxa"/>
            <w:gridSpan w:val="14"/>
            <w:tcBorders>
              <w:bottom w:val="single" w:sz="4" w:space="0" w:color="auto"/>
            </w:tcBorders>
          </w:tcPr>
          <w:p w14:paraId="275C2654" w14:textId="77777777" w:rsidR="00AA047D" w:rsidRDefault="0053644C">
            <w:pPr>
              <w:pStyle w:val="Funotentext"/>
              <w:spacing w:after="0" w:line="320" w:lineRule="exact"/>
              <w:jc w:val="both"/>
              <w:rPr>
                <w:sz w:val="16"/>
                <w:szCs w:val="16"/>
              </w:rPr>
            </w:pPr>
            <w:r>
              <w:rPr>
                <w:b/>
              </w:rPr>
              <w:t>Welche Informationsmöglichkeiten wurden genutzt</w:t>
            </w:r>
            <w:r>
              <w:rPr>
                <w:rStyle w:val="Endnotenzeichen"/>
                <w:b/>
                <w:i/>
                <w:color w:val="00B050"/>
                <w:vertAlign w:val="baseline"/>
              </w:rPr>
              <w:endnoteReference w:id="4"/>
            </w:r>
            <w:r>
              <w:rPr>
                <w:b/>
                <w:i/>
                <w:color w:val="00B050"/>
                <w:spacing w:val="-2"/>
              </w:rPr>
              <w:t>)</w:t>
            </w:r>
            <w:r>
              <w:rPr>
                <w:b/>
                <w:i/>
              </w:rPr>
              <w:t>?</w:t>
            </w:r>
            <w:r>
              <w:rPr>
                <w:b/>
              </w:rPr>
              <w:t>;</w:t>
            </w:r>
          </w:p>
          <w:p w14:paraId="15372029" w14:textId="77777777" w:rsidR="00AA047D" w:rsidRDefault="0053644C">
            <w:pPr>
              <w:pStyle w:val="Funotentext"/>
              <w:spacing w:after="0" w:line="320" w:lineRule="exact"/>
              <w:jc w:val="both"/>
              <w:rPr>
                <w:b/>
                <w:sz w:val="16"/>
              </w:rPr>
            </w:pPr>
            <w:r>
              <w:rPr>
                <w:sz w:val="16"/>
              </w:rPr>
              <w:t xml:space="preserve">- bitte Anlage „Liste </w:t>
            </w:r>
            <w:r>
              <w:rPr>
                <w:sz w:val="16"/>
              </w:rPr>
              <w:t>der Literaturzitate“ beifügen -</w:t>
            </w:r>
          </w:p>
        </w:tc>
      </w:tr>
      <w:tr w:rsidR="00AA047D" w14:paraId="3E378A1A" w14:textId="77777777">
        <w:trPr>
          <w:cantSplit/>
          <w:trHeight w:hRule="exact" w:val="375"/>
        </w:trPr>
        <w:tc>
          <w:tcPr>
            <w:tcW w:w="778" w:type="dxa"/>
            <w:tcBorders>
              <w:top w:val="nil"/>
              <w:bottom w:val="nil"/>
            </w:tcBorders>
          </w:tcPr>
          <w:p w14:paraId="7B49FF62" w14:textId="77777777" w:rsidR="00AA047D" w:rsidRDefault="00AA047D">
            <w:pPr>
              <w:pStyle w:val="Funotentext"/>
              <w:spacing w:after="0" w:line="320" w:lineRule="exact"/>
              <w:jc w:val="both"/>
              <w:rPr>
                <w:sz w:val="16"/>
                <w:szCs w:val="16"/>
              </w:rPr>
            </w:pPr>
          </w:p>
        </w:tc>
        <w:tc>
          <w:tcPr>
            <w:tcW w:w="9174" w:type="dxa"/>
            <w:gridSpan w:val="14"/>
            <w:tcBorders>
              <w:bottom w:val="nil"/>
            </w:tcBorders>
            <w:vAlign w:val="center"/>
          </w:tcPr>
          <w:p w14:paraId="60D749D0" w14:textId="77777777" w:rsidR="00AA047D" w:rsidRDefault="0053644C">
            <w:pPr>
              <w:pStyle w:val="Funotentext"/>
              <w:spacing w:after="0" w:line="320" w:lineRule="exact"/>
              <w:rPr>
                <w:b/>
                <w:sz w:val="16"/>
                <w:szCs w:val="16"/>
              </w:rPr>
            </w:pPr>
            <w:r>
              <w:rPr>
                <w:b/>
                <w:sz w:val="16"/>
                <w:szCs w:val="16"/>
              </w:rPr>
              <w:t>Schlüsselwörter:</w:t>
            </w:r>
          </w:p>
        </w:tc>
      </w:tr>
      <w:tr w:rsidR="00AA047D" w14:paraId="4B1726E0" w14:textId="77777777">
        <w:trPr>
          <w:trHeight w:val="454"/>
        </w:trPr>
        <w:tc>
          <w:tcPr>
            <w:tcW w:w="778" w:type="dxa"/>
            <w:tcBorders>
              <w:top w:val="nil"/>
              <w:bottom w:val="nil"/>
            </w:tcBorders>
            <w:vAlign w:val="center"/>
          </w:tcPr>
          <w:p w14:paraId="73B9E39B" w14:textId="77777777" w:rsidR="00AA047D" w:rsidRDefault="00AA047D">
            <w:pPr>
              <w:pStyle w:val="Funotentext"/>
              <w:spacing w:after="0" w:line="320" w:lineRule="exact"/>
              <w:jc w:val="both"/>
            </w:pPr>
          </w:p>
        </w:tc>
        <w:tc>
          <w:tcPr>
            <w:tcW w:w="9174" w:type="dxa"/>
            <w:gridSpan w:val="14"/>
            <w:tcBorders>
              <w:top w:val="nil"/>
              <w:bottom w:val="single" w:sz="4" w:space="0" w:color="auto"/>
            </w:tcBorders>
          </w:tcPr>
          <w:p w14:paraId="3D5D9B2F" w14:textId="77777777" w:rsidR="00AA047D" w:rsidRDefault="0053644C">
            <w:pPr>
              <w:spacing w:after="0" w:line="320" w:lineRule="exact"/>
              <w:rPr>
                <w:rStyle w:val="Ausfllhilfe"/>
              </w:rPr>
            </w:pPr>
            <w:r>
              <w:rPr>
                <w:rStyle w:val="Ausfllhilfe"/>
              </w:rPr>
              <w:t>Angabe der Suchbegriffe, die in den Datenbanken bzw. für die Literaturrecherche zum Antrag verwendet wurden.</w:t>
            </w:r>
          </w:p>
        </w:tc>
      </w:tr>
      <w:tr w:rsidR="00AA047D" w14:paraId="722F8BE3" w14:textId="77777777">
        <w:trPr>
          <w:cantSplit/>
          <w:trHeight w:hRule="exact" w:val="418"/>
        </w:trPr>
        <w:tc>
          <w:tcPr>
            <w:tcW w:w="778" w:type="dxa"/>
            <w:tcBorders>
              <w:top w:val="nil"/>
              <w:bottom w:val="nil"/>
            </w:tcBorders>
          </w:tcPr>
          <w:p w14:paraId="523B402E" w14:textId="77777777" w:rsidR="00AA047D" w:rsidRDefault="00AA047D">
            <w:pPr>
              <w:pStyle w:val="Funotentext"/>
              <w:spacing w:after="0" w:line="320" w:lineRule="exact"/>
              <w:jc w:val="both"/>
              <w:rPr>
                <w:sz w:val="16"/>
                <w:szCs w:val="16"/>
              </w:rPr>
            </w:pPr>
          </w:p>
        </w:tc>
        <w:tc>
          <w:tcPr>
            <w:tcW w:w="9174" w:type="dxa"/>
            <w:gridSpan w:val="14"/>
            <w:tcBorders>
              <w:bottom w:val="nil"/>
            </w:tcBorders>
            <w:vAlign w:val="center"/>
          </w:tcPr>
          <w:p w14:paraId="461A18A0" w14:textId="77777777" w:rsidR="00AA047D" w:rsidRDefault="0053644C">
            <w:pPr>
              <w:pStyle w:val="Funotentext"/>
              <w:spacing w:after="0" w:line="320" w:lineRule="exact"/>
              <w:rPr>
                <w:b/>
                <w:sz w:val="16"/>
                <w:szCs w:val="16"/>
              </w:rPr>
            </w:pPr>
            <w:r>
              <w:rPr>
                <w:b/>
                <w:sz w:val="16"/>
                <w:szCs w:val="16"/>
              </w:rPr>
              <w:t>Erläuterungen (z.B. Art der Recherche, verwendete Datenbanken):</w:t>
            </w:r>
          </w:p>
        </w:tc>
      </w:tr>
      <w:tr w:rsidR="00AA047D" w14:paraId="0B0F7A96" w14:textId="77777777">
        <w:trPr>
          <w:trHeight w:val="454"/>
        </w:trPr>
        <w:tc>
          <w:tcPr>
            <w:tcW w:w="778" w:type="dxa"/>
            <w:tcBorders>
              <w:top w:val="nil"/>
              <w:bottom w:val="nil"/>
            </w:tcBorders>
          </w:tcPr>
          <w:p w14:paraId="25167489" w14:textId="77777777" w:rsidR="00AA047D" w:rsidRDefault="00AA047D">
            <w:pPr>
              <w:pStyle w:val="Funotentext"/>
              <w:spacing w:after="0" w:line="320" w:lineRule="exact"/>
              <w:jc w:val="both"/>
            </w:pPr>
          </w:p>
        </w:tc>
        <w:tc>
          <w:tcPr>
            <w:tcW w:w="9174" w:type="dxa"/>
            <w:gridSpan w:val="14"/>
            <w:tcBorders>
              <w:top w:val="nil"/>
              <w:bottom w:val="single" w:sz="4" w:space="0" w:color="auto"/>
            </w:tcBorders>
          </w:tcPr>
          <w:p w14:paraId="698162FD" w14:textId="77777777" w:rsidR="00AA047D" w:rsidRDefault="0053644C">
            <w:pPr>
              <w:spacing w:after="0" w:line="320" w:lineRule="exact"/>
              <w:rPr>
                <w:rStyle w:val="Ausfllhilfe"/>
              </w:rPr>
            </w:pPr>
            <w:proofErr w:type="spellStart"/>
            <w:r>
              <w:rPr>
                <w:rStyle w:val="Ausfllhilfe"/>
              </w:rPr>
              <w:t>Pubmed</w:t>
            </w:r>
            <w:proofErr w:type="spellEnd"/>
            <w:r>
              <w:rPr>
                <w:rStyle w:val="Ausfllhilfe"/>
              </w:rPr>
              <w:t xml:space="preserve"> </w:t>
            </w:r>
            <w:proofErr w:type="spellStart"/>
            <w:r>
              <w:rPr>
                <w:rStyle w:val="Ausfllhilfe"/>
              </w:rPr>
              <w:t>u.ä.</w:t>
            </w:r>
            <w:proofErr w:type="spellEnd"/>
            <w:r>
              <w:rPr>
                <w:rStyle w:val="Ausfllhilfe"/>
              </w:rPr>
              <w:t xml:space="preserve"> auch Datenbanken für Alternativverfahren wie </w:t>
            </w:r>
            <w:proofErr w:type="spellStart"/>
            <w:r>
              <w:rPr>
                <w:rStyle w:val="Ausfllhilfe"/>
              </w:rPr>
              <w:t>AnimAlt</w:t>
            </w:r>
            <w:proofErr w:type="spellEnd"/>
            <w:r>
              <w:rPr>
                <w:rStyle w:val="Ausfllhilfe"/>
              </w:rPr>
              <w:t xml:space="preserve">-ZEBET oder Go3R sind zwingend anzugeben! </w:t>
            </w:r>
          </w:p>
          <w:p w14:paraId="23BF7F18" w14:textId="77777777" w:rsidR="00AA047D" w:rsidRDefault="0053644C">
            <w:pPr>
              <w:spacing w:after="0" w:line="320" w:lineRule="exact"/>
              <w:rPr>
                <w:rStyle w:val="Ausfllhilfe"/>
              </w:rPr>
            </w:pPr>
            <w:r>
              <w:rPr>
                <w:rStyle w:val="Ausfllhilfe"/>
              </w:rPr>
              <w:t>Aus der Darlegung muss ersichtlich sein, inwieweit die zugänglichen Informationsmöglichkeiten bereits hinreichende Erkenntnisse über das angestrebte Versuchserg</w:t>
            </w:r>
            <w:r>
              <w:rPr>
                <w:rStyle w:val="Ausfllhilfe"/>
              </w:rPr>
              <w:t>ebnis enthalten oder nicht. Welche Informationsquellen wurden genutzt, wie z.B. Literatur, Datenbanken, persönlicher Austausch mit anderen Wissenschaftlern, eigene, auch noch nicht veröffentlichte Erkenntnisse aus vorangegangenen Untersuchungen? Wie aktuel</w:t>
            </w:r>
            <w:r>
              <w:rPr>
                <w:rStyle w:val="Ausfllhilfe"/>
              </w:rPr>
              <w:t xml:space="preserve">l sind die Informationen? </w:t>
            </w:r>
          </w:p>
          <w:p w14:paraId="047B86E0" w14:textId="77777777" w:rsidR="00AA047D" w:rsidRDefault="0053644C">
            <w:pPr>
              <w:spacing w:after="0" w:line="320" w:lineRule="exact"/>
              <w:rPr>
                <w:rStyle w:val="Ausfllhilfe"/>
              </w:rPr>
            </w:pPr>
            <w:r>
              <w:rPr>
                <w:rStyle w:val="Ausfllhilfe"/>
              </w:rPr>
              <w:t xml:space="preserve">Hinsichtlich der Datenbankrecherchen sind die Schlüsselwörter anzugeben. Das Ergebnis der Recherche sollte kurz dargestellt werden. </w:t>
            </w:r>
          </w:p>
          <w:p w14:paraId="11F1F9F9" w14:textId="77777777" w:rsidR="00AA047D" w:rsidRDefault="0053644C">
            <w:pPr>
              <w:spacing w:after="0" w:line="320" w:lineRule="exact"/>
            </w:pPr>
            <w:r>
              <w:rPr>
                <w:rStyle w:val="Ausfllhilfe"/>
              </w:rPr>
              <w:t>Eine Hilfestellung zur Literaturrecherche bietet der „ECVAM Search Guide“ (kostenfrei erhältlich</w:t>
            </w:r>
            <w:r>
              <w:rPr>
                <w:rStyle w:val="Ausfllhilfe"/>
              </w:rPr>
              <w:t xml:space="preserve"> z.B. unter </w:t>
            </w:r>
            <w:hyperlink r:id="rId12" w:history="1">
              <w:r>
                <w:rPr>
                  <w:rStyle w:val="Ausfllhilfe"/>
                </w:rPr>
                <w:t>http://bookshop.europa.eu/en/the-ecvam-search-guide-pbLBNA24391/</w:t>
              </w:r>
            </w:hyperlink>
            <w:r>
              <w:rPr>
                <w:rStyle w:val="Ausfllhilfe"/>
              </w:rPr>
              <w:t xml:space="preserve">). Hier könnte auch der </w:t>
            </w:r>
            <w:proofErr w:type="spellStart"/>
            <w:r>
              <w:rPr>
                <w:rStyle w:val="Ausfllhilfe"/>
              </w:rPr>
              <w:t>search</w:t>
            </w:r>
            <w:proofErr w:type="spellEnd"/>
            <w:r>
              <w:rPr>
                <w:rStyle w:val="Ausfllhilfe"/>
              </w:rPr>
              <w:t xml:space="preserve"> </w:t>
            </w:r>
            <w:proofErr w:type="spellStart"/>
            <w:r>
              <w:rPr>
                <w:rStyle w:val="Ausfllhilfe"/>
              </w:rPr>
              <w:t>guide</w:t>
            </w:r>
            <w:proofErr w:type="spellEnd"/>
            <w:r>
              <w:rPr>
                <w:rStyle w:val="Ausfllhilfe"/>
              </w:rPr>
              <w:t xml:space="preserve"> der SR-Gruppe aus Nijmegen angegeben werden: </w:t>
            </w:r>
            <w:proofErr w:type="spellStart"/>
            <w:r>
              <w:rPr>
                <w:rStyle w:val="Ausfllhilfe"/>
              </w:rPr>
              <w:t>Enhancing</w:t>
            </w:r>
            <w:proofErr w:type="spellEnd"/>
            <w:r>
              <w:rPr>
                <w:rStyle w:val="Ausfllhilfe"/>
              </w:rPr>
              <w:t xml:space="preserve"> </w:t>
            </w:r>
            <w:proofErr w:type="spellStart"/>
            <w:r>
              <w:rPr>
                <w:rStyle w:val="Ausfllhilfe"/>
              </w:rPr>
              <w:t>search</w:t>
            </w:r>
            <w:proofErr w:type="spellEnd"/>
            <w:r>
              <w:rPr>
                <w:rStyle w:val="Ausfllhilfe"/>
              </w:rPr>
              <w:t xml:space="preserve"> </w:t>
            </w:r>
            <w:proofErr w:type="spellStart"/>
            <w:r>
              <w:rPr>
                <w:rStyle w:val="Ausfllhilfe"/>
              </w:rPr>
              <w:t>efficiency</w:t>
            </w:r>
            <w:proofErr w:type="spellEnd"/>
            <w:r>
              <w:rPr>
                <w:rStyle w:val="Ausfllhilfe"/>
              </w:rPr>
              <w:t xml:space="preserve"> </w:t>
            </w:r>
            <w:proofErr w:type="spellStart"/>
            <w:r>
              <w:rPr>
                <w:rStyle w:val="Ausfllhilfe"/>
              </w:rPr>
              <w:t>by</w:t>
            </w:r>
            <w:proofErr w:type="spellEnd"/>
            <w:r>
              <w:rPr>
                <w:rStyle w:val="Ausfllhilfe"/>
              </w:rPr>
              <w:t xml:space="preserve"> </w:t>
            </w:r>
            <w:proofErr w:type="spellStart"/>
            <w:r>
              <w:rPr>
                <w:rStyle w:val="Ausfllhilfe"/>
              </w:rPr>
              <w:t>means</w:t>
            </w:r>
            <w:proofErr w:type="spellEnd"/>
            <w:r>
              <w:rPr>
                <w:rStyle w:val="Ausfllhilfe"/>
              </w:rPr>
              <w:t xml:space="preserve"> </w:t>
            </w:r>
            <w:proofErr w:type="spellStart"/>
            <w:r>
              <w:rPr>
                <w:rStyle w:val="Ausfllhilfe"/>
              </w:rPr>
              <w:t>of</w:t>
            </w:r>
            <w:proofErr w:type="spellEnd"/>
            <w:r>
              <w:rPr>
                <w:rStyle w:val="Ausfllhilfe"/>
              </w:rPr>
              <w:t xml:space="preserve"> a </w:t>
            </w:r>
            <w:proofErr w:type="spellStart"/>
            <w:r>
              <w:rPr>
                <w:rStyle w:val="Ausfllhilfe"/>
              </w:rPr>
              <w:t>search</w:t>
            </w:r>
            <w:proofErr w:type="spellEnd"/>
            <w:r>
              <w:rPr>
                <w:rStyle w:val="Ausfllhilfe"/>
              </w:rPr>
              <w:t xml:space="preserve"> </w:t>
            </w:r>
            <w:proofErr w:type="spellStart"/>
            <w:r>
              <w:rPr>
                <w:rStyle w:val="Ausfllhilfe"/>
              </w:rPr>
              <w:t>filter</w:t>
            </w:r>
            <w:proofErr w:type="spellEnd"/>
            <w:r>
              <w:rPr>
                <w:rStyle w:val="Ausfllhilfe"/>
              </w:rPr>
              <w:t xml:space="preserve"> </w:t>
            </w:r>
            <w:proofErr w:type="spellStart"/>
            <w:r>
              <w:rPr>
                <w:rStyle w:val="Ausfllhilfe"/>
              </w:rPr>
              <w:t>for</w:t>
            </w:r>
            <w:proofErr w:type="spellEnd"/>
            <w:r>
              <w:rPr>
                <w:rStyle w:val="Ausfllhilfe"/>
              </w:rPr>
              <w:t xml:space="preserve"> </w:t>
            </w:r>
            <w:proofErr w:type="spellStart"/>
            <w:r>
              <w:rPr>
                <w:rStyle w:val="Ausfllhilfe"/>
              </w:rPr>
              <w:t>finding</w:t>
            </w:r>
            <w:proofErr w:type="spellEnd"/>
            <w:r>
              <w:rPr>
                <w:rStyle w:val="Ausfllhilfe"/>
              </w:rPr>
              <w:t xml:space="preserve"> all </w:t>
            </w:r>
            <w:proofErr w:type="spellStart"/>
            <w:r>
              <w:rPr>
                <w:rStyle w:val="Ausfllhilfe"/>
              </w:rPr>
              <w:t>studies</w:t>
            </w:r>
            <w:proofErr w:type="spellEnd"/>
            <w:r>
              <w:rPr>
                <w:rStyle w:val="Ausfllhilfe"/>
              </w:rPr>
              <w:t xml:space="preserve"> on </w:t>
            </w:r>
            <w:proofErr w:type="spellStart"/>
            <w:r>
              <w:rPr>
                <w:rStyle w:val="Ausfllhilfe"/>
              </w:rPr>
              <w:t>animal</w:t>
            </w:r>
            <w:proofErr w:type="spellEnd"/>
            <w:r>
              <w:rPr>
                <w:rStyle w:val="Ausfllhilfe"/>
              </w:rPr>
              <w:t xml:space="preserve"> </w:t>
            </w:r>
            <w:proofErr w:type="spellStart"/>
            <w:r>
              <w:rPr>
                <w:rStyle w:val="Ausfllhilfe"/>
              </w:rPr>
              <w:t>experimentation</w:t>
            </w:r>
            <w:proofErr w:type="spellEnd"/>
            <w:r>
              <w:rPr>
                <w:rStyle w:val="Ausfllhilfe"/>
              </w:rPr>
              <w:t xml:space="preserve"> in </w:t>
            </w:r>
            <w:proofErr w:type="spellStart"/>
            <w:r>
              <w:rPr>
                <w:rStyle w:val="Ausfllhilfe"/>
              </w:rPr>
              <w:t>Pubmed</w:t>
            </w:r>
            <w:proofErr w:type="spellEnd"/>
            <w:r>
              <w:rPr>
                <w:rStyle w:val="Ausfllhilfe"/>
              </w:rPr>
              <w:t xml:space="preserve">, 2010, Lab Anima., 44, 170-175), </w:t>
            </w:r>
            <w:proofErr w:type="spellStart"/>
            <w:r>
              <w:rPr>
                <w:rStyle w:val="Ausfllhilfe"/>
              </w:rPr>
              <w:t>Hooijmans</w:t>
            </w:r>
            <w:proofErr w:type="spellEnd"/>
            <w:r>
              <w:rPr>
                <w:rStyle w:val="Ausfllhilfe"/>
              </w:rPr>
              <w:t xml:space="preserve"> CR et al.</w:t>
            </w:r>
          </w:p>
        </w:tc>
      </w:tr>
      <w:tr w:rsidR="00AA047D" w14:paraId="70D394CE" w14:textId="77777777">
        <w:trPr>
          <w:trHeight w:hRule="exact" w:val="312"/>
        </w:trPr>
        <w:tc>
          <w:tcPr>
            <w:tcW w:w="778" w:type="dxa"/>
            <w:tcBorders>
              <w:top w:val="nil"/>
              <w:bottom w:val="nil"/>
            </w:tcBorders>
          </w:tcPr>
          <w:p w14:paraId="6BDE77A6" w14:textId="77777777" w:rsidR="00AA047D" w:rsidRDefault="00AA047D">
            <w:pPr>
              <w:pStyle w:val="Funotentext"/>
              <w:spacing w:after="0" w:line="320" w:lineRule="exact"/>
              <w:jc w:val="both"/>
            </w:pPr>
          </w:p>
        </w:tc>
        <w:tc>
          <w:tcPr>
            <w:tcW w:w="9174" w:type="dxa"/>
            <w:gridSpan w:val="14"/>
            <w:tcBorders>
              <w:bottom w:val="nil"/>
            </w:tcBorders>
            <w:vAlign w:val="center"/>
          </w:tcPr>
          <w:p w14:paraId="50A10D1F" w14:textId="77777777" w:rsidR="00AA047D" w:rsidRDefault="0053644C">
            <w:pPr>
              <w:pStyle w:val="Funotentext"/>
              <w:spacing w:after="0" w:line="320" w:lineRule="exact"/>
              <w:rPr>
                <w:b/>
                <w:sz w:val="16"/>
                <w:szCs w:val="16"/>
              </w:rPr>
            </w:pPr>
            <w:r>
              <w:rPr>
                <w:b/>
                <w:sz w:val="16"/>
                <w:szCs w:val="16"/>
              </w:rPr>
              <w:t>Zeitpunkt der Recherche:</w:t>
            </w:r>
          </w:p>
          <w:p w14:paraId="4D8134CE" w14:textId="77777777" w:rsidR="00AA047D" w:rsidRDefault="00AA047D">
            <w:pPr>
              <w:pStyle w:val="Funotentext"/>
              <w:spacing w:after="0" w:line="320" w:lineRule="exact"/>
              <w:rPr>
                <w:b/>
                <w:sz w:val="16"/>
                <w:szCs w:val="16"/>
              </w:rPr>
            </w:pPr>
          </w:p>
        </w:tc>
      </w:tr>
      <w:tr w:rsidR="00AA047D" w14:paraId="41036D90" w14:textId="77777777">
        <w:trPr>
          <w:trHeight w:val="652"/>
        </w:trPr>
        <w:tc>
          <w:tcPr>
            <w:tcW w:w="778" w:type="dxa"/>
            <w:tcBorders>
              <w:top w:val="nil"/>
              <w:bottom w:val="single" w:sz="4" w:space="0" w:color="auto"/>
            </w:tcBorders>
          </w:tcPr>
          <w:p w14:paraId="0000981A" w14:textId="77777777" w:rsidR="00AA047D" w:rsidRDefault="00AA047D">
            <w:pPr>
              <w:pStyle w:val="Funotentext"/>
              <w:spacing w:after="0" w:line="320" w:lineRule="exact"/>
              <w:jc w:val="both"/>
            </w:pPr>
          </w:p>
        </w:tc>
        <w:tc>
          <w:tcPr>
            <w:tcW w:w="9174" w:type="dxa"/>
            <w:gridSpan w:val="14"/>
            <w:tcBorders>
              <w:top w:val="nil"/>
            </w:tcBorders>
          </w:tcPr>
          <w:p w14:paraId="31D7DB43" w14:textId="77777777" w:rsidR="00AA047D" w:rsidRDefault="0053644C">
            <w:pPr>
              <w:spacing w:after="0" w:line="320" w:lineRule="exact"/>
              <w:rPr>
                <w:rStyle w:val="Ausfllhilfe"/>
              </w:rPr>
            </w:pPr>
            <w:r>
              <w:rPr>
                <w:rStyle w:val="Ausfllhilfe"/>
              </w:rPr>
              <w:t xml:space="preserve">Die Literaturrecherche muss aktuell (zum Zeitpunkt der </w:t>
            </w:r>
            <w:r>
              <w:rPr>
                <w:rStyle w:val="Ausfllhilfe"/>
              </w:rPr>
              <w:t>Einreichung beim LANUV) sein; das sollte auch aus der Literaturliste anhand der Aktualität der zitierten Publikationen ersichtlich sein.</w:t>
            </w:r>
          </w:p>
        </w:tc>
      </w:tr>
      <w:tr w:rsidR="00AA047D" w14:paraId="2F65082D" w14:textId="77777777">
        <w:trPr>
          <w:trHeight w:val="662"/>
        </w:trPr>
        <w:tc>
          <w:tcPr>
            <w:tcW w:w="778" w:type="dxa"/>
            <w:tcBorders>
              <w:bottom w:val="nil"/>
            </w:tcBorders>
          </w:tcPr>
          <w:p w14:paraId="3B8EF4DF" w14:textId="77777777" w:rsidR="00AA047D" w:rsidRDefault="0053644C">
            <w:pPr>
              <w:pStyle w:val="Funotentext"/>
              <w:spacing w:after="0" w:line="320" w:lineRule="exact"/>
              <w:jc w:val="both"/>
              <w:rPr>
                <w:b/>
              </w:rPr>
            </w:pPr>
            <w:r>
              <w:rPr>
                <w:b/>
              </w:rPr>
              <w:lastRenderedPageBreak/>
              <w:t>1.1.4.2</w:t>
            </w:r>
          </w:p>
        </w:tc>
        <w:tc>
          <w:tcPr>
            <w:tcW w:w="9174" w:type="dxa"/>
            <w:gridSpan w:val="14"/>
            <w:tcBorders>
              <w:bottom w:val="single" w:sz="4" w:space="0" w:color="auto"/>
            </w:tcBorders>
          </w:tcPr>
          <w:p w14:paraId="7654D464" w14:textId="77777777" w:rsidR="00AA047D" w:rsidRDefault="0053644C">
            <w:pPr>
              <w:pStyle w:val="Funotentext"/>
              <w:spacing w:after="0" w:line="320" w:lineRule="exact"/>
              <w:jc w:val="both"/>
              <w:rPr>
                <w:b/>
              </w:rPr>
            </w:pPr>
            <w:r>
              <w:rPr>
                <w:b/>
              </w:rPr>
              <w:t>Wissenschaftlich begründete Darlegung, dass das angestrebte Versuchsergebnis noch nicht hinreichend bekannt is</w:t>
            </w:r>
            <w:r>
              <w:rPr>
                <w:b/>
              </w:rPr>
              <w:t>t</w:t>
            </w:r>
          </w:p>
        </w:tc>
      </w:tr>
      <w:tr w:rsidR="00AA047D" w14:paraId="3A56DCD4" w14:textId="77777777">
        <w:trPr>
          <w:cantSplit/>
          <w:trHeight w:hRule="exact" w:val="312"/>
        </w:trPr>
        <w:tc>
          <w:tcPr>
            <w:tcW w:w="778" w:type="dxa"/>
            <w:tcBorders>
              <w:top w:val="nil"/>
              <w:bottom w:val="nil"/>
            </w:tcBorders>
          </w:tcPr>
          <w:p w14:paraId="51F765F6"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1B0F7060" w14:textId="77777777" w:rsidR="00AA047D" w:rsidRDefault="0053644C">
            <w:pPr>
              <w:pStyle w:val="Funotentext"/>
              <w:spacing w:after="0" w:line="320" w:lineRule="exact"/>
              <w:jc w:val="both"/>
              <w:rPr>
                <w:b/>
                <w:sz w:val="16"/>
                <w:szCs w:val="16"/>
              </w:rPr>
            </w:pPr>
            <w:r>
              <w:rPr>
                <w:b/>
                <w:sz w:val="16"/>
                <w:szCs w:val="16"/>
              </w:rPr>
              <w:t>Erläuterungen:</w:t>
            </w:r>
          </w:p>
        </w:tc>
      </w:tr>
      <w:tr w:rsidR="00AA047D" w14:paraId="56716830" w14:textId="77777777">
        <w:trPr>
          <w:trHeight w:val="454"/>
        </w:trPr>
        <w:tc>
          <w:tcPr>
            <w:tcW w:w="778" w:type="dxa"/>
            <w:tcBorders>
              <w:top w:val="nil"/>
              <w:bottom w:val="single" w:sz="4" w:space="0" w:color="auto"/>
            </w:tcBorders>
          </w:tcPr>
          <w:p w14:paraId="31629592" w14:textId="77777777" w:rsidR="00AA047D" w:rsidRDefault="00AA047D">
            <w:pPr>
              <w:pStyle w:val="Funotentext"/>
              <w:spacing w:after="0" w:line="320" w:lineRule="exact"/>
              <w:jc w:val="both"/>
            </w:pPr>
          </w:p>
        </w:tc>
        <w:tc>
          <w:tcPr>
            <w:tcW w:w="9174" w:type="dxa"/>
            <w:gridSpan w:val="14"/>
            <w:tcBorders>
              <w:top w:val="nil"/>
            </w:tcBorders>
          </w:tcPr>
          <w:p w14:paraId="2E10D2BD" w14:textId="77777777" w:rsidR="00AA047D" w:rsidRDefault="0053644C">
            <w:pPr>
              <w:spacing w:after="0" w:line="320" w:lineRule="exact"/>
              <w:rPr>
                <w:rStyle w:val="Ausfllhilfe"/>
              </w:rPr>
            </w:pPr>
            <w:r>
              <w:rPr>
                <w:rStyle w:val="Ausfllhilfe"/>
              </w:rPr>
              <w:t xml:space="preserve">Hier muss ersichtlich sein, inwieweit bereits Erkenntnisse zum Versuchsziel vorliegen oder nicht. Erklären Sie, warum vorhandene Literaturdaten, die hier aufgeworfene/n Fragestellung/en nicht oder nicht ausreichend </w:t>
            </w:r>
            <w:r>
              <w:rPr>
                <w:rStyle w:val="Ausfllhilfe"/>
              </w:rPr>
              <w:t>beantworten können. Falls bereits unter Punkt 1.1.2 ausführlich dargelegt, bitte auf diesen Punkt verweisen und keine Wiederholungen einfügen. Einzelne hilfreiche Veröffentlichungen können dem Antrag beigefügt werden. Es sind die einschlägigen, den derzeit</w:t>
            </w:r>
            <w:r>
              <w:rPr>
                <w:rStyle w:val="Ausfllhilfe"/>
              </w:rPr>
              <w:t>igen Erkenntnisstand widerspiegelnde (= aktuelle!)  Publikationen (Literaturzitate) einzubringen und auf ihre Relevanz oder auch Widersprüchlichkeit im Hinblick auf das Forschungsprojekt zu diskutieren.</w:t>
            </w:r>
          </w:p>
        </w:tc>
      </w:tr>
      <w:tr w:rsidR="00AA047D" w14:paraId="6088B55F" w14:textId="77777777">
        <w:trPr>
          <w:cantSplit/>
          <w:trHeight w:val="631"/>
        </w:trPr>
        <w:tc>
          <w:tcPr>
            <w:tcW w:w="778" w:type="dxa"/>
            <w:tcBorders>
              <w:bottom w:val="nil"/>
            </w:tcBorders>
          </w:tcPr>
          <w:p w14:paraId="57B6D6DF" w14:textId="77777777" w:rsidR="00AA047D" w:rsidRDefault="0053644C">
            <w:pPr>
              <w:pStyle w:val="Funotentext"/>
              <w:spacing w:after="0" w:line="320" w:lineRule="exact"/>
              <w:jc w:val="both"/>
              <w:rPr>
                <w:b/>
              </w:rPr>
            </w:pPr>
            <w:r>
              <w:rPr>
                <w:b/>
              </w:rPr>
              <w:t>1.1.4.3</w:t>
            </w:r>
          </w:p>
        </w:tc>
        <w:tc>
          <w:tcPr>
            <w:tcW w:w="9174" w:type="dxa"/>
            <w:gridSpan w:val="14"/>
          </w:tcPr>
          <w:p w14:paraId="1C5E1642" w14:textId="77777777" w:rsidR="00AA047D" w:rsidRDefault="0053644C">
            <w:pPr>
              <w:pStyle w:val="Funotentext"/>
              <w:spacing w:after="0" w:line="320" w:lineRule="exact"/>
              <w:jc w:val="both"/>
              <w:rPr>
                <w:b/>
              </w:rPr>
            </w:pPr>
            <w:r>
              <w:rPr>
                <w:b/>
              </w:rPr>
              <w:t xml:space="preserve">Handelt es sich um einen Doppel- oder Wiederholungsversuch </w:t>
            </w:r>
            <w:r>
              <w:rPr>
                <w:rStyle w:val="Endnotenzeichen"/>
                <w:b/>
                <w:i/>
                <w:color w:val="00B050"/>
                <w:vertAlign w:val="baseline"/>
              </w:rPr>
              <w:endnoteReference w:id="5"/>
            </w:r>
            <w:r>
              <w:rPr>
                <w:b/>
                <w:i/>
                <w:color w:val="00B050"/>
              </w:rPr>
              <w:t>)</w:t>
            </w:r>
            <w:r>
              <w:rPr>
                <w:b/>
              </w:rPr>
              <w:t>? (§ 8 Abs. 1 Satz 2 Nr. 1b TierSchG)</w:t>
            </w:r>
          </w:p>
        </w:tc>
      </w:tr>
      <w:tr w:rsidR="00AA047D" w14:paraId="7AD9416D" w14:textId="77777777">
        <w:trPr>
          <w:cantSplit/>
          <w:trHeight w:val="337"/>
        </w:trPr>
        <w:tc>
          <w:tcPr>
            <w:tcW w:w="778" w:type="dxa"/>
            <w:tcBorders>
              <w:top w:val="nil"/>
              <w:bottom w:val="nil"/>
            </w:tcBorders>
            <w:vAlign w:val="center"/>
          </w:tcPr>
          <w:p w14:paraId="77A2DDB7" w14:textId="77777777" w:rsidR="00AA047D" w:rsidRDefault="00AA047D">
            <w:pPr>
              <w:pStyle w:val="Funotentext"/>
              <w:spacing w:after="0" w:line="320" w:lineRule="exact"/>
              <w:jc w:val="both"/>
            </w:pPr>
          </w:p>
        </w:tc>
        <w:tc>
          <w:tcPr>
            <w:tcW w:w="990" w:type="dxa"/>
            <w:gridSpan w:val="6"/>
            <w:vAlign w:val="center"/>
          </w:tcPr>
          <w:p w14:paraId="3E20BE60" w14:textId="77777777" w:rsidR="00AA047D" w:rsidRDefault="0053644C">
            <w:pPr>
              <w:pStyle w:val="Funotentext"/>
              <w:spacing w:after="0" w:line="320" w:lineRule="exact"/>
              <w:jc w:val="both"/>
            </w:pPr>
            <w:r>
              <w:fldChar w:fldCharType="begin">
                <w:ffData>
                  <w:name w:val="Kontrollkästchen5"/>
                  <w:enabled/>
                  <w:calcOnExit w:val="0"/>
                  <w:checkBox>
                    <w:sizeAuto/>
                    <w:default w:val="0"/>
                  </w:checkBox>
                </w:ffData>
              </w:fldChar>
            </w:r>
            <w:bookmarkStart w:id="8" w:name="Kontrollkästchen5"/>
            <w:r>
              <w:instrText xml:space="preserve"> FORMCHECKBOX </w:instrText>
            </w:r>
            <w:r>
              <w:fldChar w:fldCharType="separate"/>
            </w:r>
            <w:r>
              <w:fldChar w:fldCharType="end"/>
            </w:r>
            <w:bookmarkEnd w:id="8"/>
            <w:r>
              <w:t xml:space="preserve"> Ja</w:t>
            </w:r>
          </w:p>
        </w:tc>
        <w:tc>
          <w:tcPr>
            <w:tcW w:w="995" w:type="dxa"/>
            <w:gridSpan w:val="2"/>
            <w:vAlign w:val="center"/>
          </w:tcPr>
          <w:p w14:paraId="09343D53" w14:textId="77777777" w:rsidR="00AA047D" w:rsidRDefault="0053644C">
            <w:pPr>
              <w:pStyle w:val="Funotentext"/>
              <w:spacing w:after="0" w:line="320" w:lineRule="exact"/>
              <w:jc w:val="both"/>
            </w:pPr>
            <w:r>
              <w:fldChar w:fldCharType="begin">
                <w:ffData>
                  <w:name w:val="Kontrollkästchen6"/>
                  <w:enabled/>
                  <w:calcOnExit w:val="0"/>
                  <w:checkBox>
                    <w:sizeAuto/>
                    <w:default w:val="0"/>
                  </w:checkBox>
                </w:ffData>
              </w:fldChar>
            </w:r>
            <w:bookmarkStart w:id="9" w:name="Kontrollkästchen6"/>
            <w:r>
              <w:instrText xml:space="preserve"> FORMCHECKBOX </w:instrText>
            </w:r>
            <w:r>
              <w:fldChar w:fldCharType="separate"/>
            </w:r>
            <w:r>
              <w:fldChar w:fldCharType="end"/>
            </w:r>
            <w:bookmarkEnd w:id="9"/>
            <w:r>
              <w:t xml:space="preserve"> Nein</w:t>
            </w:r>
          </w:p>
        </w:tc>
        <w:tc>
          <w:tcPr>
            <w:tcW w:w="7189" w:type="dxa"/>
            <w:gridSpan w:val="6"/>
            <w:vAlign w:val="center"/>
          </w:tcPr>
          <w:p w14:paraId="34214177" w14:textId="77777777" w:rsidR="00AA047D" w:rsidRDefault="00AA047D">
            <w:pPr>
              <w:pStyle w:val="Funotentext"/>
              <w:spacing w:after="0" w:line="320" w:lineRule="exact"/>
              <w:jc w:val="both"/>
            </w:pPr>
          </w:p>
        </w:tc>
      </w:tr>
      <w:tr w:rsidR="00AA047D" w14:paraId="365B4B3C" w14:textId="77777777">
        <w:trPr>
          <w:cantSplit/>
          <w:trHeight w:val="630"/>
        </w:trPr>
        <w:tc>
          <w:tcPr>
            <w:tcW w:w="778" w:type="dxa"/>
            <w:tcBorders>
              <w:top w:val="nil"/>
              <w:bottom w:val="nil"/>
            </w:tcBorders>
            <w:vAlign w:val="center"/>
          </w:tcPr>
          <w:p w14:paraId="7BAFF292" w14:textId="77777777" w:rsidR="00AA047D" w:rsidRDefault="00AA047D">
            <w:pPr>
              <w:spacing w:after="0" w:line="320" w:lineRule="exact"/>
              <w:jc w:val="both"/>
              <w:rPr>
                <w:sz w:val="20"/>
              </w:rPr>
            </w:pPr>
          </w:p>
        </w:tc>
        <w:tc>
          <w:tcPr>
            <w:tcW w:w="9174" w:type="dxa"/>
            <w:gridSpan w:val="14"/>
            <w:tcBorders>
              <w:bottom w:val="single" w:sz="4" w:space="0" w:color="auto"/>
            </w:tcBorders>
            <w:vAlign w:val="center"/>
          </w:tcPr>
          <w:p w14:paraId="27F9D489" w14:textId="77777777" w:rsidR="00AA047D" w:rsidRDefault="0053644C">
            <w:pPr>
              <w:pStyle w:val="Funotentext"/>
              <w:spacing w:after="0" w:line="320" w:lineRule="exact"/>
              <w:jc w:val="both"/>
            </w:pPr>
            <w:r>
              <w:t>Wenn ja, wissenschaftlich begründete Darlegung, dass die Überprüfung bereits bekannter Versuchsergebnisse durch das beantragte Versuchsvorhaben unerlässlich ist.</w:t>
            </w:r>
          </w:p>
        </w:tc>
      </w:tr>
      <w:tr w:rsidR="00AA047D" w14:paraId="53FDD046" w14:textId="77777777">
        <w:trPr>
          <w:cantSplit/>
          <w:trHeight w:hRule="exact" w:val="312"/>
        </w:trPr>
        <w:tc>
          <w:tcPr>
            <w:tcW w:w="778" w:type="dxa"/>
            <w:tcBorders>
              <w:top w:val="nil"/>
              <w:bottom w:val="nil"/>
            </w:tcBorders>
          </w:tcPr>
          <w:p w14:paraId="676210DD" w14:textId="77777777" w:rsidR="00AA047D" w:rsidRDefault="0053644C">
            <w:pPr>
              <w:pStyle w:val="Funotentext"/>
              <w:spacing w:after="0" w:line="320" w:lineRule="exact"/>
              <w:jc w:val="both"/>
              <w:rPr>
                <w:sz w:val="16"/>
                <w:szCs w:val="16"/>
              </w:rPr>
            </w:pPr>
            <w:r>
              <w:br w:type="page"/>
            </w:r>
          </w:p>
        </w:tc>
        <w:tc>
          <w:tcPr>
            <w:tcW w:w="9174" w:type="dxa"/>
            <w:gridSpan w:val="14"/>
            <w:tcBorders>
              <w:bottom w:val="nil"/>
            </w:tcBorders>
          </w:tcPr>
          <w:p w14:paraId="382DE6D8" w14:textId="77777777" w:rsidR="00AA047D" w:rsidRDefault="0053644C">
            <w:pPr>
              <w:pStyle w:val="Funotentext"/>
              <w:spacing w:after="0" w:line="320" w:lineRule="exact"/>
              <w:jc w:val="both"/>
              <w:rPr>
                <w:b/>
                <w:sz w:val="16"/>
                <w:szCs w:val="16"/>
              </w:rPr>
            </w:pPr>
            <w:r>
              <w:rPr>
                <w:b/>
                <w:sz w:val="16"/>
                <w:szCs w:val="16"/>
              </w:rPr>
              <w:t>Erläuterungen:</w:t>
            </w:r>
          </w:p>
        </w:tc>
      </w:tr>
      <w:tr w:rsidR="00AA047D" w14:paraId="6BD4D464" w14:textId="77777777">
        <w:trPr>
          <w:trHeight w:val="454"/>
        </w:trPr>
        <w:tc>
          <w:tcPr>
            <w:tcW w:w="778" w:type="dxa"/>
            <w:tcBorders>
              <w:top w:val="nil"/>
            </w:tcBorders>
          </w:tcPr>
          <w:p w14:paraId="4B2BE52C" w14:textId="77777777" w:rsidR="00AA047D" w:rsidRDefault="00AA047D">
            <w:pPr>
              <w:pStyle w:val="Funotentext"/>
              <w:spacing w:after="0" w:line="320" w:lineRule="exact"/>
              <w:jc w:val="both"/>
            </w:pPr>
          </w:p>
        </w:tc>
        <w:tc>
          <w:tcPr>
            <w:tcW w:w="9174" w:type="dxa"/>
            <w:gridSpan w:val="14"/>
            <w:tcBorders>
              <w:top w:val="nil"/>
            </w:tcBorders>
          </w:tcPr>
          <w:p w14:paraId="6E03975B" w14:textId="77777777" w:rsidR="00AA047D" w:rsidRDefault="0053644C">
            <w:pPr>
              <w:spacing w:after="0" w:line="320" w:lineRule="exact"/>
              <w:rPr>
                <w:rStyle w:val="Ausfllhilfe"/>
              </w:rPr>
            </w:pPr>
            <w:r>
              <w:rPr>
                <w:rStyle w:val="Ausfllhilfe"/>
              </w:rPr>
              <w:t xml:space="preserve">Doppelversuche sind </w:t>
            </w:r>
            <w:r>
              <w:rPr>
                <w:rStyle w:val="Ausfllhilfe"/>
              </w:rPr>
              <w:t>Versuchsvorhaben, die im gleichen Zeitraum mit gleichen Methoden an derselben Tierart und mit gleicher Zielsetzung durchgeführt werden (z.B. Ringversuche zur Validierung und Standardisierung). Wiederholungsversuche sind Versuchsvorhaben, die mit identische</w:t>
            </w:r>
            <w:r>
              <w:rPr>
                <w:rStyle w:val="Ausfllhilfe"/>
              </w:rPr>
              <w:t>n Methoden an Tieren derselben Tierart bereits früher durchgeführt wurden und zur Überprüfung bereits hinreichend bekannter Versuchsergebnisse durchgeführt werden.</w:t>
            </w:r>
          </w:p>
          <w:p w14:paraId="1AD27E1D" w14:textId="77777777" w:rsidR="00AA047D" w:rsidRDefault="0053644C">
            <w:pPr>
              <w:spacing w:after="0" w:line="320" w:lineRule="exact"/>
              <w:rPr>
                <w:rStyle w:val="Ausfllhilfe"/>
              </w:rPr>
            </w:pPr>
            <w:r>
              <w:rPr>
                <w:rStyle w:val="Ausfllhilfe"/>
              </w:rPr>
              <w:t>Bei der Generierung oder Zucht bereits in einer anderen Einrichtung gezüchteter, genetisch v</w:t>
            </w:r>
            <w:r>
              <w:rPr>
                <w:rStyle w:val="Ausfllhilfe"/>
              </w:rPr>
              <w:t>eränderter Linien mit einem belasteten Phänotyp ist die Notwendigkeit einer eigenen Zucht zu begründen.</w:t>
            </w:r>
          </w:p>
          <w:p w14:paraId="183CE259" w14:textId="77777777" w:rsidR="00AA047D" w:rsidRDefault="0053644C">
            <w:pPr>
              <w:spacing w:after="0" w:line="320" w:lineRule="exact"/>
              <w:rPr>
                <w:rStyle w:val="Ausfllhilfe"/>
              </w:rPr>
            </w:pPr>
            <w:r>
              <w:rPr>
                <w:rStyle w:val="Ausfllhilfe"/>
              </w:rPr>
              <w:t>Es sind die einschlägigen, den derzeitigen Erkenntnisstand widerspiegelnde (= aktuelle!)  Publikationen (Literaturzitate) einzubringen und auf ihre Rele</w:t>
            </w:r>
            <w:r>
              <w:rPr>
                <w:rStyle w:val="Ausfllhilfe"/>
              </w:rPr>
              <w:t>vanz oder auch Widersprüchlichkeit im Hinblick auf das Forschungsprojekt zu diskutieren.</w:t>
            </w:r>
          </w:p>
          <w:p w14:paraId="72C43291" w14:textId="77777777" w:rsidR="00AA047D" w:rsidRDefault="00AA047D">
            <w:pPr>
              <w:pStyle w:val="Funotentext"/>
              <w:spacing w:after="0" w:line="320" w:lineRule="exact"/>
              <w:jc w:val="both"/>
            </w:pPr>
          </w:p>
        </w:tc>
      </w:tr>
      <w:tr w:rsidR="00AA047D" w14:paraId="0E4CD927" w14:textId="77777777">
        <w:trPr>
          <w:cantSplit/>
          <w:trHeight w:val="532"/>
        </w:trPr>
        <w:tc>
          <w:tcPr>
            <w:tcW w:w="778" w:type="dxa"/>
            <w:tcBorders>
              <w:bottom w:val="single" w:sz="4" w:space="0" w:color="auto"/>
            </w:tcBorders>
            <w:vAlign w:val="center"/>
          </w:tcPr>
          <w:p w14:paraId="5EE4F9EF" w14:textId="77777777" w:rsidR="00AA047D" w:rsidRDefault="0053644C">
            <w:pPr>
              <w:pStyle w:val="Funotentext"/>
              <w:spacing w:after="0" w:line="320" w:lineRule="exact"/>
              <w:jc w:val="both"/>
              <w:rPr>
                <w:b/>
              </w:rPr>
            </w:pPr>
            <w:r>
              <w:rPr>
                <w:b/>
              </w:rPr>
              <w:t>1.1.5</w:t>
            </w:r>
          </w:p>
        </w:tc>
        <w:tc>
          <w:tcPr>
            <w:tcW w:w="9174" w:type="dxa"/>
            <w:gridSpan w:val="14"/>
            <w:vAlign w:val="center"/>
          </w:tcPr>
          <w:p w14:paraId="11553E89" w14:textId="77777777" w:rsidR="00AA047D" w:rsidRDefault="0053644C">
            <w:pPr>
              <w:pStyle w:val="Funotentext"/>
              <w:spacing w:after="0" w:line="320" w:lineRule="exact"/>
              <w:jc w:val="both"/>
              <w:rPr>
                <w:b/>
                <w:spacing w:val="-2"/>
              </w:rPr>
            </w:pPr>
            <w:r>
              <w:rPr>
                <w:b/>
                <w:spacing w:val="-2"/>
              </w:rPr>
              <w:t>Art und Anzahl der vorgesehenen Tiere (§ 31 Abs. 1 Satz 2 Nr. 1c TierSchVersV)</w:t>
            </w:r>
          </w:p>
        </w:tc>
      </w:tr>
      <w:tr w:rsidR="00AA047D" w14:paraId="208ACAD8" w14:textId="77777777">
        <w:trPr>
          <w:cantSplit/>
          <w:trHeight w:val="840"/>
        </w:trPr>
        <w:tc>
          <w:tcPr>
            <w:tcW w:w="778" w:type="dxa"/>
            <w:tcBorders>
              <w:bottom w:val="nil"/>
            </w:tcBorders>
          </w:tcPr>
          <w:p w14:paraId="3533564E" w14:textId="77777777" w:rsidR="00AA047D" w:rsidRDefault="0053644C">
            <w:pPr>
              <w:pStyle w:val="Funotentext"/>
              <w:spacing w:after="0" w:line="320" w:lineRule="exact"/>
              <w:jc w:val="both"/>
              <w:rPr>
                <w:b/>
              </w:rPr>
            </w:pPr>
            <w:r>
              <w:rPr>
                <w:b/>
              </w:rPr>
              <w:t>1.1.5.1</w:t>
            </w:r>
          </w:p>
        </w:tc>
        <w:tc>
          <w:tcPr>
            <w:tcW w:w="9174" w:type="dxa"/>
            <w:gridSpan w:val="14"/>
            <w:tcBorders>
              <w:bottom w:val="single" w:sz="4" w:space="0" w:color="auto"/>
            </w:tcBorders>
          </w:tcPr>
          <w:p w14:paraId="0D82BD77" w14:textId="77777777" w:rsidR="00AA047D" w:rsidRDefault="0053644C">
            <w:pPr>
              <w:pStyle w:val="Funotentext"/>
              <w:spacing w:after="0" w:line="320" w:lineRule="exact"/>
              <w:jc w:val="both"/>
              <w:rPr>
                <w:b/>
              </w:rPr>
            </w:pPr>
            <w:r>
              <w:rPr>
                <w:b/>
              </w:rPr>
              <w:t xml:space="preserve">Vorgesehene Tierarten, Begründung für die Wahl der Tierarten, </w:t>
            </w:r>
            <w:r>
              <w:rPr>
                <w:b/>
              </w:rPr>
              <w:t>Alter, ggf. Gewicht und Geschlecht (§ 31 Abs. 1 Satz 2 Nr. 1c</w:t>
            </w:r>
            <w:r>
              <w:rPr>
                <w:b/>
                <w:spacing w:val="-2"/>
              </w:rPr>
              <w:t>TierSchVersV</w:t>
            </w:r>
            <w:r>
              <w:rPr>
                <w:b/>
                <w:color w:val="FFFF00"/>
                <w:spacing w:val="-2"/>
              </w:rPr>
              <w:t xml:space="preserve"> </w:t>
            </w:r>
            <w:r>
              <w:rPr>
                <w:rStyle w:val="Endnotenzeichen"/>
                <w:b/>
                <w:i/>
                <w:color w:val="00B050"/>
                <w:vertAlign w:val="baseline"/>
              </w:rPr>
              <w:endnoteReference w:id="6"/>
            </w:r>
            <w:r>
              <w:rPr>
                <w:b/>
                <w:i/>
                <w:color w:val="00B050"/>
              </w:rPr>
              <w:t>)</w:t>
            </w:r>
            <w:r>
              <w:rPr>
                <w:b/>
              </w:rPr>
              <w:t>). Beschreibung der Linien und deren Bezeichnung nach der internationalen Nomenklatur</w:t>
            </w:r>
          </w:p>
          <w:p w14:paraId="6BAB2A83" w14:textId="77777777" w:rsidR="00AA047D" w:rsidRDefault="0053644C">
            <w:pPr>
              <w:pStyle w:val="Funotentext"/>
              <w:spacing w:after="0" w:line="320" w:lineRule="exact"/>
              <w:jc w:val="both"/>
              <w:rPr>
                <w:b/>
              </w:rPr>
            </w:pPr>
            <w:r>
              <w:rPr>
                <w:sz w:val="16"/>
              </w:rPr>
              <w:t>- ggf. Anlage „Abschlussbeurteilung genetisch veränderter Zuchtlinien“ beifügen -</w:t>
            </w:r>
          </w:p>
        </w:tc>
      </w:tr>
      <w:tr w:rsidR="00AA047D" w14:paraId="5173C6D3" w14:textId="77777777">
        <w:trPr>
          <w:cantSplit/>
          <w:trHeight w:hRule="exact" w:val="381"/>
        </w:trPr>
        <w:tc>
          <w:tcPr>
            <w:tcW w:w="778" w:type="dxa"/>
            <w:tcBorders>
              <w:top w:val="nil"/>
              <w:bottom w:val="nil"/>
            </w:tcBorders>
          </w:tcPr>
          <w:p w14:paraId="07947FA3"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66F14869" w14:textId="77777777" w:rsidR="00AA047D" w:rsidRDefault="0053644C">
            <w:pPr>
              <w:pStyle w:val="Funotentext"/>
              <w:spacing w:after="0" w:line="320" w:lineRule="exact"/>
              <w:jc w:val="both"/>
              <w:rPr>
                <w:b/>
                <w:sz w:val="16"/>
                <w:szCs w:val="16"/>
              </w:rPr>
            </w:pPr>
            <w:r>
              <w:rPr>
                <w:b/>
                <w:sz w:val="16"/>
                <w:szCs w:val="16"/>
              </w:rPr>
              <w:t>Erläuterungen:</w:t>
            </w:r>
          </w:p>
        </w:tc>
      </w:tr>
      <w:tr w:rsidR="00AA047D" w14:paraId="6F242248" w14:textId="77777777">
        <w:trPr>
          <w:trHeight w:val="454"/>
        </w:trPr>
        <w:tc>
          <w:tcPr>
            <w:tcW w:w="778" w:type="dxa"/>
            <w:tcBorders>
              <w:top w:val="nil"/>
              <w:bottom w:val="single" w:sz="4" w:space="0" w:color="auto"/>
            </w:tcBorders>
          </w:tcPr>
          <w:p w14:paraId="619F6EF5" w14:textId="77777777" w:rsidR="00AA047D" w:rsidRDefault="00AA047D">
            <w:pPr>
              <w:pStyle w:val="Funotentext"/>
              <w:spacing w:after="0" w:line="320" w:lineRule="exact"/>
              <w:jc w:val="both"/>
            </w:pPr>
          </w:p>
        </w:tc>
        <w:tc>
          <w:tcPr>
            <w:tcW w:w="9174" w:type="dxa"/>
            <w:gridSpan w:val="14"/>
            <w:tcBorders>
              <w:top w:val="nil"/>
            </w:tcBorders>
          </w:tcPr>
          <w:p w14:paraId="3C7092D5" w14:textId="77777777" w:rsidR="00AA047D" w:rsidRDefault="0053644C">
            <w:pPr>
              <w:spacing w:after="0" w:line="320" w:lineRule="exact"/>
              <w:rPr>
                <w:rStyle w:val="Ausfllhilfe"/>
              </w:rPr>
            </w:pPr>
            <w:r>
              <w:rPr>
                <w:rStyle w:val="Ausfllhilfe"/>
              </w:rPr>
              <w:t>Bitte geben Sie die vorgesehene Tierart, Rasse/ Stamm mit der genauen Stammbezeichnung gemäß der internationalen Nomenklatur (keine internen Bezeichnungen, also nicht BL6, sondern C57BL/6J), an und verwenden Sie diese durchgängig im weiter</w:t>
            </w:r>
            <w:r>
              <w:rPr>
                <w:rStyle w:val="Ausfllhilfe"/>
              </w:rPr>
              <w:t>en Text und in der Abschlussbeurteilung genetisch veränderter Zuchtlinien. Begründen Sie die Wahl der Tierart. Was zeichnet diese Tierart für den Versuchszweck aus? Machen Sie bitte Angaben zum Alter und/ oder Gewicht und Geschlecht der Tiere und begründen</w:t>
            </w:r>
            <w:r>
              <w:rPr>
                <w:rStyle w:val="Ausfllhilfe"/>
              </w:rPr>
              <w:t xml:space="preserve"> Sie dies. Die Wahl des Geschlechts sollte vor dem Hintergrund der Fragestellung erläutert werden und ggf. auf Literatur verwiesen werden. </w:t>
            </w:r>
          </w:p>
          <w:p w14:paraId="45BDC973" w14:textId="77777777" w:rsidR="00AA047D" w:rsidRDefault="0053644C">
            <w:pPr>
              <w:spacing w:after="0" w:line="320" w:lineRule="exact"/>
              <w:rPr>
                <w:rStyle w:val="Ausfllhilfe"/>
              </w:rPr>
            </w:pPr>
            <w:r>
              <w:rPr>
                <w:rStyle w:val="Ausfllhilfe"/>
              </w:rPr>
              <w:t xml:space="preserve">Bei genetisch veränderten Linien sind der genetische Hintergrund sowie die genetische Modifikation zu </w:t>
            </w:r>
            <w:r>
              <w:rPr>
                <w:rStyle w:val="Ausfllhilfe"/>
              </w:rPr>
              <w:t>benennen.</w:t>
            </w:r>
          </w:p>
          <w:p w14:paraId="1CE612FA" w14:textId="77777777" w:rsidR="00AA047D" w:rsidRDefault="0053644C">
            <w:pPr>
              <w:spacing w:after="0" w:line="320" w:lineRule="exact"/>
              <w:rPr>
                <w:rStyle w:val="Ausfllhilfe"/>
              </w:rPr>
            </w:pPr>
            <w:r>
              <w:rPr>
                <w:rStyle w:val="Ausfllhilfe"/>
              </w:rPr>
              <w:lastRenderedPageBreak/>
              <w:t>Sofern genetisch veränderte Tiere verwendet oder genetisch veränderte Tierlinien generiert werden sollen, sind deren Eigenschaften zu beschreiben und darzulegen, welche Fragestellungen mit der einzelnen Linie beantwortet werden sollen. Die Linien</w:t>
            </w:r>
            <w:r>
              <w:rPr>
                <w:rStyle w:val="Ausfllhilfe"/>
              </w:rPr>
              <w:t xml:space="preserve"> sind zu bewerten (belasteter/ nicht belasteter Phänotyp, ggf. Formblatt 5 des BfR “Abschlussbeurteilung genetisch veränderter Zuchtlinien“ verwenden, sofern die Abschlussbeurteilung vorliegt, ist diese für alle Linien einzureichen). </w:t>
            </w:r>
          </w:p>
          <w:p w14:paraId="4172BE43" w14:textId="77777777" w:rsidR="00AA047D" w:rsidRDefault="0053644C">
            <w:pPr>
              <w:spacing w:after="0" w:line="320" w:lineRule="exact"/>
              <w:rPr>
                <w:rStyle w:val="Ausfllhilfe"/>
              </w:rPr>
            </w:pPr>
            <w:r>
              <w:rPr>
                <w:rStyle w:val="Ausfllhilfe"/>
              </w:rPr>
              <w:t>Sofern genetisch verä</w:t>
            </w:r>
            <w:r>
              <w:rPr>
                <w:rStyle w:val="Ausfllhilfe"/>
              </w:rPr>
              <w:t>nderte und phänotypisch belastete Linien eingesetzt werden sollen, ist der ggf. bestehende Zucht(rahmen)</w:t>
            </w:r>
            <w:proofErr w:type="spellStart"/>
            <w:r>
              <w:rPr>
                <w:rStyle w:val="Ausfllhilfe"/>
              </w:rPr>
              <w:t>antrag</w:t>
            </w:r>
            <w:proofErr w:type="spellEnd"/>
            <w:r>
              <w:rPr>
                <w:rStyle w:val="Ausfllhilfe"/>
              </w:rPr>
              <w:t xml:space="preserve"> anzugeben über den die Tiere gezüchtet werden sollen.</w:t>
            </w:r>
          </w:p>
          <w:p w14:paraId="69F9E814" w14:textId="77777777" w:rsidR="00AA047D" w:rsidRDefault="0053644C">
            <w:pPr>
              <w:spacing w:after="0" w:line="320" w:lineRule="exact"/>
              <w:rPr>
                <w:rStyle w:val="Ausfllhilfe"/>
              </w:rPr>
            </w:pPr>
            <w:r>
              <w:rPr>
                <w:rStyle w:val="Ausfllhilfe"/>
              </w:rPr>
              <w:t>Wenn Ihr Tiermodell bereits etabliert und in der Literatur beschrieben ist, sollten Sie zus</w:t>
            </w:r>
            <w:r>
              <w:rPr>
                <w:rStyle w:val="Ausfllhilfe"/>
              </w:rPr>
              <w:t>ätzlich auf diese verweisen. Für die Erstellung neuer Linien oder Linien, die noch nicht in der Belastungseinschätzung ausreichend charakterisiert sind, ist die zu erwartende Belastung prospektiv einzuschätzen. In diesem Fall muss dann am Ende des Versuchs</w:t>
            </w:r>
            <w:r>
              <w:rPr>
                <w:rStyle w:val="Ausfllhilfe"/>
              </w:rPr>
              <w:t xml:space="preserve"> eine abschließende Belastungsbeurteilung nachgereicht werden. </w:t>
            </w:r>
          </w:p>
          <w:p w14:paraId="33493C01" w14:textId="77777777" w:rsidR="00AA047D" w:rsidRDefault="0053644C">
            <w:pPr>
              <w:spacing w:after="0" w:line="320" w:lineRule="exact"/>
              <w:rPr>
                <w:rStyle w:val="Ausfllhilfe"/>
              </w:rPr>
            </w:pPr>
            <w:r>
              <w:rPr>
                <w:rStyle w:val="Ausfllhilfe"/>
              </w:rPr>
              <w:t>Die Abschlussbeurteilung (Formblatt des BfR) ist von der Projektleitung und von der/dem Tierschutzbeauftragten zu unterschreiben. Bei Verwendung mehrerer Linien/ Rassen ist jede Linie/ Rasse g</w:t>
            </w:r>
            <w:r>
              <w:rPr>
                <w:rStyle w:val="Ausfllhilfe"/>
              </w:rPr>
              <w:t>esondert anzugeben.</w:t>
            </w:r>
          </w:p>
          <w:p w14:paraId="1B8FCC0E" w14:textId="77777777" w:rsidR="00AA047D" w:rsidRDefault="0053644C">
            <w:pPr>
              <w:spacing w:after="0" w:line="320" w:lineRule="exact"/>
              <w:rPr>
                <w:rStyle w:val="Ausfllhilfe"/>
              </w:rPr>
            </w:pPr>
            <w:r>
              <w:rPr>
                <w:rStyle w:val="Ausfllhilfe"/>
              </w:rPr>
              <w:t>Es dürfen grundsätzlich nur Wirbeltiere und Kopffüßer verwendet werden, die für Versuchszwecke gezüchtet wurden. Die zuständige Behörde kann, soweit es mit dem Schutz der Tiere vereinbar ist, Ausnahmen hierzu genehmigen, wenn wissenscha</w:t>
            </w:r>
            <w:r>
              <w:rPr>
                <w:rStyle w:val="Ausfllhilfe"/>
              </w:rPr>
              <w:t>ftlich begründet dargelegt wird, dass die Verwendung von anderen als für Tierversuche gezüchteter Tiere unerlässlich ist.</w:t>
            </w:r>
          </w:p>
          <w:p w14:paraId="7693F8D1" w14:textId="77777777" w:rsidR="00AA047D" w:rsidRDefault="0053644C">
            <w:pPr>
              <w:spacing w:after="0" w:line="320" w:lineRule="exact"/>
              <w:rPr>
                <w:rStyle w:val="Ausfllhilfe"/>
              </w:rPr>
            </w:pPr>
            <w:r>
              <w:rPr>
                <w:rStyle w:val="Ausfllhilfe"/>
              </w:rPr>
              <w:t xml:space="preserve">Für Pferde, Rinder, Schweine, Schafe, Ziegen, Tauben, Hühner, Puten, Enten, Gänse und Fische (außer </w:t>
            </w:r>
            <w:proofErr w:type="spellStart"/>
            <w:r>
              <w:rPr>
                <w:rStyle w:val="Ausfllhilfe"/>
              </w:rPr>
              <w:t>Zebrabärblinge</w:t>
            </w:r>
            <w:proofErr w:type="spellEnd"/>
            <w:r>
              <w:rPr>
                <w:rStyle w:val="Ausfllhilfe"/>
              </w:rPr>
              <w:t>) ist keine Ausnahme</w:t>
            </w:r>
            <w:r>
              <w:rPr>
                <w:rStyle w:val="Ausfllhilfe"/>
              </w:rPr>
              <w:t>genehmigung erforderlich.</w:t>
            </w:r>
          </w:p>
          <w:p w14:paraId="25BD71EC" w14:textId="77777777" w:rsidR="00AA047D" w:rsidRDefault="0053644C">
            <w:pPr>
              <w:spacing w:after="0" w:line="320" w:lineRule="exact"/>
              <w:rPr>
                <w:rStyle w:val="Ausfllhilfe"/>
              </w:rPr>
            </w:pPr>
            <w:r>
              <w:rPr>
                <w:rStyle w:val="Ausfllhilfe"/>
              </w:rPr>
              <w:t>Tierversuche sind im Hinblick auf die artspezifischen Fähigkeiten der verwendeten Tiere, unter den Versuchseinwirkungen zu leiden, auf das unerlässliche Maß zu beschränken. Versuche an Tieren, deren artspezifische Fähigkeiten unte</w:t>
            </w:r>
            <w:r>
              <w:rPr>
                <w:rStyle w:val="Ausfllhilfe"/>
              </w:rPr>
              <w:t xml:space="preserve">r den Versuchseinwirkungen zu leiden, stärker entwickelt sind, dürfen nur durchgeführt werden, wenn die Verwendung genau dieser Tierart zum Erreichen des Versuchszweckes unabdingbar und ethisch gerechtfertigt ist (§ 7a Abs. 2 Nr. 5 TierSchG). </w:t>
            </w:r>
          </w:p>
          <w:p w14:paraId="6FC83848" w14:textId="77777777" w:rsidR="00AA047D" w:rsidRDefault="0053644C">
            <w:pPr>
              <w:spacing w:after="0" w:line="320" w:lineRule="exact"/>
              <w:rPr>
                <w:rStyle w:val="Ausfllhilfe"/>
              </w:rPr>
            </w:pPr>
            <w:r>
              <w:rPr>
                <w:rStyle w:val="Ausfllhilfe"/>
              </w:rPr>
              <w:t>Unter Berück</w:t>
            </w:r>
            <w:r>
              <w:rPr>
                <w:rStyle w:val="Ausfllhilfe"/>
              </w:rPr>
              <w:t>sichtigung dieser grundsätzlichen Erwägungen ist die Tierart zu wählen, deren artspezifische Fähigkeit unter der Versuchseinwirkung zu leiden am geringsten entwickelten ist und dennoch eine optimale Beantwortung der Fragestellung erlaubt. Sind mehrere Tier</w:t>
            </w:r>
            <w:r>
              <w:rPr>
                <w:rStyle w:val="Ausfllhilfe"/>
              </w:rPr>
              <w:t>arten oder Tiermodelle geeignet, müssen die Alternativen diskutiert und die endgültige Wahl begründet werden (sprich: Warum Ratte statt Plattwurm?).</w:t>
            </w:r>
          </w:p>
        </w:tc>
      </w:tr>
      <w:tr w:rsidR="00AA047D" w14:paraId="49BB1036" w14:textId="77777777">
        <w:trPr>
          <w:trHeight w:val="1063"/>
        </w:trPr>
        <w:tc>
          <w:tcPr>
            <w:tcW w:w="778" w:type="dxa"/>
            <w:tcBorders>
              <w:bottom w:val="nil"/>
            </w:tcBorders>
          </w:tcPr>
          <w:p w14:paraId="5844155F" w14:textId="77777777" w:rsidR="00AA047D" w:rsidRDefault="0053644C">
            <w:pPr>
              <w:pStyle w:val="Funotentext"/>
              <w:spacing w:after="0" w:line="320" w:lineRule="exact"/>
              <w:jc w:val="both"/>
              <w:rPr>
                <w:b/>
              </w:rPr>
            </w:pPr>
            <w:r>
              <w:rPr>
                <w:b/>
              </w:rPr>
              <w:lastRenderedPageBreak/>
              <w:t>1.1.5.2</w:t>
            </w:r>
          </w:p>
        </w:tc>
        <w:tc>
          <w:tcPr>
            <w:tcW w:w="9174" w:type="dxa"/>
            <w:gridSpan w:val="14"/>
            <w:vAlign w:val="bottom"/>
          </w:tcPr>
          <w:p w14:paraId="46F4C909" w14:textId="77777777" w:rsidR="00AA047D" w:rsidRDefault="0053644C">
            <w:pPr>
              <w:pStyle w:val="Funotentext"/>
              <w:spacing w:after="0" w:line="320" w:lineRule="exact"/>
              <w:jc w:val="both"/>
              <w:rPr>
                <w:b/>
                <w:color w:val="00B050"/>
              </w:rPr>
            </w:pPr>
            <w:r>
              <w:rPr>
                <w:b/>
              </w:rPr>
              <w:t xml:space="preserve">Vorgesehene Anzahl und Begründung für die Anzahl der Tiere einschließlich Angaben zur </w:t>
            </w:r>
            <w:r>
              <w:rPr>
                <w:b/>
              </w:rPr>
              <w:t>biometrischen Planung (§ 31 Abs. 1 Satz 2 Nr. 1c</w:t>
            </w:r>
            <w:r>
              <w:rPr>
                <w:b/>
                <w:spacing w:val="-2"/>
              </w:rPr>
              <w:t>TierSchVersV</w:t>
            </w:r>
            <w:bookmarkStart w:id="10" w:name="_Ref357413112"/>
            <w:r>
              <w:rPr>
                <w:b/>
                <w:spacing w:val="-2"/>
              </w:rPr>
              <w:t xml:space="preserve"> </w:t>
            </w:r>
            <w:r>
              <w:rPr>
                <w:rStyle w:val="Endnotenzeichen"/>
                <w:b/>
                <w:i/>
                <w:color w:val="00B050"/>
                <w:vertAlign w:val="baseline"/>
              </w:rPr>
              <w:endnoteReference w:id="7"/>
            </w:r>
            <w:bookmarkEnd w:id="10"/>
            <w:r>
              <w:rPr>
                <w:b/>
                <w:i/>
                <w:color w:val="00B050"/>
              </w:rPr>
              <w:t>)</w:t>
            </w:r>
          </w:p>
          <w:p w14:paraId="37D12AD9" w14:textId="77777777" w:rsidR="00AA047D" w:rsidRDefault="0053644C">
            <w:pPr>
              <w:pStyle w:val="Funotentext"/>
              <w:numPr>
                <w:ilvl w:val="0"/>
                <w:numId w:val="2"/>
              </w:numPr>
              <w:spacing w:after="0" w:line="320" w:lineRule="exact"/>
              <w:ind w:left="0" w:hanging="187"/>
              <w:jc w:val="both"/>
              <w:rPr>
                <w:sz w:val="16"/>
              </w:rPr>
            </w:pPr>
            <w:r>
              <w:rPr>
                <w:sz w:val="16"/>
              </w:rPr>
              <w:t>- ggf. Anlage „Statistisches Gutachten“ beifügen -</w:t>
            </w:r>
          </w:p>
          <w:p w14:paraId="6E6592BB" w14:textId="77777777" w:rsidR="00AA047D" w:rsidRDefault="0053644C">
            <w:pPr>
              <w:pStyle w:val="Funotentext"/>
              <w:numPr>
                <w:ilvl w:val="0"/>
                <w:numId w:val="2"/>
              </w:numPr>
              <w:spacing w:after="0" w:line="320" w:lineRule="exact"/>
              <w:ind w:left="0" w:hanging="159"/>
              <w:jc w:val="both"/>
              <w:rPr>
                <w:sz w:val="16"/>
              </w:rPr>
            </w:pPr>
            <w:r>
              <w:rPr>
                <w:sz w:val="16"/>
              </w:rPr>
              <w:t>- ggf. Anlage Formblatt „Angaben zur biometrischen Planung“ verwenden -</w:t>
            </w:r>
          </w:p>
        </w:tc>
      </w:tr>
      <w:tr w:rsidR="00AA047D" w14:paraId="7A0B67B6" w14:textId="77777777">
        <w:trPr>
          <w:trHeight w:val="281"/>
        </w:trPr>
        <w:tc>
          <w:tcPr>
            <w:tcW w:w="778" w:type="dxa"/>
            <w:tcBorders>
              <w:top w:val="nil"/>
              <w:bottom w:val="nil"/>
            </w:tcBorders>
          </w:tcPr>
          <w:p w14:paraId="2869C042" w14:textId="77777777" w:rsidR="00AA047D" w:rsidRDefault="00AA047D">
            <w:pPr>
              <w:pStyle w:val="Funotentext"/>
              <w:spacing w:after="0" w:line="320" w:lineRule="exact"/>
            </w:pPr>
          </w:p>
        </w:tc>
        <w:tc>
          <w:tcPr>
            <w:tcW w:w="4578" w:type="dxa"/>
            <w:gridSpan w:val="10"/>
            <w:vAlign w:val="center"/>
          </w:tcPr>
          <w:p w14:paraId="7C01793E" w14:textId="77777777" w:rsidR="00AA047D" w:rsidRDefault="0053644C">
            <w:pPr>
              <w:pStyle w:val="Funotentext"/>
              <w:spacing w:after="0" w:line="320" w:lineRule="exact"/>
              <w:jc w:val="center"/>
              <w:rPr>
                <w:b/>
              </w:rPr>
            </w:pPr>
            <w:r>
              <w:rPr>
                <w:b/>
              </w:rPr>
              <w:t>Tierart</w:t>
            </w:r>
          </w:p>
        </w:tc>
        <w:tc>
          <w:tcPr>
            <w:tcW w:w="4596" w:type="dxa"/>
            <w:gridSpan w:val="4"/>
            <w:vAlign w:val="center"/>
          </w:tcPr>
          <w:p w14:paraId="5F95347C" w14:textId="77777777" w:rsidR="00AA047D" w:rsidRDefault="0053644C">
            <w:pPr>
              <w:pStyle w:val="Funotentext"/>
              <w:spacing w:after="0" w:line="320" w:lineRule="exact"/>
              <w:jc w:val="center"/>
              <w:rPr>
                <w:b/>
              </w:rPr>
            </w:pPr>
            <w:r>
              <w:rPr>
                <w:b/>
              </w:rPr>
              <w:t>Gesamttierzahl</w:t>
            </w:r>
          </w:p>
        </w:tc>
      </w:tr>
      <w:tr w:rsidR="00AA047D" w14:paraId="430D0D26" w14:textId="77777777">
        <w:trPr>
          <w:trHeight w:val="340"/>
        </w:trPr>
        <w:tc>
          <w:tcPr>
            <w:tcW w:w="778" w:type="dxa"/>
            <w:tcBorders>
              <w:top w:val="nil"/>
              <w:bottom w:val="nil"/>
            </w:tcBorders>
          </w:tcPr>
          <w:p w14:paraId="2296BC30" w14:textId="77777777" w:rsidR="00AA047D" w:rsidRDefault="00AA047D">
            <w:pPr>
              <w:pStyle w:val="Funotentext"/>
              <w:spacing w:after="0" w:line="320" w:lineRule="exact"/>
            </w:pPr>
          </w:p>
        </w:tc>
        <w:tc>
          <w:tcPr>
            <w:tcW w:w="4578" w:type="dxa"/>
            <w:gridSpan w:val="10"/>
          </w:tcPr>
          <w:p w14:paraId="0BBE35B6" w14:textId="77777777" w:rsidR="00AA047D" w:rsidRDefault="0053644C">
            <w:pPr>
              <w:spacing w:after="0" w:line="320" w:lineRule="exact"/>
              <w:rPr>
                <w:rStyle w:val="Ausfllhilfe"/>
              </w:rPr>
            </w:pPr>
            <w:r>
              <w:rPr>
                <w:rStyle w:val="Ausfllhilfe"/>
              </w:rPr>
              <w:t>z.B. Maus oder Ratte</w:t>
            </w:r>
          </w:p>
          <w:p w14:paraId="1B1F4A68" w14:textId="77777777" w:rsidR="00AA047D" w:rsidRDefault="0053644C">
            <w:pPr>
              <w:spacing w:after="0" w:line="320" w:lineRule="exact"/>
              <w:rPr>
                <w:rStyle w:val="Ausfllhilfe"/>
              </w:rPr>
            </w:pPr>
            <w:r>
              <w:rPr>
                <w:rStyle w:val="Ausfllhilfe"/>
              </w:rPr>
              <w:t xml:space="preserve">Bei der </w:t>
            </w:r>
            <w:r>
              <w:rPr>
                <w:rStyle w:val="Ausfllhilfe"/>
              </w:rPr>
              <w:t>Verwendung verschiedener Linien ist es hilfreich, diese, zusätzlich zur Angabe der Gesamttierzahl, getrennt voneinander aufzulisten.</w:t>
            </w:r>
          </w:p>
        </w:tc>
        <w:tc>
          <w:tcPr>
            <w:tcW w:w="4596" w:type="dxa"/>
            <w:gridSpan w:val="4"/>
          </w:tcPr>
          <w:p w14:paraId="1A762F9B" w14:textId="77777777" w:rsidR="00AA047D" w:rsidRDefault="0053644C">
            <w:pPr>
              <w:spacing w:after="0" w:line="320" w:lineRule="exact"/>
              <w:rPr>
                <w:rStyle w:val="Ausfllhilfe"/>
              </w:rPr>
            </w:pPr>
            <w:r>
              <w:rPr>
                <w:rStyle w:val="Ausfllhilfe"/>
              </w:rPr>
              <w:t xml:space="preserve">Die Gesamtheit (Summe!) aller beantragten Tiere ggf. auch Ausfalltiere/ Elterntiere/ Spendertiere. Für jede Tierart (falls </w:t>
            </w:r>
            <w:r>
              <w:rPr>
                <w:rStyle w:val="Ausfllhilfe"/>
              </w:rPr>
              <w:t>verschiedene verwendet werden) sowie für die einzelnen Tierstämme, genetisch veränderter Linien, etc. nachfolgend eine eigene Zeile</w:t>
            </w:r>
          </w:p>
        </w:tc>
      </w:tr>
      <w:tr w:rsidR="00AA047D" w14:paraId="348DA1AE" w14:textId="77777777">
        <w:trPr>
          <w:trHeight w:val="340"/>
        </w:trPr>
        <w:tc>
          <w:tcPr>
            <w:tcW w:w="778" w:type="dxa"/>
            <w:tcBorders>
              <w:top w:val="nil"/>
              <w:bottom w:val="nil"/>
            </w:tcBorders>
          </w:tcPr>
          <w:p w14:paraId="66BE3B5A" w14:textId="77777777" w:rsidR="00AA047D" w:rsidRDefault="00AA047D">
            <w:pPr>
              <w:pStyle w:val="Funotentext"/>
              <w:spacing w:after="0" w:line="320" w:lineRule="exact"/>
            </w:pPr>
          </w:p>
        </w:tc>
        <w:tc>
          <w:tcPr>
            <w:tcW w:w="4578" w:type="dxa"/>
            <w:gridSpan w:val="10"/>
          </w:tcPr>
          <w:p w14:paraId="2AF7CFA7" w14:textId="77777777" w:rsidR="00AA047D" w:rsidRDefault="00AA047D">
            <w:pPr>
              <w:pStyle w:val="Funotentext"/>
              <w:spacing w:after="0" w:line="320" w:lineRule="exact"/>
            </w:pPr>
          </w:p>
        </w:tc>
        <w:tc>
          <w:tcPr>
            <w:tcW w:w="4596" w:type="dxa"/>
            <w:gridSpan w:val="4"/>
          </w:tcPr>
          <w:p w14:paraId="7FE5F8FB" w14:textId="77777777" w:rsidR="00AA047D" w:rsidRDefault="00AA047D">
            <w:pPr>
              <w:pStyle w:val="Funotentext"/>
              <w:spacing w:after="0" w:line="320" w:lineRule="exact"/>
            </w:pPr>
          </w:p>
        </w:tc>
      </w:tr>
      <w:tr w:rsidR="00AA047D" w14:paraId="62A2F779" w14:textId="77777777">
        <w:trPr>
          <w:trHeight w:val="340"/>
        </w:trPr>
        <w:tc>
          <w:tcPr>
            <w:tcW w:w="778" w:type="dxa"/>
            <w:tcBorders>
              <w:top w:val="nil"/>
              <w:bottom w:val="nil"/>
            </w:tcBorders>
          </w:tcPr>
          <w:p w14:paraId="38806AA6" w14:textId="77777777" w:rsidR="00AA047D" w:rsidRDefault="00AA047D">
            <w:pPr>
              <w:pStyle w:val="Funotentext"/>
              <w:spacing w:after="0" w:line="320" w:lineRule="exact"/>
            </w:pPr>
          </w:p>
        </w:tc>
        <w:tc>
          <w:tcPr>
            <w:tcW w:w="4578" w:type="dxa"/>
            <w:gridSpan w:val="10"/>
          </w:tcPr>
          <w:p w14:paraId="3188455C" w14:textId="77777777" w:rsidR="00AA047D" w:rsidRDefault="00AA047D">
            <w:pPr>
              <w:pStyle w:val="Funotentext"/>
              <w:spacing w:after="0" w:line="320" w:lineRule="exact"/>
            </w:pPr>
          </w:p>
        </w:tc>
        <w:tc>
          <w:tcPr>
            <w:tcW w:w="4596" w:type="dxa"/>
            <w:gridSpan w:val="4"/>
          </w:tcPr>
          <w:p w14:paraId="53D9B935" w14:textId="77777777" w:rsidR="00AA047D" w:rsidRDefault="00AA047D">
            <w:pPr>
              <w:pStyle w:val="Funotentext"/>
              <w:spacing w:after="0" w:line="320" w:lineRule="exact"/>
            </w:pPr>
          </w:p>
        </w:tc>
      </w:tr>
      <w:tr w:rsidR="00AA047D" w14:paraId="53EEF4C0" w14:textId="77777777">
        <w:trPr>
          <w:trHeight w:val="439"/>
        </w:trPr>
        <w:tc>
          <w:tcPr>
            <w:tcW w:w="778" w:type="dxa"/>
            <w:tcBorders>
              <w:top w:val="nil"/>
              <w:bottom w:val="nil"/>
            </w:tcBorders>
          </w:tcPr>
          <w:p w14:paraId="20FCD944" w14:textId="77777777" w:rsidR="00AA047D" w:rsidRDefault="00AA047D">
            <w:pPr>
              <w:spacing w:after="0" w:line="320" w:lineRule="exact"/>
              <w:jc w:val="both"/>
              <w:rPr>
                <w:sz w:val="20"/>
              </w:rPr>
            </w:pPr>
          </w:p>
        </w:tc>
        <w:tc>
          <w:tcPr>
            <w:tcW w:w="9174" w:type="dxa"/>
            <w:gridSpan w:val="14"/>
            <w:tcBorders>
              <w:bottom w:val="single" w:sz="4" w:space="0" w:color="auto"/>
            </w:tcBorders>
            <w:vAlign w:val="center"/>
          </w:tcPr>
          <w:p w14:paraId="1F27C64B" w14:textId="77777777" w:rsidR="00AA047D" w:rsidRDefault="0053644C">
            <w:pPr>
              <w:pStyle w:val="Funotentext"/>
              <w:spacing w:after="0" w:line="320" w:lineRule="exact"/>
              <w:jc w:val="both"/>
              <w:rPr>
                <w:b/>
              </w:rPr>
            </w:pPr>
            <w:r>
              <w:rPr>
                <w:b/>
              </w:rPr>
              <w:t xml:space="preserve">Versuchs- und Kontrollgruppen </w:t>
            </w:r>
            <w:r>
              <w:fldChar w:fldCharType="begin"/>
            </w:r>
            <w:r>
              <w:instrText xml:space="preserve"> NOTEREF _Ref357413112 \h  \* MERGEFORMAT </w:instrText>
            </w:r>
            <w:r>
              <w:fldChar w:fldCharType="separate"/>
            </w:r>
            <w:r>
              <w:t>F</w:t>
            </w:r>
            <w:r>
              <w:fldChar w:fldCharType="end"/>
            </w:r>
            <w:r>
              <w:rPr>
                <w:b/>
                <w:i/>
                <w:color w:val="00B050"/>
              </w:rPr>
              <w:t>)</w:t>
            </w:r>
          </w:p>
        </w:tc>
      </w:tr>
      <w:tr w:rsidR="00AA047D" w14:paraId="1FF738D4" w14:textId="77777777">
        <w:trPr>
          <w:trHeight w:hRule="exact" w:val="341"/>
        </w:trPr>
        <w:tc>
          <w:tcPr>
            <w:tcW w:w="778" w:type="dxa"/>
            <w:tcBorders>
              <w:top w:val="nil"/>
              <w:bottom w:val="nil"/>
            </w:tcBorders>
          </w:tcPr>
          <w:p w14:paraId="11304ADC" w14:textId="77777777" w:rsidR="00AA047D" w:rsidRDefault="00AA047D">
            <w:pPr>
              <w:pStyle w:val="Funotentext"/>
              <w:spacing w:after="0" w:line="320" w:lineRule="exact"/>
              <w:jc w:val="both"/>
              <w:rPr>
                <w:sz w:val="16"/>
                <w:szCs w:val="16"/>
              </w:rPr>
            </w:pPr>
          </w:p>
        </w:tc>
        <w:tc>
          <w:tcPr>
            <w:tcW w:w="9174" w:type="dxa"/>
            <w:gridSpan w:val="14"/>
            <w:tcBorders>
              <w:bottom w:val="single" w:sz="4" w:space="0" w:color="auto"/>
            </w:tcBorders>
          </w:tcPr>
          <w:p w14:paraId="04B49CFD" w14:textId="77777777" w:rsidR="00AA047D" w:rsidRDefault="0053644C">
            <w:pPr>
              <w:pStyle w:val="Funotentext"/>
              <w:spacing w:after="0" w:line="320" w:lineRule="exact"/>
              <w:jc w:val="both"/>
              <w:rPr>
                <w:b/>
                <w:sz w:val="16"/>
                <w:szCs w:val="16"/>
              </w:rPr>
            </w:pPr>
            <w:r>
              <w:rPr>
                <w:b/>
                <w:sz w:val="16"/>
                <w:szCs w:val="16"/>
              </w:rPr>
              <w:t>Erläuterungen:</w:t>
            </w:r>
          </w:p>
        </w:tc>
      </w:tr>
      <w:tr w:rsidR="00AA047D" w14:paraId="4022B822" w14:textId="77777777">
        <w:trPr>
          <w:trHeight w:val="454"/>
        </w:trPr>
        <w:tc>
          <w:tcPr>
            <w:tcW w:w="778" w:type="dxa"/>
            <w:tcBorders>
              <w:top w:val="nil"/>
              <w:bottom w:val="single" w:sz="4" w:space="0" w:color="auto"/>
            </w:tcBorders>
          </w:tcPr>
          <w:p w14:paraId="6A4BE937" w14:textId="77777777" w:rsidR="00AA047D" w:rsidRDefault="00AA047D">
            <w:pPr>
              <w:spacing w:after="0" w:line="320" w:lineRule="exact"/>
            </w:pPr>
          </w:p>
        </w:tc>
        <w:tc>
          <w:tcPr>
            <w:tcW w:w="9174" w:type="dxa"/>
            <w:gridSpan w:val="14"/>
            <w:tcBorders>
              <w:top w:val="single" w:sz="4" w:space="0" w:color="auto"/>
            </w:tcBorders>
          </w:tcPr>
          <w:p w14:paraId="7D3ED8C4" w14:textId="77777777" w:rsidR="00AA047D" w:rsidRDefault="0053644C">
            <w:pPr>
              <w:spacing w:after="0" w:line="320" w:lineRule="exact"/>
              <w:rPr>
                <w:rStyle w:val="Ausfllhilfe"/>
              </w:rPr>
            </w:pPr>
            <w:r>
              <w:rPr>
                <w:rStyle w:val="Ausfllhilfe"/>
              </w:rPr>
              <w:t xml:space="preserve">Hier sollten möglichst ausführlich und übersichtlich mit Hilfe von Abbildungen, Tabellen, Zeitstrahl, die Zuordnung der Gesamttierzahl zu den verschiedenen </w:t>
            </w:r>
            <w:r>
              <w:rPr>
                <w:rStyle w:val="Ausfllhilfe"/>
              </w:rPr>
              <w:t>Versuchs- und Kontrollgruppen und die Untersuchungszeitpunkte erklärt werden. Zudem sollte eine Beschreibung, welche Hypothese mit der Verwendung der jeweiligen Gruppe überprüft werden soll, erfolgen.</w:t>
            </w:r>
          </w:p>
          <w:p w14:paraId="6F0EC5B8" w14:textId="77777777" w:rsidR="00AA047D" w:rsidRDefault="0053644C">
            <w:pPr>
              <w:spacing w:after="0" w:line="320" w:lineRule="exact"/>
              <w:rPr>
                <w:rStyle w:val="Ausfllhilfe"/>
              </w:rPr>
            </w:pPr>
            <w:r>
              <w:rPr>
                <w:rStyle w:val="Ausfllhilfe"/>
              </w:rPr>
              <w:t xml:space="preserve">Bei komplexem Versuchsdesign ist es </w:t>
            </w:r>
            <w:r>
              <w:rPr>
                <w:rStyle w:val="Ausfllhilfe"/>
              </w:rPr>
              <w:t>hilfreich, für jeden Versuchsabschnitt eine Rationale voranzustellen, die sich aus der Beantwortung der Frage, was, wann, mit welchem Zweck und mit welchen Methoden, wie, an welchen Tieren durchgeführt werden, ergibt. Es ist hilfreich, jeden Versuchsabschn</w:t>
            </w:r>
            <w:r>
              <w:rPr>
                <w:rStyle w:val="Ausfllhilfe"/>
              </w:rPr>
              <w:t>itt mit der entsprechenden Versuchs-/Kontrollgruppen-Tabelle und ggf. der dazugehörenden Ablauf-Zeitachse (oder Verweis auf 1.2.4.) zu ergänzen.</w:t>
            </w:r>
          </w:p>
          <w:p w14:paraId="24C4210D" w14:textId="77777777" w:rsidR="00AA047D" w:rsidRDefault="0053644C">
            <w:pPr>
              <w:spacing w:after="0" w:line="320" w:lineRule="exact"/>
              <w:rPr>
                <w:rStyle w:val="Ausfllhilfe"/>
              </w:rPr>
            </w:pPr>
            <w:r>
              <w:rPr>
                <w:rStyle w:val="Ausfllhilfe"/>
              </w:rPr>
              <w:t>Es sollen Angaben gemacht werden zu Häufigkeit und zeitlichem Abstand sowie der Dauer, beispielsweise der Behan</w:t>
            </w:r>
            <w:r>
              <w:rPr>
                <w:rStyle w:val="Ausfllhilfe"/>
              </w:rPr>
              <w:t>dlungen und Eingriffe am Einzeltier.</w:t>
            </w:r>
          </w:p>
          <w:p w14:paraId="1334B748" w14:textId="77777777" w:rsidR="00AA047D" w:rsidRDefault="0053644C">
            <w:pPr>
              <w:spacing w:after="0" w:line="320" w:lineRule="exact"/>
              <w:rPr>
                <w:rStyle w:val="Ausfllhilfe"/>
              </w:rPr>
            </w:pPr>
            <w:r>
              <w:rPr>
                <w:rStyle w:val="Ausfllhilfe"/>
              </w:rPr>
              <w:t>Die Tierzahl (auch die Zahl der Kontrolltiere) muss durch das Versuchsdesign auf ein Minimum reduziert werden. Wenn möglich, sollte eine Kontrollgruppe für mehrere Versuchsgruppen verwendet werden. Die Gruppen sollten a</w:t>
            </w:r>
            <w:r>
              <w:rPr>
                <w:rStyle w:val="Ausfllhilfe"/>
              </w:rPr>
              <w:t>uch im Hinblick auf die Aufzeichnungen nach § 9 Abs. 5 TierSchG konkrete Bezeichnungen erhalten.</w:t>
            </w:r>
          </w:p>
          <w:p w14:paraId="68680A8A" w14:textId="77777777" w:rsidR="00AA047D" w:rsidRDefault="0053644C">
            <w:pPr>
              <w:spacing w:after="0" w:line="320" w:lineRule="exact"/>
              <w:rPr>
                <w:rStyle w:val="Ausfllhilfe"/>
              </w:rPr>
            </w:pPr>
            <w:r>
              <w:rPr>
                <w:rStyle w:val="Ausfllhilfe"/>
              </w:rPr>
              <w:t>Sollten zusätzliche Tiere für eventuelle Ausfälle (z.B. bekannte Ausfallraten bei bestimmten Modellen) beantragt werden, so ist dies besonders zu begründen und</w:t>
            </w:r>
            <w:r>
              <w:rPr>
                <w:rStyle w:val="Ausfllhilfe"/>
              </w:rPr>
              <w:t xml:space="preserve"> möglichst mit Literatur zu belegen. Diese Tiere sind bei der Gruppengröße (Erhöhung der Gruppengröße von Beginn an aufgrund wahrscheinlicher Ausfälle) zu berücksichtigen. </w:t>
            </w:r>
          </w:p>
          <w:p w14:paraId="7A69319C" w14:textId="77777777" w:rsidR="00AA047D" w:rsidRDefault="0053644C">
            <w:pPr>
              <w:spacing w:after="0" w:line="320" w:lineRule="exact"/>
              <w:rPr>
                <w:rStyle w:val="Ausfllhilfe"/>
              </w:rPr>
            </w:pPr>
            <w:r>
              <w:rPr>
                <w:rStyle w:val="Ausfllhilfe"/>
              </w:rPr>
              <w:t>Erklären Sie, in welchen Fällen diese Ausfalltiere zum Einsatz kommen sollen und we</w:t>
            </w:r>
            <w:r>
              <w:rPr>
                <w:rStyle w:val="Ausfllhilfe"/>
              </w:rPr>
              <w:t xml:space="preserve">shalb sie bereits in der Versuchsplanung für die biometrische Berechnung der Tierzahl berücksichtigt werden müssen. </w:t>
            </w:r>
          </w:p>
          <w:p w14:paraId="30A139F0" w14:textId="77777777" w:rsidR="00AA047D" w:rsidRDefault="00AA047D">
            <w:pPr>
              <w:spacing w:after="0" w:line="320" w:lineRule="exact"/>
              <w:rPr>
                <w:rStyle w:val="Ausfllhilfe"/>
              </w:rPr>
            </w:pPr>
          </w:p>
          <w:p w14:paraId="3438873A" w14:textId="77777777" w:rsidR="00AA047D" w:rsidRDefault="0053644C">
            <w:pPr>
              <w:spacing w:after="0" w:line="320" w:lineRule="exact"/>
              <w:rPr>
                <w:rStyle w:val="Ausfllhilfe"/>
              </w:rPr>
            </w:pPr>
            <w:r>
              <w:rPr>
                <w:rStyle w:val="Ausfllhilfe"/>
              </w:rPr>
              <w:t>Wenn für den Versuch z.B. eine komplizierte OP nötig ist, bei der erfahrungsgemäß 10% versterben oder der OP-Erfolg nicht ausreicht, um de</w:t>
            </w:r>
            <w:r>
              <w:rPr>
                <w:rStyle w:val="Ausfllhilfe"/>
              </w:rPr>
              <w:t xml:space="preserve">n Versuch weiter durchführen zu können, dann müssen Sie darstellen, warum eine Verringerung der Ausfallrate nicht z.B. durch Änderung des OP- oder Narkoseverfahrens etc. erreicht werden kann. </w:t>
            </w:r>
          </w:p>
          <w:p w14:paraId="77A88A24" w14:textId="77777777" w:rsidR="00AA047D" w:rsidRDefault="0053644C">
            <w:pPr>
              <w:spacing w:after="0" w:line="320" w:lineRule="exact"/>
              <w:rPr>
                <w:rStyle w:val="Ausfllhilfe"/>
              </w:rPr>
            </w:pPr>
            <w:r>
              <w:rPr>
                <w:rStyle w:val="Ausfllhilfe"/>
              </w:rPr>
              <w:t>Für die Tiere, deren Daten z.B. aufgrund von Narkosezwischenfäl</w:t>
            </w:r>
            <w:r>
              <w:rPr>
                <w:rStyle w:val="Ausfllhilfe"/>
              </w:rPr>
              <w:t>len nicht erhoben und/ oder ausgewertet werden können, können Tiere über einen Änderungsantrag nach beantragt werden.</w:t>
            </w:r>
          </w:p>
          <w:p w14:paraId="17C891A0" w14:textId="77777777" w:rsidR="00AA047D" w:rsidRDefault="0053644C">
            <w:pPr>
              <w:spacing w:after="0" w:line="320" w:lineRule="exact"/>
              <w:rPr>
                <w:rStyle w:val="Ausfllhilfe"/>
              </w:rPr>
            </w:pPr>
            <w:r>
              <w:rPr>
                <w:rStyle w:val="Ausfllhilfe"/>
              </w:rPr>
              <w:t>In der Tierzahlberechnung zu berücksichtigen sind auch die Spendertiere, deren Organe und Gewebe ohne Vorbehandlung für die Durchführung d</w:t>
            </w:r>
            <w:r>
              <w:rPr>
                <w:rStyle w:val="Ausfllhilfe"/>
              </w:rPr>
              <w:t>es Studiendesigns zum Erreichen des Versuchsziels benötigt werden.</w:t>
            </w:r>
          </w:p>
          <w:p w14:paraId="0487550F" w14:textId="77777777" w:rsidR="00AA047D" w:rsidRDefault="0053644C">
            <w:pPr>
              <w:spacing w:after="0" w:line="320" w:lineRule="exact"/>
              <w:rPr>
                <w:rStyle w:val="Ausfllhilfe"/>
              </w:rPr>
            </w:pPr>
            <w:r>
              <w:rPr>
                <w:rStyle w:val="Ausfllhilfe"/>
              </w:rPr>
              <w:t>Bei Zucht- und Generierungsanträgen ist darauf zu achten, dass auch die Elterntiere und eventuelle Spendertiere sowie alle Nachkommen (Tiere mit belastetem und unbelastetem Phänotyp) zum Ti</w:t>
            </w:r>
            <w:r>
              <w:rPr>
                <w:rStyle w:val="Ausfllhilfe"/>
              </w:rPr>
              <w:t xml:space="preserve">erversuch bzw. zur Berechnung der Tierzahlen gehören. </w:t>
            </w:r>
          </w:p>
          <w:p w14:paraId="56D6E130" w14:textId="77777777" w:rsidR="00AA047D" w:rsidRDefault="0053644C">
            <w:pPr>
              <w:spacing w:after="0" w:line="320" w:lineRule="exact"/>
              <w:rPr>
                <w:rStyle w:val="Ausfllhilfe"/>
              </w:rPr>
            </w:pPr>
            <w:r>
              <w:rPr>
                <w:rStyle w:val="Ausfllhilfe"/>
              </w:rPr>
              <w:t>Unter diesem Punkt sollte auch auf die biometrische Planung eingegangen werden. Erläuterungen zu den Begrifflichkeiten finden Sie unter „Angaben zur biometrischen Planung“.</w:t>
            </w:r>
          </w:p>
          <w:p w14:paraId="0C89C5E2" w14:textId="77777777" w:rsidR="00AA047D" w:rsidRDefault="0053644C">
            <w:pPr>
              <w:spacing w:after="0" w:line="320" w:lineRule="exact"/>
              <w:rPr>
                <w:rStyle w:val="Ausfllhilfe"/>
              </w:rPr>
            </w:pPr>
            <w:r>
              <w:rPr>
                <w:rStyle w:val="Ausfllhilfe"/>
              </w:rPr>
              <w:t>Beispiel:</w:t>
            </w:r>
          </w:p>
          <w:p w14:paraId="1C79219B" w14:textId="77777777" w:rsidR="00AA047D" w:rsidRDefault="0053644C">
            <w:pPr>
              <w:spacing w:after="0" w:line="320" w:lineRule="exact"/>
              <w:rPr>
                <w:rStyle w:val="Ausfllhilfe"/>
              </w:rPr>
            </w:pPr>
            <w:r>
              <w:rPr>
                <w:rStyle w:val="Ausfllhilfe"/>
              </w:rPr>
              <w:t xml:space="preserve">Gruppe 1: </w:t>
            </w:r>
            <w:r>
              <w:rPr>
                <w:rStyle w:val="Ausfllhilfe"/>
              </w:rPr>
              <w:t>Einfluss von Substanz X auf die wöchentliche Gewichtszunahme</w:t>
            </w:r>
          </w:p>
          <w:p w14:paraId="6E0AFB1E" w14:textId="77777777" w:rsidR="00AA047D" w:rsidRDefault="0053644C">
            <w:pPr>
              <w:spacing w:after="0" w:line="320" w:lineRule="exact"/>
              <w:rPr>
                <w:rStyle w:val="Ausfllhilfe"/>
              </w:rPr>
            </w:pPr>
            <w:r>
              <w:rPr>
                <w:rStyle w:val="Ausfllhilfe"/>
              </w:rPr>
              <w:t>Die Tiere erhalten für 21 Tage jeden Tag um 9 Uhr Substanz X (z.B. 3mg/kg KGW i.p.). Die Tiere werden täglich gewogen und die Mittelwerte der wöchentlichen Zunahme werden mit den Wochenmittelwert</w:t>
            </w:r>
            <w:r>
              <w:rPr>
                <w:rStyle w:val="Ausfllhilfe"/>
              </w:rPr>
              <w:t>en der zugeordneten Kontrollgruppe verglichen.</w:t>
            </w:r>
          </w:p>
          <w:p w14:paraId="36509680" w14:textId="77777777" w:rsidR="00AA047D" w:rsidRDefault="0053644C">
            <w:pPr>
              <w:spacing w:after="0" w:line="320" w:lineRule="exact"/>
              <w:rPr>
                <w:rStyle w:val="Ausfllhilfe"/>
              </w:rPr>
            </w:pPr>
            <w:r>
              <w:rPr>
                <w:rStyle w:val="Ausfllhilfe"/>
              </w:rPr>
              <w:t>Testverfahren: ungepaarter t-Test</w:t>
            </w:r>
          </w:p>
          <w:p w14:paraId="4CAA75DB" w14:textId="77777777" w:rsidR="00AA047D" w:rsidRDefault="0053644C">
            <w:pPr>
              <w:spacing w:after="0" w:line="320" w:lineRule="exact"/>
              <w:rPr>
                <w:rStyle w:val="Ausfllhilfe"/>
              </w:rPr>
            </w:pPr>
            <w:r>
              <w:rPr>
                <w:rStyle w:val="Ausfllhilfe"/>
              </w:rPr>
              <w:t>Fehler 1.Art: α &lt; 0.05</w:t>
            </w:r>
          </w:p>
          <w:p w14:paraId="427825BB" w14:textId="77777777" w:rsidR="00AA047D" w:rsidRDefault="0053644C">
            <w:pPr>
              <w:spacing w:after="0" w:line="320" w:lineRule="exact"/>
              <w:rPr>
                <w:rStyle w:val="Ausfllhilfe"/>
              </w:rPr>
            </w:pPr>
            <w:r>
              <w:rPr>
                <w:rStyle w:val="Ausfllhilfe"/>
              </w:rPr>
              <w:lastRenderedPageBreak/>
              <w:t>Fehler 2. Art: β &lt; 0.2 (d. h. Power &gt; 0.8)</w:t>
            </w:r>
          </w:p>
          <w:p w14:paraId="164C423D" w14:textId="77777777" w:rsidR="00AA047D" w:rsidRDefault="0053644C">
            <w:pPr>
              <w:spacing w:after="0" w:line="320" w:lineRule="exact"/>
              <w:rPr>
                <w:rStyle w:val="Ausfllhilfe"/>
              </w:rPr>
            </w:pPr>
            <w:r>
              <w:rPr>
                <w:rStyle w:val="Ausfllhilfe"/>
              </w:rPr>
              <w:t>Biologisch relevante Differenz: 0.2</w:t>
            </w:r>
          </w:p>
          <w:p w14:paraId="0695E6B2" w14:textId="77777777" w:rsidR="00AA047D" w:rsidRDefault="0053644C">
            <w:pPr>
              <w:spacing w:after="0" w:line="320" w:lineRule="exact"/>
              <w:rPr>
                <w:rStyle w:val="Ausfllhilfe"/>
              </w:rPr>
            </w:pPr>
            <w:r>
              <w:rPr>
                <w:rStyle w:val="Ausfllhilfe"/>
              </w:rPr>
              <w:t>Variabilität der Hauptzielgröße: Aufgrund der Literaturangaben (hier Refe</w:t>
            </w:r>
            <w:r>
              <w:rPr>
                <w:rStyle w:val="Ausfllhilfe"/>
              </w:rPr>
              <w:t>renz einfügen) / unserer durchgeführten Vorversuche ist bei diesem Mausstamm mit einer Streuung der Gewichtszunahme von 10 % auszugehen.</w:t>
            </w:r>
          </w:p>
          <w:p w14:paraId="3FBFE78C" w14:textId="77777777" w:rsidR="00AA047D" w:rsidRDefault="0053644C">
            <w:pPr>
              <w:spacing w:after="0" w:line="320" w:lineRule="exact"/>
              <w:rPr>
                <w:lang w:eastAsia="zh-CN"/>
              </w:rPr>
            </w:pPr>
            <w:r>
              <w:rPr>
                <w:rStyle w:val="Ausfllhilfe"/>
              </w:rPr>
              <w:t>Anhand der Abbildung x (die Abbildung, welche Ihnen das Statistikprogramm zur Gruppengrößenbestimmung generiert hat) is</w:t>
            </w:r>
            <w:r>
              <w:rPr>
                <w:rStyle w:val="Ausfllhilfe"/>
              </w:rPr>
              <w:t xml:space="preserve">t ersichtlich, dass eine Fallzahl von n= </w:t>
            </w:r>
            <w:proofErr w:type="spellStart"/>
            <w:r>
              <w:rPr>
                <w:rStyle w:val="Ausfllhilfe"/>
              </w:rPr>
              <w:t>xyz</w:t>
            </w:r>
            <w:proofErr w:type="spellEnd"/>
            <w:r>
              <w:rPr>
                <w:rStyle w:val="Ausfllhilfe"/>
              </w:rPr>
              <w:t xml:space="preserve"> Tieren pro Gruppe notwendig ist.</w:t>
            </w:r>
          </w:p>
        </w:tc>
      </w:tr>
      <w:tr w:rsidR="00AA047D" w14:paraId="540C2D9E" w14:textId="77777777">
        <w:trPr>
          <w:trHeight w:hRule="exact" w:val="397"/>
        </w:trPr>
        <w:tc>
          <w:tcPr>
            <w:tcW w:w="778" w:type="dxa"/>
            <w:tcBorders>
              <w:top w:val="single" w:sz="4" w:space="0" w:color="auto"/>
              <w:bottom w:val="nil"/>
            </w:tcBorders>
          </w:tcPr>
          <w:p w14:paraId="0EFEB4C4" w14:textId="77777777" w:rsidR="00AA047D" w:rsidRDefault="00AA047D">
            <w:pPr>
              <w:spacing w:after="0" w:line="320" w:lineRule="exact"/>
              <w:jc w:val="both"/>
              <w:rPr>
                <w:color w:val="009999"/>
                <w:sz w:val="20"/>
              </w:rPr>
            </w:pPr>
          </w:p>
        </w:tc>
        <w:tc>
          <w:tcPr>
            <w:tcW w:w="9174" w:type="dxa"/>
            <w:gridSpan w:val="14"/>
            <w:vAlign w:val="center"/>
          </w:tcPr>
          <w:p w14:paraId="5C697075" w14:textId="77777777" w:rsidR="00AA047D" w:rsidRDefault="0053644C">
            <w:pPr>
              <w:pStyle w:val="Funotentext"/>
              <w:spacing w:after="0" w:line="320" w:lineRule="exact"/>
              <w:jc w:val="both"/>
              <w:rPr>
                <w:b/>
                <w:color w:val="009999"/>
              </w:rPr>
            </w:pPr>
            <w:r>
              <w:rPr>
                <w:b/>
              </w:rPr>
              <w:t>Angaben zur biometrischen/statistischen Planung</w:t>
            </w:r>
          </w:p>
        </w:tc>
      </w:tr>
      <w:tr w:rsidR="00AA047D" w14:paraId="2FFB4AEA" w14:textId="77777777">
        <w:trPr>
          <w:trHeight w:val="454"/>
        </w:trPr>
        <w:tc>
          <w:tcPr>
            <w:tcW w:w="778" w:type="dxa"/>
            <w:tcBorders>
              <w:top w:val="nil"/>
              <w:bottom w:val="single" w:sz="4" w:space="0" w:color="auto"/>
            </w:tcBorders>
          </w:tcPr>
          <w:p w14:paraId="723EDC90" w14:textId="77777777" w:rsidR="00AA047D" w:rsidRDefault="00AA047D">
            <w:pPr>
              <w:spacing w:after="0" w:line="320" w:lineRule="exact"/>
              <w:jc w:val="both"/>
              <w:rPr>
                <w:color w:val="009999"/>
                <w:sz w:val="20"/>
              </w:rPr>
            </w:pPr>
          </w:p>
        </w:tc>
        <w:tc>
          <w:tcPr>
            <w:tcW w:w="9174" w:type="dxa"/>
            <w:gridSpan w:val="14"/>
            <w:tcBorders>
              <w:bottom w:val="single" w:sz="4" w:space="0" w:color="auto"/>
            </w:tcBorders>
          </w:tcPr>
          <w:p w14:paraId="70A07C2B" w14:textId="77777777" w:rsidR="00AA047D" w:rsidRDefault="0053644C">
            <w:pPr>
              <w:spacing w:after="0" w:line="320" w:lineRule="exact"/>
              <w:rPr>
                <w:rStyle w:val="Ausfllhilfe"/>
              </w:rPr>
            </w:pPr>
            <w:r>
              <w:rPr>
                <w:rStyle w:val="Ausfllhilfe"/>
              </w:rPr>
              <w:t>Die Anzahl der in Versuchen verwendeten Tiere muss so niedrig wie möglich, jedoch auch so hoch wie nötig sein. Hierzu ist eine ausführliche biometrische Planung unter Angabe der Berechnung sowie des dieser zugrundeliegenden Hauptzielparameters für das aktu</w:t>
            </w:r>
            <w:r>
              <w:rPr>
                <w:rStyle w:val="Ausfllhilfe"/>
              </w:rPr>
              <w:t xml:space="preserve">ell vorliegende Versuchsvorhaben erforderlich. </w:t>
            </w:r>
          </w:p>
          <w:p w14:paraId="57C86133" w14:textId="77777777" w:rsidR="00AA047D" w:rsidRDefault="0053644C">
            <w:pPr>
              <w:spacing w:after="0" w:line="320" w:lineRule="exact"/>
              <w:rPr>
                <w:rStyle w:val="Ausfllhilfe"/>
              </w:rPr>
            </w:pPr>
            <w:r>
              <w:rPr>
                <w:rStyle w:val="Ausfllhilfe"/>
              </w:rPr>
              <w:t>Die Planung der Tierzahl pro Versuchs- bzw. Kontrollgruppe sollte unter Einsatz biometrischer Verfahren vorgenommen werden. Die Gruppengröße muss so gewählt bzw. errechnet werden, dass die Power groß genug is</w:t>
            </w:r>
            <w:r>
              <w:rPr>
                <w:rStyle w:val="Ausfllhilfe"/>
              </w:rPr>
              <w:t>t, um den erwarteten Mittelwertunterschied bei einem möglichst kleinen Fehler 1. Art bestimmen zu können.</w:t>
            </w:r>
          </w:p>
          <w:p w14:paraId="3D45CACD" w14:textId="77777777" w:rsidR="00AA047D" w:rsidRDefault="0053644C">
            <w:pPr>
              <w:spacing w:after="0" w:line="320" w:lineRule="exact"/>
              <w:rPr>
                <w:rStyle w:val="Ausfllhilfe"/>
              </w:rPr>
            </w:pPr>
            <w:r>
              <w:rPr>
                <w:rStyle w:val="Ausfllhilfe"/>
              </w:rPr>
              <w:t>Um die Gruppengröße durch Durchführung einer a priori Fallzahlabschätzung zu kalkulieren, können Sie im Internet frei verfügbare Programme wie G-Power</w:t>
            </w:r>
            <w:r>
              <w:rPr>
                <w:rStyle w:val="Ausfllhilfe"/>
              </w:rPr>
              <w:t xml:space="preserve"> (http://gpower.hhu.de/) nutzen. Auf der Website von SISA (http://www.quantitativeskills.com/sisa/) können Sie Ihre Kalkulation online durchführen, ohne ein Programm herunterladen zu müssen.</w:t>
            </w:r>
          </w:p>
          <w:p w14:paraId="3981FC2E" w14:textId="77777777" w:rsidR="00AA047D" w:rsidRDefault="0053644C">
            <w:pPr>
              <w:spacing w:after="0" w:line="320" w:lineRule="exact"/>
              <w:rPr>
                <w:rStyle w:val="Ausfllhilfe"/>
              </w:rPr>
            </w:pPr>
            <w:r>
              <w:rPr>
                <w:rStyle w:val="Ausfllhilfe"/>
              </w:rPr>
              <w:t>Hier ein paar grundlegende Erläuterungen zu den Angaben, welche i</w:t>
            </w:r>
            <w:r>
              <w:rPr>
                <w:rStyle w:val="Ausfllhilfe"/>
              </w:rPr>
              <w:t>m Programm zur Fallzahlabschätzung getätigt werden müssen:</w:t>
            </w:r>
          </w:p>
          <w:p w14:paraId="4AB44528" w14:textId="77777777" w:rsidR="00AA047D" w:rsidRDefault="0053644C">
            <w:pPr>
              <w:spacing w:after="0" w:line="320" w:lineRule="exact"/>
              <w:rPr>
                <w:rStyle w:val="Ausfllhilfe"/>
              </w:rPr>
            </w:pPr>
            <w:r>
              <w:rPr>
                <w:rStyle w:val="Ausfllhilfe"/>
              </w:rPr>
              <w:t>Ein Fehler 1. Art tritt auf, wenn man einen Effekt sieht, der in Wirklichkeit gar nicht vorhanden ist. Er wird auch als α bezeichnet. α = 0.05 bedeutet z.B., dass in einem von 20 Fällen (= 5 %) fäl</w:t>
            </w:r>
            <w:r>
              <w:rPr>
                <w:rStyle w:val="Ausfllhilfe"/>
              </w:rPr>
              <w:t>schlicherweise auf eine Wirksamkeit der Behandlung geschlossen wird. In Tierversuchen wird meist ein Fehler 1. Art in der Größenordnung von 0.05 (= 5 %) oder von 0.1 (= 10 %) toleriert, denn aufgrund statistischer Gesetzmäßigkeiten würde ein vorgegebener k</w:t>
            </w:r>
            <w:r>
              <w:rPr>
                <w:rStyle w:val="Ausfllhilfe"/>
              </w:rPr>
              <w:t>leinerer Fehler 1. Art zu sehr hohen Tierzahlen führen.</w:t>
            </w:r>
          </w:p>
          <w:p w14:paraId="00CDDE36" w14:textId="77777777" w:rsidR="00AA047D" w:rsidRDefault="0053644C">
            <w:pPr>
              <w:spacing w:after="0" w:line="320" w:lineRule="exact"/>
              <w:rPr>
                <w:rStyle w:val="Ausfllhilfe"/>
              </w:rPr>
            </w:pPr>
            <w:r>
              <w:rPr>
                <w:rStyle w:val="Ausfllhilfe"/>
              </w:rPr>
              <w:t>Ein Fehler 2. Art tritt auf, wenn ein echter Behandlungseffekt übersehen wird. Er wird auch als β bezeichnet. β = 0.2 bedeutet, dass mit einer Wahrscheinlichkeit von 20 % ein Behandlungseffekt überseh</w:t>
            </w:r>
            <w:r>
              <w:rPr>
                <w:rStyle w:val="Ausfllhilfe"/>
              </w:rPr>
              <w:t xml:space="preserve">en wird. Die Power eines Testverfahrens ergibt sich aus 1 - β. Bei einer Power von 1 - 0.2 = 0.8 beträgt die Stärke, einen Behandlungserfolg auch wirklich zu detektieren, also 80 %. </w:t>
            </w:r>
          </w:p>
          <w:p w14:paraId="74D26673" w14:textId="77777777" w:rsidR="00AA047D" w:rsidRDefault="0053644C">
            <w:pPr>
              <w:spacing w:after="0" w:line="320" w:lineRule="exact"/>
              <w:rPr>
                <w:rStyle w:val="Ausfllhilfe"/>
              </w:rPr>
            </w:pPr>
            <w:r>
              <w:rPr>
                <w:rStyle w:val="Ausfllhilfe"/>
              </w:rPr>
              <w:t xml:space="preserve">In Tierversuchen wird als Power meistens 0.8 gewählt, da höhere Werte zu </w:t>
            </w:r>
            <w:r>
              <w:rPr>
                <w:rStyle w:val="Ausfllhilfe"/>
              </w:rPr>
              <w:t>einer starken Erhöhung der Tierzahl führen würden.</w:t>
            </w:r>
          </w:p>
          <w:p w14:paraId="46B149C2" w14:textId="77777777" w:rsidR="00AA047D" w:rsidRDefault="0053644C">
            <w:pPr>
              <w:spacing w:after="0" w:line="320" w:lineRule="exact"/>
              <w:rPr>
                <w:rStyle w:val="Ausfllhilfe"/>
              </w:rPr>
            </w:pPr>
            <w:r>
              <w:rPr>
                <w:rStyle w:val="Ausfllhilfe"/>
              </w:rPr>
              <w:t>Die biologisch relevante Differenz bezeichnet den beabsichtigten Mittelwertunterschied zwischen Behandlungs- und Kontrollgruppe, welcher für Ihre Fragestellung relevant ist.</w:t>
            </w:r>
          </w:p>
          <w:p w14:paraId="1A675FC9" w14:textId="77777777" w:rsidR="00AA047D" w:rsidRDefault="0053644C">
            <w:pPr>
              <w:spacing w:after="0" w:line="320" w:lineRule="exact"/>
              <w:rPr>
                <w:rStyle w:val="Ausfllhilfe"/>
              </w:rPr>
            </w:pPr>
            <w:r>
              <w:rPr>
                <w:rStyle w:val="Ausfllhilfe"/>
              </w:rPr>
              <w:t>Die Effektstärke (z.B. nach Coh</w:t>
            </w:r>
            <w:r>
              <w:rPr>
                <w:rStyle w:val="Ausfllhilfe"/>
              </w:rPr>
              <w:t xml:space="preserve">en) bezeichnet das Verhältnis des Mittelwertunterschieds zur Standardabweichung s (s muss Ihnen aus Vorversuchen oder der Literatur bekannt sein). </w:t>
            </w:r>
          </w:p>
          <w:p w14:paraId="0AD2605D" w14:textId="77777777" w:rsidR="00AA047D" w:rsidRDefault="0053644C">
            <w:pPr>
              <w:spacing w:after="0" w:line="320" w:lineRule="exact"/>
              <w:rPr>
                <w:rStyle w:val="Ausfllhilfe"/>
              </w:rPr>
            </w:pPr>
            <w:r>
              <w:rPr>
                <w:rStyle w:val="Ausfllhilfe"/>
              </w:rPr>
              <w:t xml:space="preserve">Dabei gilt: </w:t>
            </w:r>
          </w:p>
          <w:p w14:paraId="43C7880E" w14:textId="77777777" w:rsidR="00AA047D" w:rsidRDefault="0053644C">
            <w:pPr>
              <w:spacing w:after="0" w:line="320" w:lineRule="exact"/>
              <w:rPr>
                <w:rStyle w:val="Ausfllhilfe"/>
              </w:rPr>
            </w:pPr>
            <w:r>
              <w:rPr>
                <w:rStyle w:val="Ausfllhilfe"/>
              </w:rPr>
              <w:t xml:space="preserve">Cohens d: bei Vergleich zweier Gruppen (z.B. t-Test): große Effektstärke: d &gt; 0,8 (häufig wird </w:t>
            </w:r>
            <w:r>
              <w:rPr>
                <w:rStyle w:val="Ausfllhilfe"/>
              </w:rPr>
              <w:t>hier der Wert 1 eingesetzt, d.h. man möchte (mindestens) Unterschiede zwischen den Gruppen detektieren können, die der Standardabweichung entsprechen); mittlere Effektstärke: d = 0,5 bis 0,8; kleine Effektstärke: d = 0,2 bis 0,5 ;</w:t>
            </w:r>
            <w:r>
              <w:rPr>
                <w:rStyle w:val="Ausfllhilfe"/>
              </w:rPr>
              <w:br/>
              <w:t>Cohens f: bei Vergleich m</w:t>
            </w:r>
            <w:r>
              <w:rPr>
                <w:rStyle w:val="Ausfllhilfe"/>
              </w:rPr>
              <w:t>ehrerer Gruppen (z.B. ANOVA): große Effektstärke: f &gt; 0,4; mittlere Effektstärke: f = 0,25 bis 0,4; kleine Effektstärke: f = 0,1 bis 0,25</w:t>
            </w:r>
          </w:p>
          <w:p w14:paraId="58BB6ABC" w14:textId="77777777" w:rsidR="00AA047D" w:rsidRDefault="0053644C">
            <w:pPr>
              <w:spacing w:after="0" w:line="320" w:lineRule="exact"/>
              <w:rPr>
                <w:rStyle w:val="Ausfllhilfe"/>
              </w:rPr>
            </w:pPr>
            <w:r>
              <w:rPr>
                <w:rStyle w:val="Ausfllhilfe"/>
              </w:rPr>
              <w:lastRenderedPageBreak/>
              <w:t>Je kleiner die Effektstärke gewählt wird, desto größer wird die vom Programm errechnete benötigte Tierzahl, mit der ma</w:t>
            </w:r>
            <w:r>
              <w:rPr>
                <w:rStyle w:val="Ausfllhilfe"/>
              </w:rPr>
              <w:t>n den benötigten Mittelwertunterschied, also die als biologisch relevant betrachtete Differenz, nachweisen kann. Häufig reicht es für die Fragestellung aus, große Effektstärken nachzuweisen. Wenn es wissenschaftlich notwendig ist, sind aber auch kleine und</w:t>
            </w:r>
            <w:r>
              <w:rPr>
                <w:rStyle w:val="Ausfllhilfe"/>
              </w:rPr>
              <w:t xml:space="preserve"> mittlere Effektstärken berechtigt. Diese müssen aber gut begründet werden, da hier die Fallzahlen deutlich erhöht sind.</w:t>
            </w:r>
          </w:p>
          <w:p w14:paraId="28FA8C7C" w14:textId="77777777" w:rsidR="00AA047D" w:rsidRDefault="0053644C">
            <w:pPr>
              <w:spacing w:after="0" w:line="320" w:lineRule="exact"/>
              <w:rPr>
                <w:rStyle w:val="Ausfllhilfe"/>
              </w:rPr>
            </w:pPr>
            <w:r>
              <w:rPr>
                <w:rStyle w:val="Ausfllhilfe"/>
              </w:rPr>
              <w:t>CAVE: Es ist möglich, jede noch so biologisch irrelevante kleinste Differenz statistisch signifikant nachzuweisen, wenn man nur eine se</w:t>
            </w:r>
            <w:r>
              <w:rPr>
                <w:rStyle w:val="Ausfllhilfe"/>
              </w:rPr>
              <w:t>hr große Tierzahl verwendet, daher müssen biologisch relevante Differenz und Effektstärke mit Bedacht gewählt werden.</w:t>
            </w:r>
          </w:p>
          <w:p w14:paraId="2EEC30E3" w14:textId="77777777" w:rsidR="00AA047D" w:rsidRDefault="0053644C">
            <w:pPr>
              <w:spacing w:after="0" w:line="320" w:lineRule="exact"/>
              <w:rPr>
                <w:rStyle w:val="Ausfllhilfe"/>
              </w:rPr>
            </w:pPr>
            <w:r>
              <w:rPr>
                <w:rStyle w:val="Ausfllhilfe"/>
              </w:rPr>
              <w:t>Eingegeben werden müssen die Werte für Fehler 1. Art, Fehler 2. Art (diese können Sie frei wählen, es empfehlt sich aber die oben vorgesch</w:t>
            </w:r>
            <w:r>
              <w:rPr>
                <w:rStyle w:val="Ausfllhilfe"/>
              </w:rPr>
              <w:t>lagenen Werte der Fehlerarten zu verwenden) sowie die Effektstärke d und Standardabweichung s (diese muss Ihnen aus Literatur oder Vorversuchen bekannt sein, wenn Sie diese freilassen, wird Ihnen das Programm oder auch ein hinzugezogener Statistiker unreal</w:t>
            </w:r>
            <w:r>
              <w:rPr>
                <w:rStyle w:val="Ausfllhilfe"/>
              </w:rPr>
              <w:t xml:space="preserve">istisch hohe und ethisch nicht mehr vertretbare Tierzahlen berechnen). </w:t>
            </w:r>
          </w:p>
          <w:p w14:paraId="361C4504" w14:textId="77777777" w:rsidR="00AA047D" w:rsidRDefault="0053644C">
            <w:pPr>
              <w:spacing w:after="0" w:line="320" w:lineRule="exact"/>
              <w:rPr>
                <w:rStyle w:val="Ausfllhilfe"/>
              </w:rPr>
            </w:pPr>
            <w:r>
              <w:rPr>
                <w:rStyle w:val="Ausfllhilfe"/>
              </w:rPr>
              <w:t xml:space="preserve">Sehr gute Erklärungen zur Fallzahlabschätzung für den Tierversuch finden Sie auch unter </w:t>
            </w:r>
            <w:hyperlink r:id="rId13" w:history="1">
              <w:r>
                <w:rPr>
                  <w:rStyle w:val="Ausfllhilfe"/>
                </w:rPr>
                <w:t>http://www.ruhr-uni-bochum.de/tierschutzbeauftragter/Biometrische%20Planung.pdf</w:t>
              </w:r>
            </w:hyperlink>
            <w:r>
              <w:rPr>
                <w:rStyle w:val="Ausfllhilfe"/>
              </w:rPr>
              <w:t xml:space="preserve"> und  http://www.statistik-mathematik.uni-wuerzburg.de/fileadmin/10040800/user_upload/hain/biometrische_planung_und_poweranalyse.pdf</w:t>
            </w:r>
          </w:p>
          <w:p w14:paraId="7590680B" w14:textId="77777777" w:rsidR="00AA047D" w:rsidRDefault="0053644C">
            <w:pPr>
              <w:spacing w:after="0" w:line="320" w:lineRule="exact"/>
              <w:rPr>
                <w:rStyle w:val="Ausfllhilfe"/>
              </w:rPr>
            </w:pPr>
            <w:r>
              <w:rPr>
                <w:rStyle w:val="Ausfllhilfe"/>
              </w:rPr>
              <w:t>Bitte exakte Tierzahlen angeben! Wenn ihr St</w:t>
            </w:r>
            <w:r>
              <w:rPr>
                <w:rStyle w:val="Ausfllhilfe"/>
              </w:rPr>
              <w:t>atistikprogramm Ihnen als notwendige Gruppengröße z.B. 8,3 Tiere vorgibt, dann müssen Sie 9 Tiere beantragen, denn 0.3 Tiere gibt es nicht und 8 wären zu wenige (dann würde die notwendige Power nicht erreicht werden). Tierzahlen müssen in ihrer Summe stets</w:t>
            </w:r>
            <w:r>
              <w:rPr>
                <w:rStyle w:val="Ausfllhilfe"/>
              </w:rPr>
              <w:t xml:space="preserve"> die zu genehmigende Menge ergeben.</w:t>
            </w:r>
          </w:p>
          <w:p w14:paraId="3FF453AD" w14:textId="77777777" w:rsidR="00AA047D" w:rsidRDefault="0053644C">
            <w:pPr>
              <w:spacing w:after="0" w:line="320" w:lineRule="exact"/>
              <w:rPr>
                <w:rStyle w:val="Ausfllhilfe"/>
              </w:rPr>
            </w:pPr>
            <w:r>
              <w:rPr>
                <w:rStyle w:val="Ausfllhilfe"/>
              </w:rPr>
              <w:t>Für die biometrische Beurteilung sollte ersichtlich sein, aufgrund welcher Erfahrungen und Schätzungen von Streuwerten die Gruppengröße gewählt wurde. Dazu sollten möglichst konkrete Werte aus der Literatur oder Vorversu</w:t>
            </w:r>
            <w:r>
              <w:rPr>
                <w:rStyle w:val="Ausfllhilfe"/>
              </w:rPr>
              <w:t xml:space="preserve">chen aufgeführt werden. </w:t>
            </w:r>
          </w:p>
          <w:p w14:paraId="1B3ADA0F" w14:textId="77777777" w:rsidR="00AA047D" w:rsidRDefault="0053644C">
            <w:pPr>
              <w:spacing w:after="0" w:line="320" w:lineRule="exact"/>
              <w:rPr>
                <w:rStyle w:val="Ausfllhilfe"/>
              </w:rPr>
            </w:pPr>
            <w:r>
              <w:rPr>
                <w:rStyle w:val="Ausfllhilfe"/>
              </w:rPr>
              <w:t xml:space="preserve">Bei Spendertieren nennen Sie bitte deren Zahl und das Verhältnis von Spender- zu Empfängertieren. Die Formulierungen wie „allgemein üblich“ oder „durch Gutachter gefordert“ sind nicht ausreichend. </w:t>
            </w:r>
          </w:p>
          <w:p w14:paraId="3BCC2C7E" w14:textId="77777777" w:rsidR="00AA047D" w:rsidRDefault="0053644C">
            <w:pPr>
              <w:spacing w:after="0" w:line="320" w:lineRule="exact"/>
              <w:rPr>
                <w:rStyle w:val="Ausfllhilfe"/>
              </w:rPr>
            </w:pPr>
            <w:r>
              <w:rPr>
                <w:rStyle w:val="Ausfllhilfe"/>
              </w:rPr>
              <w:t>Bei mehreren Teilversuchen, in de</w:t>
            </w:r>
            <w:r>
              <w:rPr>
                <w:rStyle w:val="Ausfllhilfe"/>
              </w:rPr>
              <w:t>nen unterschiedliche Gruppengrößen erforderlich sind, müssen die Unterschiede erläutert werden.</w:t>
            </w:r>
          </w:p>
          <w:p w14:paraId="22D3BCB6" w14:textId="77777777" w:rsidR="00AA047D" w:rsidRDefault="0053644C">
            <w:pPr>
              <w:spacing w:after="0" w:line="320" w:lineRule="exact"/>
              <w:rPr>
                <w:rStyle w:val="Ausfllhilfe"/>
              </w:rPr>
            </w:pPr>
            <w:r>
              <w:rPr>
                <w:rStyle w:val="Ausfllhilfe"/>
              </w:rPr>
              <w:t>Bei Untersuchungen mit Zeitreihen muss die Anzahl und Lage der Zeitpunkte begründet werden.</w:t>
            </w:r>
          </w:p>
        </w:tc>
      </w:tr>
      <w:tr w:rsidR="00AA047D" w14:paraId="7AE695F6" w14:textId="77777777">
        <w:trPr>
          <w:trHeight w:hRule="exact" w:val="312"/>
        </w:trPr>
        <w:tc>
          <w:tcPr>
            <w:tcW w:w="778" w:type="dxa"/>
            <w:tcBorders>
              <w:bottom w:val="nil"/>
            </w:tcBorders>
          </w:tcPr>
          <w:p w14:paraId="5675C0B5"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7E6EC774" w14:textId="77777777" w:rsidR="00AA047D" w:rsidRDefault="0053644C">
            <w:pPr>
              <w:pStyle w:val="Funotentext"/>
              <w:spacing w:after="0" w:line="320" w:lineRule="exact"/>
              <w:jc w:val="both"/>
              <w:rPr>
                <w:b/>
                <w:sz w:val="16"/>
                <w:szCs w:val="16"/>
              </w:rPr>
            </w:pPr>
            <w:r>
              <w:rPr>
                <w:b/>
              </w:rPr>
              <w:t>Erläuterungen:</w:t>
            </w:r>
          </w:p>
        </w:tc>
      </w:tr>
      <w:tr w:rsidR="00AA047D" w14:paraId="71991620" w14:textId="77777777">
        <w:trPr>
          <w:trHeight w:val="454"/>
        </w:trPr>
        <w:tc>
          <w:tcPr>
            <w:tcW w:w="778" w:type="dxa"/>
            <w:tcBorders>
              <w:top w:val="nil"/>
              <w:bottom w:val="nil"/>
            </w:tcBorders>
          </w:tcPr>
          <w:p w14:paraId="7B140310" w14:textId="77777777" w:rsidR="00AA047D" w:rsidRDefault="00AA047D">
            <w:pPr>
              <w:pStyle w:val="Funotentext"/>
              <w:spacing w:after="0" w:line="320" w:lineRule="exact"/>
              <w:jc w:val="both"/>
            </w:pPr>
          </w:p>
        </w:tc>
        <w:tc>
          <w:tcPr>
            <w:tcW w:w="9174" w:type="dxa"/>
            <w:gridSpan w:val="14"/>
            <w:tcBorders>
              <w:top w:val="nil"/>
            </w:tcBorders>
          </w:tcPr>
          <w:p w14:paraId="49C67107" w14:textId="77777777" w:rsidR="00AA047D" w:rsidRDefault="0053644C">
            <w:pPr>
              <w:spacing w:after="0" w:line="320" w:lineRule="exact"/>
              <w:rPr>
                <w:rStyle w:val="Ausfllhilfe"/>
              </w:rPr>
            </w:pPr>
            <w:r>
              <w:rPr>
                <w:rStyle w:val="Ausfllhilfe"/>
              </w:rPr>
              <w:t xml:space="preserve">Hier erklären Sie Ihre statistische Vorgehensweise zur Gruppengrößenberechnung wie oben beschrieben. G-Power gibt Ihnen auch Abbildungen zur Berechnung, welche Sie hier einfügen sollten. </w:t>
            </w:r>
          </w:p>
          <w:p w14:paraId="5CEAE8E4" w14:textId="77777777" w:rsidR="00AA047D" w:rsidRDefault="0053644C">
            <w:pPr>
              <w:spacing w:after="0" w:line="320" w:lineRule="exact"/>
              <w:rPr>
                <w:rStyle w:val="Ausfllhilfe"/>
              </w:rPr>
            </w:pPr>
            <w:r>
              <w:rPr>
                <w:rStyle w:val="Ausfllhilfe"/>
              </w:rPr>
              <w:t>Bei Pilotexperimenten/ Orientierungsstudien kann auf eine Poweranaly</w:t>
            </w:r>
            <w:r>
              <w:rPr>
                <w:rStyle w:val="Ausfllhilfe"/>
              </w:rPr>
              <w:t xml:space="preserve">se verzichtet werden. </w:t>
            </w:r>
          </w:p>
          <w:p w14:paraId="3AF55A61" w14:textId="77777777" w:rsidR="00AA047D" w:rsidRDefault="0053644C">
            <w:pPr>
              <w:spacing w:after="0" w:line="320" w:lineRule="exact"/>
            </w:pPr>
            <w:r>
              <w:rPr>
                <w:rStyle w:val="Ausfllhilfe"/>
              </w:rPr>
              <w:t>Hier ergibt sich die Fallzahl aus der Fragestellung, unter Umständen ist bereits ein Tier ausreichend.</w:t>
            </w:r>
          </w:p>
        </w:tc>
      </w:tr>
      <w:tr w:rsidR="00AA047D" w14:paraId="244AA7D5" w14:textId="77777777">
        <w:tblPrEx>
          <w:tblLook w:val="04A0" w:firstRow="1" w:lastRow="0" w:firstColumn="1" w:lastColumn="0" w:noHBand="0" w:noVBand="1"/>
        </w:tblPrEx>
        <w:trPr>
          <w:gridAfter w:val="2"/>
          <w:wAfter w:w="18" w:type="dxa"/>
          <w:trHeight w:hRule="exact" w:val="397"/>
        </w:trPr>
        <w:tc>
          <w:tcPr>
            <w:tcW w:w="778" w:type="dxa"/>
            <w:tcBorders>
              <w:top w:val="nil"/>
              <w:bottom w:val="nil"/>
            </w:tcBorders>
          </w:tcPr>
          <w:p w14:paraId="18F2B021" w14:textId="77777777" w:rsidR="00AA047D" w:rsidRDefault="00AA047D">
            <w:pPr>
              <w:pStyle w:val="Funotentext"/>
              <w:spacing w:after="0" w:line="320" w:lineRule="exact"/>
              <w:jc w:val="both"/>
              <w:rPr>
                <w:b/>
              </w:rPr>
            </w:pPr>
          </w:p>
        </w:tc>
        <w:tc>
          <w:tcPr>
            <w:tcW w:w="9156" w:type="dxa"/>
            <w:gridSpan w:val="12"/>
            <w:vAlign w:val="center"/>
            <w:hideMark/>
          </w:tcPr>
          <w:p w14:paraId="315BA80C" w14:textId="77777777" w:rsidR="00AA047D" w:rsidRDefault="0053644C">
            <w:pPr>
              <w:pStyle w:val="Funotentext"/>
              <w:spacing w:after="0" w:line="320" w:lineRule="exact"/>
              <w:jc w:val="both"/>
              <w:rPr>
                <w:b/>
              </w:rPr>
            </w:pPr>
            <w:r>
              <w:rPr>
                <w:b/>
              </w:rPr>
              <w:t>Hauptzielgröße(n):</w:t>
            </w:r>
          </w:p>
        </w:tc>
      </w:tr>
      <w:tr w:rsidR="00AA047D" w14:paraId="436CD95C" w14:textId="77777777">
        <w:tblPrEx>
          <w:tblLook w:val="04A0" w:firstRow="1" w:lastRow="0" w:firstColumn="1" w:lastColumn="0" w:noHBand="0" w:noVBand="1"/>
        </w:tblPrEx>
        <w:trPr>
          <w:gridAfter w:val="2"/>
          <w:wAfter w:w="18" w:type="dxa"/>
          <w:trHeight w:val="454"/>
        </w:trPr>
        <w:tc>
          <w:tcPr>
            <w:tcW w:w="778" w:type="dxa"/>
            <w:tcBorders>
              <w:top w:val="nil"/>
              <w:bottom w:val="nil"/>
            </w:tcBorders>
          </w:tcPr>
          <w:p w14:paraId="5F155731" w14:textId="77777777" w:rsidR="00AA047D" w:rsidRDefault="00AA047D">
            <w:pPr>
              <w:pStyle w:val="Funotentext"/>
              <w:spacing w:after="0" w:line="320" w:lineRule="exact"/>
              <w:jc w:val="both"/>
            </w:pPr>
          </w:p>
        </w:tc>
        <w:tc>
          <w:tcPr>
            <w:tcW w:w="9156" w:type="dxa"/>
            <w:gridSpan w:val="12"/>
            <w:hideMark/>
          </w:tcPr>
          <w:p w14:paraId="50BED136" w14:textId="77777777" w:rsidR="00AA047D" w:rsidRDefault="0053644C">
            <w:pPr>
              <w:spacing w:after="0" w:line="320" w:lineRule="exact"/>
              <w:rPr>
                <w:rStyle w:val="Ausfllhilfe"/>
              </w:rPr>
            </w:pPr>
            <w:r>
              <w:rPr>
                <w:rStyle w:val="Ausfllhilfe"/>
              </w:rPr>
              <w:t xml:space="preserve">Hier geben Sie den Haupt-Parameter ein, aufgrund dessen Sie Ihren Behandlungseffekt beurteilen, z.B. </w:t>
            </w:r>
            <w:r>
              <w:rPr>
                <w:rStyle w:val="Ausfllhilfe"/>
              </w:rPr>
              <w:t>Gewichtszunahme oder Tumorgröße.</w:t>
            </w:r>
          </w:p>
        </w:tc>
      </w:tr>
      <w:tr w:rsidR="00AA047D" w14:paraId="2B42AE19" w14:textId="77777777">
        <w:tblPrEx>
          <w:tblLook w:val="04A0" w:firstRow="1" w:lastRow="0" w:firstColumn="1" w:lastColumn="0" w:noHBand="0" w:noVBand="1"/>
        </w:tblPrEx>
        <w:trPr>
          <w:gridAfter w:val="2"/>
          <w:wAfter w:w="18" w:type="dxa"/>
          <w:trHeight w:hRule="exact" w:val="397"/>
        </w:trPr>
        <w:tc>
          <w:tcPr>
            <w:tcW w:w="778" w:type="dxa"/>
            <w:tcBorders>
              <w:top w:val="nil"/>
              <w:bottom w:val="nil"/>
            </w:tcBorders>
          </w:tcPr>
          <w:p w14:paraId="41DB88F8" w14:textId="77777777" w:rsidR="00AA047D" w:rsidRDefault="00AA047D">
            <w:pPr>
              <w:pStyle w:val="Funotentext"/>
              <w:spacing w:after="0" w:line="320" w:lineRule="exact"/>
              <w:jc w:val="both"/>
              <w:rPr>
                <w:b/>
              </w:rPr>
            </w:pPr>
          </w:p>
        </w:tc>
        <w:tc>
          <w:tcPr>
            <w:tcW w:w="9156" w:type="dxa"/>
            <w:gridSpan w:val="12"/>
            <w:vAlign w:val="center"/>
            <w:hideMark/>
          </w:tcPr>
          <w:p w14:paraId="1E22772D" w14:textId="77777777" w:rsidR="00AA047D" w:rsidRDefault="0053644C">
            <w:pPr>
              <w:pStyle w:val="Funotentext"/>
              <w:spacing w:after="0" w:line="320" w:lineRule="exact"/>
              <w:jc w:val="both"/>
              <w:rPr>
                <w:b/>
              </w:rPr>
            </w:pPr>
            <w:r>
              <w:rPr>
                <w:b/>
              </w:rPr>
              <w:t>Nebenzielgröße(n):</w:t>
            </w:r>
          </w:p>
        </w:tc>
      </w:tr>
      <w:tr w:rsidR="00AA047D" w14:paraId="5379C72B" w14:textId="77777777">
        <w:tblPrEx>
          <w:tblLook w:val="04A0" w:firstRow="1" w:lastRow="0" w:firstColumn="1" w:lastColumn="0" w:noHBand="0" w:noVBand="1"/>
        </w:tblPrEx>
        <w:trPr>
          <w:gridAfter w:val="2"/>
          <w:wAfter w:w="18" w:type="dxa"/>
          <w:trHeight w:val="213"/>
        </w:trPr>
        <w:tc>
          <w:tcPr>
            <w:tcW w:w="778" w:type="dxa"/>
            <w:tcBorders>
              <w:top w:val="nil"/>
              <w:bottom w:val="nil"/>
            </w:tcBorders>
          </w:tcPr>
          <w:p w14:paraId="381DCA20" w14:textId="77777777" w:rsidR="00AA047D" w:rsidRDefault="00AA047D">
            <w:pPr>
              <w:pStyle w:val="Funotentext"/>
              <w:spacing w:after="0" w:line="320" w:lineRule="exact"/>
              <w:jc w:val="both"/>
            </w:pPr>
          </w:p>
        </w:tc>
        <w:tc>
          <w:tcPr>
            <w:tcW w:w="9156" w:type="dxa"/>
            <w:gridSpan w:val="12"/>
          </w:tcPr>
          <w:p w14:paraId="69E00DAE" w14:textId="77777777" w:rsidR="00AA047D" w:rsidRDefault="0053644C">
            <w:pPr>
              <w:spacing w:after="0" w:line="320" w:lineRule="exact"/>
              <w:rPr>
                <w:rStyle w:val="Ausfllhilfe"/>
              </w:rPr>
            </w:pPr>
            <w:r>
              <w:rPr>
                <w:rStyle w:val="Ausfllhilfe"/>
              </w:rPr>
              <w:t>ggf. weitere Parameter, die erfasst und ausgewertet werden</w:t>
            </w:r>
          </w:p>
        </w:tc>
      </w:tr>
      <w:tr w:rsidR="00AA047D" w14:paraId="28C437FC" w14:textId="77777777">
        <w:tblPrEx>
          <w:tblLook w:val="04A0" w:firstRow="1" w:lastRow="0" w:firstColumn="1" w:lastColumn="0" w:noHBand="0" w:noVBand="1"/>
        </w:tblPrEx>
        <w:trPr>
          <w:gridAfter w:val="2"/>
          <w:wAfter w:w="18" w:type="dxa"/>
          <w:trHeight w:hRule="exact" w:val="1855"/>
        </w:trPr>
        <w:tc>
          <w:tcPr>
            <w:tcW w:w="778" w:type="dxa"/>
            <w:tcBorders>
              <w:top w:val="nil"/>
              <w:bottom w:val="single" w:sz="4" w:space="0" w:color="auto"/>
            </w:tcBorders>
          </w:tcPr>
          <w:p w14:paraId="01DA993D" w14:textId="77777777" w:rsidR="00AA047D" w:rsidRDefault="00AA047D">
            <w:pPr>
              <w:pStyle w:val="Funotentext"/>
              <w:spacing w:after="0" w:line="320" w:lineRule="exact"/>
              <w:jc w:val="both"/>
              <w:rPr>
                <w:b/>
              </w:rPr>
            </w:pPr>
          </w:p>
        </w:tc>
        <w:tc>
          <w:tcPr>
            <w:tcW w:w="9156" w:type="dxa"/>
            <w:gridSpan w:val="12"/>
          </w:tcPr>
          <w:p w14:paraId="3A3559C1" w14:textId="77777777" w:rsidR="00AA047D" w:rsidRDefault="0053644C">
            <w:pPr>
              <w:pStyle w:val="Funotentext"/>
              <w:spacing w:after="0" w:line="320" w:lineRule="exact"/>
              <w:rPr>
                <w:b/>
              </w:rPr>
            </w:pPr>
            <w:r>
              <w:rPr>
                <w:b/>
              </w:rPr>
              <w:t>Studientyp</w:t>
            </w:r>
          </w:p>
          <w:p w14:paraId="2BC11B7B" w14:textId="77777777" w:rsidR="00AA047D" w:rsidRDefault="0053644C">
            <w:pPr>
              <w:spacing w:after="0" w:line="320" w:lineRule="exact"/>
              <w:rPr>
                <w:rStyle w:val="Ausfllhilfe"/>
              </w:rPr>
            </w:pPr>
            <w:r>
              <w:rPr>
                <w:rStyle w:val="Ausfllhilfe"/>
              </w:rPr>
              <w:t xml:space="preserve">Sollten Sie die Erstellung einer neuen Linie oder die Zucht bzw. Kreuzung genetisch veränderter Tiere mit einem </w:t>
            </w:r>
            <w:r>
              <w:rPr>
                <w:rStyle w:val="Ausfllhilfe"/>
              </w:rPr>
              <w:t xml:space="preserve">belastetem Phänotyp beantragen, sind bei der Berechnung bzw. Abschätzung der Tierzahl alle Tiere zu berücksichtigen, die benötigt werden, um die letztendlich erforderliche Anzahl an Tieren für die weitere Verwendung zu züchten. Hier sollte das Zuchtschema </w:t>
            </w:r>
            <w:r>
              <w:rPr>
                <w:rStyle w:val="Ausfllhilfe"/>
              </w:rPr>
              <w:t>der Vermehrungs- bzw. Erhaltungszucht beschrieben werden und eine Aufschlüsselung der Tierzahlen nach Genotypen erfolgen.</w:t>
            </w:r>
          </w:p>
          <w:p w14:paraId="2A480A69" w14:textId="77777777" w:rsidR="00AA047D" w:rsidRDefault="00AA047D">
            <w:pPr>
              <w:pStyle w:val="Funotentext"/>
              <w:spacing w:after="0" w:line="320" w:lineRule="exact"/>
              <w:rPr>
                <w:b/>
                <w:color w:val="009999"/>
              </w:rPr>
            </w:pPr>
          </w:p>
        </w:tc>
      </w:tr>
      <w:tr w:rsidR="00AA047D" w14:paraId="7A654000" w14:textId="77777777">
        <w:tblPrEx>
          <w:tblLook w:val="04A0" w:firstRow="1" w:lastRow="0" w:firstColumn="1" w:lastColumn="0" w:noHBand="0" w:noVBand="1"/>
        </w:tblPrEx>
        <w:trPr>
          <w:gridAfter w:val="2"/>
          <w:wAfter w:w="18" w:type="dxa"/>
          <w:trHeight w:val="340"/>
        </w:trPr>
        <w:tc>
          <w:tcPr>
            <w:tcW w:w="778" w:type="dxa"/>
            <w:tcBorders>
              <w:bottom w:val="nil"/>
            </w:tcBorders>
          </w:tcPr>
          <w:p w14:paraId="0AA49039" w14:textId="77777777" w:rsidR="00AA047D" w:rsidRDefault="00AA047D">
            <w:pPr>
              <w:pStyle w:val="Funotentext"/>
              <w:spacing w:after="0" w:line="320" w:lineRule="exact"/>
              <w:jc w:val="both"/>
            </w:pPr>
          </w:p>
        </w:tc>
        <w:tc>
          <w:tcPr>
            <w:tcW w:w="425" w:type="dxa"/>
            <w:gridSpan w:val="3"/>
            <w:vAlign w:val="center"/>
            <w:hideMark/>
          </w:tcPr>
          <w:p w14:paraId="663D8DBB" w14:textId="77777777" w:rsidR="00AA047D" w:rsidRDefault="0053644C">
            <w:pPr>
              <w:pStyle w:val="Funotentext"/>
              <w:spacing w:after="0" w:line="320" w:lineRule="exact"/>
              <w:jc w:val="both"/>
            </w:pPr>
            <w:r>
              <w:fldChar w:fldCharType="begin">
                <w:ffData>
                  <w:name w:val="Kontrollkästchen7"/>
                  <w:enabled/>
                  <w:calcOnExit w:val="0"/>
                  <w:checkBox>
                    <w:sizeAuto/>
                    <w:default w:val="0"/>
                  </w:checkBox>
                </w:ffData>
              </w:fldChar>
            </w:r>
            <w:bookmarkStart w:id="11" w:name="Kontrollkästchen7"/>
            <w:r>
              <w:instrText xml:space="preserve"> FORMCHECKBOX </w:instrText>
            </w:r>
            <w:r>
              <w:fldChar w:fldCharType="separate"/>
            </w:r>
            <w:r>
              <w:fldChar w:fldCharType="end"/>
            </w:r>
            <w:bookmarkEnd w:id="11"/>
          </w:p>
        </w:tc>
        <w:tc>
          <w:tcPr>
            <w:tcW w:w="369" w:type="dxa"/>
            <w:vAlign w:val="center"/>
            <w:hideMark/>
          </w:tcPr>
          <w:p w14:paraId="62733385" w14:textId="77777777" w:rsidR="00AA047D" w:rsidRDefault="0053644C">
            <w:pPr>
              <w:pStyle w:val="Funotentext"/>
              <w:spacing w:after="0" w:line="320" w:lineRule="exact"/>
              <w:jc w:val="both"/>
            </w:pPr>
            <w:r>
              <w:t>a)</w:t>
            </w:r>
          </w:p>
        </w:tc>
        <w:tc>
          <w:tcPr>
            <w:tcW w:w="8362" w:type="dxa"/>
            <w:gridSpan w:val="8"/>
            <w:vAlign w:val="center"/>
            <w:hideMark/>
          </w:tcPr>
          <w:p w14:paraId="788C676E" w14:textId="77777777" w:rsidR="00AA047D" w:rsidRDefault="0053644C">
            <w:pPr>
              <w:pStyle w:val="Funotentext"/>
              <w:spacing w:after="0" w:line="320" w:lineRule="exact"/>
              <w:jc w:val="both"/>
              <w:rPr>
                <w:color w:val="009999"/>
              </w:rPr>
            </w:pPr>
            <w:r>
              <w:t>Orientierungsstudie</w:t>
            </w:r>
          </w:p>
          <w:p w14:paraId="3D68D94D" w14:textId="77777777" w:rsidR="00AA047D" w:rsidRDefault="0053644C">
            <w:pPr>
              <w:spacing w:after="0" w:line="320" w:lineRule="exact"/>
              <w:rPr>
                <w:rStyle w:val="Ausfllhilfe"/>
              </w:rPr>
            </w:pPr>
            <w:r>
              <w:rPr>
                <w:rStyle w:val="Ausfllhilfe"/>
              </w:rPr>
              <w:t>(z.B. Beschreibung des Phänotyps einer neuen Mauslinie, Pilotstudie zum Etablieren einer neuen Methode oder Pilotstudie zur Abschätzung von Standardabweichungen (</w:t>
            </w:r>
            <w:r>
              <w:rPr>
                <w:rStyle w:val="Ausfllhilfe"/>
              </w:rPr>
              <w:t>wenn diese nicht aus der Literatur entnommen werden können, aber für die biometrische Planung einer Vergleichsstudie notwendig sind).</w:t>
            </w:r>
          </w:p>
        </w:tc>
      </w:tr>
      <w:tr w:rsidR="00AA047D" w14:paraId="338525E8" w14:textId="77777777">
        <w:tblPrEx>
          <w:tblLook w:val="04A0" w:firstRow="1" w:lastRow="0" w:firstColumn="1" w:lastColumn="0" w:noHBand="0" w:noVBand="1"/>
        </w:tblPrEx>
        <w:trPr>
          <w:gridAfter w:val="2"/>
          <w:wAfter w:w="18" w:type="dxa"/>
          <w:trHeight w:val="361"/>
        </w:trPr>
        <w:tc>
          <w:tcPr>
            <w:tcW w:w="778" w:type="dxa"/>
            <w:tcBorders>
              <w:top w:val="nil"/>
              <w:bottom w:val="nil"/>
            </w:tcBorders>
          </w:tcPr>
          <w:p w14:paraId="195548D2" w14:textId="77777777" w:rsidR="00AA047D" w:rsidRDefault="00AA047D">
            <w:pPr>
              <w:pStyle w:val="Funotentext"/>
              <w:spacing w:after="0" w:line="320" w:lineRule="exact"/>
              <w:jc w:val="both"/>
            </w:pPr>
          </w:p>
        </w:tc>
        <w:tc>
          <w:tcPr>
            <w:tcW w:w="425" w:type="dxa"/>
            <w:gridSpan w:val="3"/>
            <w:vAlign w:val="center"/>
            <w:hideMark/>
          </w:tcPr>
          <w:p w14:paraId="77D76DD6" w14:textId="77777777" w:rsidR="00AA047D" w:rsidRDefault="0053644C">
            <w:pPr>
              <w:pStyle w:val="Funotentext"/>
              <w:spacing w:after="0" w:line="320" w:lineRule="exact"/>
            </w:pPr>
            <w:r>
              <w:fldChar w:fldCharType="begin">
                <w:ffData>
                  <w:name w:val="Kontrollkästchen8"/>
                  <w:enabled/>
                  <w:calcOnExit w:val="0"/>
                  <w:checkBox>
                    <w:sizeAuto/>
                    <w:default w:val="0"/>
                  </w:checkBox>
                </w:ffData>
              </w:fldChar>
            </w:r>
            <w:r>
              <w:instrText xml:space="preserve"> FORMCHECKBOX </w:instrText>
            </w:r>
            <w:r>
              <w:fldChar w:fldCharType="separate"/>
            </w:r>
            <w:r>
              <w:fldChar w:fldCharType="end"/>
            </w:r>
          </w:p>
        </w:tc>
        <w:tc>
          <w:tcPr>
            <w:tcW w:w="369" w:type="dxa"/>
            <w:vAlign w:val="center"/>
            <w:hideMark/>
          </w:tcPr>
          <w:p w14:paraId="1E9DAADF" w14:textId="77777777" w:rsidR="00AA047D" w:rsidRDefault="0053644C">
            <w:pPr>
              <w:pStyle w:val="Funotentext"/>
              <w:spacing w:after="0" w:line="320" w:lineRule="exact"/>
            </w:pPr>
            <w:r>
              <w:t>b)</w:t>
            </w:r>
          </w:p>
        </w:tc>
        <w:tc>
          <w:tcPr>
            <w:tcW w:w="8362" w:type="dxa"/>
            <w:gridSpan w:val="8"/>
          </w:tcPr>
          <w:p w14:paraId="21B0F7DE" w14:textId="77777777" w:rsidR="00AA047D" w:rsidRDefault="0053644C">
            <w:pPr>
              <w:spacing w:after="0" w:line="320" w:lineRule="exact"/>
              <w:rPr>
                <w:sz w:val="20"/>
              </w:rPr>
            </w:pPr>
            <w:r>
              <w:rPr>
                <w:sz w:val="20"/>
              </w:rPr>
              <w:t>Vergleichsstudie</w:t>
            </w:r>
          </w:p>
          <w:p w14:paraId="1D21C4BC" w14:textId="77777777" w:rsidR="00AA047D" w:rsidRDefault="0053644C">
            <w:pPr>
              <w:spacing w:after="0" w:line="320" w:lineRule="exact"/>
              <w:rPr>
                <w:rStyle w:val="Ausfllhilfe"/>
              </w:rPr>
            </w:pPr>
            <w:r>
              <w:rPr>
                <w:rStyle w:val="Ausfllhilfe"/>
              </w:rPr>
              <w:t>Die Vergleichsstudie ist der klassische Tierversuch. Sie wollen einen Effekt durch eine bestimmte Behandlung im Vergleich zu einer unbehandelten Kontrollgruppe nachw</w:t>
            </w:r>
            <w:r>
              <w:rPr>
                <w:rStyle w:val="Ausfllhilfe"/>
              </w:rPr>
              <w:t>eisen. Die Standardabweichung ist Ihnen aus Literatur oder Vorversuchen bekannt.</w:t>
            </w:r>
          </w:p>
        </w:tc>
      </w:tr>
      <w:tr w:rsidR="00AA047D" w14:paraId="6AB9B4A4" w14:textId="77777777">
        <w:trPr>
          <w:trHeight w:hRule="exact" w:val="312"/>
        </w:trPr>
        <w:tc>
          <w:tcPr>
            <w:tcW w:w="778" w:type="dxa"/>
            <w:tcBorders>
              <w:top w:val="nil"/>
              <w:bottom w:val="nil"/>
            </w:tcBorders>
          </w:tcPr>
          <w:p w14:paraId="160C054F"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66345AE0" w14:textId="77777777" w:rsidR="00AA047D" w:rsidRDefault="0053644C">
            <w:pPr>
              <w:pStyle w:val="Funotentext"/>
              <w:spacing w:after="0" w:line="320" w:lineRule="exact"/>
              <w:jc w:val="both"/>
              <w:rPr>
                <w:sz w:val="16"/>
                <w:szCs w:val="16"/>
              </w:rPr>
            </w:pPr>
            <w:r>
              <w:rPr>
                <w:sz w:val="16"/>
                <w:szCs w:val="16"/>
              </w:rPr>
              <w:t>Es werden folgende biometrische Verfahren zur Auswertung eingesetzt:</w:t>
            </w:r>
          </w:p>
          <w:p w14:paraId="018F1F8A" w14:textId="77777777" w:rsidR="00AA047D" w:rsidRDefault="00AA047D">
            <w:pPr>
              <w:pStyle w:val="Funotentext"/>
              <w:spacing w:after="0" w:line="320" w:lineRule="exact"/>
              <w:jc w:val="both"/>
              <w:rPr>
                <w:sz w:val="16"/>
                <w:szCs w:val="16"/>
              </w:rPr>
            </w:pPr>
          </w:p>
        </w:tc>
      </w:tr>
      <w:tr w:rsidR="00AA047D" w14:paraId="6727C84B" w14:textId="77777777">
        <w:trPr>
          <w:trHeight w:val="454"/>
        </w:trPr>
        <w:tc>
          <w:tcPr>
            <w:tcW w:w="778" w:type="dxa"/>
            <w:tcBorders>
              <w:top w:val="nil"/>
              <w:bottom w:val="nil"/>
            </w:tcBorders>
          </w:tcPr>
          <w:p w14:paraId="7153EAAB" w14:textId="77777777" w:rsidR="00AA047D" w:rsidRDefault="00AA047D">
            <w:pPr>
              <w:pStyle w:val="Funotentext"/>
              <w:spacing w:after="0" w:line="320" w:lineRule="exact"/>
              <w:jc w:val="both"/>
            </w:pPr>
          </w:p>
        </w:tc>
        <w:tc>
          <w:tcPr>
            <w:tcW w:w="9174" w:type="dxa"/>
            <w:gridSpan w:val="14"/>
            <w:tcBorders>
              <w:top w:val="nil"/>
            </w:tcBorders>
          </w:tcPr>
          <w:p w14:paraId="3B5E876D" w14:textId="77777777" w:rsidR="00AA047D" w:rsidRDefault="0053644C">
            <w:pPr>
              <w:spacing w:after="0" w:line="320" w:lineRule="exact"/>
              <w:rPr>
                <w:rStyle w:val="Ausfllhilfe"/>
              </w:rPr>
            </w:pPr>
            <w:r>
              <w:rPr>
                <w:rStyle w:val="Ausfllhilfe"/>
              </w:rPr>
              <w:t xml:space="preserve">Hier geben Sie an, mit welchen statistischen Testverfahren Sie nach Abschluss der Versuche Ihren Behandlungserfolg statistisch signifikant nachweisen wollen (z.B. t-Test für zwei unabhängige Stichproben, gepaarter t-Test, ANOVA, </w:t>
            </w:r>
            <w:proofErr w:type="spellStart"/>
            <w:r>
              <w:rPr>
                <w:rStyle w:val="Ausfllhilfe"/>
              </w:rPr>
              <w:t>Wilcoxon</w:t>
            </w:r>
            <w:proofErr w:type="spellEnd"/>
            <w:r>
              <w:rPr>
                <w:rStyle w:val="Ausfllhilfe"/>
              </w:rPr>
              <w:t xml:space="preserve">-Rangsummentest…). </w:t>
            </w:r>
            <w:r>
              <w:rPr>
                <w:rStyle w:val="Ausfllhilfe"/>
              </w:rPr>
              <w:t xml:space="preserve">Begründen Sie bitte, warum Sie gerade dieses Testverfahren für diese Fragestellung verwenden. Einen gepaarten t-Test verwenden Sie z.B. bei Messungen am/ im gleichen Tier vor und nach einer Behandlung. </w:t>
            </w:r>
          </w:p>
          <w:p w14:paraId="347E2A41" w14:textId="77777777" w:rsidR="00AA047D" w:rsidRDefault="0053644C">
            <w:pPr>
              <w:spacing w:after="0" w:line="320" w:lineRule="exact"/>
            </w:pPr>
            <w:r>
              <w:rPr>
                <w:rStyle w:val="Ausfllhilfe"/>
              </w:rPr>
              <w:t>Eine statistische Beratung im Vorfeld der Antragsstel</w:t>
            </w:r>
            <w:r>
              <w:rPr>
                <w:rStyle w:val="Ausfllhilfe"/>
              </w:rPr>
              <w:t>lung ist daher sehr sinnvoll, da an dieser Stelle in der Ausfüllhilfe unmöglich sämtliche Testverfahren erklärt werden können.</w:t>
            </w:r>
          </w:p>
        </w:tc>
      </w:tr>
      <w:tr w:rsidR="00AA047D" w14:paraId="332F5C6F" w14:textId="77777777">
        <w:trPr>
          <w:trHeight w:hRule="exact" w:val="400"/>
        </w:trPr>
        <w:tc>
          <w:tcPr>
            <w:tcW w:w="778" w:type="dxa"/>
            <w:tcBorders>
              <w:top w:val="nil"/>
              <w:bottom w:val="nil"/>
            </w:tcBorders>
          </w:tcPr>
          <w:p w14:paraId="7C3BC66D" w14:textId="77777777" w:rsidR="00AA047D" w:rsidRDefault="00AA047D">
            <w:pPr>
              <w:spacing w:after="0" w:line="320" w:lineRule="exact"/>
              <w:jc w:val="both"/>
              <w:rPr>
                <w:sz w:val="20"/>
              </w:rPr>
            </w:pPr>
          </w:p>
        </w:tc>
        <w:tc>
          <w:tcPr>
            <w:tcW w:w="9174" w:type="dxa"/>
            <w:gridSpan w:val="14"/>
            <w:vAlign w:val="center"/>
          </w:tcPr>
          <w:p w14:paraId="1C3833FE" w14:textId="77777777" w:rsidR="00AA047D" w:rsidRDefault="0053644C">
            <w:pPr>
              <w:spacing w:after="0" w:line="320" w:lineRule="exact"/>
              <w:jc w:val="both"/>
              <w:rPr>
                <w:sz w:val="20"/>
              </w:rPr>
            </w:pPr>
            <w:r>
              <w:rPr>
                <w:sz w:val="20"/>
              </w:rPr>
              <w:t>Die vorgesehene Tierzahl und Gruppengröße ist notwendig zur statistischen Absicherung mit</w:t>
            </w:r>
          </w:p>
        </w:tc>
      </w:tr>
      <w:tr w:rsidR="00AA047D" w14:paraId="454A2088" w14:textId="77777777">
        <w:trPr>
          <w:trHeight w:hRule="exact" w:val="374"/>
        </w:trPr>
        <w:tc>
          <w:tcPr>
            <w:tcW w:w="778" w:type="dxa"/>
            <w:tcBorders>
              <w:top w:val="nil"/>
              <w:bottom w:val="nil"/>
            </w:tcBorders>
          </w:tcPr>
          <w:p w14:paraId="3AF9DAE7" w14:textId="77777777" w:rsidR="00AA047D" w:rsidRDefault="00AA047D">
            <w:pPr>
              <w:spacing w:after="0" w:line="320" w:lineRule="exact"/>
              <w:jc w:val="both"/>
              <w:rPr>
                <w:sz w:val="20"/>
              </w:rPr>
            </w:pPr>
          </w:p>
        </w:tc>
        <w:tc>
          <w:tcPr>
            <w:tcW w:w="314" w:type="dxa"/>
            <w:vAlign w:val="center"/>
          </w:tcPr>
          <w:p w14:paraId="1E4F9BD3" w14:textId="77777777" w:rsidR="00AA047D" w:rsidRDefault="0053644C">
            <w:pPr>
              <w:pStyle w:val="Funotentext"/>
              <w:spacing w:after="0" w:line="320" w:lineRule="exact"/>
              <w:jc w:val="both"/>
            </w:pPr>
            <w:r>
              <w:t>–</w:t>
            </w:r>
          </w:p>
        </w:tc>
        <w:tc>
          <w:tcPr>
            <w:tcW w:w="8860" w:type="dxa"/>
            <w:gridSpan w:val="13"/>
            <w:vAlign w:val="center"/>
          </w:tcPr>
          <w:p w14:paraId="6F19A133" w14:textId="77777777" w:rsidR="00AA047D" w:rsidRDefault="0053644C">
            <w:pPr>
              <w:spacing w:after="0" w:line="320" w:lineRule="exact"/>
              <w:jc w:val="both"/>
              <w:rPr>
                <w:sz w:val="20"/>
              </w:rPr>
            </w:pPr>
            <w:r>
              <w:rPr>
                <w:sz w:val="20"/>
              </w:rPr>
              <w:t xml:space="preserve">einer </w:t>
            </w:r>
            <w:r>
              <w:rPr>
                <w:sz w:val="20"/>
              </w:rPr>
              <w:t>Wahrscheinlichkeit für den Fehler 1. Art von</w:t>
            </w:r>
          </w:p>
        </w:tc>
      </w:tr>
      <w:tr w:rsidR="00AA047D" w14:paraId="3B8AEFAA" w14:textId="77777777">
        <w:trPr>
          <w:trHeight w:val="374"/>
        </w:trPr>
        <w:tc>
          <w:tcPr>
            <w:tcW w:w="778" w:type="dxa"/>
            <w:tcBorders>
              <w:top w:val="nil"/>
              <w:bottom w:val="nil"/>
            </w:tcBorders>
          </w:tcPr>
          <w:p w14:paraId="47CED6C0" w14:textId="77777777" w:rsidR="00AA047D" w:rsidRDefault="00AA047D">
            <w:pPr>
              <w:spacing w:after="0" w:line="320" w:lineRule="exact"/>
              <w:jc w:val="both"/>
              <w:rPr>
                <w:sz w:val="20"/>
              </w:rPr>
            </w:pPr>
          </w:p>
        </w:tc>
        <w:tc>
          <w:tcPr>
            <w:tcW w:w="314" w:type="dxa"/>
            <w:vAlign w:val="center"/>
          </w:tcPr>
          <w:p w14:paraId="65115951" w14:textId="77777777" w:rsidR="00AA047D" w:rsidRDefault="00AA047D">
            <w:pPr>
              <w:spacing w:after="0" w:line="320" w:lineRule="exact"/>
              <w:jc w:val="both"/>
              <w:rPr>
                <w:sz w:val="20"/>
              </w:rPr>
            </w:pPr>
          </w:p>
        </w:tc>
        <w:tc>
          <w:tcPr>
            <w:tcW w:w="8860" w:type="dxa"/>
            <w:gridSpan w:val="13"/>
          </w:tcPr>
          <w:p w14:paraId="659C62E6" w14:textId="77777777" w:rsidR="00AA047D" w:rsidRDefault="0053644C">
            <w:pPr>
              <w:spacing w:after="0" w:line="320" w:lineRule="exact"/>
              <w:rPr>
                <w:rStyle w:val="Ausfllhilfe"/>
              </w:rPr>
            </w:pPr>
            <w:r>
              <w:rPr>
                <w:rStyle w:val="Ausfllhilfe"/>
              </w:rPr>
              <w:t>üblicherweise 0.05, Abweichungen müssen versuchsspezifisch begründet werden</w:t>
            </w:r>
          </w:p>
        </w:tc>
      </w:tr>
      <w:tr w:rsidR="00AA047D" w14:paraId="32641330" w14:textId="77777777">
        <w:trPr>
          <w:trHeight w:hRule="exact" w:val="374"/>
        </w:trPr>
        <w:tc>
          <w:tcPr>
            <w:tcW w:w="778" w:type="dxa"/>
            <w:tcBorders>
              <w:top w:val="nil"/>
              <w:bottom w:val="nil"/>
            </w:tcBorders>
          </w:tcPr>
          <w:p w14:paraId="5C192BFE" w14:textId="77777777" w:rsidR="00AA047D" w:rsidRDefault="00AA047D">
            <w:pPr>
              <w:spacing w:after="0" w:line="320" w:lineRule="exact"/>
              <w:jc w:val="both"/>
              <w:rPr>
                <w:sz w:val="20"/>
              </w:rPr>
            </w:pPr>
          </w:p>
        </w:tc>
        <w:tc>
          <w:tcPr>
            <w:tcW w:w="314" w:type="dxa"/>
            <w:vAlign w:val="center"/>
          </w:tcPr>
          <w:p w14:paraId="4CB983F1" w14:textId="77777777" w:rsidR="00AA047D" w:rsidRDefault="0053644C">
            <w:pPr>
              <w:spacing w:after="0" w:line="320" w:lineRule="exact"/>
              <w:jc w:val="both"/>
              <w:rPr>
                <w:sz w:val="20"/>
              </w:rPr>
            </w:pPr>
            <w:r>
              <w:rPr>
                <w:sz w:val="20"/>
              </w:rPr>
              <w:t>–</w:t>
            </w:r>
          </w:p>
        </w:tc>
        <w:tc>
          <w:tcPr>
            <w:tcW w:w="8860" w:type="dxa"/>
            <w:gridSpan w:val="13"/>
            <w:vAlign w:val="center"/>
          </w:tcPr>
          <w:p w14:paraId="04079822" w14:textId="77777777" w:rsidR="00AA047D" w:rsidRDefault="0053644C">
            <w:pPr>
              <w:spacing w:after="0" w:line="320" w:lineRule="exact"/>
              <w:jc w:val="both"/>
              <w:rPr>
                <w:sz w:val="20"/>
              </w:rPr>
            </w:pPr>
            <w:r>
              <w:rPr>
                <w:sz w:val="20"/>
              </w:rPr>
              <w:t>einer Wahrscheinlichkeit für den Fehler 2. Art von</w:t>
            </w:r>
          </w:p>
        </w:tc>
      </w:tr>
      <w:tr w:rsidR="00AA047D" w14:paraId="14D2316C" w14:textId="77777777">
        <w:trPr>
          <w:trHeight w:val="374"/>
        </w:trPr>
        <w:tc>
          <w:tcPr>
            <w:tcW w:w="778" w:type="dxa"/>
            <w:tcBorders>
              <w:top w:val="nil"/>
              <w:bottom w:val="nil"/>
            </w:tcBorders>
          </w:tcPr>
          <w:p w14:paraId="4440F32D" w14:textId="77777777" w:rsidR="00AA047D" w:rsidRDefault="00AA047D">
            <w:pPr>
              <w:spacing w:after="0" w:line="320" w:lineRule="exact"/>
              <w:jc w:val="both"/>
              <w:rPr>
                <w:sz w:val="20"/>
              </w:rPr>
            </w:pPr>
          </w:p>
        </w:tc>
        <w:tc>
          <w:tcPr>
            <w:tcW w:w="314" w:type="dxa"/>
            <w:vAlign w:val="center"/>
          </w:tcPr>
          <w:p w14:paraId="0ABDDDEB" w14:textId="77777777" w:rsidR="00AA047D" w:rsidRDefault="00AA047D">
            <w:pPr>
              <w:spacing w:after="0" w:line="320" w:lineRule="exact"/>
              <w:jc w:val="both"/>
              <w:rPr>
                <w:sz w:val="20"/>
              </w:rPr>
            </w:pPr>
          </w:p>
        </w:tc>
        <w:tc>
          <w:tcPr>
            <w:tcW w:w="8860" w:type="dxa"/>
            <w:gridSpan w:val="13"/>
          </w:tcPr>
          <w:p w14:paraId="30F7284F" w14:textId="77777777" w:rsidR="00AA047D" w:rsidRDefault="0053644C">
            <w:pPr>
              <w:spacing w:after="0" w:line="320" w:lineRule="exact"/>
              <w:rPr>
                <w:rStyle w:val="Ausfllhilfe"/>
              </w:rPr>
            </w:pPr>
            <w:r>
              <w:rPr>
                <w:rStyle w:val="Ausfllhilfe"/>
              </w:rPr>
              <w:t xml:space="preserve">üblicherweise 0.2, Abweichungen müssen </w:t>
            </w:r>
            <w:r>
              <w:rPr>
                <w:rStyle w:val="Ausfllhilfe"/>
              </w:rPr>
              <w:t>versuchsspezifisch begründet werden</w:t>
            </w:r>
          </w:p>
        </w:tc>
      </w:tr>
      <w:tr w:rsidR="00AA047D" w14:paraId="05441150" w14:textId="77777777">
        <w:trPr>
          <w:trHeight w:hRule="exact" w:val="374"/>
        </w:trPr>
        <w:tc>
          <w:tcPr>
            <w:tcW w:w="778" w:type="dxa"/>
            <w:tcBorders>
              <w:top w:val="nil"/>
              <w:bottom w:val="nil"/>
            </w:tcBorders>
          </w:tcPr>
          <w:p w14:paraId="5EBEC417" w14:textId="77777777" w:rsidR="00AA047D" w:rsidRDefault="00AA047D">
            <w:pPr>
              <w:spacing w:after="0" w:line="320" w:lineRule="exact"/>
              <w:jc w:val="both"/>
              <w:rPr>
                <w:sz w:val="20"/>
              </w:rPr>
            </w:pPr>
          </w:p>
        </w:tc>
        <w:tc>
          <w:tcPr>
            <w:tcW w:w="314" w:type="dxa"/>
            <w:vAlign w:val="center"/>
          </w:tcPr>
          <w:p w14:paraId="5775879C" w14:textId="77777777" w:rsidR="00AA047D" w:rsidRDefault="0053644C">
            <w:pPr>
              <w:spacing w:after="0" w:line="320" w:lineRule="exact"/>
              <w:jc w:val="both"/>
              <w:rPr>
                <w:sz w:val="20"/>
              </w:rPr>
            </w:pPr>
            <w:r>
              <w:rPr>
                <w:sz w:val="20"/>
              </w:rPr>
              <w:t>–</w:t>
            </w:r>
          </w:p>
        </w:tc>
        <w:tc>
          <w:tcPr>
            <w:tcW w:w="8860" w:type="dxa"/>
            <w:gridSpan w:val="13"/>
            <w:vAlign w:val="center"/>
          </w:tcPr>
          <w:p w14:paraId="52E06308" w14:textId="77777777" w:rsidR="00AA047D" w:rsidRDefault="0053644C">
            <w:pPr>
              <w:spacing w:after="0" w:line="320" w:lineRule="exact"/>
              <w:jc w:val="both"/>
              <w:rPr>
                <w:sz w:val="20"/>
              </w:rPr>
            </w:pPr>
            <w:r>
              <w:rPr>
                <w:sz w:val="20"/>
              </w:rPr>
              <w:t>einer biologisch relevanten Differenz</w:t>
            </w:r>
          </w:p>
        </w:tc>
      </w:tr>
      <w:tr w:rsidR="00AA047D" w14:paraId="39757C6C" w14:textId="77777777">
        <w:trPr>
          <w:trHeight w:val="454"/>
        </w:trPr>
        <w:tc>
          <w:tcPr>
            <w:tcW w:w="778" w:type="dxa"/>
            <w:tcBorders>
              <w:top w:val="nil"/>
              <w:bottom w:val="nil"/>
            </w:tcBorders>
          </w:tcPr>
          <w:p w14:paraId="1F58D0A7" w14:textId="77777777" w:rsidR="00AA047D" w:rsidRDefault="00AA047D">
            <w:pPr>
              <w:spacing w:after="0" w:line="320" w:lineRule="exact"/>
              <w:jc w:val="right"/>
              <w:rPr>
                <w:sz w:val="20"/>
              </w:rPr>
            </w:pPr>
          </w:p>
        </w:tc>
        <w:tc>
          <w:tcPr>
            <w:tcW w:w="314" w:type="dxa"/>
            <w:vAlign w:val="center"/>
          </w:tcPr>
          <w:p w14:paraId="2D495F0D" w14:textId="77777777" w:rsidR="00AA047D" w:rsidRDefault="00AA047D">
            <w:pPr>
              <w:spacing w:after="0" w:line="320" w:lineRule="exact"/>
              <w:jc w:val="both"/>
              <w:rPr>
                <w:sz w:val="20"/>
              </w:rPr>
            </w:pPr>
          </w:p>
        </w:tc>
        <w:tc>
          <w:tcPr>
            <w:tcW w:w="8860" w:type="dxa"/>
            <w:gridSpan w:val="13"/>
          </w:tcPr>
          <w:p w14:paraId="72D03B07" w14:textId="77777777" w:rsidR="00AA047D" w:rsidRDefault="0053644C">
            <w:pPr>
              <w:spacing w:after="0" w:line="320" w:lineRule="exact"/>
              <w:rPr>
                <w:rStyle w:val="Ausfllhilfe"/>
              </w:rPr>
            </w:pPr>
            <w:r>
              <w:rPr>
                <w:rStyle w:val="Ausfllhilfe"/>
              </w:rPr>
              <w:t>der erwartete oder zu bestimmende Mindestmittelwertunterschied zwischen Kontroll- und Versuchsgruppe</w:t>
            </w:r>
          </w:p>
        </w:tc>
      </w:tr>
      <w:tr w:rsidR="00AA047D" w14:paraId="491580B2" w14:textId="77777777">
        <w:trPr>
          <w:trHeight w:hRule="exact" w:val="374"/>
        </w:trPr>
        <w:tc>
          <w:tcPr>
            <w:tcW w:w="778" w:type="dxa"/>
            <w:tcBorders>
              <w:top w:val="nil"/>
              <w:bottom w:val="nil"/>
            </w:tcBorders>
          </w:tcPr>
          <w:p w14:paraId="6B32FEE4" w14:textId="77777777" w:rsidR="00AA047D" w:rsidRDefault="00AA047D">
            <w:pPr>
              <w:spacing w:after="0" w:line="320" w:lineRule="exact"/>
              <w:jc w:val="both"/>
              <w:rPr>
                <w:sz w:val="20"/>
              </w:rPr>
            </w:pPr>
          </w:p>
        </w:tc>
        <w:tc>
          <w:tcPr>
            <w:tcW w:w="314" w:type="dxa"/>
            <w:vAlign w:val="center"/>
          </w:tcPr>
          <w:p w14:paraId="1E6971DB" w14:textId="77777777" w:rsidR="00AA047D" w:rsidRDefault="0053644C">
            <w:pPr>
              <w:spacing w:after="0" w:line="320" w:lineRule="exact"/>
              <w:jc w:val="both"/>
              <w:rPr>
                <w:sz w:val="20"/>
              </w:rPr>
            </w:pPr>
            <w:r>
              <w:rPr>
                <w:sz w:val="20"/>
              </w:rPr>
              <w:t>–</w:t>
            </w:r>
          </w:p>
        </w:tc>
        <w:tc>
          <w:tcPr>
            <w:tcW w:w="8860" w:type="dxa"/>
            <w:gridSpan w:val="13"/>
            <w:vAlign w:val="center"/>
          </w:tcPr>
          <w:p w14:paraId="4E41B04E" w14:textId="77777777" w:rsidR="00AA047D" w:rsidRDefault="0053644C">
            <w:pPr>
              <w:spacing w:after="0" w:line="320" w:lineRule="exact"/>
              <w:jc w:val="both"/>
              <w:rPr>
                <w:sz w:val="20"/>
              </w:rPr>
            </w:pPr>
            <w:r>
              <w:rPr>
                <w:sz w:val="20"/>
              </w:rPr>
              <w:t xml:space="preserve">Varianz oder Effektstärke </w:t>
            </w:r>
            <w:r>
              <w:rPr>
                <w:szCs w:val="16"/>
              </w:rPr>
              <w:t xml:space="preserve">(mit Angabe des genutzten </w:t>
            </w:r>
            <w:r>
              <w:rPr>
                <w:szCs w:val="16"/>
              </w:rPr>
              <w:t>Parameters, z.B. Effektstärke nach Cohen)</w:t>
            </w:r>
          </w:p>
        </w:tc>
      </w:tr>
      <w:tr w:rsidR="00AA047D" w14:paraId="43CE598A" w14:textId="77777777">
        <w:trPr>
          <w:trHeight w:val="454"/>
        </w:trPr>
        <w:tc>
          <w:tcPr>
            <w:tcW w:w="778" w:type="dxa"/>
            <w:tcBorders>
              <w:top w:val="nil"/>
              <w:bottom w:val="nil"/>
            </w:tcBorders>
          </w:tcPr>
          <w:p w14:paraId="58F6F6C4" w14:textId="77777777" w:rsidR="00AA047D" w:rsidRDefault="00AA047D">
            <w:pPr>
              <w:spacing w:after="0" w:line="320" w:lineRule="exact"/>
              <w:jc w:val="both"/>
              <w:rPr>
                <w:sz w:val="20"/>
              </w:rPr>
            </w:pPr>
          </w:p>
        </w:tc>
        <w:tc>
          <w:tcPr>
            <w:tcW w:w="314" w:type="dxa"/>
            <w:vAlign w:val="center"/>
          </w:tcPr>
          <w:p w14:paraId="1565AFB2" w14:textId="77777777" w:rsidR="00AA047D" w:rsidRDefault="00AA047D">
            <w:pPr>
              <w:spacing w:after="0" w:line="320" w:lineRule="exact"/>
              <w:jc w:val="both"/>
              <w:rPr>
                <w:sz w:val="20"/>
              </w:rPr>
            </w:pPr>
          </w:p>
        </w:tc>
        <w:tc>
          <w:tcPr>
            <w:tcW w:w="8860" w:type="dxa"/>
            <w:gridSpan w:val="13"/>
          </w:tcPr>
          <w:p w14:paraId="7912081E" w14:textId="77777777" w:rsidR="00AA047D" w:rsidRDefault="0053644C">
            <w:pPr>
              <w:spacing w:after="0" w:line="320" w:lineRule="exact"/>
              <w:rPr>
                <w:rStyle w:val="Ausfllhilfe"/>
              </w:rPr>
            </w:pPr>
            <w:r>
              <w:rPr>
                <w:rStyle w:val="Ausfllhilfe"/>
              </w:rPr>
              <w:t>Effektstärke =  das Verhältnis von (erwarteten/ beabsichtigten) Mittelwertunterschied zur Standardabweichung</w:t>
            </w:r>
          </w:p>
        </w:tc>
      </w:tr>
      <w:tr w:rsidR="00AA047D" w14:paraId="23C7AE31" w14:textId="77777777">
        <w:trPr>
          <w:trHeight w:hRule="exact" w:val="374"/>
        </w:trPr>
        <w:tc>
          <w:tcPr>
            <w:tcW w:w="778" w:type="dxa"/>
            <w:tcBorders>
              <w:top w:val="nil"/>
              <w:bottom w:val="nil"/>
            </w:tcBorders>
          </w:tcPr>
          <w:p w14:paraId="5E4DD9AC" w14:textId="77777777" w:rsidR="00AA047D" w:rsidRDefault="00AA047D">
            <w:pPr>
              <w:spacing w:after="0" w:line="320" w:lineRule="exact"/>
              <w:jc w:val="both"/>
              <w:rPr>
                <w:sz w:val="20"/>
              </w:rPr>
            </w:pPr>
          </w:p>
        </w:tc>
        <w:tc>
          <w:tcPr>
            <w:tcW w:w="9174" w:type="dxa"/>
            <w:gridSpan w:val="14"/>
            <w:vAlign w:val="bottom"/>
          </w:tcPr>
          <w:p w14:paraId="6BA493D1" w14:textId="77777777" w:rsidR="00AA047D" w:rsidRDefault="0053644C">
            <w:pPr>
              <w:spacing w:after="0" w:line="320" w:lineRule="exact"/>
              <w:jc w:val="both"/>
              <w:rPr>
                <w:spacing w:val="-2"/>
                <w:sz w:val="20"/>
              </w:rPr>
            </w:pPr>
            <w:r>
              <w:rPr>
                <w:spacing w:val="-2"/>
                <w:sz w:val="20"/>
              </w:rPr>
              <w:t xml:space="preserve">Die biometrische Planung ist ggf. durch das Gutachten einer Statistikerin/eines </w:t>
            </w:r>
            <w:r>
              <w:rPr>
                <w:spacing w:val="-2"/>
                <w:sz w:val="20"/>
              </w:rPr>
              <w:t>Statistikers zu erläutern.</w:t>
            </w:r>
          </w:p>
        </w:tc>
      </w:tr>
      <w:tr w:rsidR="00AA047D" w14:paraId="40A94D88" w14:textId="77777777">
        <w:trPr>
          <w:trHeight w:hRule="exact" w:val="374"/>
        </w:trPr>
        <w:tc>
          <w:tcPr>
            <w:tcW w:w="778" w:type="dxa"/>
            <w:tcBorders>
              <w:top w:val="nil"/>
              <w:bottom w:val="single" w:sz="4" w:space="0" w:color="auto"/>
            </w:tcBorders>
          </w:tcPr>
          <w:p w14:paraId="3E724B9E" w14:textId="77777777" w:rsidR="00AA047D" w:rsidRDefault="00AA047D">
            <w:pPr>
              <w:spacing w:after="0" w:line="320" w:lineRule="exact"/>
              <w:jc w:val="both"/>
              <w:rPr>
                <w:sz w:val="20"/>
              </w:rPr>
            </w:pPr>
          </w:p>
        </w:tc>
        <w:tc>
          <w:tcPr>
            <w:tcW w:w="9174" w:type="dxa"/>
            <w:gridSpan w:val="14"/>
          </w:tcPr>
          <w:p w14:paraId="41CBC09E" w14:textId="77777777" w:rsidR="00AA047D" w:rsidRDefault="0053644C">
            <w:pPr>
              <w:spacing w:after="0" w:line="320" w:lineRule="exact"/>
              <w:rPr>
                <w:spacing w:val="-2"/>
                <w:sz w:val="20"/>
              </w:rPr>
            </w:pPr>
            <w:r>
              <w:rPr>
                <w:spacing w:val="-2"/>
                <w:sz w:val="20"/>
              </w:rPr>
              <w:t>Weitere Erläuterungen:</w:t>
            </w:r>
          </w:p>
        </w:tc>
      </w:tr>
      <w:tr w:rsidR="00AA047D" w14:paraId="017498D4" w14:textId="77777777">
        <w:trPr>
          <w:trHeight w:hRule="exact" w:val="454"/>
        </w:trPr>
        <w:tc>
          <w:tcPr>
            <w:tcW w:w="778" w:type="dxa"/>
            <w:tcBorders>
              <w:bottom w:val="nil"/>
            </w:tcBorders>
          </w:tcPr>
          <w:p w14:paraId="3A1035F8" w14:textId="77777777" w:rsidR="00AA047D" w:rsidRDefault="0053644C">
            <w:pPr>
              <w:spacing w:after="0" w:line="320" w:lineRule="exact"/>
              <w:jc w:val="both"/>
              <w:rPr>
                <w:b/>
                <w:sz w:val="20"/>
              </w:rPr>
            </w:pPr>
            <w:r>
              <w:rPr>
                <w:b/>
                <w:sz w:val="20"/>
              </w:rPr>
              <w:t>1.1.5.3</w:t>
            </w:r>
          </w:p>
        </w:tc>
        <w:tc>
          <w:tcPr>
            <w:tcW w:w="9174" w:type="dxa"/>
            <w:gridSpan w:val="14"/>
            <w:vAlign w:val="bottom"/>
          </w:tcPr>
          <w:p w14:paraId="1AF34396" w14:textId="77777777" w:rsidR="00AA047D" w:rsidRDefault="0053644C">
            <w:pPr>
              <w:spacing w:after="0" w:line="320" w:lineRule="exact"/>
              <w:jc w:val="both"/>
              <w:rPr>
                <w:b/>
                <w:spacing w:val="-2"/>
                <w:sz w:val="20"/>
              </w:rPr>
            </w:pPr>
            <w:r>
              <w:rPr>
                <w:b/>
                <w:spacing w:val="-2"/>
                <w:sz w:val="20"/>
              </w:rPr>
              <w:t>Herkunft der Tiere</w:t>
            </w:r>
          </w:p>
        </w:tc>
      </w:tr>
      <w:tr w:rsidR="00AA047D" w14:paraId="07BCA5B8" w14:textId="77777777">
        <w:trPr>
          <w:trHeight w:val="241"/>
        </w:trPr>
        <w:tc>
          <w:tcPr>
            <w:tcW w:w="778" w:type="dxa"/>
            <w:tcBorders>
              <w:top w:val="nil"/>
              <w:bottom w:val="single" w:sz="4" w:space="0" w:color="auto"/>
            </w:tcBorders>
          </w:tcPr>
          <w:p w14:paraId="7117AD7E" w14:textId="77777777" w:rsidR="00AA047D" w:rsidRDefault="00AA047D">
            <w:pPr>
              <w:spacing w:after="0" w:line="320" w:lineRule="exact"/>
              <w:jc w:val="both"/>
              <w:rPr>
                <w:b/>
                <w:sz w:val="20"/>
              </w:rPr>
            </w:pPr>
          </w:p>
        </w:tc>
        <w:tc>
          <w:tcPr>
            <w:tcW w:w="9174" w:type="dxa"/>
            <w:gridSpan w:val="14"/>
            <w:vAlign w:val="center"/>
          </w:tcPr>
          <w:p w14:paraId="3467A89F" w14:textId="77777777" w:rsidR="00AA047D" w:rsidRDefault="0053644C">
            <w:pPr>
              <w:spacing w:after="0" w:line="320" w:lineRule="exact"/>
              <w:rPr>
                <w:rStyle w:val="Ausfllhilfe"/>
              </w:rPr>
            </w:pPr>
            <w:r>
              <w:rPr>
                <w:rStyle w:val="Ausfllhilfe"/>
              </w:rPr>
              <w:t>Angabe des Züchters/ Lieferanten/ Fanggebiet der Versuchstiere</w:t>
            </w:r>
          </w:p>
        </w:tc>
      </w:tr>
      <w:tr w:rsidR="00AA047D" w14:paraId="1578ACB3" w14:textId="77777777">
        <w:trPr>
          <w:trHeight w:hRule="exact" w:val="440"/>
        </w:trPr>
        <w:tc>
          <w:tcPr>
            <w:tcW w:w="778" w:type="dxa"/>
            <w:tcBorders>
              <w:bottom w:val="nil"/>
            </w:tcBorders>
          </w:tcPr>
          <w:p w14:paraId="6B2E4208" w14:textId="77777777" w:rsidR="00AA047D" w:rsidRDefault="0053644C">
            <w:pPr>
              <w:pStyle w:val="Funotentext"/>
              <w:spacing w:after="0" w:line="320" w:lineRule="exact"/>
              <w:jc w:val="both"/>
              <w:rPr>
                <w:b/>
              </w:rPr>
            </w:pPr>
            <w:r>
              <w:rPr>
                <w:b/>
              </w:rPr>
              <w:t>1.1.5.4</w:t>
            </w:r>
          </w:p>
        </w:tc>
        <w:tc>
          <w:tcPr>
            <w:tcW w:w="9174" w:type="dxa"/>
            <w:gridSpan w:val="14"/>
            <w:vAlign w:val="bottom"/>
          </w:tcPr>
          <w:p w14:paraId="68A823F7" w14:textId="77777777" w:rsidR="00AA047D" w:rsidRDefault="0053644C">
            <w:pPr>
              <w:pStyle w:val="Funotentext"/>
              <w:spacing w:after="0" w:line="320" w:lineRule="exact"/>
              <w:jc w:val="both"/>
              <w:rPr>
                <w:b/>
                <w:spacing w:val="-4"/>
              </w:rPr>
            </w:pPr>
            <w:r>
              <w:rPr>
                <w:b/>
                <w:spacing w:val="-4"/>
              </w:rPr>
              <w:t xml:space="preserve">Handelt es sich um eigens für Tierversuche gezüchtete Tiere (§§ 19 bis 24 TierSchVersV)? </w:t>
            </w:r>
            <w:r>
              <w:rPr>
                <w:rStyle w:val="Endnotenzeichen"/>
                <w:b/>
                <w:i/>
                <w:color w:val="00B050"/>
                <w:spacing w:val="-4"/>
                <w:vertAlign w:val="baseline"/>
              </w:rPr>
              <w:endnoteReference w:id="8"/>
            </w:r>
            <w:r>
              <w:rPr>
                <w:b/>
                <w:i/>
                <w:color w:val="00B050"/>
                <w:spacing w:val="-4"/>
              </w:rPr>
              <w:t>)</w:t>
            </w:r>
          </w:p>
        </w:tc>
      </w:tr>
      <w:tr w:rsidR="00AA047D" w14:paraId="0D1B3CB7" w14:textId="77777777">
        <w:trPr>
          <w:trHeight w:val="309"/>
        </w:trPr>
        <w:tc>
          <w:tcPr>
            <w:tcW w:w="778" w:type="dxa"/>
            <w:tcBorders>
              <w:top w:val="nil"/>
              <w:bottom w:val="nil"/>
            </w:tcBorders>
          </w:tcPr>
          <w:p w14:paraId="51860D11" w14:textId="77777777" w:rsidR="00AA047D" w:rsidRDefault="00AA047D">
            <w:pPr>
              <w:pStyle w:val="Funotentext"/>
              <w:spacing w:after="0" w:line="320" w:lineRule="exact"/>
              <w:jc w:val="both"/>
              <w:rPr>
                <w:b/>
              </w:rPr>
            </w:pPr>
          </w:p>
        </w:tc>
        <w:tc>
          <w:tcPr>
            <w:tcW w:w="990" w:type="dxa"/>
            <w:gridSpan w:val="6"/>
            <w:tcBorders>
              <w:bottom w:val="single" w:sz="4" w:space="0" w:color="auto"/>
            </w:tcBorders>
            <w:vAlign w:val="center"/>
          </w:tcPr>
          <w:p w14:paraId="1EB02E4D" w14:textId="77777777" w:rsidR="00AA047D" w:rsidRDefault="0053644C">
            <w:pPr>
              <w:pStyle w:val="Funotentext"/>
              <w:spacing w:after="0" w:line="320" w:lineRule="exact"/>
              <w:jc w:val="both"/>
            </w:pPr>
            <w:r>
              <w:fldChar w:fldCharType="begin">
                <w:ffData>
                  <w:name w:val="Kontrollkästchen9"/>
                  <w:enabled/>
                  <w:calcOnExit w:val="0"/>
                  <w:checkBox>
                    <w:sizeAuto/>
                    <w:default w:val="0"/>
                  </w:checkBox>
                </w:ffData>
              </w:fldChar>
            </w:r>
            <w:bookmarkStart w:id="12" w:name="Kontrollkästchen9"/>
            <w:r>
              <w:instrText xml:space="preserve"> FORMCHECKBOX </w:instrText>
            </w:r>
            <w:r>
              <w:fldChar w:fldCharType="separate"/>
            </w:r>
            <w:r>
              <w:fldChar w:fldCharType="end"/>
            </w:r>
            <w:bookmarkEnd w:id="12"/>
            <w:r>
              <w:t xml:space="preserve"> Ja</w:t>
            </w:r>
          </w:p>
        </w:tc>
        <w:tc>
          <w:tcPr>
            <w:tcW w:w="8184" w:type="dxa"/>
            <w:gridSpan w:val="8"/>
            <w:tcBorders>
              <w:bottom w:val="single" w:sz="4" w:space="0" w:color="auto"/>
            </w:tcBorders>
            <w:vAlign w:val="center"/>
          </w:tcPr>
          <w:p w14:paraId="67ED13BE" w14:textId="77777777" w:rsidR="00AA047D" w:rsidRDefault="00AA047D">
            <w:pPr>
              <w:pStyle w:val="Funotentext"/>
              <w:spacing w:after="0" w:line="320" w:lineRule="exact"/>
              <w:jc w:val="both"/>
            </w:pPr>
          </w:p>
        </w:tc>
      </w:tr>
      <w:tr w:rsidR="00AA047D" w14:paraId="6764EC9F" w14:textId="77777777">
        <w:trPr>
          <w:trHeight w:hRule="exact" w:val="312"/>
        </w:trPr>
        <w:tc>
          <w:tcPr>
            <w:tcW w:w="778" w:type="dxa"/>
            <w:tcBorders>
              <w:top w:val="nil"/>
              <w:bottom w:val="nil"/>
            </w:tcBorders>
          </w:tcPr>
          <w:p w14:paraId="68F4E00A" w14:textId="77777777" w:rsidR="00AA047D" w:rsidRDefault="00AA047D">
            <w:pPr>
              <w:pStyle w:val="Funotentext"/>
              <w:spacing w:after="0" w:line="320" w:lineRule="exact"/>
              <w:jc w:val="both"/>
              <w:rPr>
                <w:sz w:val="16"/>
                <w:szCs w:val="16"/>
              </w:rPr>
            </w:pPr>
          </w:p>
        </w:tc>
        <w:tc>
          <w:tcPr>
            <w:tcW w:w="9174" w:type="dxa"/>
            <w:gridSpan w:val="14"/>
            <w:tcBorders>
              <w:bottom w:val="nil"/>
            </w:tcBorders>
          </w:tcPr>
          <w:p w14:paraId="1543DC3E" w14:textId="77777777" w:rsidR="00AA047D" w:rsidRDefault="0053644C">
            <w:pPr>
              <w:pStyle w:val="Funotentext"/>
              <w:spacing w:after="0" w:line="320" w:lineRule="exact"/>
              <w:jc w:val="both"/>
              <w:rPr>
                <w:sz w:val="16"/>
                <w:szCs w:val="16"/>
              </w:rPr>
            </w:pPr>
            <w:r>
              <w:rPr>
                <w:sz w:val="16"/>
                <w:szCs w:val="16"/>
              </w:rPr>
              <w:t xml:space="preserve">Aus welcher/welchen Zucht/Zuchten (Name und Anschrift) </w:t>
            </w:r>
            <w:r>
              <w:rPr>
                <w:sz w:val="16"/>
                <w:szCs w:val="16"/>
              </w:rPr>
              <w:t>stammen die Tiere?</w:t>
            </w:r>
          </w:p>
        </w:tc>
      </w:tr>
      <w:tr w:rsidR="00AA047D" w14:paraId="28A427A7" w14:textId="77777777">
        <w:trPr>
          <w:trHeight w:val="454"/>
        </w:trPr>
        <w:tc>
          <w:tcPr>
            <w:tcW w:w="778" w:type="dxa"/>
            <w:tcBorders>
              <w:top w:val="nil"/>
              <w:bottom w:val="nil"/>
            </w:tcBorders>
          </w:tcPr>
          <w:p w14:paraId="25D66F26" w14:textId="77777777" w:rsidR="00AA047D" w:rsidRDefault="00AA047D">
            <w:pPr>
              <w:pStyle w:val="Funotentext"/>
              <w:spacing w:after="0" w:line="320" w:lineRule="exact"/>
              <w:jc w:val="both"/>
            </w:pPr>
          </w:p>
        </w:tc>
        <w:tc>
          <w:tcPr>
            <w:tcW w:w="9174" w:type="dxa"/>
            <w:gridSpan w:val="14"/>
            <w:tcBorders>
              <w:top w:val="nil"/>
              <w:bottom w:val="single" w:sz="4" w:space="0" w:color="auto"/>
            </w:tcBorders>
          </w:tcPr>
          <w:p w14:paraId="2E72C10C" w14:textId="77777777" w:rsidR="00AA047D" w:rsidRDefault="0053644C">
            <w:pPr>
              <w:spacing w:after="0" w:line="320" w:lineRule="exact"/>
              <w:rPr>
                <w:rStyle w:val="Ausfllhilfe"/>
              </w:rPr>
            </w:pPr>
            <w:r>
              <w:rPr>
                <w:rStyle w:val="Ausfllhilfe"/>
              </w:rPr>
              <w:t>vollständige Adresse/n des/der Züchter/s</w:t>
            </w:r>
          </w:p>
          <w:p w14:paraId="0364C4B3" w14:textId="77777777" w:rsidR="00AA047D" w:rsidRDefault="0053644C">
            <w:pPr>
              <w:spacing w:after="0" w:line="320" w:lineRule="exact"/>
              <w:rPr>
                <w:rStyle w:val="Ausfllhilfe"/>
              </w:rPr>
            </w:pPr>
            <w:r>
              <w:rPr>
                <w:rStyle w:val="Ausfllhilfe"/>
              </w:rPr>
              <w:t>Laut Tierschutzversuchstier-Verordnung (§ 19 Abs. 1 Satz 1) dürfen Wirbeltiere und Kopffüßer nur dann in Tierversuchen verwendet werden, wenn sie für einen solchen Zweck gezüchtet worden sind. D</w:t>
            </w:r>
            <w:r>
              <w:rPr>
                <w:rStyle w:val="Ausfllhilfe"/>
              </w:rPr>
              <w:t xml:space="preserve">.h. sie stammen aus Versuchstierzuchten, die entweder </w:t>
            </w:r>
          </w:p>
          <w:p w14:paraId="4BDACA9D" w14:textId="77777777" w:rsidR="00AA047D" w:rsidRDefault="0053644C">
            <w:pPr>
              <w:spacing w:after="0" w:line="320" w:lineRule="exact"/>
              <w:rPr>
                <w:rStyle w:val="Ausfllhilfe"/>
              </w:rPr>
            </w:pPr>
            <w:r>
              <w:rPr>
                <w:rStyle w:val="Ausfllhilfe"/>
              </w:rPr>
              <w:t xml:space="preserve">a) eine Erlaubnis nach § 11 Abs. 1 Nr. 1 TierSchG haben oder </w:t>
            </w:r>
          </w:p>
          <w:p w14:paraId="239BBCBB" w14:textId="77777777" w:rsidR="00AA047D" w:rsidRDefault="0053644C">
            <w:pPr>
              <w:spacing w:after="0" w:line="320" w:lineRule="exact"/>
              <w:rPr>
                <w:rStyle w:val="Ausfllhilfe"/>
              </w:rPr>
            </w:pPr>
            <w:r>
              <w:rPr>
                <w:rStyle w:val="Ausfllhilfe"/>
              </w:rPr>
              <w:t xml:space="preserve">b) nachweislich aus Versuchstierzuchten außerhalb des Geltungsbereiches des deutschen Tierschutzgesetzes stammen. Sofern diese Zucht, nach </w:t>
            </w:r>
            <w:r>
              <w:rPr>
                <w:rStyle w:val="Ausfllhilfe"/>
              </w:rPr>
              <w:t xml:space="preserve">Kenntnis des Antragsstellers, </w:t>
            </w:r>
            <w:r>
              <w:rPr>
                <w:rStyle w:val="Ausfllhilfe"/>
              </w:rPr>
              <w:lastRenderedPageBreak/>
              <w:t>der Genehmigungsbehörde nicht bekannt ist, ist die Bestätigung der Anerkennung durch das Herkunftsland in Ablichtung beizufügen.</w:t>
            </w:r>
          </w:p>
        </w:tc>
      </w:tr>
      <w:tr w:rsidR="00AA047D" w14:paraId="5B2A700D" w14:textId="77777777">
        <w:trPr>
          <w:trHeight w:hRule="exact" w:val="400"/>
        </w:trPr>
        <w:tc>
          <w:tcPr>
            <w:tcW w:w="778" w:type="dxa"/>
            <w:tcBorders>
              <w:top w:val="nil"/>
              <w:bottom w:val="nil"/>
            </w:tcBorders>
          </w:tcPr>
          <w:p w14:paraId="3C9203B7" w14:textId="77777777" w:rsidR="00AA047D" w:rsidRDefault="00AA047D">
            <w:pPr>
              <w:pStyle w:val="Funotentext"/>
              <w:spacing w:after="0" w:line="320" w:lineRule="exact"/>
              <w:jc w:val="both"/>
              <w:rPr>
                <w:b/>
              </w:rPr>
            </w:pPr>
          </w:p>
        </w:tc>
        <w:tc>
          <w:tcPr>
            <w:tcW w:w="990" w:type="dxa"/>
            <w:gridSpan w:val="6"/>
            <w:tcBorders>
              <w:bottom w:val="nil"/>
              <w:right w:val="nil"/>
            </w:tcBorders>
            <w:vAlign w:val="center"/>
          </w:tcPr>
          <w:p w14:paraId="48A55959" w14:textId="77777777" w:rsidR="00AA047D" w:rsidRDefault="0053644C">
            <w:pPr>
              <w:pStyle w:val="Funotentext"/>
              <w:spacing w:after="0" w:line="320" w:lineRule="exact"/>
              <w:jc w:val="both"/>
            </w:pPr>
            <w:r>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 xml:space="preserve">   Nein</w:t>
            </w:r>
          </w:p>
        </w:tc>
        <w:tc>
          <w:tcPr>
            <w:tcW w:w="8184" w:type="dxa"/>
            <w:gridSpan w:val="8"/>
            <w:tcBorders>
              <w:left w:val="nil"/>
              <w:bottom w:val="nil"/>
            </w:tcBorders>
            <w:vAlign w:val="center"/>
          </w:tcPr>
          <w:p w14:paraId="0A618B52" w14:textId="77777777" w:rsidR="00AA047D" w:rsidRDefault="00AA047D">
            <w:pPr>
              <w:pStyle w:val="Funotentext"/>
              <w:spacing w:after="0" w:line="320" w:lineRule="exact"/>
              <w:jc w:val="both"/>
            </w:pPr>
          </w:p>
        </w:tc>
      </w:tr>
      <w:tr w:rsidR="00AA047D" w14:paraId="7819FD10" w14:textId="77777777">
        <w:trPr>
          <w:trHeight w:hRule="exact" w:val="340"/>
        </w:trPr>
        <w:tc>
          <w:tcPr>
            <w:tcW w:w="778" w:type="dxa"/>
            <w:tcBorders>
              <w:top w:val="nil"/>
              <w:bottom w:val="nil"/>
            </w:tcBorders>
          </w:tcPr>
          <w:p w14:paraId="06198375" w14:textId="77777777" w:rsidR="00AA047D" w:rsidRDefault="00AA047D">
            <w:pPr>
              <w:spacing w:after="0" w:line="320" w:lineRule="exact"/>
              <w:jc w:val="both"/>
              <w:rPr>
                <w:sz w:val="20"/>
              </w:rPr>
            </w:pPr>
          </w:p>
        </w:tc>
        <w:tc>
          <w:tcPr>
            <w:tcW w:w="425" w:type="dxa"/>
            <w:gridSpan w:val="3"/>
            <w:tcBorders>
              <w:top w:val="nil"/>
              <w:bottom w:val="nil"/>
              <w:right w:val="nil"/>
            </w:tcBorders>
          </w:tcPr>
          <w:p w14:paraId="1BD4E617" w14:textId="77777777" w:rsidR="00AA047D" w:rsidRDefault="0053644C">
            <w:pPr>
              <w:pStyle w:val="Funotentext"/>
              <w:spacing w:after="0" w:line="320" w:lineRule="exact"/>
              <w:jc w:val="both"/>
            </w:pPr>
            <w:r>
              <w:fldChar w:fldCharType="begin">
                <w:ffData>
                  <w:name w:val="Kontrollkästchen10"/>
                  <w:enabled/>
                  <w:calcOnExit w:val="0"/>
                  <w:checkBox>
                    <w:sizeAuto/>
                    <w:default w:val="0"/>
                  </w:checkBox>
                </w:ffData>
              </w:fldChar>
            </w:r>
            <w:bookmarkStart w:id="13" w:name="Kontrollkästchen10"/>
            <w:r>
              <w:instrText xml:space="preserve"> FORMCHECKBOX </w:instrText>
            </w:r>
            <w:r>
              <w:fldChar w:fldCharType="separate"/>
            </w:r>
            <w:r>
              <w:fldChar w:fldCharType="end"/>
            </w:r>
            <w:bookmarkEnd w:id="13"/>
          </w:p>
        </w:tc>
        <w:tc>
          <w:tcPr>
            <w:tcW w:w="8749" w:type="dxa"/>
            <w:gridSpan w:val="11"/>
            <w:tcBorders>
              <w:top w:val="nil"/>
              <w:left w:val="nil"/>
              <w:bottom w:val="nil"/>
            </w:tcBorders>
          </w:tcPr>
          <w:p w14:paraId="518BB7E0" w14:textId="77777777" w:rsidR="00AA047D" w:rsidRDefault="0053644C">
            <w:pPr>
              <w:pStyle w:val="Funotentext"/>
              <w:spacing w:after="0" w:line="320" w:lineRule="exact"/>
              <w:jc w:val="both"/>
            </w:pPr>
            <w:r>
              <w:t>Es handelt sich um Landwirtschaftliche Nutztiere</w:t>
            </w:r>
            <w:bookmarkStart w:id="14" w:name="_Ref365877680"/>
            <w:r>
              <w:rPr>
                <w:rStyle w:val="Endnotenzeichen"/>
                <w:b/>
                <w:i/>
                <w:color w:val="00B050"/>
                <w:vertAlign w:val="baseline"/>
              </w:rPr>
              <w:endnoteReference w:id="9"/>
            </w:r>
            <w:bookmarkEnd w:id="14"/>
            <w:r>
              <w:rPr>
                <w:rStyle w:val="Endnotenzeichen"/>
                <w:i/>
                <w:color w:val="00B050"/>
                <w:vertAlign w:val="baseline"/>
              </w:rPr>
              <w:t>)</w:t>
            </w:r>
          </w:p>
        </w:tc>
      </w:tr>
      <w:tr w:rsidR="00AA047D" w14:paraId="7760642E" w14:textId="77777777">
        <w:trPr>
          <w:trHeight w:hRule="exact" w:val="744"/>
        </w:trPr>
        <w:tc>
          <w:tcPr>
            <w:tcW w:w="778" w:type="dxa"/>
            <w:tcBorders>
              <w:top w:val="nil"/>
              <w:bottom w:val="nil"/>
            </w:tcBorders>
          </w:tcPr>
          <w:p w14:paraId="180E5636" w14:textId="77777777" w:rsidR="00AA047D" w:rsidRDefault="00AA047D">
            <w:pPr>
              <w:spacing w:after="0" w:line="320" w:lineRule="exact"/>
              <w:jc w:val="both"/>
              <w:rPr>
                <w:sz w:val="20"/>
              </w:rPr>
            </w:pPr>
          </w:p>
        </w:tc>
        <w:tc>
          <w:tcPr>
            <w:tcW w:w="425" w:type="dxa"/>
            <w:gridSpan w:val="3"/>
            <w:tcBorders>
              <w:top w:val="nil"/>
              <w:bottom w:val="nil"/>
              <w:right w:val="nil"/>
            </w:tcBorders>
          </w:tcPr>
          <w:p w14:paraId="790E11C8" w14:textId="77777777" w:rsidR="00AA047D" w:rsidRDefault="0053644C">
            <w:pPr>
              <w:pStyle w:val="Funotentext"/>
              <w:spacing w:after="0" w:line="320" w:lineRule="exact"/>
              <w:jc w:val="both"/>
            </w:pPr>
            <w:r>
              <w:fldChar w:fldCharType="begin">
                <w:ffData>
                  <w:name w:val="Kontrollkästchen11"/>
                  <w:enabled/>
                  <w:calcOnExit w:val="0"/>
                  <w:checkBox>
                    <w:sizeAuto/>
                    <w:default w:val="0"/>
                  </w:checkBox>
                </w:ffData>
              </w:fldChar>
            </w:r>
            <w:bookmarkStart w:id="15" w:name="Kontrollkästchen11"/>
            <w:r>
              <w:instrText xml:space="preserve"> FORMCHECKBOX </w:instrText>
            </w:r>
            <w:r>
              <w:fldChar w:fldCharType="separate"/>
            </w:r>
            <w:r>
              <w:fldChar w:fldCharType="end"/>
            </w:r>
            <w:bookmarkEnd w:id="15"/>
          </w:p>
        </w:tc>
        <w:tc>
          <w:tcPr>
            <w:tcW w:w="8749" w:type="dxa"/>
            <w:gridSpan w:val="11"/>
            <w:tcBorders>
              <w:top w:val="nil"/>
              <w:left w:val="nil"/>
              <w:bottom w:val="nil"/>
            </w:tcBorders>
          </w:tcPr>
          <w:p w14:paraId="2BCD2064" w14:textId="77777777" w:rsidR="00AA047D" w:rsidRDefault="0053644C">
            <w:pPr>
              <w:pStyle w:val="Funotentext"/>
              <w:spacing w:after="0" w:line="320" w:lineRule="exact"/>
              <w:jc w:val="both"/>
              <w:rPr>
                <w:spacing w:val="-2"/>
              </w:rPr>
            </w:pPr>
            <w:r>
              <w:rPr>
                <w:spacing w:val="-2"/>
              </w:rPr>
              <w:t>Antrag auf Zulassung einer Ausnahme nach § 19 Abs. 1 Satz 2, § 20 Abs. 1 Satz 2 oder § 21 Satz 2 TierSchVersV ist gesondert beigefügt</w:t>
            </w:r>
          </w:p>
        </w:tc>
      </w:tr>
      <w:tr w:rsidR="00AA047D" w14:paraId="6E430006" w14:textId="77777777">
        <w:trPr>
          <w:trHeight w:hRule="exact" w:val="780"/>
        </w:trPr>
        <w:tc>
          <w:tcPr>
            <w:tcW w:w="778" w:type="dxa"/>
            <w:tcBorders>
              <w:top w:val="nil"/>
              <w:bottom w:val="nil"/>
            </w:tcBorders>
          </w:tcPr>
          <w:p w14:paraId="47F04055" w14:textId="77777777" w:rsidR="00AA047D" w:rsidRDefault="00AA047D">
            <w:pPr>
              <w:spacing w:after="0" w:line="320" w:lineRule="exact"/>
              <w:jc w:val="both"/>
              <w:rPr>
                <w:sz w:val="20"/>
              </w:rPr>
            </w:pPr>
          </w:p>
        </w:tc>
        <w:tc>
          <w:tcPr>
            <w:tcW w:w="425" w:type="dxa"/>
            <w:gridSpan w:val="3"/>
            <w:tcBorders>
              <w:top w:val="nil"/>
              <w:bottom w:val="single" w:sz="4" w:space="0" w:color="auto"/>
              <w:right w:val="nil"/>
            </w:tcBorders>
          </w:tcPr>
          <w:p w14:paraId="66E0CE06" w14:textId="77777777" w:rsidR="00AA047D" w:rsidRDefault="0053644C">
            <w:pPr>
              <w:pStyle w:val="Funotentext"/>
              <w:spacing w:after="0" w:line="320" w:lineRule="exact"/>
              <w:jc w:val="both"/>
            </w:pPr>
            <w:r>
              <w:fldChar w:fldCharType="begin">
                <w:ffData>
                  <w:name w:val="Kontrollkästchen11"/>
                  <w:enabled/>
                  <w:calcOnExit w:val="0"/>
                  <w:checkBox>
                    <w:sizeAuto/>
                    <w:default w:val="0"/>
                  </w:checkBox>
                </w:ffData>
              </w:fldChar>
            </w:r>
            <w:r>
              <w:instrText xml:space="preserve"> FORMCHECKBOX </w:instrText>
            </w:r>
            <w:r>
              <w:fldChar w:fldCharType="separate"/>
            </w:r>
            <w:r>
              <w:fldChar w:fldCharType="end"/>
            </w:r>
          </w:p>
        </w:tc>
        <w:tc>
          <w:tcPr>
            <w:tcW w:w="8749" w:type="dxa"/>
            <w:gridSpan w:val="11"/>
            <w:tcBorders>
              <w:top w:val="nil"/>
              <w:left w:val="nil"/>
              <w:bottom w:val="single" w:sz="4" w:space="0" w:color="auto"/>
            </w:tcBorders>
          </w:tcPr>
          <w:p w14:paraId="594CB184" w14:textId="77777777" w:rsidR="00AA047D" w:rsidRDefault="0053644C">
            <w:pPr>
              <w:pStyle w:val="Funotentext"/>
              <w:spacing w:after="0" w:line="320" w:lineRule="exact"/>
              <w:jc w:val="both"/>
              <w:rPr>
                <w:spacing w:val="-2"/>
              </w:rPr>
            </w:pPr>
            <w:r>
              <w:rPr>
                <w:spacing w:val="-2"/>
              </w:rPr>
              <w:t>Antrag auf Zulassung einer Ausnahme nach § 19 Abs. 1 Satz 2 bzw. § 20 Satz 2 TierSchVersV wird hiermit gestellt</w:t>
            </w:r>
          </w:p>
        </w:tc>
      </w:tr>
      <w:tr w:rsidR="00AA047D" w14:paraId="13EB8C34" w14:textId="77777777">
        <w:trPr>
          <w:trHeight w:hRule="exact" w:val="312"/>
        </w:trPr>
        <w:tc>
          <w:tcPr>
            <w:tcW w:w="778" w:type="dxa"/>
            <w:tcBorders>
              <w:top w:val="nil"/>
              <w:bottom w:val="nil"/>
            </w:tcBorders>
          </w:tcPr>
          <w:p w14:paraId="1B64D5AD"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06660C1E" w14:textId="77777777" w:rsidR="00AA047D" w:rsidRDefault="0053644C">
            <w:pPr>
              <w:pStyle w:val="Funotentext"/>
              <w:spacing w:after="0" w:line="320" w:lineRule="exact"/>
              <w:rPr>
                <w:b/>
                <w:sz w:val="16"/>
                <w:szCs w:val="16"/>
              </w:rPr>
            </w:pPr>
            <w:r>
              <w:rPr>
                <w:b/>
                <w:sz w:val="16"/>
                <w:szCs w:val="16"/>
              </w:rPr>
              <w:t>Erläuterungen:</w:t>
            </w:r>
          </w:p>
        </w:tc>
      </w:tr>
      <w:tr w:rsidR="00AA047D" w14:paraId="3A7CED98" w14:textId="77777777">
        <w:tc>
          <w:tcPr>
            <w:tcW w:w="778" w:type="dxa"/>
            <w:tcBorders>
              <w:top w:val="nil"/>
              <w:bottom w:val="nil"/>
            </w:tcBorders>
          </w:tcPr>
          <w:p w14:paraId="4E6E6E4C" w14:textId="77777777" w:rsidR="00AA047D" w:rsidRDefault="00AA047D">
            <w:pPr>
              <w:pStyle w:val="Funotentext"/>
              <w:spacing w:after="0" w:line="320" w:lineRule="exact"/>
              <w:jc w:val="both"/>
              <w:rPr>
                <w:b/>
                <w:sz w:val="22"/>
              </w:rPr>
            </w:pPr>
          </w:p>
        </w:tc>
        <w:tc>
          <w:tcPr>
            <w:tcW w:w="9174" w:type="dxa"/>
            <w:gridSpan w:val="14"/>
            <w:tcBorders>
              <w:top w:val="nil"/>
              <w:bottom w:val="nil"/>
            </w:tcBorders>
            <w:vAlign w:val="center"/>
          </w:tcPr>
          <w:p w14:paraId="7D8A376B" w14:textId="77777777" w:rsidR="00AA047D" w:rsidRDefault="0053644C">
            <w:pPr>
              <w:spacing w:after="0" w:line="320" w:lineRule="exact"/>
              <w:rPr>
                <w:rStyle w:val="Ausfllhilfe"/>
              </w:rPr>
            </w:pPr>
            <w:r>
              <w:rPr>
                <w:rStyle w:val="Ausfllhilfe"/>
              </w:rPr>
              <w:t xml:space="preserve">Wirbeltiere und Kopffüßer dürfen in </w:t>
            </w:r>
            <w:r>
              <w:rPr>
                <w:rStyle w:val="Ausfllhilfe"/>
              </w:rPr>
              <w:t>Tierversuchen nur verwendet werden, wenn sie für einen solchen Zweck gezüchtet wurden. Eine Ausnahme hiervon kann dann zugelassen werden, wenn wissenschaftlich begründet dargelegt wird, dass die Verwendung von Tieren erforderlich ist, die nicht für die Ver</w:t>
            </w:r>
            <w:r>
              <w:rPr>
                <w:rStyle w:val="Ausfllhilfe"/>
              </w:rPr>
              <w:t>wendung im Tierversuch gezüchtet wurden.</w:t>
            </w:r>
          </w:p>
        </w:tc>
      </w:tr>
      <w:tr w:rsidR="00AA047D" w14:paraId="27E7BDF3" w14:textId="77777777">
        <w:tc>
          <w:tcPr>
            <w:tcW w:w="778" w:type="dxa"/>
            <w:tcBorders>
              <w:top w:val="nil"/>
              <w:bottom w:val="single" w:sz="4" w:space="0" w:color="auto"/>
            </w:tcBorders>
          </w:tcPr>
          <w:p w14:paraId="65B3C572" w14:textId="77777777" w:rsidR="00AA047D" w:rsidRDefault="00AA047D">
            <w:pPr>
              <w:pStyle w:val="Funotentext"/>
              <w:spacing w:after="0" w:line="320" w:lineRule="exact"/>
              <w:jc w:val="both"/>
              <w:rPr>
                <w:b/>
                <w:sz w:val="22"/>
              </w:rPr>
            </w:pPr>
          </w:p>
        </w:tc>
        <w:tc>
          <w:tcPr>
            <w:tcW w:w="9174" w:type="dxa"/>
            <w:gridSpan w:val="14"/>
            <w:tcBorders>
              <w:top w:val="nil"/>
            </w:tcBorders>
            <w:vAlign w:val="center"/>
          </w:tcPr>
          <w:p w14:paraId="3CAA8F77" w14:textId="77777777" w:rsidR="00AA047D" w:rsidRDefault="0053644C">
            <w:pPr>
              <w:spacing w:after="0" w:line="320" w:lineRule="exact"/>
              <w:rPr>
                <w:rStyle w:val="Ausfllhilfe"/>
              </w:rPr>
            </w:pPr>
            <w:r>
              <w:rPr>
                <w:rStyle w:val="Ausfllhilfe"/>
              </w:rPr>
              <w:t>Als landwirtschaftliche Nutztiere im Versuchstierbereich gelten Pferde, Rinder, Schweine, Schafe, Ziegen, Hühner, Tauben, Puten, Enten, Gänse und Fische (ausgenommen Zebrafische). Für sie ist keine Ausnahmegenehmi</w:t>
            </w:r>
            <w:r>
              <w:rPr>
                <w:rStyle w:val="Ausfllhilfe"/>
              </w:rPr>
              <w:t>gung erforderlich. Achtung, Kaninchen gelten im Versuchstierbereich nicht als landwirtschaftliche Nutztiere, sie müssen aus einer eigens für die Zucht von Versuchstieren zugelassenen Versuchstierzucht stammen.</w:t>
            </w:r>
          </w:p>
          <w:p w14:paraId="764E9507" w14:textId="77777777" w:rsidR="00AA047D" w:rsidRDefault="0053644C">
            <w:pPr>
              <w:spacing w:after="0" w:line="320" w:lineRule="exact"/>
              <w:rPr>
                <w:rStyle w:val="Ausfllhilfe"/>
              </w:rPr>
            </w:pPr>
            <w:r>
              <w:rPr>
                <w:rStyle w:val="Ausfllhilfe"/>
              </w:rPr>
              <w:t>Gemäß § 20 (1) der TierSchVersV dürfen aus der</w:t>
            </w:r>
            <w:r>
              <w:rPr>
                <w:rStyle w:val="Ausfllhilfe"/>
              </w:rPr>
              <w:t xml:space="preserve"> Natur entnommene Tiere in Tierversuchen nicht verwendet werden. Das LANUV kann jedoch Ausnahmen hiervon genehmigen. </w:t>
            </w:r>
          </w:p>
          <w:p w14:paraId="3FB834B7" w14:textId="77777777" w:rsidR="00AA047D" w:rsidRDefault="0053644C">
            <w:pPr>
              <w:spacing w:after="0" w:line="320" w:lineRule="exact"/>
              <w:rPr>
                <w:rStyle w:val="Ausfllhilfe"/>
              </w:rPr>
            </w:pPr>
            <w:r>
              <w:rPr>
                <w:rStyle w:val="Ausfllhilfe"/>
              </w:rPr>
              <w:t>Bevor über die Genehmigung einer Ausnahme entschieden werden kann, sind bestimmte andere Genehmigungen, die u. a. die Belange des Bundesnaturschutzgesetzes berücksichtigen, einzuholen und dem LANUV vorzulegen. Im Einzelnen ist dem LANUV mitzuteilen, ob die</w:t>
            </w:r>
            <w:r>
              <w:rPr>
                <w:rStyle w:val="Ausfllhilfe"/>
              </w:rPr>
              <w:t xml:space="preserve"> zu verwendende Tierart nach Bundesnaturschutzgesetz aus der Natur entnommen bzw. gefangen werden darf oder ob hierfür eine Ausnahmegenehmigung nach Bundesnaturschutzgesetz erforderlich ist. </w:t>
            </w:r>
          </w:p>
          <w:p w14:paraId="18CB1E09" w14:textId="77777777" w:rsidR="00AA047D" w:rsidRDefault="0053644C">
            <w:pPr>
              <w:spacing w:after="0" w:line="320" w:lineRule="exact"/>
              <w:rPr>
                <w:rStyle w:val="Ausfllhilfe"/>
              </w:rPr>
            </w:pPr>
            <w:r>
              <w:rPr>
                <w:rStyle w:val="Ausfllhilfe"/>
              </w:rPr>
              <w:t xml:space="preserve">Sofern eine Ausnahmegenehmigung erforderlich ist, ist diese dem </w:t>
            </w:r>
            <w:r>
              <w:rPr>
                <w:rStyle w:val="Ausfllhilfe"/>
              </w:rPr>
              <w:t>LANUV vorzulegen.</w:t>
            </w:r>
          </w:p>
          <w:p w14:paraId="434BF2AC" w14:textId="77777777" w:rsidR="00AA047D" w:rsidRDefault="0053644C">
            <w:pPr>
              <w:spacing w:after="0" w:line="320" w:lineRule="exact"/>
              <w:rPr>
                <w:rStyle w:val="Ausfllhilfe"/>
              </w:rPr>
            </w:pPr>
            <w:r>
              <w:rPr>
                <w:rStyle w:val="Ausfllhilfe"/>
              </w:rPr>
              <w:t>Zuständig für das Bundesnaturschutzgesetz und damit auch für die ggf. erforderliche Ausnahmegenehmigung ist jeweils die Kreisordnungsbehörde (Untere Naturschutzbehörde) der Gebiete, aus denen die Tiere entnommen werden sollen.</w:t>
            </w:r>
          </w:p>
          <w:p w14:paraId="53A97B30" w14:textId="77777777" w:rsidR="00AA047D" w:rsidRDefault="0053644C">
            <w:pPr>
              <w:spacing w:after="0" w:line="320" w:lineRule="exact"/>
              <w:rPr>
                <w:rStyle w:val="Ausfllhilfe"/>
              </w:rPr>
            </w:pPr>
            <w:r>
              <w:rPr>
                <w:rStyle w:val="Ausfllhilfe"/>
              </w:rPr>
              <w:t>Tierversuch</w:t>
            </w:r>
            <w:r>
              <w:rPr>
                <w:rStyle w:val="Ausfllhilfe"/>
              </w:rPr>
              <w:t xml:space="preserve">e an verwilderten und/ oder herrenlosen Haustieren (z.B. Straßenhunde) sind nicht erlaubt. Eine Ausnahmegenehmigung kann nur beantragt werden, wenn der Tierversuch „zur Deckung eines grundlegenden Bedarfs an Studien über die Gesundheit und das Wohlergehen </w:t>
            </w:r>
            <w:r>
              <w:rPr>
                <w:rStyle w:val="Ausfllhilfe"/>
              </w:rPr>
              <w:t>dieser Tiere oder über gewichtige Gefahren für die Umwelt oder die Gesundheit von Menschen oder Tieren durchgeführt wird und wissenschaftlich begründet dargelegt ist, dass der Zweck des Tierversuches nur durch die Verwendung eines solchen Tieres erreicht w</w:t>
            </w:r>
            <w:r>
              <w:rPr>
                <w:rStyle w:val="Ausfllhilfe"/>
              </w:rPr>
              <w:t>erden kann“ (§ 21 Sätze 1 u. 2 TierSchVersV).</w:t>
            </w:r>
          </w:p>
        </w:tc>
      </w:tr>
      <w:tr w:rsidR="00AA047D" w14:paraId="499F3835" w14:textId="77777777">
        <w:trPr>
          <w:trHeight w:val="987"/>
        </w:trPr>
        <w:tc>
          <w:tcPr>
            <w:tcW w:w="778" w:type="dxa"/>
            <w:tcBorders>
              <w:bottom w:val="nil"/>
            </w:tcBorders>
          </w:tcPr>
          <w:p w14:paraId="006EE122" w14:textId="77777777" w:rsidR="00AA047D" w:rsidRDefault="0053644C">
            <w:pPr>
              <w:pStyle w:val="Funotentext"/>
              <w:spacing w:after="0" w:line="320" w:lineRule="exact"/>
              <w:jc w:val="both"/>
              <w:rPr>
                <w:b/>
              </w:rPr>
            </w:pPr>
            <w:r>
              <w:rPr>
                <w:sz w:val="22"/>
              </w:rPr>
              <w:br w:type="page"/>
            </w:r>
            <w:r>
              <w:rPr>
                <w:b/>
              </w:rPr>
              <w:t>1.1.5.5</w:t>
            </w:r>
          </w:p>
        </w:tc>
        <w:tc>
          <w:tcPr>
            <w:tcW w:w="9174" w:type="dxa"/>
            <w:gridSpan w:val="14"/>
          </w:tcPr>
          <w:p w14:paraId="38BF7E43" w14:textId="77777777" w:rsidR="00AA047D" w:rsidRDefault="0053644C">
            <w:pPr>
              <w:pStyle w:val="Funotentext"/>
              <w:spacing w:after="0" w:line="320" w:lineRule="exact"/>
              <w:jc w:val="both"/>
              <w:rPr>
                <w:b/>
                <w:i/>
                <w:color w:val="000000"/>
                <w:spacing w:val="-6"/>
              </w:rPr>
            </w:pPr>
            <w:r>
              <w:rPr>
                <w:b/>
                <w:color w:val="000000"/>
                <w:spacing w:val="-6"/>
              </w:rPr>
              <w:t xml:space="preserve">Die vorgesehenen Tiere wurden bereits in einem Versuchsvorhaben im Sinne des § 18 TierSchVersV verwendet </w:t>
            </w:r>
            <w:r>
              <w:rPr>
                <w:b/>
                <w:color w:val="00B050"/>
              </w:rPr>
              <w:fldChar w:fldCharType="begin"/>
            </w:r>
            <w:r>
              <w:rPr>
                <w:b/>
                <w:color w:val="00B050"/>
              </w:rPr>
              <w:instrText xml:space="preserve"> NOTEREF _Ref365877680 \h  \* MERGEFORMAT </w:instrText>
            </w:r>
            <w:r>
              <w:rPr>
                <w:b/>
                <w:color w:val="00B050"/>
              </w:rPr>
            </w:r>
            <w:r>
              <w:rPr>
                <w:b/>
                <w:color w:val="00B050"/>
              </w:rPr>
              <w:fldChar w:fldCharType="separate"/>
            </w:r>
            <w:r>
              <w:rPr>
                <w:b/>
                <w:color w:val="00B050"/>
              </w:rPr>
              <w:t>H</w:t>
            </w:r>
            <w:r>
              <w:rPr>
                <w:b/>
                <w:color w:val="00B050"/>
              </w:rPr>
              <w:fldChar w:fldCharType="end"/>
            </w:r>
            <w:r>
              <w:rPr>
                <w:b/>
                <w:i/>
                <w:color w:val="00B050"/>
                <w:spacing w:val="-6"/>
              </w:rPr>
              <w:t>)</w:t>
            </w:r>
          </w:p>
          <w:p w14:paraId="255BB0ED" w14:textId="77777777" w:rsidR="00AA047D" w:rsidRDefault="0053644C">
            <w:pPr>
              <w:pStyle w:val="Funotentext"/>
              <w:spacing w:after="0" w:line="320" w:lineRule="exact"/>
              <w:jc w:val="both"/>
              <w:rPr>
                <w:color w:val="000000"/>
                <w:sz w:val="16"/>
                <w:szCs w:val="16"/>
              </w:rPr>
            </w:pPr>
            <w:r>
              <w:rPr>
                <w:color w:val="000000"/>
                <w:sz w:val="16"/>
                <w:szCs w:val="16"/>
              </w:rPr>
              <w:t>- Im Falle der Verwendung von Primaten Anlage 5 beifügen –</w:t>
            </w:r>
          </w:p>
        </w:tc>
      </w:tr>
      <w:tr w:rsidR="00AA047D" w14:paraId="7B8A668F" w14:textId="77777777">
        <w:tc>
          <w:tcPr>
            <w:tcW w:w="778" w:type="dxa"/>
            <w:tcBorders>
              <w:top w:val="nil"/>
            </w:tcBorders>
          </w:tcPr>
          <w:p w14:paraId="7C3C275C" w14:textId="77777777" w:rsidR="00AA047D" w:rsidRDefault="00AA047D">
            <w:pPr>
              <w:pStyle w:val="Funotentext"/>
              <w:spacing w:after="0" w:line="320" w:lineRule="exact"/>
              <w:jc w:val="both"/>
              <w:rPr>
                <w:b/>
              </w:rPr>
            </w:pPr>
          </w:p>
        </w:tc>
        <w:tc>
          <w:tcPr>
            <w:tcW w:w="9174" w:type="dxa"/>
            <w:gridSpan w:val="14"/>
            <w:vAlign w:val="center"/>
          </w:tcPr>
          <w:p w14:paraId="2ABEFA05" w14:textId="77777777" w:rsidR="00AA047D" w:rsidRDefault="0053644C">
            <w:pPr>
              <w:pStyle w:val="Funotentext"/>
              <w:spacing w:after="0" w:line="320" w:lineRule="exact"/>
              <w:jc w:val="both"/>
            </w:pPr>
            <w:r>
              <w:fldChar w:fldCharType="begin">
                <w:ffData>
                  <w:name w:val="Kontrollkästchen12"/>
                  <w:enabled/>
                  <w:calcOnExit w:val="0"/>
                  <w:checkBox>
                    <w:sizeAuto/>
                    <w:default w:val="0"/>
                  </w:checkBox>
                </w:ffData>
              </w:fldChar>
            </w:r>
            <w:r>
              <w:instrText xml:space="preserve"> FORMCHECKBOX </w:instrText>
            </w:r>
            <w:r>
              <w:fldChar w:fldCharType="separate"/>
            </w:r>
            <w:r>
              <w:fldChar w:fldCharType="end"/>
            </w:r>
            <w:r>
              <w:t xml:space="preserve"> Ja </w:t>
            </w:r>
            <w:r>
              <w:fldChar w:fldCharType="begin">
                <w:ffData>
                  <w:name w:val="Kontrollkästchen12"/>
                  <w:enabled/>
                  <w:calcOnExit w:val="0"/>
                  <w:checkBox>
                    <w:sizeAuto/>
                    <w:default w:val="0"/>
                  </w:checkBox>
                </w:ffData>
              </w:fldChar>
            </w:r>
            <w:r>
              <w:instrText xml:space="preserve"> FORMCHECKBOX </w:instrText>
            </w:r>
            <w:r>
              <w:fldChar w:fldCharType="separate"/>
            </w:r>
            <w:r>
              <w:fldChar w:fldCharType="end"/>
            </w:r>
            <w:r>
              <w:t xml:space="preserve"> Nein</w:t>
            </w:r>
          </w:p>
        </w:tc>
      </w:tr>
      <w:tr w:rsidR="00AA047D" w14:paraId="1026713C" w14:textId="77777777">
        <w:tc>
          <w:tcPr>
            <w:tcW w:w="778" w:type="dxa"/>
            <w:tcBorders>
              <w:bottom w:val="single" w:sz="4" w:space="0" w:color="auto"/>
            </w:tcBorders>
          </w:tcPr>
          <w:p w14:paraId="078D6680" w14:textId="77777777" w:rsidR="00AA047D" w:rsidRDefault="00AA047D">
            <w:pPr>
              <w:pStyle w:val="Funotentext"/>
              <w:spacing w:after="0" w:line="320" w:lineRule="exact"/>
              <w:jc w:val="both"/>
              <w:rPr>
                <w:b/>
              </w:rPr>
            </w:pPr>
          </w:p>
        </w:tc>
        <w:tc>
          <w:tcPr>
            <w:tcW w:w="9174" w:type="dxa"/>
            <w:gridSpan w:val="14"/>
            <w:tcBorders>
              <w:bottom w:val="single" w:sz="4" w:space="0" w:color="auto"/>
            </w:tcBorders>
          </w:tcPr>
          <w:p w14:paraId="56A1FB5D" w14:textId="77777777" w:rsidR="00AA047D" w:rsidRDefault="0053644C">
            <w:pPr>
              <w:pStyle w:val="Funotentext"/>
              <w:spacing w:after="0" w:line="320" w:lineRule="exact"/>
              <w:jc w:val="both"/>
            </w:pPr>
            <w:r>
              <w:t xml:space="preserve">Wenn </w:t>
            </w:r>
            <w:r>
              <w:rPr>
                <w:b/>
              </w:rPr>
              <w:t>Ja</w:t>
            </w:r>
            <w:r>
              <w:t>, Beschreibung der Art, Dauer und Belastung der bislang erfolgten Eingriffe an</w:t>
            </w:r>
            <w:r>
              <w:t xml:space="preserve"> den betreffenden Tieren, Aktenzeichen und Angabe der zuständigen Behörde; tierärztliche Empfehlung beifügen (§ 18 Abs. 1 Nr. 4 TierSchVersV):</w:t>
            </w:r>
          </w:p>
          <w:p w14:paraId="1F3507D6" w14:textId="77777777" w:rsidR="00AA047D" w:rsidRDefault="0053644C">
            <w:pPr>
              <w:pStyle w:val="Funotentext"/>
              <w:spacing w:after="0" w:line="320" w:lineRule="exact"/>
              <w:jc w:val="both"/>
              <w:rPr>
                <w:b/>
                <w:i/>
              </w:rPr>
            </w:pPr>
            <w:r>
              <w:t xml:space="preserve">Wenn </w:t>
            </w:r>
            <w:r>
              <w:rPr>
                <w:b/>
              </w:rPr>
              <w:t>Ja:</w:t>
            </w:r>
          </w:p>
          <w:p w14:paraId="507A698B" w14:textId="77777777" w:rsidR="00AA047D" w:rsidRDefault="0053644C">
            <w:pPr>
              <w:spacing w:after="0" w:line="320" w:lineRule="exact"/>
              <w:rPr>
                <w:rStyle w:val="Ausfllhilfe"/>
              </w:rPr>
            </w:pPr>
            <w:r>
              <w:rPr>
                <w:rStyle w:val="Ausfllhilfe"/>
              </w:rPr>
              <w:lastRenderedPageBreak/>
              <w:t xml:space="preserve">Beschreibung der Art, Dauer und Belastung der bislang erfolgten Eingriffe und Behandlungen an </w:t>
            </w:r>
            <w:r>
              <w:rPr>
                <w:rStyle w:val="Ausfllhilfe"/>
              </w:rPr>
              <w:t xml:space="preserve">den betreffenden Tieren, Aktenzeichen und Angabe der zuständigen Behörde. Die erneute Verwendung eines Tieres in einem weiteren Versuchsvorhaben, für das auch ein zuvor noch nicht verwendetes Tier eingesetzt werden könnte, darf nur erfolgen, wenn das Tier </w:t>
            </w:r>
            <w:r>
              <w:rPr>
                <w:rStyle w:val="Ausfllhilfe"/>
              </w:rPr>
              <w:t>zuvor nicht in einem Tierversuch verwendet worden ist, der als „schwer belastet“ einzustufen ist, sein allgemeiner Gesundheitszustand und sein Wohlbefinden vollständig wiederhergestellt sind, das Tier im Rahmen des weiteren Versuchsvorhabens nicht in einem</w:t>
            </w:r>
            <w:r>
              <w:rPr>
                <w:rStyle w:val="Ausfllhilfe"/>
              </w:rPr>
              <w:t xml:space="preserve"> Tierversuch verwendet wird, der als „schwer belastet“ einzustufen ist und die erneute Verwendung im Einklang mit einer tierärztlichen schriftlichen Empfehlung steht, die Art und Umfang der Schmerzen, Leiden und Schäden berücksichtigt, die das jeweilige Ti</w:t>
            </w:r>
            <w:r>
              <w:rPr>
                <w:rStyle w:val="Ausfllhilfe"/>
              </w:rPr>
              <w:t>er während seines gesamten bisherigen Lebenslaufes erfahren hat.</w:t>
            </w:r>
          </w:p>
          <w:p w14:paraId="032FDA4F" w14:textId="77777777" w:rsidR="00AA047D" w:rsidRDefault="0053644C">
            <w:pPr>
              <w:spacing w:after="0" w:line="320" w:lineRule="exact"/>
              <w:rPr>
                <w:rStyle w:val="Ausfllhilfe"/>
              </w:rPr>
            </w:pPr>
            <w:r>
              <w:rPr>
                <w:rStyle w:val="Ausfllhilfe"/>
              </w:rPr>
              <w:t>Ausnahmen davon können erteilt werden, wenn die Tiere nicht mehr als einmal in einem Tierversuch der Kategorie „schwer“ verwendet, sie tierärztlich untersucht wurden und sie im Rahmen des weiteren Versuchsvorhabens nicht in einem Tierversuch verwendet werd</w:t>
            </w:r>
            <w:r>
              <w:rPr>
                <w:rStyle w:val="Ausfllhilfe"/>
              </w:rPr>
              <w:t xml:space="preserve">en, der als „schwer“ oder „mittel“ einzustufen ist.   </w:t>
            </w:r>
          </w:p>
          <w:p w14:paraId="5DD6AFE3" w14:textId="77777777" w:rsidR="00AA047D" w:rsidRDefault="0053644C">
            <w:pPr>
              <w:spacing w:after="0" w:line="320" w:lineRule="exact"/>
              <w:rPr>
                <w:color w:val="5F497A" w:themeColor="accent4" w:themeShade="BF"/>
              </w:rPr>
            </w:pPr>
            <w:r>
              <w:rPr>
                <w:rStyle w:val="Ausfllhilfe"/>
              </w:rPr>
              <w:t xml:space="preserve">Vor dem erneuten Einsatz eines Tieres müssen das Ergebnis der tierärztlichen Untersuchung und die tierärztliche Empfehlung zum erneuten Einsatz in schriftlicher Form dem LANUV vorgelegt und von diesem </w:t>
            </w:r>
            <w:r>
              <w:rPr>
                <w:rStyle w:val="Ausfllhilfe"/>
              </w:rPr>
              <w:t>bewilligt werden.</w:t>
            </w:r>
          </w:p>
        </w:tc>
      </w:tr>
      <w:tr w:rsidR="00AA047D" w14:paraId="75E10E5A" w14:textId="77777777">
        <w:tc>
          <w:tcPr>
            <w:tcW w:w="778" w:type="dxa"/>
            <w:tcBorders>
              <w:bottom w:val="nil"/>
            </w:tcBorders>
          </w:tcPr>
          <w:p w14:paraId="2DD2C624" w14:textId="77777777" w:rsidR="00AA047D" w:rsidRDefault="0053644C">
            <w:pPr>
              <w:pStyle w:val="Funotentext"/>
              <w:spacing w:after="0" w:line="320" w:lineRule="exact"/>
              <w:jc w:val="both"/>
              <w:rPr>
                <w:b/>
              </w:rPr>
            </w:pPr>
            <w:r>
              <w:rPr>
                <w:sz w:val="22"/>
              </w:rPr>
              <w:lastRenderedPageBreak/>
              <w:br w:type="page"/>
            </w:r>
            <w:r>
              <w:rPr>
                <w:b/>
              </w:rPr>
              <w:t>1.1.5.6</w:t>
            </w:r>
          </w:p>
        </w:tc>
        <w:tc>
          <w:tcPr>
            <w:tcW w:w="9174" w:type="dxa"/>
            <w:gridSpan w:val="14"/>
            <w:tcBorders>
              <w:bottom w:val="single" w:sz="4" w:space="0" w:color="auto"/>
            </w:tcBorders>
          </w:tcPr>
          <w:p w14:paraId="0A082787" w14:textId="77777777" w:rsidR="00AA047D" w:rsidRDefault="0053644C">
            <w:pPr>
              <w:pStyle w:val="Funotentext"/>
              <w:spacing w:after="0" w:line="320" w:lineRule="exact"/>
              <w:jc w:val="both"/>
            </w:pPr>
            <w:r>
              <w:t>Informationen zu den Versuchs- und Beobachtungsstrategien und zur statistischen Gestaltung zur Minimierung der Anzahl der Tiere, der Schmerzen, des Leidens, der Schäden und gegebenenfalls der Auswirkungen auf die Umwelt (§ 31 Ab</w:t>
            </w:r>
            <w:r>
              <w:t>s. 1 Nr. 1i TierSchVersV)</w:t>
            </w:r>
          </w:p>
        </w:tc>
      </w:tr>
      <w:tr w:rsidR="00AA047D" w14:paraId="58B9D4DB" w14:textId="77777777">
        <w:tc>
          <w:tcPr>
            <w:tcW w:w="778" w:type="dxa"/>
            <w:tcBorders>
              <w:top w:val="nil"/>
              <w:bottom w:val="nil"/>
            </w:tcBorders>
          </w:tcPr>
          <w:p w14:paraId="55F08842" w14:textId="77777777" w:rsidR="00AA047D" w:rsidRDefault="00AA047D">
            <w:pPr>
              <w:pStyle w:val="Funotentext"/>
              <w:spacing w:after="0" w:line="320" w:lineRule="exact"/>
              <w:jc w:val="both"/>
              <w:rPr>
                <w:b/>
              </w:rPr>
            </w:pPr>
          </w:p>
        </w:tc>
        <w:tc>
          <w:tcPr>
            <w:tcW w:w="9174" w:type="dxa"/>
            <w:gridSpan w:val="14"/>
            <w:tcBorders>
              <w:bottom w:val="nil"/>
            </w:tcBorders>
          </w:tcPr>
          <w:p w14:paraId="07A825AB" w14:textId="77777777" w:rsidR="00AA047D" w:rsidRDefault="0053644C">
            <w:pPr>
              <w:pStyle w:val="Funotentext"/>
              <w:spacing w:after="0" w:line="320" w:lineRule="exact"/>
              <w:jc w:val="both"/>
            </w:pPr>
            <w:r>
              <w:t>Erläuterungen zu den Versuchs- und Beobachtungsstrategien:</w:t>
            </w:r>
          </w:p>
        </w:tc>
      </w:tr>
      <w:tr w:rsidR="00AA047D" w14:paraId="353096BD" w14:textId="77777777">
        <w:tc>
          <w:tcPr>
            <w:tcW w:w="778" w:type="dxa"/>
            <w:tcBorders>
              <w:top w:val="nil"/>
              <w:bottom w:val="nil"/>
            </w:tcBorders>
          </w:tcPr>
          <w:p w14:paraId="6C27B730" w14:textId="77777777" w:rsidR="00AA047D" w:rsidRDefault="00AA047D">
            <w:pPr>
              <w:pStyle w:val="Funotentext"/>
              <w:spacing w:after="0" w:line="320" w:lineRule="exact"/>
              <w:jc w:val="both"/>
              <w:rPr>
                <w:b/>
              </w:rPr>
            </w:pPr>
          </w:p>
        </w:tc>
        <w:tc>
          <w:tcPr>
            <w:tcW w:w="9174" w:type="dxa"/>
            <w:gridSpan w:val="14"/>
            <w:tcBorders>
              <w:top w:val="nil"/>
              <w:bottom w:val="single" w:sz="4" w:space="0" w:color="auto"/>
            </w:tcBorders>
          </w:tcPr>
          <w:p w14:paraId="4AABA047" w14:textId="77777777" w:rsidR="00AA047D" w:rsidRDefault="0053644C">
            <w:pPr>
              <w:spacing w:after="0" w:line="320" w:lineRule="exact"/>
              <w:rPr>
                <w:rStyle w:val="Ausfllhilfe"/>
              </w:rPr>
            </w:pPr>
            <w:r>
              <w:rPr>
                <w:rStyle w:val="Ausfllhilfe"/>
              </w:rPr>
              <w:t xml:space="preserve">Der logische Aufbau des Vorhabens soll im Detail dargestellt werden. Es soll das Versuchsziel bzw. die wissenschaftliche Hypothese präzise definiert werden und </w:t>
            </w:r>
            <w:r>
              <w:rPr>
                <w:rStyle w:val="Ausfllhilfe"/>
              </w:rPr>
              <w:t>davon ausgehend Versuchsprotokolle bzw. konsekutive Abfolgen von Verfahren mit dem Zweck der Versuchszielerreichung logisch abgeleitet werden. Hilfreich ist auch die Erläuterung unter Zuhilfenahme einer graphischen Darstellung wie etwa einem Flussdiagramm.</w:t>
            </w:r>
          </w:p>
        </w:tc>
      </w:tr>
      <w:tr w:rsidR="00AA047D" w14:paraId="30600D1C" w14:textId="77777777">
        <w:tc>
          <w:tcPr>
            <w:tcW w:w="778" w:type="dxa"/>
            <w:tcBorders>
              <w:top w:val="nil"/>
              <w:bottom w:val="nil"/>
            </w:tcBorders>
          </w:tcPr>
          <w:p w14:paraId="2413AD6C" w14:textId="77777777" w:rsidR="00AA047D" w:rsidRDefault="00AA047D">
            <w:pPr>
              <w:pStyle w:val="Funotentext"/>
              <w:spacing w:after="0" w:line="320" w:lineRule="exact"/>
              <w:jc w:val="both"/>
              <w:rPr>
                <w:b/>
              </w:rPr>
            </w:pPr>
          </w:p>
        </w:tc>
        <w:tc>
          <w:tcPr>
            <w:tcW w:w="9174" w:type="dxa"/>
            <w:gridSpan w:val="14"/>
            <w:tcBorders>
              <w:bottom w:val="nil"/>
            </w:tcBorders>
          </w:tcPr>
          <w:p w14:paraId="21F0DD21" w14:textId="77777777" w:rsidR="00AA047D" w:rsidRDefault="0053644C">
            <w:pPr>
              <w:pStyle w:val="Funotentext"/>
              <w:spacing w:after="0" w:line="320" w:lineRule="exact"/>
              <w:jc w:val="both"/>
            </w:pPr>
            <w:r>
              <w:t>Erläuterungen zur statistischen Gestaltung zur Minimierung der Anzahl der Tiere, der Schmerzen, des Leidens, der Schäden:</w:t>
            </w:r>
          </w:p>
        </w:tc>
      </w:tr>
      <w:tr w:rsidR="00AA047D" w14:paraId="00F5B484" w14:textId="77777777">
        <w:tc>
          <w:tcPr>
            <w:tcW w:w="778" w:type="dxa"/>
            <w:tcBorders>
              <w:top w:val="nil"/>
              <w:bottom w:val="nil"/>
            </w:tcBorders>
          </w:tcPr>
          <w:p w14:paraId="6FE3C801" w14:textId="77777777" w:rsidR="00AA047D" w:rsidRDefault="00AA047D">
            <w:pPr>
              <w:pStyle w:val="Funotentext"/>
              <w:spacing w:after="0" w:line="320" w:lineRule="exact"/>
              <w:jc w:val="both"/>
              <w:rPr>
                <w:b/>
              </w:rPr>
            </w:pPr>
          </w:p>
        </w:tc>
        <w:tc>
          <w:tcPr>
            <w:tcW w:w="9174" w:type="dxa"/>
            <w:gridSpan w:val="14"/>
            <w:tcBorders>
              <w:top w:val="nil"/>
              <w:bottom w:val="single" w:sz="4" w:space="0" w:color="auto"/>
            </w:tcBorders>
          </w:tcPr>
          <w:p w14:paraId="107CD098" w14:textId="77777777" w:rsidR="00AA047D" w:rsidRDefault="0053644C">
            <w:pPr>
              <w:spacing w:after="0" w:line="320" w:lineRule="exact"/>
              <w:rPr>
                <w:rStyle w:val="Ausfllhilfe"/>
              </w:rPr>
            </w:pPr>
            <w:r>
              <w:rPr>
                <w:rStyle w:val="Ausfllhilfe"/>
              </w:rPr>
              <w:t xml:space="preserve">Beschreibung und Begründung der statistischen Versuchsplanung im Hinblick auf die Gestaltung und Anzahl </w:t>
            </w:r>
            <w:r>
              <w:rPr>
                <w:rStyle w:val="Ausfllhilfe"/>
              </w:rPr>
              <w:t>statistischer Gruppen sowie der Gruppengröße unter dem Aspekt der Minimierung der Anzahl der Tiere.</w:t>
            </w:r>
          </w:p>
          <w:p w14:paraId="1F5AFF02" w14:textId="77777777" w:rsidR="00AA047D" w:rsidRDefault="0053644C">
            <w:pPr>
              <w:spacing w:after="0" w:line="320" w:lineRule="exact"/>
            </w:pPr>
            <w:r>
              <w:rPr>
                <w:rStyle w:val="Ausfllhilfe"/>
              </w:rPr>
              <w:t xml:space="preserve">Außerdem Beschreibung und Begründung der statistischen Versuchsplanung im Hinblick auf die Gestaltung der Versuchsmethoden unter dem Aspekt der Minimierung </w:t>
            </w:r>
            <w:r>
              <w:rPr>
                <w:rStyle w:val="Ausfllhilfe"/>
              </w:rPr>
              <w:t xml:space="preserve">der Schmerzen, des Leidens, der Schäden bei den Tieren, wie etwa einzusetzende Wirkstoffdosierungen oder die Dauer von Behandlungen in Gegenüberstellung mit den zu erwarteten Effekten bei den Tieren (Zielgrößen des Versuchs aber auch Schmerzen, Leiden und </w:t>
            </w:r>
            <w:r>
              <w:rPr>
                <w:rStyle w:val="Ausfllhilfe"/>
              </w:rPr>
              <w:t>Schäden bei den Tieren).</w:t>
            </w:r>
          </w:p>
        </w:tc>
      </w:tr>
      <w:tr w:rsidR="00AA047D" w14:paraId="303275FF" w14:textId="77777777">
        <w:tc>
          <w:tcPr>
            <w:tcW w:w="778" w:type="dxa"/>
            <w:tcBorders>
              <w:top w:val="nil"/>
              <w:bottom w:val="nil"/>
            </w:tcBorders>
          </w:tcPr>
          <w:p w14:paraId="6D1AD5B0" w14:textId="77777777" w:rsidR="00AA047D" w:rsidRDefault="00AA047D">
            <w:pPr>
              <w:pStyle w:val="Funotentext"/>
              <w:spacing w:after="0" w:line="320" w:lineRule="exact"/>
              <w:jc w:val="both"/>
              <w:rPr>
                <w:b/>
              </w:rPr>
            </w:pPr>
          </w:p>
        </w:tc>
        <w:tc>
          <w:tcPr>
            <w:tcW w:w="9174" w:type="dxa"/>
            <w:gridSpan w:val="14"/>
            <w:tcBorders>
              <w:bottom w:val="nil"/>
            </w:tcBorders>
          </w:tcPr>
          <w:p w14:paraId="3984A172" w14:textId="77777777" w:rsidR="00AA047D" w:rsidRDefault="0053644C">
            <w:pPr>
              <w:pStyle w:val="Funotentext"/>
              <w:spacing w:after="0" w:line="320" w:lineRule="exact"/>
              <w:jc w:val="both"/>
            </w:pPr>
            <w:r>
              <w:t>Erläuterungen zur statistischen Gestaltung zur Minimierung der Auswirkungen auf die Umwelt:</w:t>
            </w:r>
          </w:p>
        </w:tc>
      </w:tr>
      <w:tr w:rsidR="00AA047D" w14:paraId="1E0FDB3B" w14:textId="77777777">
        <w:tc>
          <w:tcPr>
            <w:tcW w:w="778" w:type="dxa"/>
            <w:tcBorders>
              <w:top w:val="nil"/>
              <w:bottom w:val="single" w:sz="4" w:space="0" w:color="auto"/>
            </w:tcBorders>
          </w:tcPr>
          <w:p w14:paraId="1AE57A7A" w14:textId="77777777" w:rsidR="00AA047D" w:rsidRDefault="00AA047D">
            <w:pPr>
              <w:pStyle w:val="Funotentext"/>
              <w:spacing w:after="0" w:line="320" w:lineRule="exact"/>
              <w:jc w:val="both"/>
              <w:rPr>
                <w:b/>
              </w:rPr>
            </w:pPr>
          </w:p>
        </w:tc>
        <w:tc>
          <w:tcPr>
            <w:tcW w:w="9174" w:type="dxa"/>
            <w:gridSpan w:val="14"/>
            <w:tcBorders>
              <w:top w:val="nil"/>
              <w:bottom w:val="single" w:sz="4" w:space="0" w:color="auto"/>
            </w:tcBorders>
          </w:tcPr>
          <w:p w14:paraId="70984EB1" w14:textId="77777777" w:rsidR="00AA047D" w:rsidRDefault="0053644C">
            <w:pPr>
              <w:spacing w:after="0" w:line="320" w:lineRule="exact"/>
              <w:rPr>
                <w:rStyle w:val="Ausfllhilfe"/>
              </w:rPr>
            </w:pPr>
            <w:r>
              <w:rPr>
                <w:rStyle w:val="Ausfllhilfe"/>
              </w:rPr>
              <w:t xml:space="preserve">Beschreibung und Begründung der statistischen Versuchsplanung im Hinblick auf die Minimierung der Auswirkungen auf die Umwelt, wie </w:t>
            </w:r>
            <w:r>
              <w:rPr>
                <w:rStyle w:val="Ausfllhilfe"/>
              </w:rPr>
              <w:t>etwa die schonende Nutzung natürlicher Ressourcen, Verringerung/Vermeidung von (giftigen) Abfällen und Verringerung/Vermeidung von Emissionen.</w:t>
            </w:r>
          </w:p>
        </w:tc>
      </w:tr>
      <w:tr w:rsidR="00AA047D" w14:paraId="3F8FD2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2"/>
        </w:trPr>
        <w:tc>
          <w:tcPr>
            <w:tcW w:w="778" w:type="dxa"/>
            <w:tcBorders>
              <w:top w:val="single" w:sz="4" w:space="0" w:color="auto"/>
              <w:left w:val="single" w:sz="4" w:space="0" w:color="auto"/>
              <w:bottom w:val="single" w:sz="4" w:space="0" w:color="auto"/>
              <w:right w:val="single" w:sz="4" w:space="0" w:color="auto"/>
            </w:tcBorders>
          </w:tcPr>
          <w:p w14:paraId="615A34E2" w14:textId="77777777" w:rsidR="00AA047D" w:rsidRDefault="0053644C">
            <w:pPr>
              <w:pStyle w:val="Funotentext"/>
              <w:spacing w:after="0" w:line="320" w:lineRule="exact"/>
              <w:jc w:val="both"/>
              <w:rPr>
                <w:b/>
              </w:rPr>
            </w:pPr>
            <w:r>
              <w:br w:type="page"/>
            </w:r>
            <w:r>
              <w:rPr>
                <w:sz w:val="22"/>
              </w:rPr>
              <w:br w:type="page"/>
            </w:r>
            <w:r>
              <w:br w:type="page"/>
            </w:r>
            <w:r>
              <w:rPr>
                <w:b/>
              </w:rPr>
              <w:t>1.2</w:t>
            </w:r>
          </w:p>
        </w:tc>
        <w:tc>
          <w:tcPr>
            <w:tcW w:w="9174" w:type="dxa"/>
            <w:gridSpan w:val="14"/>
            <w:tcBorders>
              <w:top w:val="single" w:sz="4" w:space="0" w:color="auto"/>
              <w:left w:val="single" w:sz="4" w:space="0" w:color="auto"/>
              <w:bottom w:val="single" w:sz="4" w:space="0" w:color="auto"/>
              <w:right w:val="single" w:sz="4" w:space="0" w:color="auto"/>
            </w:tcBorders>
            <w:vAlign w:val="center"/>
          </w:tcPr>
          <w:p w14:paraId="5CABA2C2" w14:textId="77777777" w:rsidR="00AA047D" w:rsidRDefault="0053644C">
            <w:pPr>
              <w:pStyle w:val="Funotentext"/>
              <w:spacing w:after="0" w:line="320" w:lineRule="exact"/>
              <w:rPr>
                <w:b/>
              </w:rPr>
            </w:pPr>
            <w:r>
              <w:rPr>
                <w:b/>
              </w:rPr>
              <w:t>Angaben zur praktischen Durchführung</w:t>
            </w:r>
          </w:p>
        </w:tc>
      </w:tr>
      <w:tr w:rsidR="00AA047D" w14:paraId="3DF924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6"/>
        </w:trPr>
        <w:tc>
          <w:tcPr>
            <w:tcW w:w="778" w:type="dxa"/>
            <w:tcBorders>
              <w:top w:val="single" w:sz="4" w:space="0" w:color="auto"/>
              <w:left w:val="single" w:sz="4" w:space="0" w:color="auto"/>
              <w:right w:val="single" w:sz="4" w:space="0" w:color="auto"/>
            </w:tcBorders>
          </w:tcPr>
          <w:p w14:paraId="0B898E26" w14:textId="77777777" w:rsidR="00AA047D" w:rsidRDefault="0053644C">
            <w:pPr>
              <w:pStyle w:val="Funotentext"/>
              <w:spacing w:after="0" w:line="320" w:lineRule="exact"/>
              <w:jc w:val="both"/>
              <w:rPr>
                <w:b/>
              </w:rPr>
            </w:pPr>
            <w:r>
              <w:br w:type="page"/>
            </w:r>
            <w:r>
              <w:rPr>
                <w:b/>
              </w:rPr>
              <w:t>1.2.1</w:t>
            </w:r>
          </w:p>
        </w:tc>
        <w:tc>
          <w:tcPr>
            <w:tcW w:w="9174" w:type="dxa"/>
            <w:gridSpan w:val="14"/>
            <w:tcBorders>
              <w:top w:val="single" w:sz="4" w:space="0" w:color="auto"/>
              <w:left w:val="single" w:sz="4" w:space="0" w:color="auto"/>
              <w:bottom w:val="single" w:sz="4" w:space="0" w:color="auto"/>
              <w:right w:val="single" w:sz="4" w:space="0" w:color="auto"/>
            </w:tcBorders>
            <w:vAlign w:val="center"/>
          </w:tcPr>
          <w:p w14:paraId="371F11C3" w14:textId="77777777" w:rsidR="00AA047D" w:rsidRDefault="0053644C">
            <w:pPr>
              <w:pStyle w:val="Funotentext"/>
              <w:spacing w:after="0" w:line="320" w:lineRule="exact"/>
              <w:rPr>
                <w:b/>
              </w:rPr>
            </w:pPr>
            <w:r>
              <w:rPr>
                <w:b/>
              </w:rPr>
              <w:t>Ort der Versuchstierhaltung und Ort der Durchführung, vorgesehener Beginn (Datum) und voraussichtliche Dauer des Versuchsvorhabens (§ 31 Abs. 1 Satz 2 Nr. 1 e TierSchVersV)</w:t>
            </w:r>
            <w:r>
              <w:rPr>
                <w:rStyle w:val="Endnotenzeichen"/>
                <w:b/>
                <w:i/>
                <w:color w:val="00B050"/>
                <w:vertAlign w:val="baseline"/>
              </w:rPr>
              <w:endnoteReference w:id="10"/>
            </w:r>
            <w:r>
              <w:rPr>
                <w:b/>
                <w:i/>
                <w:color w:val="00B050"/>
              </w:rPr>
              <w:t>)</w:t>
            </w:r>
          </w:p>
        </w:tc>
      </w:tr>
      <w:tr w:rsidR="00AA047D" w14:paraId="2935CF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56"/>
        </w:trPr>
        <w:tc>
          <w:tcPr>
            <w:tcW w:w="778" w:type="dxa"/>
            <w:tcBorders>
              <w:left w:val="single" w:sz="4" w:space="0" w:color="auto"/>
              <w:right w:val="single" w:sz="4" w:space="0" w:color="auto"/>
            </w:tcBorders>
          </w:tcPr>
          <w:p w14:paraId="19E8179B" w14:textId="77777777" w:rsidR="00AA047D" w:rsidRDefault="00AA047D">
            <w:pPr>
              <w:pStyle w:val="Funotentext"/>
              <w:spacing w:after="0" w:line="320" w:lineRule="exact"/>
              <w:jc w:val="both"/>
              <w:rPr>
                <w:sz w:val="16"/>
                <w:szCs w:val="16"/>
              </w:rPr>
            </w:pPr>
          </w:p>
        </w:tc>
        <w:tc>
          <w:tcPr>
            <w:tcW w:w="9174" w:type="dxa"/>
            <w:gridSpan w:val="14"/>
            <w:tcBorders>
              <w:top w:val="single" w:sz="4" w:space="0" w:color="auto"/>
              <w:left w:val="single" w:sz="4" w:space="0" w:color="auto"/>
              <w:right w:val="single" w:sz="4" w:space="0" w:color="auto"/>
            </w:tcBorders>
            <w:vAlign w:val="center"/>
          </w:tcPr>
          <w:p w14:paraId="77DE60D5" w14:textId="77777777" w:rsidR="00AA047D" w:rsidRDefault="0053644C">
            <w:pPr>
              <w:pStyle w:val="Funotentext"/>
              <w:spacing w:after="0" w:line="320" w:lineRule="exact"/>
              <w:rPr>
                <w:sz w:val="16"/>
                <w:szCs w:val="16"/>
              </w:rPr>
            </w:pPr>
            <w:r>
              <w:rPr>
                <w:sz w:val="16"/>
                <w:szCs w:val="16"/>
              </w:rPr>
              <w:t>Ort der Versuchstierhaltung mit Anschrift und Gebäude-/Raumnummer:</w:t>
            </w:r>
          </w:p>
        </w:tc>
      </w:tr>
      <w:tr w:rsidR="00AA047D" w14:paraId="7FAB11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right w:val="single" w:sz="4" w:space="0" w:color="auto"/>
            </w:tcBorders>
          </w:tcPr>
          <w:p w14:paraId="1059DEAC" w14:textId="77777777" w:rsidR="00AA047D" w:rsidRDefault="00AA047D">
            <w:pPr>
              <w:pStyle w:val="Funotentext"/>
              <w:spacing w:after="0" w:line="320" w:lineRule="exact"/>
              <w:jc w:val="both"/>
              <w:rPr>
                <w:sz w:val="16"/>
                <w:szCs w:val="16"/>
              </w:rPr>
            </w:pPr>
          </w:p>
        </w:tc>
        <w:tc>
          <w:tcPr>
            <w:tcW w:w="9174" w:type="dxa"/>
            <w:gridSpan w:val="14"/>
            <w:tcBorders>
              <w:left w:val="single" w:sz="4" w:space="0" w:color="auto"/>
              <w:bottom w:val="single" w:sz="4" w:space="0" w:color="auto"/>
              <w:right w:val="single" w:sz="4" w:space="0" w:color="auto"/>
            </w:tcBorders>
            <w:vAlign w:val="center"/>
          </w:tcPr>
          <w:p w14:paraId="62C0207C" w14:textId="77777777" w:rsidR="00AA047D" w:rsidRDefault="0053644C">
            <w:pPr>
              <w:spacing w:after="0" w:line="320" w:lineRule="exact"/>
              <w:rPr>
                <w:rStyle w:val="Ausfllhilfe"/>
              </w:rPr>
            </w:pPr>
            <w:r>
              <w:rPr>
                <w:rStyle w:val="Ausfllhilfe"/>
              </w:rPr>
              <w:t>Einrichtung benennen. Die genaue Adresse ist anzugeben. Gebäude und Raumnummern sind aufzuführen. Die Haltungserlaubnis nach §11 Abs.1 Nr.1 TierSchG muss vorliegen.</w:t>
            </w:r>
          </w:p>
        </w:tc>
      </w:tr>
      <w:tr w:rsidR="00AA047D" w14:paraId="443044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rPr>
        <w:tc>
          <w:tcPr>
            <w:tcW w:w="778" w:type="dxa"/>
            <w:tcBorders>
              <w:left w:val="single" w:sz="4" w:space="0" w:color="auto"/>
              <w:right w:val="single" w:sz="4" w:space="0" w:color="auto"/>
            </w:tcBorders>
          </w:tcPr>
          <w:p w14:paraId="60BD2841" w14:textId="77777777" w:rsidR="00AA047D" w:rsidRDefault="00AA047D">
            <w:pPr>
              <w:pStyle w:val="Funotentext"/>
              <w:spacing w:after="0" w:line="320" w:lineRule="exact"/>
              <w:jc w:val="both"/>
              <w:rPr>
                <w:sz w:val="16"/>
                <w:szCs w:val="16"/>
              </w:rPr>
            </w:pPr>
          </w:p>
        </w:tc>
        <w:tc>
          <w:tcPr>
            <w:tcW w:w="9174" w:type="dxa"/>
            <w:gridSpan w:val="14"/>
            <w:tcBorders>
              <w:top w:val="single" w:sz="4" w:space="0" w:color="auto"/>
              <w:left w:val="single" w:sz="4" w:space="0" w:color="auto"/>
              <w:right w:val="single" w:sz="4" w:space="0" w:color="auto"/>
            </w:tcBorders>
            <w:vAlign w:val="center"/>
          </w:tcPr>
          <w:p w14:paraId="53BE3CD3" w14:textId="77777777" w:rsidR="00AA047D" w:rsidRDefault="0053644C">
            <w:pPr>
              <w:pStyle w:val="Funotentext"/>
              <w:spacing w:after="0" w:line="320" w:lineRule="exact"/>
              <w:rPr>
                <w:sz w:val="16"/>
                <w:szCs w:val="16"/>
              </w:rPr>
            </w:pPr>
            <w:r>
              <w:rPr>
                <w:sz w:val="16"/>
                <w:szCs w:val="16"/>
              </w:rPr>
              <w:t>Ort der Versuchsdurchführung mit Anschrift und Gebäude-/ Raumnummer:</w:t>
            </w:r>
          </w:p>
        </w:tc>
      </w:tr>
      <w:tr w:rsidR="00AA047D" w14:paraId="2BFD71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right w:val="single" w:sz="4" w:space="0" w:color="auto"/>
            </w:tcBorders>
          </w:tcPr>
          <w:p w14:paraId="0AB20818" w14:textId="77777777" w:rsidR="00AA047D" w:rsidRDefault="00AA047D">
            <w:pPr>
              <w:pStyle w:val="Funotentext"/>
              <w:spacing w:after="0" w:line="320" w:lineRule="exact"/>
              <w:jc w:val="both"/>
              <w:rPr>
                <w:sz w:val="16"/>
                <w:szCs w:val="16"/>
              </w:rPr>
            </w:pPr>
          </w:p>
        </w:tc>
        <w:tc>
          <w:tcPr>
            <w:tcW w:w="9174" w:type="dxa"/>
            <w:gridSpan w:val="14"/>
            <w:tcBorders>
              <w:left w:val="single" w:sz="4" w:space="0" w:color="auto"/>
              <w:bottom w:val="single" w:sz="4" w:space="0" w:color="auto"/>
              <w:right w:val="single" w:sz="4" w:space="0" w:color="auto"/>
            </w:tcBorders>
            <w:vAlign w:val="center"/>
          </w:tcPr>
          <w:p w14:paraId="6AED4859" w14:textId="77777777" w:rsidR="00AA047D" w:rsidRDefault="0053644C">
            <w:pPr>
              <w:spacing w:after="0" w:line="320" w:lineRule="exact"/>
              <w:rPr>
                <w:rStyle w:val="Ausfllhilfe"/>
              </w:rPr>
            </w:pPr>
            <w:r>
              <w:rPr>
                <w:rStyle w:val="Ausfllhilfe"/>
              </w:rPr>
              <w:t xml:space="preserve">Alle </w:t>
            </w:r>
            <w:r>
              <w:rPr>
                <w:rStyle w:val="Ausfllhilfe"/>
              </w:rPr>
              <w:t>Versuchsorte (auch kurzfristige) sind zu benennen. Die genaue Adresse ist anzugeben. Gebäude und Raumnummern sind aufzuführen.</w:t>
            </w:r>
          </w:p>
        </w:tc>
      </w:tr>
      <w:tr w:rsidR="00AA047D" w14:paraId="1084C1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rPr>
        <w:tc>
          <w:tcPr>
            <w:tcW w:w="778" w:type="dxa"/>
            <w:tcBorders>
              <w:left w:val="single" w:sz="4" w:space="0" w:color="auto"/>
              <w:right w:val="single" w:sz="4" w:space="0" w:color="auto"/>
            </w:tcBorders>
          </w:tcPr>
          <w:p w14:paraId="34E6B6CC" w14:textId="77777777" w:rsidR="00AA047D" w:rsidRDefault="00AA047D">
            <w:pPr>
              <w:pStyle w:val="Funotentext"/>
              <w:spacing w:after="0" w:line="320" w:lineRule="exact"/>
              <w:jc w:val="both"/>
              <w:rPr>
                <w:sz w:val="16"/>
                <w:szCs w:val="16"/>
              </w:rPr>
            </w:pPr>
          </w:p>
        </w:tc>
        <w:tc>
          <w:tcPr>
            <w:tcW w:w="9174" w:type="dxa"/>
            <w:gridSpan w:val="14"/>
            <w:tcBorders>
              <w:top w:val="single" w:sz="4" w:space="0" w:color="auto"/>
              <w:left w:val="single" w:sz="4" w:space="0" w:color="auto"/>
              <w:right w:val="single" w:sz="4" w:space="0" w:color="auto"/>
            </w:tcBorders>
            <w:vAlign w:val="center"/>
          </w:tcPr>
          <w:p w14:paraId="11FF76FF" w14:textId="77777777" w:rsidR="00AA047D" w:rsidRDefault="0053644C">
            <w:pPr>
              <w:pStyle w:val="Funotentext"/>
              <w:spacing w:after="0" w:line="320" w:lineRule="exact"/>
              <w:rPr>
                <w:sz w:val="16"/>
                <w:szCs w:val="16"/>
              </w:rPr>
            </w:pPr>
            <w:r>
              <w:rPr>
                <w:sz w:val="16"/>
                <w:szCs w:val="16"/>
              </w:rPr>
              <w:t>Beginn:</w:t>
            </w:r>
          </w:p>
        </w:tc>
      </w:tr>
      <w:tr w:rsidR="00AA047D" w14:paraId="155FDA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right w:val="single" w:sz="4" w:space="0" w:color="auto"/>
            </w:tcBorders>
          </w:tcPr>
          <w:p w14:paraId="50069D54" w14:textId="77777777" w:rsidR="00AA047D" w:rsidRDefault="00AA047D">
            <w:pPr>
              <w:pStyle w:val="Funotentext"/>
              <w:spacing w:after="0" w:line="320" w:lineRule="exact"/>
              <w:jc w:val="both"/>
              <w:rPr>
                <w:sz w:val="16"/>
                <w:szCs w:val="16"/>
              </w:rPr>
            </w:pPr>
          </w:p>
        </w:tc>
        <w:tc>
          <w:tcPr>
            <w:tcW w:w="9174" w:type="dxa"/>
            <w:gridSpan w:val="14"/>
            <w:tcBorders>
              <w:left w:val="single" w:sz="4" w:space="0" w:color="auto"/>
              <w:bottom w:val="single" w:sz="4" w:space="0" w:color="auto"/>
              <w:right w:val="single" w:sz="4" w:space="0" w:color="auto"/>
            </w:tcBorders>
            <w:vAlign w:val="center"/>
          </w:tcPr>
          <w:p w14:paraId="28CE820C" w14:textId="77777777" w:rsidR="00AA047D" w:rsidRDefault="0053644C">
            <w:pPr>
              <w:spacing w:after="0" w:line="320" w:lineRule="exact"/>
              <w:rPr>
                <w:rStyle w:val="Ausfllhilfe"/>
              </w:rPr>
            </w:pPr>
            <w:r>
              <w:rPr>
                <w:rStyle w:val="Ausfllhilfe"/>
              </w:rPr>
              <w:t>Voraussichtliches Datum angeben frühestens „mit Erhalt der Genehmigung des Antrags“.</w:t>
            </w:r>
          </w:p>
        </w:tc>
      </w:tr>
      <w:tr w:rsidR="00AA047D" w14:paraId="657A95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rPr>
        <w:tc>
          <w:tcPr>
            <w:tcW w:w="778" w:type="dxa"/>
            <w:tcBorders>
              <w:left w:val="single" w:sz="4" w:space="0" w:color="auto"/>
              <w:right w:val="single" w:sz="4" w:space="0" w:color="auto"/>
            </w:tcBorders>
          </w:tcPr>
          <w:p w14:paraId="1956FFA5" w14:textId="77777777" w:rsidR="00AA047D" w:rsidRDefault="00AA047D">
            <w:pPr>
              <w:pStyle w:val="Funotentext"/>
              <w:spacing w:after="0" w:line="320" w:lineRule="exact"/>
              <w:jc w:val="both"/>
              <w:rPr>
                <w:sz w:val="16"/>
                <w:szCs w:val="16"/>
              </w:rPr>
            </w:pPr>
          </w:p>
        </w:tc>
        <w:tc>
          <w:tcPr>
            <w:tcW w:w="9174" w:type="dxa"/>
            <w:gridSpan w:val="14"/>
            <w:tcBorders>
              <w:top w:val="single" w:sz="4" w:space="0" w:color="auto"/>
              <w:left w:val="single" w:sz="4" w:space="0" w:color="auto"/>
              <w:right w:val="single" w:sz="4" w:space="0" w:color="auto"/>
            </w:tcBorders>
            <w:vAlign w:val="center"/>
          </w:tcPr>
          <w:p w14:paraId="399A09E6" w14:textId="77777777" w:rsidR="00AA047D" w:rsidRDefault="0053644C">
            <w:pPr>
              <w:pStyle w:val="Funotentext"/>
              <w:spacing w:after="0" w:line="320" w:lineRule="exact"/>
              <w:rPr>
                <w:sz w:val="16"/>
                <w:szCs w:val="16"/>
              </w:rPr>
            </w:pPr>
            <w:r>
              <w:rPr>
                <w:sz w:val="16"/>
                <w:szCs w:val="16"/>
              </w:rPr>
              <w:t>Dauer:</w:t>
            </w:r>
          </w:p>
        </w:tc>
      </w:tr>
      <w:tr w:rsidR="00AA047D" w14:paraId="0E04FF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bottom w:val="single" w:sz="4" w:space="0" w:color="auto"/>
              <w:right w:val="single" w:sz="4" w:space="0" w:color="auto"/>
            </w:tcBorders>
          </w:tcPr>
          <w:p w14:paraId="2AD17366" w14:textId="77777777" w:rsidR="00AA047D" w:rsidRDefault="00AA047D">
            <w:pPr>
              <w:pStyle w:val="Funotentext"/>
              <w:spacing w:after="0" w:line="320" w:lineRule="exact"/>
              <w:jc w:val="both"/>
              <w:rPr>
                <w:sz w:val="16"/>
                <w:szCs w:val="16"/>
              </w:rPr>
            </w:pPr>
          </w:p>
        </w:tc>
        <w:tc>
          <w:tcPr>
            <w:tcW w:w="9174" w:type="dxa"/>
            <w:gridSpan w:val="14"/>
            <w:tcBorders>
              <w:left w:val="single" w:sz="4" w:space="0" w:color="auto"/>
              <w:bottom w:val="single" w:sz="4" w:space="0" w:color="auto"/>
              <w:right w:val="single" w:sz="4" w:space="0" w:color="auto"/>
            </w:tcBorders>
            <w:vAlign w:val="center"/>
          </w:tcPr>
          <w:p w14:paraId="4044E40D" w14:textId="77777777" w:rsidR="00AA047D" w:rsidRDefault="0053644C">
            <w:pPr>
              <w:spacing w:after="0" w:line="320" w:lineRule="exact"/>
              <w:rPr>
                <w:rStyle w:val="Ausfllhilfe"/>
              </w:rPr>
            </w:pPr>
            <w:r>
              <w:rPr>
                <w:rStyle w:val="Ausfllhilfe"/>
              </w:rPr>
              <w:t xml:space="preserve">Ein </w:t>
            </w:r>
            <w:r>
              <w:rPr>
                <w:rStyle w:val="Ausfllhilfe"/>
              </w:rPr>
              <w:t>Versuchsvorhaben sollte so angelegt sein, dass es unter den vorhandenen Gegebenheiten im maximalen Genehmigungszeitraum von 5 Jahren zu bewältigen ist. Sofern eine Genehmigung für weniger als 5 Jahre beantragt und erteilt worden ist, kann sie auf Antrag (f</w:t>
            </w:r>
            <w:r>
              <w:rPr>
                <w:rStyle w:val="Ausfllhilfe"/>
              </w:rPr>
              <w:t>ormlos, aber mit einer Begründung versehen) höchstens zweimal jeweils um 1 Jahr verlängert werden, sofern dadurch die Gesamtdauer von 5 Jahren nicht überschritten wird. Eine Verlängerung über eine Gesamtdauer von 5 Jahren hinaus ist nicht möglich. Dies gil</w:t>
            </w:r>
            <w:r>
              <w:rPr>
                <w:rStyle w:val="Ausfllhilfe"/>
              </w:rPr>
              <w:t>t auch für anzeigepflichtige Vorhaben.</w:t>
            </w:r>
          </w:p>
          <w:p w14:paraId="2DED91F4" w14:textId="77777777" w:rsidR="00AA047D" w:rsidRDefault="0053644C">
            <w:pPr>
              <w:spacing w:after="0" w:line="320" w:lineRule="exact"/>
              <w:rPr>
                <w:color w:val="5F497A" w:themeColor="accent4" w:themeShade="BF"/>
              </w:rPr>
            </w:pPr>
            <w:r>
              <w:rPr>
                <w:rStyle w:val="Ausfllhilfe"/>
              </w:rPr>
              <w:t>Sollen Teile eines Versuches an anderen Institutionen stattfinden (z.B. besondere Bildgebungs-verfahren), so muss die örtlich zuständige Kreisordnungsbehörde (Veterinäramt) und die/der örtlich zuständige Tierschutzbea</w:t>
            </w:r>
            <w:r>
              <w:rPr>
                <w:rStyle w:val="Ausfllhilfe"/>
              </w:rPr>
              <w:t>uftragte durch den Antragsteller in das Antragsverfahren mit einbezogen werden.</w:t>
            </w:r>
          </w:p>
        </w:tc>
      </w:tr>
      <w:tr w:rsidR="00AA047D" w14:paraId="086A4763" w14:textId="77777777">
        <w:trPr>
          <w:trHeight w:hRule="exact" w:val="1285"/>
        </w:trPr>
        <w:tc>
          <w:tcPr>
            <w:tcW w:w="778" w:type="dxa"/>
            <w:tcBorders>
              <w:top w:val="single" w:sz="4" w:space="0" w:color="auto"/>
              <w:left w:val="single" w:sz="4" w:space="0" w:color="auto"/>
              <w:bottom w:val="nil"/>
              <w:right w:val="single" w:sz="4" w:space="0" w:color="auto"/>
            </w:tcBorders>
          </w:tcPr>
          <w:p w14:paraId="70BF4541" w14:textId="77777777" w:rsidR="00AA047D" w:rsidRDefault="0053644C">
            <w:pPr>
              <w:pStyle w:val="Funotentext"/>
              <w:spacing w:after="0" w:line="320" w:lineRule="exact"/>
              <w:rPr>
                <w:b/>
              </w:rPr>
            </w:pPr>
            <w:r>
              <w:rPr>
                <w:sz w:val="22"/>
              </w:rPr>
              <w:br w:type="page"/>
            </w:r>
            <w:r>
              <w:rPr>
                <w:b/>
              </w:rPr>
              <w:t>1.2.2</w:t>
            </w:r>
          </w:p>
        </w:tc>
        <w:tc>
          <w:tcPr>
            <w:tcW w:w="9174" w:type="dxa"/>
            <w:gridSpan w:val="14"/>
            <w:tcBorders>
              <w:top w:val="single" w:sz="4" w:space="0" w:color="auto"/>
              <w:left w:val="single" w:sz="4" w:space="0" w:color="auto"/>
              <w:bottom w:val="single" w:sz="4" w:space="0" w:color="auto"/>
              <w:right w:val="single" w:sz="4" w:space="0" w:color="auto"/>
            </w:tcBorders>
            <w:vAlign w:val="center"/>
          </w:tcPr>
          <w:p w14:paraId="74D0C6DF" w14:textId="77777777" w:rsidR="00AA047D" w:rsidRDefault="0053644C">
            <w:pPr>
              <w:pStyle w:val="Funotentext"/>
              <w:spacing w:after="0" w:line="320" w:lineRule="exact"/>
              <w:rPr>
                <w:b/>
              </w:rPr>
            </w:pPr>
            <w:r>
              <w:rPr>
                <w:b/>
              </w:rPr>
              <w:t>Beschreibung der Haltungsbedingungen und der Vorbereitung der Tiere auf den Versuch, einschließlich vorgesehener Eingewöhnungs- und Trainingsprogramme, die für die Tiere, die Verfahren und die Dauer des Versuchsvorhabens geeignet sind (§ 8 Abs. 1 Satz 2 Nr</w:t>
            </w:r>
            <w:r>
              <w:rPr>
                <w:b/>
              </w:rPr>
              <w:t xml:space="preserve">. 5 TierSchG </w:t>
            </w:r>
            <w:proofErr w:type="spellStart"/>
            <w:r>
              <w:rPr>
                <w:b/>
              </w:rPr>
              <w:t>i.V.m</w:t>
            </w:r>
            <w:proofErr w:type="spellEnd"/>
            <w:r>
              <w:rPr>
                <w:b/>
              </w:rPr>
              <w:t>. § 31 Abs. 1 Nr. 1k TierSchVersV)</w:t>
            </w:r>
            <w:bookmarkStart w:id="16" w:name="_Ref357413330"/>
            <w:r>
              <w:rPr>
                <w:b/>
              </w:rPr>
              <w:t xml:space="preserve"> </w:t>
            </w:r>
            <w:r>
              <w:rPr>
                <w:rStyle w:val="Endnotenzeichen"/>
                <w:b/>
                <w:i/>
                <w:color w:val="00B050"/>
                <w:vertAlign w:val="baseline"/>
              </w:rPr>
              <w:endnoteReference w:id="11"/>
            </w:r>
            <w:bookmarkEnd w:id="16"/>
            <w:r>
              <w:rPr>
                <w:b/>
                <w:i/>
                <w:color w:val="00B050"/>
              </w:rPr>
              <w:t>)</w:t>
            </w:r>
          </w:p>
        </w:tc>
      </w:tr>
      <w:tr w:rsidR="00AA047D" w14:paraId="0F9CCB4F" w14:textId="77777777">
        <w:trPr>
          <w:cantSplit/>
          <w:trHeight w:hRule="exact" w:val="312"/>
        </w:trPr>
        <w:tc>
          <w:tcPr>
            <w:tcW w:w="778" w:type="dxa"/>
            <w:tcBorders>
              <w:top w:val="nil"/>
              <w:bottom w:val="nil"/>
            </w:tcBorders>
          </w:tcPr>
          <w:p w14:paraId="70414381"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12C7A1F4" w14:textId="77777777" w:rsidR="00AA047D" w:rsidRDefault="0053644C">
            <w:pPr>
              <w:pStyle w:val="Funotentext"/>
              <w:spacing w:after="0" w:line="320" w:lineRule="exact"/>
              <w:rPr>
                <w:b/>
                <w:sz w:val="16"/>
                <w:szCs w:val="16"/>
              </w:rPr>
            </w:pPr>
            <w:r>
              <w:rPr>
                <w:b/>
                <w:sz w:val="16"/>
                <w:szCs w:val="16"/>
              </w:rPr>
              <w:t>Erläuterungen zu den Haltungsbedingungen:</w:t>
            </w:r>
          </w:p>
        </w:tc>
      </w:tr>
      <w:tr w:rsidR="00AA047D" w14:paraId="6F610CC2" w14:textId="77777777">
        <w:trPr>
          <w:cantSplit/>
          <w:trHeight w:hRule="exact" w:val="2305"/>
        </w:trPr>
        <w:tc>
          <w:tcPr>
            <w:tcW w:w="778" w:type="dxa"/>
            <w:tcBorders>
              <w:top w:val="nil"/>
              <w:bottom w:val="nil"/>
            </w:tcBorders>
          </w:tcPr>
          <w:p w14:paraId="0D305BFC" w14:textId="77777777" w:rsidR="00AA047D" w:rsidRDefault="00AA047D">
            <w:pPr>
              <w:pStyle w:val="Funotentext"/>
              <w:spacing w:after="0" w:line="320" w:lineRule="exact"/>
              <w:jc w:val="both"/>
              <w:rPr>
                <w:b/>
                <w:sz w:val="22"/>
              </w:rPr>
            </w:pPr>
          </w:p>
        </w:tc>
        <w:tc>
          <w:tcPr>
            <w:tcW w:w="9174" w:type="dxa"/>
            <w:gridSpan w:val="14"/>
            <w:tcBorders>
              <w:top w:val="nil"/>
              <w:bottom w:val="nil"/>
            </w:tcBorders>
            <w:vAlign w:val="center"/>
          </w:tcPr>
          <w:p w14:paraId="13459490" w14:textId="77777777" w:rsidR="00AA047D" w:rsidRDefault="0053644C">
            <w:pPr>
              <w:spacing w:after="0" w:line="320" w:lineRule="exact"/>
              <w:rPr>
                <w:rStyle w:val="Ausfllhilfe"/>
              </w:rPr>
            </w:pPr>
            <w:r>
              <w:rPr>
                <w:rStyle w:val="Ausfllhilfe"/>
              </w:rPr>
              <w:t>Bei der Tierhaltung sind die Maßgaben aus der aktuellen Erlaubnis gemäß § 11 Abs. 1 Nr. 1 TierSchG einzuhalten. Beschreiben Sie kurz die Räumlichkeiten, evtl. vorhandene Hygieneschleusen, Barriere-systeme, Haltungssysteme, Klima, Art des Futters/ Wassers u</w:t>
            </w:r>
            <w:r>
              <w:rPr>
                <w:rStyle w:val="Ausfllhilfe"/>
              </w:rPr>
              <w:t>nd die Besatzdichte der Käfige. Stellen Sie bitte dar, welches Enrichment den Tieren zur Verfügung gestellt wird. Sind versuchsbedingt Abweichungen von diesen Haltungsbedingungen geplant, müssen diese hier begründet und ausführlich beschrieben werden (z.B.</w:t>
            </w:r>
            <w:r>
              <w:rPr>
                <w:rStyle w:val="Ausfllhilfe"/>
              </w:rPr>
              <w:t xml:space="preserve"> Einzelhaltung von sozialen Tieren, veränderte Besatzdichte, postoperative Einzelhaltung, etc.).</w:t>
            </w:r>
          </w:p>
        </w:tc>
      </w:tr>
      <w:tr w:rsidR="00AA047D" w14:paraId="2EA93921" w14:textId="77777777">
        <w:trPr>
          <w:cantSplit/>
          <w:trHeight w:hRule="exact" w:val="1701"/>
        </w:trPr>
        <w:tc>
          <w:tcPr>
            <w:tcW w:w="778" w:type="dxa"/>
            <w:tcBorders>
              <w:top w:val="nil"/>
              <w:bottom w:val="nil"/>
            </w:tcBorders>
          </w:tcPr>
          <w:p w14:paraId="7933745F" w14:textId="77777777" w:rsidR="00AA047D" w:rsidRDefault="00AA047D">
            <w:pPr>
              <w:pStyle w:val="Funotentext"/>
              <w:spacing w:after="0" w:line="320" w:lineRule="exact"/>
              <w:jc w:val="both"/>
              <w:rPr>
                <w:b/>
                <w:sz w:val="22"/>
              </w:rPr>
            </w:pPr>
          </w:p>
        </w:tc>
        <w:tc>
          <w:tcPr>
            <w:tcW w:w="9174" w:type="dxa"/>
            <w:gridSpan w:val="14"/>
            <w:tcBorders>
              <w:top w:val="nil"/>
              <w:bottom w:val="single" w:sz="4" w:space="0" w:color="auto"/>
            </w:tcBorders>
            <w:vAlign w:val="center"/>
          </w:tcPr>
          <w:p w14:paraId="46045121" w14:textId="77777777" w:rsidR="00AA047D" w:rsidRDefault="0053644C">
            <w:pPr>
              <w:spacing w:after="0" w:line="320" w:lineRule="exact"/>
              <w:rPr>
                <w:rStyle w:val="Ausfllhilfe"/>
              </w:rPr>
            </w:pPr>
            <w:r>
              <w:rPr>
                <w:rStyle w:val="Ausfllhilfe"/>
              </w:rPr>
              <w:t>Sofern grundsätzliche versuchsspezifische Haltungsbedingungen für die Tiere erforderlich sind, z.B. zusätzliches Nistmaterial und Unterbringung der Tiere bei</w:t>
            </w:r>
            <w:r>
              <w:rPr>
                <w:rStyle w:val="Ausfllhilfe"/>
              </w:rPr>
              <w:t xml:space="preserve"> einer höheren Raumtemperatur im Rahmen der versuchsspezifischen Haltung von Nacktmäusen, etc. sind diese im Antrag über die Angaben gemäß der Erlaubnis nach § 11 Abs. 1 Nr. 1 TierSchG hinaus, konkret begründend darzustellen.</w:t>
            </w:r>
          </w:p>
        </w:tc>
      </w:tr>
      <w:tr w:rsidR="00AA047D" w14:paraId="47CE388D" w14:textId="77777777">
        <w:trPr>
          <w:trHeight w:val="454"/>
        </w:trPr>
        <w:tc>
          <w:tcPr>
            <w:tcW w:w="778" w:type="dxa"/>
            <w:tcBorders>
              <w:top w:val="nil"/>
              <w:bottom w:val="nil"/>
            </w:tcBorders>
          </w:tcPr>
          <w:p w14:paraId="2D016E2C" w14:textId="77777777" w:rsidR="00AA047D" w:rsidRDefault="00AA047D">
            <w:pPr>
              <w:pStyle w:val="Funotentext"/>
              <w:spacing w:after="0" w:line="320" w:lineRule="exact"/>
              <w:jc w:val="both"/>
            </w:pPr>
          </w:p>
        </w:tc>
        <w:tc>
          <w:tcPr>
            <w:tcW w:w="9174" w:type="dxa"/>
            <w:gridSpan w:val="14"/>
            <w:tcBorders>
              <w:bottom w:val="nil"/>
            </w:tcBorders>
            <w:vAlign w:val="center"/>
          </w:tcPr>
          <w:p w14:paraId="2AEC56E4" w14:textId="77777777" w:rsidR="00AA047D" w:rsidRDefault="0053644C">
            <w:pPr>
              <w:pStyle w:val="Funotentext"/>
              <w:spacing w:after="0" w:line="320" w:lineRule="exact"/>
              <w:jc w:val="both"/>
              <w:rPr>
                <w:color w:val="009999"/>
              </w:rPr>
            </w:pPr>
            <w:r>
              <w:rPr>
                <w:b/>
                <w:sz w:val="16"/>
                <w:szCs w:val="16"/>
              </w:rPr>
              <w:t xml:space="preserve">Erläuterungen zu der </w:t>
            </w:r>
            <w:r>
              <w:rPr>
                <w:b/>
                <w:sz w:val="16"/>
                <w:szCs w:val="16"/>
              </w:rPr>
              <w:t>Vorbereitung der Tiere auf den Versuch:</w:t>
            </w:r>
          </w:p>
        </w:tc>
      </w:tr>
      <w:tr w:rsidR="00AA047D" w14:paraId="1A308229" w14:textId="77777777">
        <w:trPr>
          <w:trHeight w:val="454"/>
        </w:trPr>
        <w:tc>
          <w:tcPr>
            <w:tcW w:w="778" w:type="dxa"/>
            <w:tcBorders>
              <w:top w:val="nil"/>
              <w:bottom w:val="single" w:sz="4" w:space="0" w:color="auto"/>
            </w:tcBorders>
          </w:tcPr>
          <w:p w14:paraId="4D5C5D40" w14:textId="77777777" w:rsidR="00AA047D" w:rsidRDefault="00AA047D">
            <w:pPr>
              <w:pStyle w:val="Funotentext"/>
              <w:spacing w:after="0" w:line="320" w:lineRule="exact"/>
              <w:jc w:val="both"/>
            </w:pPr>
          </w:p>
        </w:tc>
        <w:tc>
          <w:tcPr>
            <w:tcW w:w="9174" w:type="dxa"/>
            <w:gridSpan w:val="14"/>
            <w:tcBorders>
              <w:top w:val="nil"/>
            </w:tcBorders>
            <w:vAlign w:val="center"/>
          </w:tcPr>
          <w:p w14:paraId="6B724CE5" w14:textId="77777777" w:rsidR="00AA047D" w:rsidRDefault="0053644C">
            <w:pPr>
              <w:spacing w:after="0" w:line="320" w:lineRule="exact"/>
              <w:rPr>
                <w:rStyle w:val="Ausfllhilfe"/>
              </w:rPr>
            </w:pPr>
            <w:r>
              <w:rPr>
                <w:rStyle w:val="Ausfllhilfe"/>
              </w:rPr>
              <w:t>Die Tiere sind auf die spätere Versuchssituation adäquat vorzubereiten.</w:t>
            </w:r>
          </w:p>
          <w:p w14:paraId="1AFCD592" w14:textId="77777777" w:rsidR="00AA047D" w:rsidRDefault="0053644C">
            <w:pPr>
              <w:spacing w:after="0" w:line="320" w:lineRule="exact"/>
              <w:rPr>
                <w:rStyle w:val="Ausfllhilfe"/>
              </w:rPr>
            </w:pPr>
            <w:r>
              <w:rPr>
                <w:rStyle w:val="Ausfllhilfe"/>
              </w:rPr>
              <w:t xml:space="preserve">Es sind hier die konkreten Vorbereitungsmaßnahmen, wie etwa Adaption an Haltungs- und Versuchsbedingungen, Handling, Habituation und </w:t>
            </w:r>
            <w:r>
              <w:rPr>
                <w:rStyle w:val="Ausfllhilfe"/>
              </w:rPr>
              <w:t xml:space="preserve">Training, an den Tieren unter direkter und spezifischer Bezugnahme zu den jeweiligen Versuchen bzw. Versuchsteilen zu erläutern. Das beinhaltet die Beschreibung der Maßnahmen sowie ihrer zeitlichen Abläufe, inkl. Dauer und zeitlicher Lage zu den Versuchen </w:t>
            </w:r>
            <w:r>
              <w:rPr>
                <w:rStyle w:val="Ausfllhilfe"/>
              </w:rPr>
              <w:t>und auch die Definition einer begründenden und konkreten Zielsetzung der Maßnahmen.</w:t>
            </w:r>
          </w:p>
          <w:p w14:paraId="7099F690" w14:textId="77777777" w:rsidR="00AA047D" w:rsidRDefault="0053644C">
            <w:pPr>
              <w:spacing w:after="0" w:line="320" w:lineRule="exact"/>
              <w:rPr>
                <w:rStyle w:val="Ausfllhilfe"/>
              </w:rPr>
            </w:pPr>
            <w:r>
              <w:rPr>
                <w:rStyle w:val="Ausfllhilfe"/>
              </w:rPr>
              <w:lastRenderedPageBreak/>
              <w:t xml:space="preserve">Bei Neuzugängen ist auch die Eingewöhnungsphase eingekaufter Tiere zu berücksichtigen. Welche Eingangsuntersuchungen werden durchgeführt, um latent kranke Tiere im Vorfeld </w:t>
            </w:r>
            <w:r>
              <w:rPr>
                <w:rStyle w:val="Ausfllhilfe"/>
              </w:rPr>
              <w:t>zu erkennen und sind ggf. bei konventionell gehalten Tieren (Großtieren) Behandlungen vorgesehen?</w:t>
            </w:r>
          </w:p>
          <w:p w14:paraId="5D94D8D0" w14:textId="77777777" w:rsidR="00AA047D" w:rsidRDefault="0053644C">
            <w:pPr>
              <w:spacing w:after="0" w:line="320" w:lineRule="exact"/>
              <w:rPr>
                <w:rStyle w:val="Ausfllhilfe"/>
              </w:rPr>
            </w:pPr>
            <w:r>
              <w:rPr>
                <w:rStyle w:val="Ausfllhilfe"/>
              </w:rPr>
              <w:t>Auch ist die Belastung der Tiere zu berücksichtigen. Zum einen ist die Belastung der Tiere durch die Vorbereitungsmaßnahmen im Rahmen des hierfür erforderlich</w:t>
            </w:r>
            <w:r>
              <w:rPr>
                <w:rStyle w:val="Ausfllhilfe"/>
              </w:rPr>
              <w:t>en Zeitintervalls zu bewerten. Diese ist auch unter 1.2.9 zu benennen und zu diskutieren. Zum anderen ist die beabsichtigte Verminderung der Belastung der Tiere aufgrund der vorgenommenen Vorbereitungsmaßnahmen bei den jeweiligen Versuchen zu erläutern.</w:t>
            </w:r>
          </w:p>
          <w:p w14:paraId="324E8FFC" w14:textId="77777777" w:rsidR="00AA047D" w:rsidRDefault="0053644C">
            <w:pPr>
              <w:spacing w:after="0" w:line="320" w:lineRule="exact"/>
              <w:rPr>
                <w:rStyle w:val="Ausfllhilfe"/>
              </w:rPr>
            </w:pPr>
            <w:r>
              <w:rPr>
                <w:rStyle w:val="Ausfllhilfe"/>
              </w:rPr>
              <w:t>Si</w:t>
            </w:r>
            <w:r>
              <w:rPr>
                <w:rStyle w:val="Ausfllhilfe"/>
              </w:rPr>
              <w:t>ehe u.a. Adaptation der Versuchstiere in den „Empfehlungen zur Planung und Durchführung von Tierversuchen“ der TVT e.V.</w:t>
            </w:r>
          </w:p>
          <w:p w14:paraId="0AF68A05" w14:textId="77777777" w:rsidR="00AA047D" w:rsidRDefault="0053644C">
            <w:pPr>
              <w:spacing w:after="0" w:line="320" w:lineRule="exact"/>
              <w:rPr>
                <w:rStyle w:val="Ausfllhilfe"/>
              </w:rPr>
            </w:pPr>
            <w:r>
              <w:rPr>
                <w:rStyle w:val="Ausfllhilfe"/>
              </w:rPr>
              <w:t>Wie sich ein Tier im Versuch verhält, hängt in erheblichem Maße vom Grad der Gewöhnung an den Menschen ab. Das möglichst frühzeitige, ge</w:t>
            </w:r>
            <w:r>
              <w:rPr>
                <w:rStyle w:val="Ausfllhilfe"/>
              </w:rPr>
              <w:t>duldige “Handling” der Tiere möglichst durch immer die gleichen Personen, am besten durch die Versuchsdurchführenden dient nicht nur dem Abbau der natürlichen Scheu und Angst, sondern bietet auch Gelegenheit Tiere herauszufinden, die wegen ihrer Tendenz zu</w:t>
            </w:r>
            <w:r>
              <w:rPr>
                <w:rStyle w:val="Ausfllhilfe"/>
              </w:rPr>
              <w:t xml:space="preserve"> Verhaltensabweichungen für die vorgesehenen Fragestellungen absehbar nicht geeignet sind.</w:t>
            </w:r>
          </w:p>
          <w:p w14:paraId="2F19A2A1" w14:textId="77777777" w:rsidR="00AA047D" w:rsidRDefault="0053644C">
            <w:pPr>
              <w:spacing w:after="0" w:line="320" w:lineRule="exact"/>
              <w:rPr>
                <w:rStyle w:val="Ausfllhilfe"/>
              </w:rPr>
            </w:pPr>
            <w:r>
              <w:rPr>
                <w:rStyle w:val="Ausfllhilfe"/>
              </w:rPr>
              <w:t>Generelles Ziel muss es sein, schmerzfreie Manipulationen soweit wie möglich ohne Anwendung von Zwangsmaßnahmen und ohne Narkose durchzuführen. “Eine Ratte, die zapp</w:t>
            </w:r>
            <w:r>
              <w:rPr>
                <w:rStyle w:val="Ausfllhilfe"/>
              </w:rPr>
              <w:t>elt und beißt, ist kein geeignetes Versuchstier.“</w:t>
            </w:r>
          </w:p>
          <w:p w14:paraId="0580D8E7" w14:textId="77777777" w:rsidR="00AA047D" w:rsidRDefault="0053644C">
            <w:pPr>
              <w:spacing w:after="0" w:line="320" w:lineRule="exact"/>
              <w:rPr>
                <w:rStyle w:val="Ausfllhilfe"/>
              </w:rPr>
            </w:pPr>
            <w:r>
              <w:rPr>
                <w:rStyle w:val="Ausfllhilfe"/>
              </w:rPr>
              <w:t>Versuchstiere sollten nicht nur von den versuchsdurchführenden Personen an die vorgesehenen Manipulationen, sondern rechtzeitig auch an das entsprechende Umfeld (Geräusche, Gerüche, Helligkeit) gewöhnt werd</w:t>
            </w:r>
            <w:r>
              <w:rPr>
                <w:rStyle w:val="Ausfllhilfe"/>
              </w:rPr>
              <w:t>en.</w:t>
            </w:r>
          </w:p>
          <w:p w14:paraId="3B0DC44D" w14:textId="77777777" w:rsidR="00AA047D" w:rsidRDefault="0053644C">
            <w:pPr>
              <w:spacing w:after="0" w:line="320" w:lineRule="exact"/>
            </w:pPr>
            <w:r>
              <w:rPr>
                <w:rStyle w:val="Ausfllhilfe"/>
              </w:rPr>
              <w:t>Findet der Versuch in einem Stoffwechselkäfig statt, sollte das Tier bereits einige Tage vor Versuchsbeginn mehrmals für kurze Zeit in diesen gesetzt und so an die neue Situation gewöhnt werden.</w:t>
            </w:r>
          </w:p>
        </w:tc>
      </w:tr>
      <w:tr w:rsidR="00AA047D" w14:paraId="7704280F" w14:textId="77777777">
        <w:trPr>
          <w:trHeight w:hRule="exact" w:val="454"/>
        </w:trPr>
        <w:tc>
          <w:tcPr>
            <w:tcW w:w="778" w:type="dxa"/>
            <w:tcBorders>
              <w:bottom w:val="nil"/>
            </w:tcBorders>
            <w:vAlign w:val="center"/>
          </w:tcPr>
          <w:p w14:paraId="51FE1D9C" w14:textId="77777777" w:rsidR="00AA047D" w:rsidRDefault="0053644C">
            <w:pPr>
              <w:pStyle w:val="Funotentext"/>
              <w:spacing w:after="0" w:line="320" w:lineRule="exact"/>
              <w:jc w:val="both"/>
              <w:rPr>
                <w:b/>
              </w:rPr>
            </w:pPr>
            <w:r>
              <w:rPr>
                <w:b/>
              </w:rPr>
              <w:lastRenderedPageBreak/>
              <w:t>1.2.3</w:t>
            </w:r>
          </w:p>
        </w:tc>
        <w:tc>
          <w:tcPr>
            <w:tcW w:w="9174" w:type="dxa"/>
            <w:gridSpan w:val="14"/>
            <w:vAlign w:val="center"/>
          </w:tcPr>
          <w:p w14:paraId="1CC2C4CA" w14:textId="77777777" w:rsidR="00AA047D" w:rsidRDefault="0053644C">
            <w:pPr>
              <w:pStyle w:val="Funotentext"/>
              <w:spacing w:after="0" w:line="320" w:lineRule="exact"/>
              <w:rPr>
                <w:b/>
              </w:rPr>
            </w:pPr>
            <w:r>
              <w:rPr>
                <w:b/>
              </w:rPr>
              <w:t xml:space="preserve">Beschreibung des Hygienemanagements </w:t>
            </w:r>
            <w:r>
              <w:rPr>
                <w:b/>
                <w:i/>
                <w:color w:val="00B050"/>
              </w:rPr>
              <w:t>J)</w:t>
            </w:r>
            <w:r>
              <w:rPr>
                <w:b/>
                <w:i/>
                <w:color w:val="00B050"/>
                <w:sz w:val="18"/>
                <w:szCs w:val="18"/>
                <w:vertAlign w:val="superscript"/>
              </w:rPr>
              <w:t>siehe oben</w:t>
            </w:r>
          </w:p>
        </w:tc>
      </w:tr>
      <w:tr w:rsidR="00AA047D" w14:paraId="6293AEBC" w14:textId="77777777">
        <w:trPr>
          <w:trHeight w:val="105"/>
        </w:trPr>
        <w:tc>
          <w:tcPr>
            <w:tcW w:w="778" w:type="dxa"/>
            <w:tcBorders>
              <w:top w:val="nil"/>
              <w:bottom w:val="nil"/>
            </w:tcBorders>
          </w:tcPr>
          <w:p w14:paraId="7581CDDE" w14:textId="77777777" w:rsidR="00AA047D" w:rsidRDefault="00AA047D">
            <w:pPr>
              <w:pStyle w:val="Funotentext"/>
              <w:spacing w:after="0" w:line="320" w:lineRule="exact"/>
              <w:jc w:val="both"/>
              <w:rPr>
                <w:b/>
              </w:rPr>
            </w:pPr>
          </w:p>
        </w:tc>
        <w:tc>
          <w:tcPr>
            <w:tcW w:w="9174" w:type="dxa"/>
            <w:gridSpan w:val="14"/>
            <w:tcBorders>
              <w:bottom w:val="single" w:sz="4" w:space="0" w:color="auto"/>
            </w:tcBorders>
            <w:vAlign w:val="center"/>
          </w:tcPr>
          <w:p w14:paraId="0FC3B8C2" w14:textId="77777777" w:rsidR="00AA047D" w:rsidRDefault="0053644C">
            <w:pPr>
              <w:pStyle w:val="Funotentext"/>
              <w:spacing w:after="0" w:line="320" w:lineRule="exact"/>
            </w:pPr>
            <w:r>
              <w:t>Hygienestatus der Versuchstiere/der Tierhaltung:</w:t>
            </w:r>
          </w:p>
        </w:tc>
      </w:tr>
      <w:tr w:rsidR="00AA047D" w14:paraId="19581ECA" w14:textId="77777777">
        <w:trPr>
          <w:trHeight w:val="312"/>
        </w:trPr>
        <w:tc>
          <w:tcPr>
            <w:tcW w:w="778" w:type="dxa"/>
            <w:tcBorders>
              <w:top w:val="nil"/>
              <w:bottom w:val="nil"/>
            </w:tcBorders>
          </w:tcPr>
          <w:p w14:paraId="56A34E58"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52015CF6" w14:textId="77777777" w:rsidR="00AA047D" w:rsidRDefault="0053644C">
            <w:pPr>
              <w:pStyle w:val="Funotentext"/>
              <w:spacing w:after="0" w:line="320" w:lineRule="exact"/>
              <w:rPr>
                <w:b/>
                <w:sz w:val="16"/>
                <w:szCs w:val="16"/>
              </w:rPr>
            </w:pPr>
            <w:r>
              <w:rPr>
                <w:b/>
                <w:sz w:val="16"/>
                <w:szCs w:val="16"/>
              </w:rPr>
              <w:t>Erläuterungen:</w:t>
            </w:r>
          </w:p>
        </w:tc>
      </w:tr>
      <w:tr w:rsidR="00AA047D" w14:paraId="6E7FD7AB" w14:textId="77777777">
        <w:trPr>
          <w:trHeight w:val="397"/>
        </w:trPr>
        <w:tc>
          <w:tcPr>
            <w:tcW w:w="778" w:type="dxa"/>
            <w:tcBorders>
              <w:top w:val="nil"/>
              <w:bottom w:val="nil"/>
            </w:tcBorders>
          </w:tcPr>
          <w:p w14:paraId="64A1E18E" w14:textId="77777777" w:rsidR="00AA047D" w:rsidRDefault="00AA047D">
            <w:pPr>
              <w:pStyle w:val="Funotentext"/>
              <w:spacing w:after="0" w:line="320" w:lineRule="exact"/>
              <w:jc w:val="both"/>
              <w:rPr>
                <w:b/>
              </w:rPr>
            </w:pPr>
          </w:p>
        </w:tc>
        <w:tc>
          <w:tcPr>
            <w:tcW w:w="9174" w:type="dxa"/>
            <w:gridSpan w:val="14"/>
            <w:tcBorders>
              <w:top w:val="nil"/>
            </w:tcBorders>
            <w:vAlign w:val="center"/>
          </w:tcPr>
          <w:p w14:paraId="3156EAF0" w14:textId="77777777" w:rsidR="00AA047D" w:rsidRDefault="0053644C">
            <w:pPr>
              <w:spacing w:after="0" w:line="320" w:lineRule="exact"/>
              <w:rPr>
                <w:rStyle w:val="Ausfllhilfe"/>
              </w:rPr>
            </w:pPr>
            <w:r>
              <w:rPr>
                <w:rStyle w:val="Ausfllhilfe"/>
              </w:rPr>
              <w:t xml:space="preserve">Wie und wodurch gewährleisten Sie den gesundheitlichen Status ihrer Tiere? Bsp. Zugangsbeschränkungen zu Haltungsräumen, </w:t>
            </w:r>
            <w:r>
              <w:rPr>
                <w:rStyle w:val="Ausfllhilfe"/>
              </w:rPr>
              <w:t>Schutzbekleidung, steriles Arbeiten, sterile Werkbank, autoklaviertes Futter oder Einstreu, aufbereitetes Trinkwasser, etc.</w:t>
            </w:r>
          </w:p>
        </w:tc>
      </w:tr>
      <w:tr w:rsidR="00AA047D" w14:paraId="6ACA3F4E" w14:textId="77777777">
        <w:trPr>
          <w:trHeight w:val="117"/>
        </w:trPr>
        <w:tc>
          <w:tcPr>
            <w:tcW w:w="778" w:type="dxa"/>
            <w:tcBorders>
              <w:top w:val="nil"/>
              <w:bottom w:val="nil"/>
            </w:tcBorders>
          </w:tcPr>
          <w:p w14:paraId="3981BD33" w14:textId="77777777" w:rsidR="00AA047D" w:rsidRDefault="00AA047D">
            <w:pPr>
              <w:pStyle w:val="Funotentext"/>
              <w:spacing w:after="0" w:line="320" w:lineRule="exact"/>
              <w:jc w:val="both"/>
              <w:rPr>
                <w:b/>
              </w:rPr>
            </w:pPr>
          </w:p>
        </w:tc>
        <w:tc>
          <w:tcPr>
            <w:tcW w:w="9174" w:type="dxa"/>
            <w:gridSpan w:val="14"/>
            <w:tcBorders>
              <w:bottom w:val="single" w:sz="4" w:space="0" w:color="auto"/>
            </w:tcBorders>
            <w:vAlign w:val="center"/>
          </w:tcPr>
          <w:p w14:paraId="41440D97" w14:textId="77777777" w:rsidR="00AA047D" w:rsidRDefault="0053644C">
            <w:pPr>
              <w:pStyle w:val="Funotentext"/>
              <w:spacing w:after="0" w:line="320" w:lineRule="exact"/>
            </w:pPr>
            <w:r>
              <w:t>Hygienemonitoring:</w:t>
            </w:r>
          </w:p>
        </w:tc>
      </w:tr>
      <w:tr w:rsidR="00AA047D" w14:paraId="5770BD73" w14:textId="77777777">
        <w:trPr>
          <w:trHeight w:val="312"/>
        </w:trPr>
        <w:tc>
          <w:tcPr>
            <w:tcW w:w="778" w:type="dxa"/>
            <w:tcBorders>
              <w:top w:val="nil"/>
              <w:bottom w:val="nil"/>
            </w:tcBorders>
          </w:tcPr>
          <w:p w14:paraId="6BEB914A"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4731AAC2" w14:textId="77777777" w:rsidR="00AA047D" w:rsidRDefault="0053644C">
            <w:pPr>
              <w:pStyle w:val="Funotentext"/>
              <w:spacing w:after="0" w:line="320" w:lineRule="exact"/>
              <w:rPr>
                <w:b/>
                <w:sz w:val="16"/>
                <w:szCs w:val="16"/>
              </w:rPr>
            </w:pPr>
            <w:r>
              <w:rPr>
                <w:b/>
                <w:sz w:val="16"/>
                <w:szCs w:val="16"/>
              </w:rPr>
              <w:t>Erläuterungen:</w:t>
            </w:r>
          </w:p>
        </w:tc>
      </w:tr>
      <w:tr w:rsidR="00AA047D" w14:paraId="268A3425" w14:textId="77777777">
        <w:trPr>
          <w:trHeight w:val="317"/>
        </w:trPr>
        <w:tc>
          <w:tcPr>
            <w:tcW w:w="778" w:type="dxa"/>
            <w:tcBorders>
              <w:top w:val="nil"/>
              <w:bottom w:val="nil"/>
            </w:tcBorders>
          </w:tcPr>
          <w:p w14:paraId="1B20D0FA" w14:textId="77777777" w:rsidR="00AA047D" w:rsidRDefault="00AA047D">
            <w:pPr>
              <w:pStyle w:val="Funotentext"/>
              <w:spacing w:after="0" w:line="320" w:lineRule="exact"/>
              <w:jc w:val="both"/>
              <w:rPr>
                <w:b/>
              </w:rPr>
            </w:pPr>
          </w:p>
        </w:tc>
        <w:tc>
          <w:tcPr>
            <w:tcW w:w="9174" w:type="dxa"/>
            <w:gridSpan w:val="14"/>
            <w:tcBorders>
              <w:top w:val="nil"/>
            </w:tcBorders>
            <w:vAlign w:val="center"/>
          </w:tcPr>
          <w:p w14:paraId="54FDC562" w14:textId="77777777" w:rsidR="00AA047D" w:rsidRDefault="0053644C">
            <w:pPr>
              <w:spacing w:after="0" w:line="320" w:lineRule="exact"/>
              <w:rPr>
                <w:rStyle w:val="Ausfllhilfe"/>
              </w:rPr>
            </w:pPr>
            <w:r>
              <w:rPr>
                <w:rStyle w:val="Ausfllhilfe"/>
              </w:rPr>
              <w:t>In welchen Intervallen werden welche Untersuchungen durchgeführt?  Welche Untersuchungsmethode, welche Sentinel-Methode wird gewählt? Erfolgt eine Hygieneüberwachung nach den FELASA-Richtlinien?</w:t>
            </w:r>
          </w:p>
        </w:tc>
      </w:tr>
      <w:tr w:rsidR="00AA047D" w14:paraId="7DEA7D5A" w14:textId="77777777">
        <w:trPr>
          <w:trHeight w:val="90"/>
        </w:trPr>
        <w:tc>
          <w:tcPr>
            <w:tcW w:w="778" w:type="dxa"/>
            <w:tcBorders>
              <w:top w:val="nil"/>
              <w:bottom w:val="nil"/>
            </w:tcBorders>
            <w:vAlign w:val="bottom"/>
          </w:tcPr>
          <w:p w14:paraId="1EFF265E" w14:textId="77777777" w:rsidR="00AA047D" w:rsidRDefault="00AA047D">
            <w:pPr>
              <w:pStyle w:val="Funotentext"/>
              <w:spacing w:after="0" w:line="320" w:lineRule="exact"/>
              <w:jc w:val="both"/>
              <w:rPr>
                <w:b/>
              </w:rPr>
            </w:pPr>
          </w:p>
        </w:tc>
        <w:tc>
          <w:tcPr>
            <w:tcW w:w="9174" w:type="dxa"/>
            <w:gridSpan w:val="14"/>
            <w:vAlign w:val="center"/>
          </w:tcPr>
          <w:p w14:paraId="3D6F9D18" w14:textId="77777777" w:rsidR="00AA047D" w:rsidRDefault="0053644C">
            <w:pPr>
              <w:pStyle w:val="Default"/>
              <w:spacing w:after="0" w:line="320" w:lineRule="exact"/>
              <w:rPr>
                <w:rFonts w:ascii="Arial" w:hAnsi="Arial" w:cs="Arial"/>
                <w:sz w:val="20"/>
                <w:szCs w:val="20"/>
              </w:rPr>
            </w:pPr>
            <w:r>
              <w:rPr>
                <w:rFonts w:ascii="Arial" w:hAnsi="Arial" w:cs="Arial"/>
                <w:sz w:val="20"/>
                <w:szCs w:val="20"/>
              </w:rPr>
              <w:t>Wurden in dem Tierhaltungsbereich aktuell Organismen nachge</w:t>
            </w:r>
            <w:r>
              <w:rPr>
                <w:rFonts w:ascii="Arial" w:hAnsi="Arial" w:cs="Arial"/>
                <w:sz w:val="20"/>
                <w:szCs w:val="20"/>
              </w:rPr>
              <w:t>wiesen, die gemäß Hygienemanagement nicht vorhanden sein sollen?</w:t>
            </w:r>
          </w:p>
        </w:tc>
      </w:tr>
      <w:tr w:rsidR="00AA047D" w14:paraId="3C8E428D" w14:textId="77777777">
        <w:trPr>
          <w:trHeight w:val="303"/>
        </w:trPr>
        <w:tc>
          <w:tcPr>
            <w:tcW w:w="778" w:type="dxa"/>
            <w:tcBorders>
              <w:top w:val="nil"/>
              <w:bottom w:val="nil"/>
            </w:tcBorders>
            <w:vAlign w:val="center"/>
          </w:tcPr>
          <w:p w14:paraId="27D7EB85" w14:textId="77777777" w:rsidR="00AA047D" w:rsidRDefault="00AA047D">
            <w:pPr>
              <w:pStyle w:val="Funotentext"/>
              <w:spacing w:after="0" w:line="320" w:lineRule="exact"/>
              <w:jc w:val="both"/>
              <w:rPr>
                <w:b/>
              </w:rPr>
            </w:pPr>
          </w:p>
        </w:tc>
        <w:tc>
          <w:tcPr>
            <w:tcW w:w="842" w:type="dxa"/>
            <w:gridSpan w:val="5"/>
            <w:vAlign w:val="center"/>
          </w:tcPr>
          <w:p w14:paraId="217310AE" w14:textId="77777777" w:rsidR="00AA047D" w:rsidRDefault="0053644C">
            <w:pPr>
              <w:pStyle w:val="Default"/>
              <w:spacing w:after="0" w:line="320" w:lineRule="exact"/>
              <w:rPr>
                <w:rFonts w:ascii="Arial" w:hAnsi="Arial" w:cs="Arial"/>
                <w:sz w:val="20"/>
                <w:szCs w:val="20"/>
              </w:rPr>
            </w:pPr>
            <w:r>
              <w:rPr>
                <w:sz w:val="20"/>
                <w:szCs w:val="20"/>
              </w:rPr>
              <w:fldChar w:fldCharType="begin">
                <w:ffData>
                  <w:name w:val="Kontrollkästchen10"/>
                  <w:enabled/>
                  <w:calcOnExit w:val="0"/>
                  <w:checkBox>
                    <w:sizeAuto/>
                    <w:default w:val="0"/>
                  </w:checkBox>
                </w:ffData>
              </w:fldChar>
            </w:r>
            <w:r>
              <w:rPr>
                <w:sz w:val="20"/>
                <w:szCs w:val="20"/>
              </w:rPr>
              <w:instrText xml:space="preserve"> FORMCHECKBOX </w:instrText>
            </w:r>
            <w:r>
              <w:rPr>
                <w:sz w:val="20"/>
                <w:szCs w:val="20"/>
              </w:rPr>
            </w:r>
            <w:r>
              <w:rPr>
                <w:sz w:val="20"/>
                <w:szCs w:val="20"/>
              </w:rPr>
              <w:fldChar w:fldCharType="separate"/>
            </w:r>
            <w:r>
              <w:rPr>
                <w:sz w:val="20"/>
                <w:szCs w:val="20"/>
              </w:rPr>
              <w:fldChar w:fldCharType="end"/>
            </w:r>
            <w:r>
              <w:rPr>
                <w:rFonts w:ascii="Arial" w:hAnsi="Arial" w:cs="Arial"/>
                <w:sz w:val="20"/>
                <w:szCs w:val="20"/>
              </w:rPr>
              <w:t>Ja</w:t>
            </w:r>
          </w:p>
        </w:tc>
        <w:tc>
          <w:tcPr>
            <w:tcW w:w="994" w:type="dxa"/>
            <w:gridSpan w:val="2"/>
            <w:vAlign w:val="center"/>
          </w:tcPr>
          <w:p w14:paraId="5653A200" w14:textId="77777777" w:rsidR="00AA047D" w:rsidRDefault="0053644C">
            <w:pPr>
              <w:pStyle w:val="Default"/>
              <w:spacing w:after="0" w:line="320" w:lineRule="exact"/>
              <w:rPr>
                <w:rFonts w:ascii="Arial" w:hAnsi="Arial" w:cs="Arial"/>
                <w:sz w:val="20"/>
                <w:szCs w:val="20"/>
              </w:rPr>
            </w:pPr>
            <w:r>
              <w:rPr>
                <w:sz w:val="20"/>
                <w:szCs w:val="20"/>
              </w:rPr>
              <w:fldChar w:fldCharType="begin">
                <w:ffData>
                  <w:name w:val="Kontrollkästchen10"/>
                  <w:enabled/>
                  <w:calcOnExit w:val="0"/>
                  <w:checkBox>
                    <w:sizeAuto/>
                    <w:default w:val="0"/>
                  </w:checkBox>
                </w:ffData>
              </w:fldChar>
            </w:r>
            <w:r>
              <w:rPr>
                <w:sz w:val="20"/>
                <w:szCs w:val="20"/>
              </w:rPr>
              <w:instrText xml:space="preserve"> FORMCHECKBOX </w:instrText>
            </w:r>
            <w:r>
              <w:rPr>
                <w:sz w:val="20"/>
                <w:szCs w:val="20"/>
              </w:rPr>
            </w:r>
            <w:r>
              <w:rPr>
                <w:sz w:val="20"/>
                <w:szCs w:val="20"/>
              </w:rPr>
              <w:fldChar w:fldCharType="separate"/>
            </w:r>
            <w:r>
              <w:rPr>
                <w:sz w:val="20"/>
                <w:szCs w:val="20"/>
              </w:rPr>
              <w:fldChar w:fldCharType="end"/>
            </w:r>
            <w:r>
              <w:rPr>
                <w:rFonts w:ascii="Arial" w:hAnsi="Arial" w:cs="Arial"/>
                <w:sz w:val="20"/>
                <w:szCs w:val="20"/>
              </w:rPr>
              <w:t>Nein</w:t>
            </w:r>
          </w:p>
        </w:tc>
        <w:tc>
          <w:tcPr>
            <w:tcW w:w="7338" w:type="dxa"/>
            <w:gridSpan w:val="7"/>
            <w:vAlign w:val="center"/>
          </w:tcPr>
          <w:p w14:paraId="617ABC14" w14:textId="77777777" w:rsidR="00AA047D" w:rsidRDefault="0053644C">
            <w:pPr>
              <w:pStyle w:val="Default"/>
              <w:spacing w:after="0" w:line="320" w:lineRule="exact"/>
              <w:rPr>
                <w:rFonts w:ascii="Arial" w:hAnsi="Arial" w:cs="Arial"/>
                <w:sz w:val="20"/>
                <w:szCs w:val="20"/>
              </w:rPr>
            </w:pPr>
            <w:r>
              <w:rPr>
                <w:sz w:val="20"/>
                <w:szCs w:val="20"/>
              </w:rPr>
              <w:fldChar w:fldCharType="begin">
                <w:ffData>
                  <w:name w:val="Kontrollkästchen10"/>
                  <w:enabled/>
                  <w:calcOnExit w:val="0"/>
                  <w:checkBox>
                    <w:sizeAuto/>
                    <w:default w:val="0"/>
                  </w:checkBox>
                </w:ffData>
              </w:fldChar>
            </w:r>
            <w:r>
              <w:rPr>
                <w:sz w:val="20"/>
                <w:szCs w:val="20"/>
              </w:rPr>
              <w:instrText xml:space="preserve"> FORMCHECKBOX </w:instrText>
            </w:r>
            <w:r>
              <w:rPr>
                <w:sz w:val="20"/>
                <w:szCs w:val="20"/>
              </w:rPr>
            </w:r>
            <w:r>
              <w:rPr>
                <w:sz w:val="20"/>
                <w:szCs w:val="20"/>
              </w:rPr>
              <w:fldChar w:fldCharType="separate"/>
            </w:r>
            <w:r>
              <w:rPr>
                <w:sz w:val="20"/>
                <w:szCs w:val="20"/>
              </w:rPr>
              <w:fldChar w:fldCharType="end"/>
            </w:r>
            <w:r>
              <w:rPr>
                <w:rFonts w:ascii="Arial" w:hAnsi="Arial" w:cs="Arial"/>
                <w:sz w:val="20"/>
                <w:szCs w:val="20"/>
              </w:rPr>
              <w:t xml:space="preserve">wurde nicht untersucht </w:t>
            </w:r>
            <w:r>
              <w:rPr>
                <w:rFonts w:ascii="Arial" w:hAnsi="Arial" w:cs="Arial"/>
                <w:sz w:val="16"/>
                <w:szCs w:val="16"/>
              </w:rPr>
              <w:t>(bitte begründen)</w:t>
            </w:r>
          </w:p>
        </w:tc>
      </w:tr>
      <w:tr w:rsidR="00AA047D" w14:paraId="088AD93C" w14:textId="77777777">
        <w:trPr>
          <w:trHeight w:val="1097"/>
        </w:trPr>
        <w:tc>
          <w:tcPr>
            <w:tcW w:w="778" w:type="dxa"/>
            <w:tcBorders>
              <w:top w:val="nil"/>
              <w:bottom w:val="nil"/>
            </w:tcBorders>
            <w:vAlign w:val="center"/>
          </w:tcPr>
          <w:p w14:paraId="389BFBA8" w14:textId="77777777" w:rsidR="00AA047D" w:rsidRDefault="00AA047D">
            <w:pPr>
              <w:pStyle w:val="Funotentext"/>
              <w:spacing w:after="0" w:line="320" w:lineRule="exact"/>
              <w:jc w:val="both"/>
              <w:rPr>
                <w:b/>
              </w:rPr>
            </w:pPr>
          </w:p>
        </w:tc>
        <w:tc>
          <w:tcPr>
            <w:tcW w:w="9174" w:type="dxa"/>
            <w:gridSpan w:val="14"/>
            <w:tcBorders>
              <w:bottom w:val="single" w:sz="4" w:space="0" w:color="auto"/>
            </w:tcBorders>
            <w:vAlign w:val="center"/>
          </w:tcPr>
          <w:p w14:paraId="53122D1A" w14:textId="77777777" w:rsidR="00AA047D" w:rsidRDefault="0053644C">
            <w:pPr>
              <w:pStyle w:val="Default"/>
              <w:spacing w:after="0" w:line="320" w:lineRule="exact"/>
              <w:jc w:val="both"/>
              <w:rPr>
                <w:rFonts w:ascii="Arial" w:hAnsi="Arial" w:cs="Arial"/>
                <w:sz w:val="20"/>
                <w:szCs w:val="20"/>
              </w:rPr>
            </w:pPr>
            <w:r>
              <w:rPr>
                <w:rFonts w:ascii="Arial" w:hAnsi="Arial" w:cs="Arial"/>
                <w:sz w:val="20"/>
                <w:szCs w:val="20"/>
              </w:rPr>
              <w:t xml:space="preserve">Wenn </w:t>
            </w:r>
            <w:r>
              <w:rPr>
                <w:rFonts w:ascii="Arial" w:hAnsi="Arial" w:cs="Arial"/>
                <w:b/>
                <w:sz w:val="20"/>
                <w:szCs w:val="20"/>
              </w:rPr>
              <w:t>Ja</w:t>
            </w:r>
            <w:r>
              <w:rPr>
                <w:rFonts w:ascii="Arial" w:hAnsi="Arial" w:cs="Arial"/>
                <w:sz w:val="20"/>
                <w:szCs w:val="20"/>
              </w:rPr>
              <w:t>: Um welche Keime handelt es sich?</w:t>
            </w:r>
            <w:r>
              <w:rPr>
                <w:rFonts w:ascii="Arial" w:hAnsi="Arial" w:cs="Arial"/>
                <w:sz w:val="20"/>
                <w:szCs w:val="20"/>
              </w:rPr>
              <w:fldChar w:fldCharType="begin">
                <w:ffData>
                  <w:name w:val="Text175"/>
                  <w:enabled/>
                  <w:calcOnExit w:val="0"/>
                  <w:textInput/>
                </w:ffData>
              </w:fldChar>
            </w:r>
            <w:bookmarkStart w:id="17" w:name="Text17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7"/>
          </w:p>
          <w:p w14:paraId="7B592CD0" w14:textId="77777777" w:rsidR="00AA047D" w:rsidRDefault="0053644C">
            <w:pPr>
              <w:pStyle w:val="Default"/>
              <w:spacing w:after="0" w:line="320" w:lineRule="exact"/>
              <w:jc w:val="both"/>
              <w:rPr>
                <w:rFonts w:ascii="Arial" w:hAnsi="Arial" w:cs="Arial"/>
                <w:sz w:val="20"/>
                <w:szCs w:val="20"/>
              </w:rPr>
            </w:pPr>
            <w:r>
              <w:rPr>
                <w:rFonts w:ascii="Arial" w:hAnsi="Arial" w:cs="Arial"/>
                <w:sz w:val="20"/>
                <w:szCs w:val="20"/>
              </w:rPr>
              <w:t>Inwieweit ist bekannt, ob diese die Versuchsergebnisse beeinflussen können?</w:t>
            </w:r>
            <w:r>
              <w:rPr>
                <w:rFonts w:ascii="Arial" w:hAnsi="Arial" w:cs="Arial"/>
                <w:sz w:val="20"/>
                <w:szCs w:val="20"/>
              </w:rPr>
              <w:fldChar w:fldCharType="begin">
                <w:ffData>
                  <w:name w:val="Text176"/>
                  <w:enabled/>
                  <w:calcOnExit w:val="0"/>
                  <w:textInput/>
                </w:ffData>
              </w:fldChar>
            </w:r>
            <w:bookmarkStart w:id="18" w:name="Text17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8"/>
          </w:p>
          <w:p w14:paraId="271916C2" w14:textId="77777777" w:rsidR="00AA047D" w:rsidRDefault="0053644C">
            <w:pPr>
              <w:pStyle w:val="Default"/>
              <w:spacing w:after="0" w:line="320" w:lineRule="exact"/>
              <w:jc w:val="both"/>
              <w:rPr>
                <w:rFonts w:ascii="Arial" w:hAnsi="Arial" w:cs="Arial"/>
                <w:sz w:val="20"/>
                <w:szCs w:val="20"/>
              </w:rPr>
            </w:pPr>
            <w:r>
              <w:rPr>
                <w:rFonts w:ascii="Arial" w:hAnsi="Arial" w:cs="Arial"/>
                <w:sz w:val="20"/>
                <w:szCs w:val="20"/>
              </w:rPr>
              <w:t xml:space="preserve">Welche Maßnahmen werden ergriffen, um </w:t>
            </w:r>
            <w:r>
              <w:rPr>
                <w:rFonts w:ascii="Arial" w:hAnsi="Arial" w:cs="Arial"/>
                <w:sz w:val="20"/>
                <w:szCs w:val="20"/>
              </w:rPr>
              <w:t>eine Infektion der Tiere für das beantragte Versuchsvorhaben mit den oben genannten Keimen zu verhindern?</w:t>
            </w:r>
            <w:r>
              <w:rPr>
                <w:rFonts w:ascii="Arial" w:hAnsi="Arial" w:cs="Arial"/>
                <w:sz w:val="20"/>
                <w:szCs w:val="20"/>
              </w:rPr>
              <w:fldChar w:fldCharType="begin">
                <w:ffData>
                  <w:name w:val="Text177"/>
                  <w:enabled/>
                  <w:calcOnExit w:val="0"/>
                  <w:textInput/>
                </w:ffData>
              </w:fldChar>
            </w:r>
            <w:bookmarkStart w:id="19" w:name="Text17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9"/>
          </w:p>
        </w:tc>
      </w:tr>
      <w:tr w:rsidR="00AA047D" w14:paraId="04BEA8F5" w14:textId="77777777">
        <w:trPr>
          <w:cantSplit/>
          <w:trHeight w:hRule="exact" w:val="312"/>
        </w:trPr>
        <w:tc>
          <w:tcPr>
            <w:tcW w:w="778" w:type="dxa"/>
            <w:tcBorders>
              <w:top w:val="nil"/>
              <w:bottom w:val="nil"/>
            </w:tcBorders>
          </w:tcPr>
          <w:p w14:paraId="51BC9495"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4A9D0466" w14:textId="77777777" w:rsidR="00AA047D" w:rsidRDefault="0053644C">
            <w:pPr>
              <w:pStyle w:val="Funotentext"/>
              <w:spacing w:after="0" w:line="320" w:lineRule="exact"/>
              <w:rPr>
                <w:b/>
                <w:sz w:val="16"/>
                <w:szCs w:val="16"/>
              </w:rPr>
            </w:pPr>
            <w:r>
              <w:rPr>
                <w:b/>
                <w:sz w:val="16"/>
                <w:szCs w:val="16"/>
              </w:rPr>
              <w:t>Erläuterungen:</w:t>
            </w:r>
          </w:p>
        </w:tc>
      </w:tr>
      <w:tr w:rsidR="00AA047D" w14:paraId="095F96F1" w14:textId="77777777">
        <w:trPr>
          <w:trHeight w:val="454"/>
        </w:trPr>
        <w:tc>
          <w:tcPr>
            <w:tcW w:w="778" w:type="dxa"/>
            <w:tcBorders>
              <w:top w:val="nil"/>
              <w:bottom w:val="nil"/>
            </w:tcBorders>
          </w:tcPr>
          <w:p w14:paraId="216461B3" w14:textId="77777777" w:rsidR="00AA047D" w:rsidRDefault="00AA047D">
            <w:pPr>
              <w:pStyle w:val="Funotentext"/>
              <w:spacing w:after="0" w:line="320" w:lineRule="exact"/>
              <w:jc w:val="both"/>
            </w:pPr>
          </w:p>
        </w:tc>
        <w:tc>
          <w:tcPr>
            <w:tcW w:w="9174" w:type="dxa"/>
            <w:gridSpan w:val="14"/>
            <w:tcBorders>
              <w:top w:val="nil"/>
              <w:bottom w:val="nil"/>
            </w:tcBorders>
          </w:tcPr>
          <w:p w14:paraId="2304C754" w14:textId="77777777" w:rsidR="00AA047D" w:rsidRDefault="0053644C">
            <w:pPr>
              <w:spacing w:after="0" w:line="320" w:lineRule="exact"/>
              <w:rPr>
                <w:rStyle w:val="Ausfllhilfe"/>
              </w:rPr>
            </w:pPr>
            <w:r>
              <w:rPr>
                <w:rStyle w:val="Ausfllhilfe"/>
              </w:rPr>
              <w:t xml:space="preserve">Im Falle des Nachweises von Organismen, die </w:t>
            </w:r>
            <w:r>
              <w:rPr>
                <w:rStyle w:val="Ausfllhilfe"/>
              </w:rPr>
              <w:t>gemäß Hygienemanagement nicht vorhanden sein sollen, ist darzulegen, ob und wie diese das Versuchsergebnis beeinflussen könnten und welche Maßnahmen ergriffen werden, um eine Beeinflussung zu verhindern.</w:t>
            </w:r>
          </w:p>
        </w:tc>
      </w:tr>
      <w:tr w:rsidR="00AA047D" w14:paraId="3C8BB9D5" w14:textId="77777777">
        <w:trPr>
          <w:trHeight w:val="454"/>
        </w:trPr>
        <w:tc>
          <w:tcPr>
            <w:tcW w:w="778" w:type="dxa"/>
            <w:tcBorders>
              <w:top w:val="nil"/>
              <w:bottom w:val="single" w:sz="4" w:space="0" w:color="auto"/>
            </w:tcBorders>
          </w:tcPr>
          <w:p w14:paraId="332E6295" w14:textId="77777777" w:rsidR="00AA047D" w:rsidRDefault="00AA047D">
            <w:pPr>
              <w:pStyle w:val="Funotentext"/>
              <w:spacing w:after="0" w:line="320" w:lineRule="exact"/>
              <w:jc w:val="both"/>
            </w:pPr>
          </w:p>
        </w:tc>
        <w:tc>
          <w:tcPr>
            <w:tcW w:w="9174" w:type="dxa"/>
            <w:gridSpan w:val="14"/>
            <w:tcBorders>
              <w:top w:val="nil"/>
              <w:bottom w:val="single" w:sz="4" w:space="0" w:color="auto"/>
            </w:tcBorders>
          </w:tcPr>
          <w:p w14:paraId="1588CF77" w14:textId="77777777" w:rsidR="00AA047D" w:rsidRDefault="0053644C">
            <w:pPr>
              <w:spacing w:after="0" w:line="320" w:lineRule="exact"/>
              <w:rPr>
                <w:rStyle w:val="Ausfllhilfe"/>
              </w:rPr>
            </w:pPr>
            <w:r>
              <w:rPr>
                <w:rStyle w:val="Ausfllhilfe"/>
              </w:rPr>
              <w:t xml:space="preserve">Sofern ein grundsätzliches </w:t>
            </w:r>
            <w:r>
              <w:rPr>
                <w:rStyle w:val="Ausfllhilfe"/>
              </w:rPr>
              <w:t>versuchsspezifisches Hygienemanagement in Bezug auf den Hygienestatus der Versuchstiere und/oder ihrer Haltung erforderlich ist, z.B. im Rahmen von Versuchen mit denen eine immunlogische Fragestellung beantwortet werden soll, etc., ist dieses über die Anga</w:t>
            </w:r>
            <w:r>
              <w:rPr>
                <w:rStyle w:val="Ausfllhilfe"/>
              </w:rPr>
              <w:t>ben gemäß der Erlaubnis nach § 11 Abs. 1 Nr. 1 TierSchG hinaus, konkret im Antrag begründend darzustellen.</w:t>
            </w:r>
          </w:p>
        </w:tc>
      </w:tr>
      <w:tr w:rsidR="00AA047D" w14:paraId="0F487912" w14:textId="77777777">
        <w:trPr>
          <w:cantSplit/>
          <w:trHeight w:val="1091"/>
        </w:trPr>
        <w:tc>
          <w:tcPr>
            <w:tcW w:w="778" w:type="dxa"/>
            <w:tcBorders>
              <w:bottom w:val="nil"/>
            </w:tcBorders>
          </w:tcPr>
          <w:p w14:paraId="576503A8" w14:textId="77777777" w:rsidR="00AA047D" w:rsidRDefault="0053644C">
            <w:pPr>
              <w:pStyle w:val="Funotentext"/>
              <w:spacing w:after="0" w:line="320" w:lineRule="exact"/>
              <w:jc w:val="both"/>
              <w:rPr>
                <w:b/>
              </w:rPr>
            </w:pPr>
            <w:r>
              <w:rPr>
                <w:b/>
              </w:rPr>
              <w:t>1.2.4</w:t>
            </w:r>
          </w:p>
        </w:tc>
        <w:tc>
          <w:tcPr>
            <w:tcW w:w="9174" w:type="dxa"/>
            <w:gridSpan w:val="14"/>
            <w:tcBorders>
              <w:top w:val="single" w:sz="4" w:space="0" w:color="auto"/>
              <w:bottom w:val="single" w:sz="4" w:space="0" w:color="auto"/>
            </w:tcBorders>
          </w:tcPr>
          <w:p w14:paraId="594A37B8" w14:textId="77777777" w:rsidR="00AA047D" w:rsidRDefault="0053644C">
            <w:pPr>
              <w:pStyle w:val="Funotentext"/>
              <w:spacing w:after="0" w:line="320" w:lineRule="exact"/>
              <w:jc w:val="both"/>
              <w:rPr>
                <w:b/>
              </w:rPr>
            </w:pPr>
            <w:r>
              <w:rPr>
                <w:b/>
              </w:rPr>
              <w:t xml:space="preserve">Beschreibung der praktischen Durchführung aller Eingriffe und Behandlungen bezogen auf die jeweilige Versuchsgruppe in ihrer Art und </w:t>
            </w:r>
            <w:r>
              <w:rPr>
                <w:b/>
              </w:rPr>
              <w:t>Dauer und Berücksichtigung des Betäubungsverfahrens</w:t>
            </w:r>
            <w:bookmarkStart w:id="20" w:name="_Ref199565499"/>
            <w:r>
              <w:rPr>
                <w:b/>
              </w:rPr>
              <w:t xml:space="preserve">; detaillierte Darstellung sämtlicher Maßnahmen mit zeitlichem Verlauf (§ 17 i. V. m.   § 31 Abs. 1 Satz 2 Nr. 1d TierSchVersV) </w:t>
            </w:r>
            <w:r>
              <w:rPr>
                <w:rStyle w:val="Endnotenzeichen"/>
                <w:b/>
                <w:i/>
                <w:color w:val="00B050"/>
                <w:vertAlign w:val="baseline"/>
              </w:rPr>
              <w:endnoteReference w:id="12"/>
            </w:r>
            <w:bookmarkEnd w:id="20"/>
            <w:r>
              <w:rPr>
                <w:b/>
                <w:i/>
                <w:color w:val="00B050"/>
              </w:rPr>
              <w:t>)</w:t>
            </w:r>
          </w:p>
        </w:tc>
      </w:tr>
      <w:tr w:rsidR="00AA047D" w14:paraId="59FDA90F" w14:textId="77777777">
        <w:trPr>
          <w:cantSplit/>
          <w:trHeight w:hRule="exact" w:val="312"/>
        </w:trPr>
        <w:tc>
          <w:tcPr>
            <w:tcW w:w="778" w:type="dxa"/>
            <w:tcBorders>
              <w:top w:val="nil"/>
              <w:bottom w:val="nil"/>
            </w:tcBorders>
          </w:tcPr>
          <w:p w14:paraId="6A59583D"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009B1EEA" w14:textId="77777777" w:rsidR="00AA047D" w:rsidRDefault="0053644C">
            <w:pPr>
              <w:pStyle w:val="Funotentext"/>
              <w:spacing w:after="0" w:line="320" w:lineRule="exact"/>
              <w:rPr>
                <w:b/>
                <w:sz w:val="16"/>
                <w:szCs w:val="16"/>
              </w:rPr>
            </w:pPr>
            <w:r>
              <w:rPr>
                <w:b/>
                <w:sz w:val="16"/>
                <w:szCs w:val="16"/>
              </w:rPr>
              <w:t>Erläuterungen:</w:t>
            </w:r>
          </w:p>
        </w:tc>
      </w:tr>
      <w:tr w:rsidR="00AA047D" w14:paraId="4DBC9308" w14:textId="77777777">
        <w:trPr>
          <w:trHeight w:val="454"/>
        </w:trPr>
        <w:tc>
          <w:tcPr>
            <w:tcW w:w="778" w:type="dxa"/>
            <w:tcBorders>
              <w:top w:val="nil"/>
              <w:bottom w:val="nil"/>
            </w:tcBorders>
          </w:tcPr>
          <w:p w14:paraId="734B8B2D" w14:textId="77777777" w:rsidR="00AA047D" w:rsidRDefault="00AA047D">
            <w:pPr>
              <w:pStyle w:val="Funotentext"/>
              <w:spacing w:after="0" w:line="320" w:lineRule="exact"/>
              <w:jc w:val="both"/>
            </w:pPr>
          </w:p>
        </w:tc>
        <w:tc>
          <w:tcPr>
            <w:tcW w:w="9174" w:type="dxa"/>
            <w:gridSpan w:val="14"/>
            <w:tcBorders>
              <w:top w:val="nil"/>
              <w:bottom w:val="nil"/>
            </w:tcBorders>
          </w:tcPr>
          <w:p w14:paraId="342723C7" w14:textId="77777777" w:rsidR="00AA047D" w:rsidRDefault="0053644C">
            <w:pPr>
              <w:spacing w:after="0" w:line="320" w:lineRule="exact"/>
              <w:rPr>
                <w:rStyle w:val="Ausfllhilfe"/>
              </w:rPr>
            </w:pPr>
            <w:r>
              <w:rPr>
                <w:rStyle w:val="Ausfllhilfe"/>
              </w:rPr>
              <w:t xml:space="preserve">In diesem Abschnitt soll das eigentliche </w:t>
            </w:r>
            <w:r>
              <w:rPr>
                <w:rStyle w:val="Ausfllhilfe"/>
              </w:rPr>
              <w:t>Experiment allgemeinverständlich und übersichtlich beschrieben werden. Bitte legen Sie dar, welche Gruppen welchen Eingriffen und Behandlungen unterzogen werden sollen. Der zeitliche Ablauf des Versuchs sollte zum besseren Verständnis anhand eines Zeitstra</w:t>
            </w:r>
            <w:r>
              <w:rPr>
                <w:rStyle w:val="Ausfllhilfe"/>
              </w:rPr>
              <w:t>hls verdeutlicht werden, auf dem die Anzahl und die Zeitpunkte der Eingriffe und Behandlungen (auch der Kontrollgruppen) ebenso in ihrer Wiederholung und dem zeitlichen Abstand zueinander dargestellt werden. Ggf. sind auch Fließschemata oder Schaubilder hi</w:t>
            </w:r>
            <w:r>
              <w:rPr>
                <w:rStyle w:val="Ausfllhilfe"/>
              </w:rPr>
              <w:t>lfreich. Alle unter 1.1.5.2. (Versuchs- und Kontrollgruppen) genannten Versuchsteile und Gruppen müssen hier wieder zu finden sein.</w:t>
            </w:r>
          </w:p>
          <w:p w14:paraId="5C944875" w14:textId="77777777" w:rsidR="00AA047D" w:rsidRDefault="0053644C">
            <w:pPr>
              <w:spacing w:after="0" w:line="320" w:lineRule="exact"/>
              <w:rPr>
                <w:rStyle w:val="Ausfllhilfe"/>
              </w:rPr>
            </w:pPr>
            <w:r>
              <w:rPr>
                <w:rStyle w:val="Ausfllhilfe"/>
              </w:rPr>
              <w:t xml:space="preserve">Es muss klarwerden, was, wann, wie oft mit welchem Tier passiert und in welcher Reihenfolge. </w:t>
            </w:r>
          </w:p>
          <w:p w14:paraId="3FAC8F10" w14:textId="77777777" w:rsidR="00AA047D" w:rsidRDefault="0053644C">
            <w:pPr>
              <w:spacing w:after="0" w:line="320" w:lineRule="exact"/>
              <w:rPr>
                <w:rStyle w:val="Ausfllhilfe"/>
              </w:rPr>
            </w:pPr>
            <w:r>
              <w:rPr>
                <w:rStyle w:val="Ausfllhilfe"/>
              </w:rPr>
              <w:t>Werden Substanzen verabreicht,</w:t>
            </w:r>
            <w:r>
              <w:rPr>
                <w:rStyle w:val="Ausfllhilfe"/>
              </w:rPr>
              <w:t xml:space="preserve"> sind die Dosis (mg/kg KGW), das verwendete Lösungsmittel, Applikationsvolumen (z.B. pro 25g Maus) und –</w:t>
            </w:r>
            <w:proofErr w:type="spellStart"/>
            <w:r>
              <w:rPr>
                <w:rStyle w:val="Ausfllhilfe"/>
              </w:rPr>
              <w:t>intervall</w:t>
            </w:r>
            <w:proofErr w:type="spellEnd"/>
            <w:r>
              <w:rPr>
                <w:rStyle w:val="Ausfllhilfe"/>
              </w:rPr>
              <w:t xml:space="preserve">, die Applikationsroute </w:t>
            </w:r>
            <w:proofErr w:type="gramStart"/>
            <w:r>
              <w:rPr>
                <w:rStyle w:val="Ausfllhilfe"/>
              </w:rPr>
              <w:t>( i.v.</w:t>
            </w:r>
            <w:proofErr w:type="gramEnd"/>
            <w:r>
              <w:rPr>
                <w:rStyle w:val="Ausfllhilfe"/>
              </w:rPr>
              <w:t xml:space="preserve">, i.p., etc., Applikationsart → Medikationstabelle als Anhang) sowie die Dauer der Gabe aufzuführen. </w:t>
            </w:r>
          </w:p>
          <w:p w14:paraId="59F93B7E" w14:textId="77777777" w:rsidR="00AA047D" w:rsidRDefault="0053644C">
            <w:pPr>
              <w:spacing w:after="0" w:line="320" w:lineRule="exact"/>
              <w:rPr>
                <w:rStyle w:val="Ausfllhilfe"/>
              </w:rPr>
            </w:pPr>
            <w:r>
              <w:rPr>
                <w:rStyle w:val="Ausfllhilfe"/>
              </w:rPr>
              <w:t>Als Orienti</w:t>
            </w:r>
            <w:r>
              <w:rPr>
                <w:rStyle w:val="Ausfllhilfe"/>
              </w:rPr>
              <w:t xml:space="preserve">erung sollten die entsprechenden Empfehlungen der GV-SOLAS herangezogen werden; Abweichungen hiervon sind zu begründen. </w:t>
            </w:r>
          </w:p>
          <w:p w14:paraId="496C3314" w14:textId="77777777" w:rsidR="00AA047D" w:rsidRDefault="0053644C">
            <w:pPr>
              <w:spacing w:after="0" w:line="320" w:lineRule="exact"/>
              <w:rPr>
                <w:rStyle w:val="Ausfllhilfe"/>
              </w:rPr>
            </w:pPr>
            <w:r>
              <w:rPr>
                <w:rStyle w:val="Ausfllhilfe"/>
              </w:rPr>
              <w:t>Wenn eine Narkose vorgesehen ist, beschreiben Sie diese: welche Substanzen werden in welcher Dosierung, Applikationsvolumen, Applikatio</w:t>
            </w:r>
            <w:r>
              <w:rPr>
                <w:rStyle w:val="Ausfllhilfe"/>
              </w:rPr>
              <w:t xml:space="preserve">nsart zur Einleitung und zur Aufrechterhaltung der Narkose eingesetzt, welche Narkosetiefe und -dauer soll erreicht werden? Wie stellen Sie die Narkosetiefe sicher (Narkoseüberwachung)? Werden Muskelrelaxanzien verwendet? Geben Sie die Dauer der Eingriffe </w:t>
            </w:r>
            <w:r>
              <w:rPr>
                <w:rStyle w:val="Ausfllhilfe"/>
              </w:rPr>
              <w:t xml:space="preserve">und Behandlungen an sowie ggf. die postoperative Versorgung? </w:t>
            </w:r>
          </w:p>
          <w:p w14:paraId="56F06C18" w14:textId="77777777" w:rsidR="00AA047D" w:rsidRDefault="0053644C">
            <w:pPr>
              <w:spacing w:after="0" w:line="320" w:lineRule="exact"/>
              <w:rPr>
                <w:rStyle w:val="Ausfllhilfe"/>
              </w:rPr>
            </w:pPr>
            <w:r>
              <w:rPr>
                <w:rStyle w:val="Ausfllhilfe"/>
              </w:rPr>
              <w:t>Wie erfolgt ggf. die Tötung und welche Proben oder Organe werden ggf. entnommen. Werden diese Proben danach weiterbearbeitet und analysiert?</w:t>
            </w:r>
          </w:p>
          <w:p w14:paraId="606FA8C9" w14:textId="77777777" w:rsidR="00AA047D" w:rsidRDefault="0053644C">
            <w:pPr>
              <w:spacing w:after="0" w:line="320" w:lineRule="exact"/>
              <w:rPr>
                <w:rStyle w:val="Ausfllhilfe"/>
              </w:rPr>
            </w:pPr>
            <w:r>
              <w:rPr>
                <w:rStyle w:val="Ausfllhilfe"/>
              </w:rPr>
              <w:t>Wenn genetisch veränderte Tiere verwendet werden, ist</w:t>
            </w:r>
            <w:r>
              <w:rPr>
                <w:rStyle w:val="Ausfllhilfe"/>
              </w:rPr>
              <w:t xml:space="preserve"> die Methode der Gewebeentnahme (z.B. Ohrbiopsien im Rahmen der Kennzeichnung, Schwanzspitzenbiopsie etc.) für die Genotypisierung genau zu beschreiben und der Zeitpunkt der Entnahme zu begründen.</w:t>
            </w:r>
          </w:p>
          <w:p w14:paraId="36AB1F94" w14:textId="77777777" w:rsidR="00AA047D" w:rsidRDefault="0053644C">
            <w:pPr>
              <w:spacing w:after="0" w:line="320" w:lineRule="exact"/>
              <w:rPr>
                <w:rStyle w:val="Ausfllhilfe"/>
              </w:rPr>
            </w:pPr>
            <w:r>
              <w:rPr>
                <w:rStyle w:val="Ausfllhilfe"/>
              </w:rPr>
              <w:t xml:space="preserve">Vermeiden Sie bitte unbestimmte Begriffe wie „regelmäßig“, </w:t>
            </w:r>
            <w:r>
              <w:rPr>
                <w:rStyle w:val="Ausfllhilfe"/>
              </w:rPr>
              <w:t>„standardisiert“ oder Ähnliches sowie mehrere Alternativen zu Ihren Angaben. Werden bereits etablierte Protokolle angewendet, sind diese hier trotzdem in ihren Einzelschritten aufzulisten.</w:t>
            </w:r>
          </w:p>
          <w:p w14:paraId="5DE75492" w14:textId="77777777" w:rsidR="00AA047D" w:rsidRDefault="0053644C">
            <w:pPr>
              <w:spacing w:after="0" w:line="320" w:lineRule="exact"/>
              <w:rPr>
                <w:rStyle w:val="Ausfllhilfe"/>
              </w:rPr>
            </w:pPr>
            <w:r>
              <w:rPr>
                <w:rStyle w:val="Ausfllhilfe"/>
              </w:rPr>
              <w:t>Sofern bestimmte Teilversuche nur in Abhängigkeit von Ergebnissen a</w:t>
            </w:r>
            <w:r>
              <w:rPr>
                <w:rStyle w:val="Ausfllhilfe"/>
              </w:rPr>
              <w:t>nderer Teilversuche durchgeführt werden sollen, ist dies deutlich zu machen.</w:t>
            </w:r>
          </w:p>
          <w:p w14:paraId="0EA43CC9" w14:textId="77777777" w:rsidR="00AA047D" w:rsidRDefault="00AA047D">
            <w:pPr>
              <w:spacing w:after="0" w:line="320" w:lineRule="exact"/>
              <w:rPr>
                <w:rStyle w:val="Ausfllhilfe"/>
              </w:rPr>
            </w:pPr>
          </w:p>
        </w:tc>
      </w:tr>
      <w:tr w:rsidR="00AA047D" w14:paraId="54C09D0E" w14:textId="77777777">
        <w:trPr>
          <w:trHeight w:val="454"/>
        </w:trPr>
        <w:tc>
          <w:tcPr>
            <w:tcW w:w="778" w:type="dxa"/>
            <w:tcBorders>
              <w:top w:val="nil"/>
            </w:tcBorders>
          </w:tcPr>
          <w:p w14:paraId="56617398" w14:textId="77777777" w:rsidR="00AA047D" w:rsidRDefault="00AA047D">
            <w:pPr>
              <w:pStyle w:val="Funotentext"/>
              <w:spacing w:after="0" w:line="320" w:lineRule="exact"/>
              <w:jc w:val="both"/>
            </w:pPr>
          </w:p>
        </w:tc>
        <w:tc>
          <w:tcPr>
            <w:tcW w:w="9174" w:type="dxa"/>
            <w:gridSpan w:val="14"/>
            <w:tcBorders>
              <w:top w:val="nil"/>
            </w:tcBorders>
          </w:tcPr>
          <w:p w14:paraId="739C7850" w14:textId="77777777" w:rsidR="00AA047D" w:rsidRDefault="0053644C">
            <w:pPr>
              <w:spacing w:after="0" w:line="320" w:lineRule="exact"/>
              <w:rPr>
                <w:rStyle w:val="Ausfllhilfe"/>
              </w:rPr>
            </w:pPr>
            <w:r>
              <w:rPr>
                <w:rStyle w:val="Ausfllhilfe"/>
              </w:rPr>
              <w:t>Bei allen Angaben ist auf die Kongruenz innerhalb des gesamten Antrages zu achten, z.B. Angaben zur Analgesie unter Punkt 1.2.4 deckungsgleich zu Punkt 1.2.6.</w:t>
            </w:r>
          </w:p>
        </w:tc>
      </w:tr>
      <w:tr w:rsidR="00AA047D" w14:paraId="6EE0450E" w14:textId="77777777">
        <w:trPr>
          <w:cantSplit/>
          <w:trHeight w:hRule="exact" w:val="454"/>
        </w:trPr>
        <w:tc>
          <w:tcPr>
            <w:tcW w:w="778" w:type="dxa"/>
            <w:tcBorders>
              <w:bottom w:val="single" w:sz="4" w:space="0" w:color="auto"/>
            </w:tcBorders>
            <w:vAlign w:val="center"/>
          </w:tcPr>
          <w:p w14:paraId="7C5615FF" w14:textId="77777777" w:rsidR="00AA047D" w:rsidRDefault="0053644C">
            <w:pPr>
              <w:pStyle w:val="Funotentext"/>
              <w:spacing w:after="0" w:line="320" w:lineRule="exact"/>
              <w:rPr>
                <w:b/>
              </w:rPr>
            </w:pPr>
            <w:r>
              <w:rPr>
                <w:b/>
              </w:rPr>
              <w:lastRenderedPageBreak/>
              <w:t>1.2.5</w:t>
            </w:r>
          </w:p>
        </w:tc>
        <w:tc>
          <w:tcPr>
            <w:tcW w:w="9174" w:type="dxa"/>
            <w:gridSpan w:val="14"/>
            <w:vAlign w:val="center"/>
          </w:tcPr>
          <w:p w14:paraId="0D96D7C4" w14:textId="77777777" w:rsidR="00AA047D" w:rsidRDefault="0053644C">
            <w:pPr>
              <w:pStyle w:val="Funotentext"/>
              <w:spacing w:after="0" w:line="320" w:lineRule="exact"/>
              <w:rPr>
                <w:b/>
              </w:rPr>
            </w:pPr>
            <w:r>
              <w:rPr>
                <w:b/>
              </w:rPr>
              <w:t>Werden schmerzhafte Eingriffe ohne Betäubung durchgeführt?</w:t>
            </w:r>
          </w:p>
        </w:tc>
      </w:tr>
      <w:tr w:rsidR="00AA047D" w14:paraId="21F03262" w14:textId="77777777">
        <w:trPr>
          <w:cantSplit/>
          <w:trHeight w:val="295"/>
        </w:trPr>
        <w:tc>
          <w:tcPr>
            <w:tcW w:w="778" w:type="dxa"/>
            <w:tcBorders>
              <w:bottom w:val="nil"/>
            </w:tcBorders>
            <w:vAlign w:val="center"/>
          </w:tcPr>
          <w:p w14:paraId="2CC61589" w14:textId="77777777" w:rsidR="00AA047D" w:rsidRDefault="00AA047D">
            <w:pPr>
              <w:pStyle w:val="Funotentext"/>
              <w:spacing w:after="0" w:line="320" w:lineRule="exact"/>
            </w:pPr>
          </w:p>
        </w:tc>
        <w:tc>
          <w:tcPr>
            <w:tcW w:w="990" w:type="dxa"/>
            <w:gridSpan w:val="6"/>
            <w:vAlign w:val="center"/>
          </w:tcPr>
          <w:p w14:paraId="4634EE87" w14:textId="77777777" w:rsidR="00AA047D" w:rsidRDefault="0053644C">
            <w:pPr>
              <w:pStyle w:val="Funotentext"/>
              <w:spacing w:after="0" w:line="320" w:lineRule="exact"/>
            </w:pPr>
            <w:r>
              <w:fldChar w:fldCharType="begin">
                <w:ffData>
                  <w:name w:val="Kontrollkästchen13"/>
                  <w:enabled/>
                  <w:calcOnExit w:val="0"/>
                  <w:checkBox>
                    <w:sizeAuto/>
                    <w:default w:val="0"/>
                  </w:checkBox>
                </w:ffData>
              </w:fldChar>
            </w:r>
            <w:bookmarkStart w:id="21" w:name="Kontrollkästchen13"/>
            <w:r>
              <w:instrText xml:space="preserve"> FORMCHECKBOX </w:instrText>
            </w:r>
            <w:r>
              <w:fldChar w:fldCharType="separate"/>
            </w:r>
            <w:r>
              <w:fldChar w:fldCharType="end"/>
            </w:r>
            <w:bookmarkEnd w:id="21"/>
            <w:r>
              <w:t xml:space="preserve"> Ja</w:t>
            </w:r>
          </w:p>
        </w:tc>
        <w:tc>
          <w:tcPr>
            <w:tcW w:w="995" w:type="dxa"/>
            <w:gridSpan w:val="2"/>
            <w:vAlign w:val="center"/>
          </w:tcPr>
          <w:p w14:paraId="77AF8F00" w14:textId="77777777" w:rsidR="00AA047D" w:rsidRDefault="0053644C">
            <w:pPr>
              <w:pStyle w:val="Funotentext"/>
              <w:spacing w:after="0" w:line="320" w:lineRule="exact"/>
            </w:pPr>
            <w:r>
              <w:fldChar w:fldCharType="begin">
                <w:ffData>
                  <w:name w:val="Kontrollkästchen14"/>
                  <w:enabled/>
                  <w:calcOnExit w:val="0"/>
                  <w:checkBox>
                    <w:sizeAuto/>
                    <w:default w:val="0"/>
                  </w:checkBox>
                </w:ffData>
              </w:fldChar>
            </w:r>
            <w:bookmarkStart w:id="22" w:name="Kontrollkästchen14"/>
            <w:r>
              <w:instrText xml:space="preserve"> FORMCHECKBOX </w:instrText>
            </w:r>
            <w:r>
              <w:fldChar w:fldCharType="separate"/>
            </w:r>
            <w:r>
              <w:fldChar w:fldCharType="end"/>
            </w:r>
            <w:bookmarkEnd w:id="22"/>
            <w:r>
              <w:t xml:space="preserve"> Nein</w:t>
            </w:r>
          </w:p>
        </w:tc>
        <w:tc>
          <w:tcPr>
            <w:tcW w:w="7189" w:type="dxa"/>
            <w:gridSpan w:val="6"/>
            <w:vAlign w:val="center"/>
          </w:tcPr>
          <w:p w14:paraId="250DEAAA" w14:textId="77777777" w:rsidR="00AA047D" w:rsidRDefault="00AA047D">
            <w:pPr>
              <w:pStyle w:val="Funotentext"/>
              <w:spacing w:after="0" w:line="320" w:lineRule="exact"/>
            </w:pPr>
          </w:p>
        </w:tc>
      </w:tr>
      <w:tr w:rsidR="00AA047D" w14:paraId="6DBE3049" w14:textId="77777777">
        <w:trPr>
          <w:cantSplit/>
          <w:trHeight w:val="340"/>
        </w:trPr>
        <w:tc>
          <w:tcPr>
            <w:tcW w:w="778" w:type="dxa"/>
            <w:tcBorders>
              <w:top w:val="nil"/>
              <w:bottom w:val="nil"/>
            </w:tcBorders>
            <w:vAlign w:val="center"/>
          </w:tcPr>
          <w:p w14:paraId="16C99D0A" w14:textId="77777777" w:rsidR="00AA047D" w:rsidRDefault="00AA047D">
            <w:pPr>
              <w:pStyle w:val="Funotentext"/>
              <w:spacing w:after="0" w:line="320" w:lineRule="exact"/>
            </w:pPr>
          </w:p>
        </w:tc>
        <w:tc>
          <w:tcPr>
            <w:tcW w:w="9174" w:type="dxa"/>
            <w:gridSpan w:val="14"/>
            <w:tcBorders>
              <w:bottom w:val="single" w:sz="4" w:space="0" w:color="auto"/>
            </w:tcBorders>
            <w:vAlign w:val="center"/>
          </w:tcPr>
          <w:p w14:paraId="4F9A4E64" w14:textId="77777777" w:rsidR="00AA047D" w:rsidRDefault="0053644C">
            <w:pPr>
              <w:pStyle w:val="Funotentext"/>
              <w:spacing w:after="0" w:line="320" w:lineRule="exact"/>
              <w:rPr>
                <w:b/>
              </w:rPr>
            </w:pPr>
            <w:r>
              <w:t>Wenn</w:t>
            </w:r>
            <w:r>
              <w:rPr>
                <w:b/>
              </w:rPr>
              <w:t xml:space="preserve"> Ja</w:t>
            </w:r>
          </w:p>
        </w:tc>
      </w:tr>
      <w:tr w:rsidR="00AA047D" w14:paraId="2E3ECB77" w14:textId="77777777">
        <w:trPr>
          <w:cantSplit/>
          <w:trHeight w:hRule="exact" w:val="312"/>
        </w:trPr>
        <w:tc>
          <w:tcPr>
            <w:tcW w:w="778" w:type="dxa"/>
            <w:tcBorders>
              <w:top w:val="nil"/>
              <w:bottom w:val="nil"/>
            </w:tcBorders>
          </w:tcPr>
          <w:p w14:paraId="344F582E"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62F6B9B2" w14:textId="77777777" w:rsidR="00AA047D" w:rsidRDefault="0053644C">
            <w:pPr>
              <w:pStyle w:val="Funotentext"/>
              <w:spacing w:after="0" w:line="320" w:lineRule="exact"/>
              <w:rPr>
                <w:b/>
                <w:sz w:val="16"/>
                <w:szCs w:val="16"/>
              </w:rPr>
            </w:pPr>
            <w:r>
              <w:rPr>
                <w:b/>
                <w:sz w:val="16"/>
                <w:szCs w:val="16"/>
              </w:rPr>
              <w:t>Erläuterungen:</w:t>
            </w:r>
          </w:p>
        </w:tc>
      </w:tr>
      <w:tr w:rsidR="00AA047D" w14:paraId="15B56850" w14:textId="77777777">
        <w:trPr>
          <w:trHeight w:val="686"/>
        </w:trPr>
        <w:tc>
          <w:tcPr>
            <w:tcW w:w="778" w:type="dxa"/>
            <w:tcBorders>
              <w:top w:val="nil"/>
              <w:bottom w:val="single" w:sz="4" w:space="0" w:color="auto"/>
            </w:tcBorders>
            <w:vAlign w:val="center"/>
          </w:tcPr>
          <w:p w14:paraId="3A1059FD" w14:textId="77777777" w:rsidR="00AA047D" w:rsidRDefault="00AA047D">
            <w:pPr>
              <w:pStyle w:val="Funotentext"/>
              <w:spacing w:after="0" w:line="320" w:lineRule="exact"/>
            </w:pPr>
          </w:p>
        </w:tc>
        <w:tc>
          <w:tcPr>
            <w:tcW w:w="9174" w:type="dxa"/>
            <w:gridSpan w:val="14"/>
            <w:tcBorders>
              <w:top w:val="nil"/>
            </w:tcBorders>
            <w:vAlign w:val="center"/>
          </w:tcPr>
          <w:p w14:paraId="20591CDF" w14:textId="77777777" w:rsidR="00AA047D" w:rsidRDefault="0053644C">
            <w:pPr>
              <w:spacing w:after="0" w:line="320" w:lineRule="exact"/>
              <w:rPr>
                <w:rStyle w:val="Ausfllhilfe"/>
              </w:rPr>
            </w:pPr>
            <w:r>
              <w:rPr>
                <w:rStyle w:val="Ausfllhilfe"/>
              </w:rPr>
              <w:t xml:space="preserve">Um welche Eingriffe handelt es sich (z.B. </w:t>
            </w:r>
            <w:r>
              <w:rPr>
                <w:rStyle w:val="Ausfllhilfe"/>
              </w:rPr>
              <w:t>Injektionen)? Der Verzicht auf eine Narkose und/ oder Analgesie während schmerzhafter Eingriffe muss nachvollziehbar begründet werden.</w:t>
            </w:r>
          </w:p>
        </w:tc>
      </w:tr>
      <w:tr w:rsidR="00AA047D" w14:paraId="5E801E7A" w14:textId="77777777">
        <w:trPr>
          <w:cantSplit/>
          <w:trHeight w:val="882"/>
        </w:trPr>
        <w:tc>
          <w:tcPr>
            <w:tcW w:w="778" w:type="dxa"/>
            <w:tcBorders>
              <w:bottom w:val="nil"/>
            </w:tcBorders>
          </w:tcPr>
          <w:p w14:paraId="6B6F7B9C" w14:textId="77777777" w:rsidR="00AA047D" w:rsidRDefault="0053644C">
            <w:pPr>
              <w:pStyle w:val="Funotentext"/>
              <w:spacing w:after="0" w:line="320" w:lineRule="exact"/>
              <w:rPr>
                <w:b/>
              </w:rPr>
            </w:pPr>
            <w:r>
              <w:rPr>
                <w:b/>
              </w:rPr>
              <w:t>1.2.6</w:t>
            </w:r>
          </w:p>
        </w:tc>
        <w:tc>
          <w:tcPr>
            <w:tcW w:w="9174" w:type="dxa"/>
            <w:gridSpan w:val="14"/>
            <w:tcBorders>
              <w:bottom w:val="single" w:sz="4" w:space="0" w:color="auto"/>
            </w:tcBorders>
          </w:tcPr>
          <w:p w14:paraId="2EE5F281" w14:textId="77777777" w:rsidR="00AA047D" w:rsidRDefault="0053644C">
            <w:pPr>
              <w:pStyle w:val="Funotentext"/>
              <w:spacing w:after="0" w:line="320" w:lineRule="exact"/>
              <w:jc w:val="both"/>
              <w:rPr>
                <w:b/>
              </w:rPr>
            </w:pPr>
            <w:r>
              <w:rPr>
                <w:b/>
                <w:spacing w:val="-4"/>
              </w:rPr>
              <w:t xml:space="preserve">Beschreibung und Begründung von Maßnahmen zur Schmerzlinderung bzw. deren Unterlassung </w:t>
            </w:r>
            <w:r>
              <w:rPr>
                <w:b/>
              </w:rPr>
              <w:t>(§ 17 TierSchVersV);</w:t>
            </w:r>
          </w:p>
          <w:p w14:paraId="469508D1" w14:textId="77777777" w:rsidR="00AA047D" w:rsidRDefault="0053644C">
            <w:pPr>
              <w:pStyle w:val="Funotentext"/>
              <w:spacing w:after="0" w:line="320" w:lineRule="exact"/>
              <w:jc w:val="both"/>
              <w:rPr>
                <w:b/>
              </w:rPr>
            </w:pPr>
            <w:r>
              <w:rPr>
                <w:b/>
                <w:sz w:val="16"/>
                <w:szCs w:val="16"/>
              </w:rPr>
              <w:t>-</w:t>
            </w:r>
            <w:r>
              <w:rPr>
                <w:sz w:val="16"/>
                <w:szCs w:val="16"/>
              </w:rPr>
              <w:t xml:space="preserve">Angaben nicht erforderlich für Anzeigen </w:t>
            </w:r>
          </w:p>
        </w:tc>
      </w:tr>
      <w:tr w:rsidR="00AA047D" w14:paraId="104B8B6D" w14:textId="77777777">
        <w:trPr>
          <w:cantSplit/>
          <w:trHeight w:hRule="exact" w:val="312"/>
        </w:trPr>
        <w:tc>
          <w:tcPr>
            <w:tcW w:w="778" w:type="dxa"/>
            <w:tcBorders>
              <w:top w:val="nil"/>
              <w:bottom w:val="nil"/>
            </w:tcBorders>
          </w:tcPr>
          <w:p w14:paraId="741E2561"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438CEC21" w14:textId="77777777" w:rsidR="00AA047D" w:rsidRDefault="0053644C">
            <w:pPr>
              <w:pStyle w:val="Funotentext"/>
              <w:spacing w:after="0" w:line="320" w:lineRule="exact"/>
              <w:rPr>
                <w:b/>
                <w:sz w:val="16"/>
                <w:szCs w:val="16"/>
              </w:rPr>
            </w:pPr>
            <w:r>
              <w:rPr>
                <w:b/>
                <w:sz w:val="16"/>
                <w:szCs w:val="16"/>
              </w:rPr>
              <w:t>Erläuterungen:</w:t>
            </w:r>
          </w:p>
        </w:tc>
      </w:tr>
      <w:tr w:rsidR="00AA047D" w14:paraId="6FFD2A1A" w14:textId="77777777">
        <w:trPr>
          <w:trHeight w:val="454"/>
        </w:trPr>
        <w:tc>
          <w:tcPr>
            <w:tcW w:w="778" w:type="dxa"/>
            <w:tcBorders>
              <w:top w:val="nil"/>
              <w:bottom w:val="single" w:sz="4" w:space="0" w:color="auto"/>
            </w:tcBorders>
          </w:tcPr>
          <w:p w14:paraId="3D309B7B" w14:textId="77777777" w:rsidR="00AA047D" w:rsidRDefault="00AA047D">
            <w:pPr>
              <w:pStyle w:val="Funotentext"/>
              <w:spacing w:after="0" w:line="320" w:lineRule="exact"/>
            </w:pPr>
          </w:p>
        </w:tc>
        <w:tc>
          <w:tcPr>
            <w:tcW w:w="9174" w:type="dxa"/>
            <w:gridSpan w:val="14"/>
            <w:tcBorders>
              <w:top w:val="nil"/>
            </w:tcBorders>
            <w:vAlign w:val="center"/>
          </w:tcPr>
          <w:p w14:paraId="0CC99115" w14:textId="77777777" w:rsidR="00AA047D" w:rsidRDefault="0053644C">
            <w:pPr>
              <w:spacing w:after="0" w:line="320" w:lineRule="exact"/>
              <w:rPr>
                <w:rStyle w:val="Ausfllhilfe"/>
              </w:rPr>
            </w:pPr>
            <w:r>
              <w:rPr>
                <w:rStyle w:val="Ausfllhilfe"/>
              </w:rPr>
              <w:t xml:space="preserve">Bitte geben Sie das/ die Schmerzmittel (Wirkstoff) inkl. Dosierung, Applikationsvolumen, Applikationsintervall, Applikationsweg (→ Medikationstabelle) und ggf. Referenzen zu der beabsichtigten Methode an. Ist das gewählte </w:t>
            </w:r>
            <w:proofErr w:type="spellStart"/>
            <w:r>
              <w:rPr>
                <w:rStyle w:val="Ausfllhilfe"/>
              </w:rPr>
              <w:t>Analgesieregime</w:t>
            </w:r>
            <w:proofErr w:type="spellEnd"/>
            <w:r>
              <w:rPr>
                <w:rStyle w:val="Ausfllhilfe"/>
              </w:rPr>
              <w:t xml:space="preserve"> geeignet für die A</w:t>
            </w:r>
            <w:r>
              <w:rPr>
                <w:rStyle w:val="Ausfllhilfe"/>
              </w:rPr>
              <w:t>rt und Stärke der entstehenden Schmerzen und die verwendeten Versuchstiere (z.B. Art, Alter, Geschlecht)? Benennen Sie Beginn und die Dauer der Analgesie-Maßnahme. (Bei Verwendung von Betäubungsmitteln muss eine Erlaubnis nach § 3 BtMG vorliegen!)</w:t>
            </w:r>
          </w:p>
          <w:p w14:paraId="2BCF8C7A" w14:textId="77777777" w:rsidR="00AA047D" w:rsidRDefault="0053644C">
            <w:pPr>
              <w:spacing w:after="0" w:line="320" w:lineRule="exact"/>
              <w:rPr>
                <w:rStyle w:val="Ausfllhilfe"/>
              </w:rPr>
            </w:pPr>
            <w:r>
              <w:rPr>
                <w:rStyle w:val="Ausfllhilfe"/>
              </w:rPr>
              <w:t>Eine gut</w:t>
            </w:r>
            <w:r>
              <w:rPr>
                <w:rStyle w:val="Ausfllhilfe"/>
              </w:rPr>
              <w:t>e Orientierung bietet die „Empfehlung zur Schmerztherapie bei Versuchstieren (Sep 2020)“ der GV-SOLAS und der TVT (</w:t>
            </w:r>
            <w:hyperlink r:id="rId14" w:history="1">
              <w:r>
                <w:rPr>
                  <w:rStyle w:val="Ausfllhilfe"/>
                </w:rPr>
                <w:t>http://www.gv-solas.de/index.php?id=33). Abweichungen</w:t>
              </w:r>
            </w:hyperlink>
            <w:r>
              <w:rPr>
                <w:rStyle w:val="Ausfllhilfe"/>
              </w:rPr>
              <w:t xml:space="preserve"> von den Empfehl</w:t>
            </w:r>
            <w:r>
              <w:rPr>
                <w:rStyle w:val="Ausfllhilfe"/>
              </w:rPr>
              <w:t>ungen sind zu begründen.</w:t>
            </w:r>
          </w:p>
          <w:p w14:paraId="544CE07D" w14:textId="77777777" w:rsidR="00AA047D" w:rsidRDefault="0053644C">
            <w:pPr>
              <w:spacing w:after="0" w:line="320" w:lineRule="exact"/>
              <w:rPr>
                <w:rStyle w:val="Ausfllhilfe"/>
              </w:rPr>
            </w:pPr>
            <w:r>
              <w:rPr>
                <w:rStyle w:val="Ausfllhilfe"/>
              </w:rPr>
              <w:t xml:space="preserve">Bspw.: Alle Maßnahmen werden in Vollnarkose (Isofluran 2 Vol.% + O2) und unter Analgesie (Buprenorphin, </w:t>
            </w:r>
            <w:proofErr w:type="spellStart"/>
            <w:r>
              <w:rPr>
                <w:rStyle w:val="Ausfllhilfe"/>
              </w:rPr>
              <w:t>Temgesic</w:t>
            </w:r>
            <w:proofErr w:type="spellEnd"/>
            <w:r>
              <w:rPr>
                <w:rStyle w:val="Ausfllhilfe"/>
              </w:rPr>
              <w:t>®, 0.05mg/kg, s.c., µl/ Tier) durchgeführt.</w:t>
            </w:r>
          </w:p>
          <w:p w14:paraId="244CEFC8" w14:textId="77777777" w:rsidR="00AA047D" w:rsidRDefault="0053644C">
            <w:pPr>
              <w:spacing w:after="0" w:line="320" w:lineRule="exact"/>
              <w:rPr>
                <w:rStyle w:val="Ausfllhilfe"/>
              </w:rPr>
            </w:pPr>
            <w:r>
              <w:rPr>
                <w:rStyle w:val="Ausfllhilfe"/>
              </w:rPr>
              <w:t>Ggf. Begründung für die Wahl der Analgetika/ Anästhetika im Hinblick auf di</w:t>
            </w:r>
            <w:r>
              <w:rPr>
                <w:rStyle w:val="Ausfllhilfe"/>
              </w:rPr>
              <w:t>e Beeinflussung der Ergebnisse.</w:t>
            </w:r>
          </w:p>
          <w:p w14:paraId="3697935D" w14:textId="77777777" w:rsidR="00AA047D" w:rsidRDefault="0053644C">
            <w:pPr>
              <w:spacing w:after="0" w:line="320" w:lineRule="exact"/>
              <w:rPr>
                <w:rStyle w:val="Ausfllhilfe"/>
              </w:rPr>
            </w:pPr>
            <w:r>
              <w:rPr>
                <w:rStyle w:val="Ausfllhilfe"/>
              </w:rPr>
              <w:t>Der Verzicht auf die Gabe von Analgetika ist detailliert und nachvollziehbar versuchsspezifisch zu begründen.</w:t>
            </w:r>
          </w:p>
        </w:tc>
      </w:tr>
      <w:tr w:rsidR="00AA047D" w14:paraId="7E369A1B" w14:textId="77777777">
        <w:trPr>
          <w:cantSplit/>
          <w:trHeight w:hRule="exact" w:val="1056"/>
        </w:trPr>
        <w:tc>
          <w:tcPr>
            <w:tcW w:w="778" w:type="dxa"/>
            <w:tcBorders>
              <w:bottom w:val="nil"/>
            </w:tcBorders>
          </w:tcPr>
          <w:p w14:paraId="5E45270C" w14:textId="77777777" w:rsidR="00AA047D" w:rsidRDefault="0053644C">
            <w:pPr>
              <w:pStyle w:val="Funotentext"/>
              <w:spacing w:after="0" w:line="320" w:lineRule="exact"/>
              <w:rPr>
                <w:b/>
              </w:rPr>
            </w:pPr>
            <w:r>
              <w:rPr>
                <w:b/>
              </w:rPr>
              <w:t>1.2.7</w:t>
            </w:r>
          </w:p>
        </w:tc>
        <w:tc>
          <w:tcPr>
            <w:tcW w:w="9174" w:type="dxa"/>
            <w:gridSpan w:val="14"/>
            <w:vAlign w:val="center"/>
          </w:tcPr>
          <w:p w14:paraId="1DF7DE17" w14:textId="77777777" w:rsidR="00AA047D" w:rsidRDefault="0053644C">
            <w:pPr>
              <w:pStyle w:val="Funotentext"/>
              <w:spacing w:after="0" w:line="320" w:lineRule="exact"/>
              <w:rPr>
                <w:b/>
                <w:sz w:val="16"/>
                <w:szCs w:val="16"/>
              </w:rPr>
            </w:pPr>
            <w:r>
              <w:rPr>
                <w:b/>
              </w:rPr>
              <w:t>Werden an einem Tier erheblich schmerzhafte und dauerhaft anhaltende Eingriffe oder Behandlungen durchgefüh</w:t>
            </w:r>
            <w:r>
              <w:rPr>
                <w:b/>
              </w:rPr>
              <w:t>rt, die nicht gelindert werden können? (§ 25 Abs. 2 TierSchVersV);</w:t>
            </w:r>
          </w:p>
          <w:p w14:paraId="490FCCF4" w14:textId="77777777" w:rsidR="00AA047D" w:rsidRDefault="0053644C">
            <w:pPr>
              <w:pStyle w:val="Funotentext"/>
              <w:spacing w:after="0" w:line="320" w:lineRule="exact"/>
              <w:rPr>
                <w:sz w:val="16"/>
                <w:szCs w:val="16"/>
              </w:rPr>
            </w:pPr>
            <w:r>
              <w:rPr>
                <w:b/>
                <w:sz w:val="16"/>
                <w:szCs w:val="16"/>
              </w:rPr>
              <w:t>-</w:t>
            </w:r>
            <w:r>
              <w:rPr>
                <w:sz w:val="16"/>
                <w:szCs w:val="16"/>
              </w:rPr>
              <w:t>Angaben nicht erforderlich für Anzeigen -</w:t>
            </w:r>
          </w:p>
        </w:tc>
      </w:tr>
      <w:tr w:rsidR="00AA047D" w14:paraId="7BDB425C" w14:textId="77777777">
        <w:trPr>
          <w:cantSplit/>
          <w:trHeight w:hRule="exact" w:val="374"/>
        </w:trPr>
        <w:tc>
          <w:tcPr>
            <w:tcW w:w="778" w:type="dxa"/>
            <w:tcBorders>
              <w:top w:val="nil"/>
              <w:bottom w:val="nil"/>
            </w:tcBorders>
          </w:tcPr>
          <w:p w14:paraId="0FC30C7A" w14:textId="77777777" w:rsidR="00AA047D" w:rsidRDefault="00AA047D">
            <w:pPr>
              <w:pStyle w:val="Funotentext"/>
              <w:spacing w:after="0" w:line="320" w:lineRule="exact"/>
            </w:pPr>
          </w:p>
        </w:tc>
        <w:tc>
          <w:tcPr>
            <w:tcW w:w="990" w:type="dxa"/>
            <w:gridSpan w:val="6"/>
            <w:vAlign w:val="center"/>
          </w:tcPr>
          <w:p w14:paraId="48C251CD" w14:textId="77777777" w:rsidR="00AA047D" w:rsidRDefault="0053644C">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Ja</w:t>
            </w:r>
          </w:p>
        </w:tc>
        <w:tc>
          <w:tcPr>
            <w:tcW w:w="995" w:type="dxa"/>
            <w:gridSpan w:val="2"/>
            <w:vAlign w:val="center"/>
          </w:tcPr>
          <w:p w14:paraId="61C90920" w14:textId="77777777" w:rsidR="00AA047D" w:rsidRDefault="0053644C">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fldChar w:fldCharType="separate"/>
            </w:r>
            <w:r>
              <w:fldChar w:fldCharType="end"/>
            </w:r>
            <w:r>
              <w:t xml:space="preserve"> Nein</w:t>
            </w:r>
          </w:p>
        </w:tc>
        <w:tc>
          <w:tcPr>
            <w:tcW w:w="7189" w:type="dxa"/>
            <w:gridSpan w:val="6"/>
            <w:vAlign w:val="center"/>
          </w:tcPr>
          <w:p w14:paraId="787000CA" w14:textId="77777777" w:rsidR="00AA047D" w:rsidRDefault="00AA047D">
            <w:pPr>
              <w:pStyle w:val="Funotentext"/>
              <w:spacing w:after="0" w:line="320" w:lineRule="exact"/>
            </w:pPr>
          </w:p>
        </w:tc>
      </w:tr>
      <w:tr w:rsidR="00AA047D" w14:paraId="64A62EAE" w14:textId="77777777">
        <w:trPr>
          <w:cantSplit/>
          <w:trHeight w:val="374"/>
        </w:trPr>
        <w:tc>
          <w:tcPr>
            <w:tcW w:w="778" w:type="dxa"/>
            <w:tcBorders>
              <w:top w:val="nil"/>
              <w:bottom w:val="nil"/>
            </w:tcBorders>
          </w:tcPr>
          <w:p w14:paraId="258DC2BA" w14:textId="77777777" w:rsidR="00AA047D" w:rsidRDefault="00AA047D">
            <w:pPr>
              <w:pStyle w:val="Funotentext"/>
              <w:spacing w:after="0" w:line="320" w:lineRule="exact"/>
            </w:pPr>
          </w:p>
        </w:tc>
        <w:tc>
          <w:tcPr>
            <w:tcW w:w="9174" w:type="dxa"/>
            <w:gridSpan w:val="14"/>
            <w:tcBorders>
              <w:bottom w:val="single" w:sz="4" w:space="0" w:color="auto"/>
            </w:tcBorders>
            <w:vAlign w:val="center"/>
          </w:tcPr>
          <w:p w14:paraId="4A74246C" w14:textId="77777777" w:rsidR="00AA047D" w:rsidRDefault="0053644C">
            <w:pPr>
              <w:pStyle w:val="Funotentext"/>
              <w:spacing w:after="0" w:line="320" w:lineRule="exact"/>
              <w:rPr>
                <w:b/>
              </w:rPr>
            </w:pPr>
            <w:r>
              <w:t>Wenn</w:t>
            </w:r>
            <w:r>
              <w:rPr>
                <w:b/>
              </w:rPr>
              <w:t xml:space="preserve"> Ja</w:t>
            </w:r>
          </w:p>
        </w:tc>
      </w:tr>
      <w:tr w:rsidR="00AA047D" w14:paraId="75D9449E" w14:textId="77777777">
        <w:trPr>
          <w:cantSplit/>
          <w:trHeight w:val="312"/>
        </w:trPr>
        <w:tc>
          <w:tcPr>
            <w:tcW w:w="778" w:type="dxa"/>
            <w:tcBorders>
              <w:top w:val="nil"/>
              <w:bottom w:val="nil"/>
            </w:tcBorders>
          </w:tcPr>
          <w:p w14:paraId="5659B52E"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4A889C19" w14:textId="77777777" w:rsidR="00AA047D" w:rsidRDefault="0053644C">
            <w:pPr>
              <w:pStyle w:val="Funotentext"/>
              <w:spacing w:after="0" w:line="320" w:lineRule="exact"/>
              <w:rPr>
                <w:b/>
                <w:sz w:val="16"/>
                <w:szCs w:val="16"/>
              </w:rPr>
            </w:pPr>
            <w:r>
              <w:rPr>
                <w:b/>
                <w:sz w:val="16"/>
                <w:szCs w:val="16"/>
              </w:rPr>
              <w:t>Erläuterungen:</w:t>
            </w:r>
          </w:p>
        </w:tc>
      </w:tr>
      <w:tr w:rsidR="00AA047D" w14:paraId="2F85A845" w14:textId="77777777">
        <w:trPr>
          <w:trHeight w:val="454"/>
        </w:trPr>
        <w:tc>
          <w:tcPr>
            <w:tcW w:w="778" w:type="dxa"/>
            <w:tcBorders>
              <w:top w:val="nil"/>
              <w:bottom w:val="single" w:sz="4" w:space="0" w:color="auto"/>
            </w:tcBorders>
          </w:tcPr>
          <w:p w14:paraId="2B2A63ED" w14:textId="77777777" w:rsidR="00AA047D" w:rsidRDefault="00AA047D">
            <w:pPr>
              <w:pStyle w:val="Funotentext"/>
              <w:spacing w:after="0" w:line="320" w:lineRule="exact"/>
            </w:pPr>
          </w:p>
        </w:tc>
        <w:tc>
          <w:tcPr>
            <w:tcW w:w="9174" w:type="dxa"/>
            <w:gridSpan w:val="14"/>
            <w:tcBorders>
              <w:top w:val="nil"/>
            </w:tcBorders>
            <w:vAlign w:val="center"/>
          </w:tcPr>
          <w:p w14:paraId="14483EC3" w14:textId="77777777" w:rsidR="00AA047D" w:rsidRDefault="0053644C">
            <w:pPr>
              <w:spacing w:after="0" w:line="320" w:lineRule="exact"/>
              <w:rPr>
                <w:rStyle w:val="Ausfllhilfe"/>
              </w:rPr>
            </w:pPr>
            <w:r>
              <w:rPr>
                <w:rStyle w:val="Ausfllhilfe"/>
              </w:rPr>
              <w:t>Gemäß § 25 Abs. 2 TierSchVersV</w:t>
            </w:r>
            <w:r>
              <w:rPr>
                <w:rStyle w:val="Ausfllhilfe"/>
              </w:rPr>
              <w:t xml:space="preserve"> dürfen Tierversuche nicht durchgeführt werden, wenn die erheblichen Schmerzen oder Leiden länger anhalten und nicht gelindert werden können.</w:t>
            </w:r>
          </w:p>
          <w:p w14:paraId="329C7324" w14:textId="77777777" w:rsidR="00AA047D" w:rsidRDefault="0053644C">
            <w:pPr>
              <w:spacing w:after="0" w:line="320" w:lineRule="exact"/>
              <w:rPr>
                <w:rStyle w:val="Ausfllhilfe"/>
              </w:rPr>
            </w:pPr>
            <w:r>
              <w:rPr>
                <w:rStyle w:val="Ausfllhilfe"/>
              </w:rPr>
              <w:t>Die Behörde kann im Einzelfall Ausnahmen unter dem Vorbehalt genehmigen, dass die Genehmigung von der Europäischen</w:t>
            </w:r>
            <w:r>
              <w:rPr>
                <w:rStyle w:val="Ausfllhilfe"/>
              </w:rPr>
              <w:t xml:space="preserve"> Kommission widerrufen wird (§ 26 Abs. 1 TierSchVersV).</w:t>
            </w:r>
          </w:p>
          <w:p w14:paraId="36F9FDAD" w14:textId="77777777" w:rsidR="00AA047D" w:rsidRDefault="0053644C">
            <w:pPr>
              <w:spacing w:after="0" w:line="320" w:lineRule="exact"/>
              <w:rPr>
                <w:color w:val="5F497A" w:themeColor="accent4" w:themeShade="BF"/>
              </w:rPr>
            </w:pPr>
            <w:r>
              <w:rPr>
                <w:rStyle w:val="Ausfllhilfe"/>
              </w:rPr>
              <w:t>Es ist zu erläutern, dass das angestrebte Versuchsziel von einem hohen wissenschaftlichen Interesse ist und auf keinem anderen Weg erreicht werden kann. Es sollte dargelegt werden, warum z.B. ein früh</w:t>
            </w:r>
            <w:r>
              <w:rPr>
                <w:rStyle w:val="Ausfllhilfe"/>
              </w:rPr>
              <w:t>eres Abbrechen, die Gabe von Analgetika oder das Design eines Finalversuches nicht möglich sind. Es muss zusätzlich zu der aufgeführten hervorragenden Bedeutung insbesondere wissenschaftlich begründet werden, dass die Durchführung der Versuche wegen der Be</w:t>
            </w:r>
            <w:r>
              <w:rPr>
                <w:rStyle w:val="Ausfllhilfe"/>
              </w:rPr>
              <w:t>deutung der angestrebten Erkenntnisse unerlässlich ist.</w:t>
            </w:r>
          </w:p>
        </w:tc>
      </w:tr>
      <w:tr w:rsidR="00AA047D" w14:paraId="7C9825F6" w14:textId="77777777">
        <w:trPr>
          <w:trHeight w:val="701"/>
        </w:trPr>
        <w:tc>
          <w:tcPr>
            <w:tcW w:w="778" w:type="dxa"/>
            <w:tcBorders>
              <w:bottom w:val="nil"/>
            </w:tcBorders>
          </w:tcPr>
          <w:p w14:paraId="3595316A" w14:textId="77777777" w:rsidR="00AA047D" w:rsidRDefault="0053644C">
            <w:pPr>
              <w:pStyle w:val="Funotentext"/>
              <w:spacing w:after="0" w:line="320" w:lineRule="exact"/>
              <w:rPr>
                <w:b/>
                <w:i/>
              </w:rPr>
            </w:pPr>
            <w:r>
              <w:rPr>
                <w:b/>
                <w:i/>
              </w:rPr>
              <w:t>1.2.8</w:t>
            </w:r>
          </w:p>
        </w:tc>
        <w:tc>
          <w:tcPr>
            <w:tcW w:w="9174" w:type="dxa"/>
            <w:gridSpan w:val="14"/>
            <w:tcBorders>
              <w:bottom w:val="single" w:sz="4" w:space="0" w:color="auto"/>
            </w:tcBorders>
            <w:vAlign w:val="center"/>
          </w:tcPr>
          <w:p w14:paraId="37957AE3" w14:textId="77777777" w:rsidR="00AA047D" w:rsidRDefault="0053644C">
            <w:pPr>
              <w:pStyle w:val="Funotentext"/>
              <w:spacing w:after="0" w:line="320" w:lineRule="exact"/>
              <w:rPr>
                <w:i/>
                <w:spacing w:val="-2"/>
              </w:rPr>
            </w:pPr>
            <w:r>
              <w:rPr>
                <w:b/>
                <w:i/>
                <w:spacing w:val="-2"/>
              </w:rPr>
              <w:t xml:space="preserve">Vorgesehene Maßnahmen und Kontrollen im Rahmen der medizinischen und tierärztlichen Versorgung z.B. Hormonsubstitution, Antibiose, Verbandswechsel, spezielle </w:t>
            </w:r>
            <w:r>
              <w:rPr>
                <w:b/>
                <w:i/>
                <w:spacing w:val="-2"/>
              </w:rPr>
              <w:lastRenderedPageBreak/>
              <w:t>Haltungsbedingungen aufgrund hygienischer Anforderungen oder Erkrankungsneigungen der vorgesehenen</w:t>
            </w:r>
            <w:r>
              <w:rPr>
                <w:b/>
                <w:i/>
                <w:spacing w:val="-2"/>
              </w:rPr>
              <w:t xml:space="preserve"> Tiere</w:t>
            </w:r>
          </w:p>
        </w:tc>
      </w:tr>
      <w:tr w:rsidR="00AA047D" w14:paraId="5C09E137" w14:textId="77777777">
        <w:trPr>
          <w:cantSplit/>
          <w:trHeight w:hRule="exact" w:val="312"/>
        </w:trPr>
        <w:tc>
          <w:tcPr>
            <w:tcW w:w="778" w:type="dxa"/>
            <w:tcBorders>
              <w:top w:val="nil"/>
              <w:bottom w:val="nil"/>
            </w:tcBorders>
          </w:tcPr>
          <w:p w14:paraId="73F543DA" w14:textId="77777777" w:rsidR="00AA047D" w:rsidRDefault="0053644C">
            <w:pPr>
              <w:pStyle w:val="Funotentext"/>
              <w:spacing w:after="0" w:line="320" w:lineRule="exact"/>
              <w:jc w:val="both"/>
              <w:rPr>
                <w:b/>
                <w:sz w:val="16"/>
                <w:szCs w:val="16"/>
              </w:rPr>
            </w:pPr>
            <w:r>
              <w:rPr>
                <w:b/>
                <w:sz w:val="22"/>
              </w:rPr>
              <w:lastRenderedPageBreak/>
              <w:br w:type="page"/>
            </w:r>
          </w:p>
        </w:tc>
        <w:tc>
          <w:tcPr>
            <w:tcW w:w="9174" w:type="dxa"/>
            <w:gridSpan w:val="14"/>
            <w:tcBorders>
              <w:bottom w:val="nil"/>
            </w:tcBorders>
            <w:vAlign w:val="center"/>
          </w:tcPr>
          <w:p w14:paraId="2338FB35" w14:textId="77777777" w:rsidR="00AA047D" w:rsidRDefault="0053644C">
            <w:pPr>
              <w:pStyle w:val="Funotentext"/>
              <w:spacing w:after="0" w:line="320" w:lineRule="exact"/>
              <w:rPr>
                <w:b/>
                <w:sz w:val="16"/>
                <w:szCs w:val="16"/>
              </w:rPr>
            </w:pPr>
            <w:r>
              <w:rPr>
                <w:b/>
                <w:sz w:val="16"/>
                <w:szCs w:val="16"/>
              </w:rPr>
              <w:t>Erläuterungen:</w:t>
            </w:r>
          </w:p>
        </w:tc>
      </w:tr>
      <w:tr w:rsidR="00AA047D" w14:paraId="6891DAC0" w14:textId="77777777">
        <w:trPr>
          <w:trHeight w:val="490"/>
        </w:trPr>
        <w:tc>
          <w:tcPr>
            <w:tcW w:w="778" w:type="dxa"/>
            <w:tcBorders>
              <w:top w:val="nil"/>
              <w:bottom w:val="single" w:sz="4" w:space="0" w:color="auto"/>
            </w:tcBorders>
          </w:tcPr>
          <w:p w14:paraId="0211E755" w14:textId="77777777" w:rsidR="00AA047D" w:rsidRDefault="00AA047D">
            <w:pPr>
              <w:pStyle w:val="Funotentext"/>
              <w:spacing w:after="0" w:line="320" w:lineRule="exact"/>
            </w:pPr>
          </w:p>
        </w:tc>
        <w:tc>
          <w:tcPr>
            <w:tcW w:w="9174" w:type="dxa"/>
            <w:gridSpan w:val="14"/>
            <w:tcBorders>
              <w:top w:val="nil"/>
            </w:tcBorders>
            <w:vAlign w:val="center"/>
          </w:tcPr>
          <w:p w14:paraId="03E44E05" w14:textId="77777777" w:rsidR="00AA047D" w:rsidRDefault="0053644C">
            <w:pPr>
              <w:spacing w:after="0" w:line="320" w:lineRule="exact"/>
              <w:rPr>
                <w:rStyle w:val="Ausfllhilfe"/>
              </w:rPr>
            </w:pPr>
            <w:r>
              <w:rPr>
                <w:rStyle w:val="Ausfllhilfe"/>
              </w:rPr>
              <w:t xml:space="preserve">Beschreiben Sie bitte die Art und Häufigkeit der Betreuung der Tiere v.a. auch unter Berücksichtigung des Versuchsverlaufs (z.B. Anstieg der Belastung bei bestimmten Modellen, erhöhte Belastung zu bestimmten </w:t>
            </w:r>
            <w:r>
              <w:rPr>
                <w:rStyle w:val="Ausfllhilfe"/>
              </w:rPr>
              <w:t>Zeitpunkten, z.B. nach operativen Eingriffen oder Bestrahlungen, etc.). Belastungstabelle und Score Sheet sollen erwähnt und dargestellt werden. Darüber hinaus ist zu beschreiben, welche Maßnahmen zur täglichen Kontrolle der Tiere vorgesehen sind und welch</w:t>
            </w:r>
            <w:r>
              <w:rPr>
                <w:rStyle w:val="Ausfllhilfe"/>
              </w:rPr>
              <w:t>e Behandlungsmaßnahmen ggf. beim Auftreten klinischer Krankheitssymptomen zum Einsatz kommen. Vermeiden Sie bitte Begriffe wie „regelmäßig“, „intensiv“, „kritisch“, …</w:t>
            </w:r>
          </w:p>
        </w:tc>
      </w:tr>
      <w:tr w:rsidR="00AA047D" w14:paraId="1E04D5ED" w14:textId="77777777">
        <w:trPr>
          <w:cantSplit/>
          <w:trHeight w:val="1987"/>
        </w:trPr>
        <w:tc>
          <w:tcPr>
            <w:tcW w:w="778" w:type="dxa"/>
            <w:tcBorders>
              <w:bottom w:val="nil"/>
            </w:tcBorders>
          </w:tcPr>
          <w:p w14:paraId="3E81ECC7" w14:textId="77777777" w:rsidR="00AA047D" w:rsidRDefault="0053644C">
            <w:pPr>
              <w:pStyle w:val="Funotentext"/>
              <w:spacing w:after="0" w:line="320" w:lineRule="exact"/>
              <w:rPr>
                <w:sz w:val="16"/>
              </w:rPr>
            </w:pPr>
            <w:r>
              <w:rPr>
                <w:b/>
              </w:rPr>
              <w:t>1.2.9</w:t>
            </w:r>
          </w:p>
        </w:tc>
        <w:tc>
          <w:tcPr>
            <w:tcW w:w="9174" w:type="dxa"/>
            <w:gridSpan w:val="14"/>
            <w:tcBorders>
              <w:bottom w:val="single" w:sz="4" w:space="0" w:color="auto"/>
            </w:tcBorders>
            <w:vAlign w:val="center"/>
          </w:tcPr>
          <w:p w14:paraId="19657493" w14:textId="77777777" w:rsidR="00AA047D" w:rsidRDefault="0053644C">
            <w:pPr>
              <w:pStyle w:val="Funotentext"/>
              <w:spacing w:after="0" w:line="320" w:lineRule="exact"/>
              <w:rPr>
                <w:b/>
                <w:spacing w:val="-2"/>
              </w:rPr>
            </w:pPr>
            <w:r>
              <w:rPr>
                <w:b/>
                <w:spacing w:val="-2"/>
              </w:rPr>
              <w:t>Beschreibung und Bewertung der Belastung (Intensität und Dauer von Schmerzen, Leid</w:t>
            </w:r>
            <w:r>
              <w:rPr>
                <w:b/>
                <w:spacing w:val="-2"/>
              </w:rPr>
              <w:t xml:space="preserve">en </w:t>
            </w:r>
            <w:r>
              <w:rPr>
                <w:b/>
                <w:spacing w:val="-4"/>
              </w:rPr>
              <w:t>oder Schäden)</w:t>
            </w:r>
            <w:r>
              <w:rPr>
                <w:b/>
                <w:spacing w:val="-2"/>
              </w:rPr>
              <w:t xml:space="preserve">, wissenschaftliche Begründung der Einstufung des Schweregrads nach Artikel 15 Abs. 1 </w:t>
            </w:r>
            <w:proofErr w:type="spellStart"/>
            <w:r>
              <w:rPr>
                <w:b/>
                <w:spacing w:val="-2"/>
              </w:rPr>
              <w:t>i.V.m</w:t>
            </w:r>
            <w:proofErr w:type="spellEnd"/>
            <w:r>
              <w:rPr>
                <w:b/>
                <w:spacing w:val="-2"/>
              </w:rPr>
              <w:t xml:space="preserve">. </w:t>
            </w:r>
            <w:proofErr w:type="spellStart"/>
            <w:r>
              <w:rPr>
                <w:b/>
                <w:spacing w:val="-2"/>
              </w:rPr>
              <w:t>Anh</w:t>
            </w:r>
            <w:proofErr w:type="spellEnd"/>
            <w:r>
              <w:rPr>
                <w:b/>
                <w:spacing w:val="-2"/>
              </w:rPr>
              <w:t xml:space="preserve">. VIII der RL 2010/63/EU </w:t>
            </w:r>
            <w:r>
              <w:rPr>
                <w:b/>
                <w:spacing w:val="-4"/>
              </w:rPr>
              <w:t xml:space="preserve">bezogen auf die jeweilige Tierart und Versuchsgruppe in Anlehnung an die Ausführungen zu Ziff. 1.2.4 </w:t>
            </w:r>
            <w:r>
              <w:rPr>
                <w:rStyle w:val="Endnotenzeichen"/>
                <w:b/>
                <w:i/>
                <w:color w:val="00B050"/>
                <w:spacing w:val="-2"/>
                <w:vertAlign w:val="baseline"/>
              </w:rPr>
              <w:endnoteReference w:id="13"/>
            </w:r>
            <w:r>
              <w:rPr>
                <w:b/>
                <w:i/>
                <w:color w:val="00B050"/>
                <w:spacing w:val="-2"/>
              </w:rPr>
              <w:t>)</w:t>
            </w:r>
            <w:r>
              <w:rPr>
                <w:b/>
                <w:spacing w:val="-2"/>
              </w:rPr>
              <w:t xml:space="preserve"> unter Benennun</w:t>
            </w:r>
            <w:r>
              <w:rPr>
                <w:b/>
                <w:spacing w:val="-2"/>
              </w:rPr>
              <w:t xml:space="preserve">g konkreter Abbruchkriterien (in diesem Zusammenhang auch Darstellung Genotyp-bedingter Belastungen genetisch veränderter </w:t>
            </w:r>
            <w:r>
              <w:rPr>
                <w:b/>
                <w:color w:val="000000"/>
                <w:spacing w:val="-2"/>
              </w:rPr>
              <w:t>Tiere), §</w:t>
            </w:r>
            <w:r>
              <w:rPr>
                <w:b/>
                <w:spacing w:val="-2"/>
              </w:rPr>
              <w:t xml:space="preserve"> 31 Abs. 1 Satz 2 Nr. 2b TierSchVersV.</w:t>
            </w:r>
          </w:p>
          <w:p w14:paraId="6435DC8E" w14:textId="77777777" w:rsidR="00AA047D" w:rsidRDefault="0053644C">
            <w:pPr>
              <w:pStyle w:val="Funotentext"/>
              <w:spacing w:after="0" w:line="320" w:lineRule="exact"/>
              <w:rPr>
                <w:sz w:val="16"/>
              </w:rPr>
            </w:pPr>
            <w:r>
              <w:rPr>
                <w:sz w:val="16"/>
              </w:rPr>
              <w:t>- bitte Anlage „Belastungstabelle“ beifügen -</w:t>
            </w:r>
          </w:p>
          <w:p w14:paraId="015B136C" w14:textId="77777777" w:rsidR="00AA047D" w:rsidRDefault="0053644C">
            <w:pPr>
              <w:pStyle w:val="Funotentext"/>
              <w:spacing w:after="0" w:line="320" w:lineRule="exact"/>
              <w:rPr>
                <w:sz w:val="16"/>
              </w:rPr>
            </w:pPr>
            <w:r>
              <w:rPr>
                <w:sz w:val="16"/>
              </w:rPr>
              <w:t>- ggf. Anlage „Abschlussbeurteilung gene</w:t>
            </w:r>
            <w:r>
              <w:rPr>
                <w:sz w:val="16"/>
              </w:rPr>
              <w:t>tisch veränderter Zuchtlinien“ beifügen bzw. prospektive Einschätzung der phänotypischen Belastung -</w:t>
            </w:r>
          </w:p>
        </w:tc>
      </w:tr>
      <w:tr w:rsidR="00AA047D" w14:paraId="0E2DA952" w14:textId="77777777">
        <w:trPr>
          <w:cantSplit/>
          <w:trHeight w:hRule="exact" w:val="312"/>
        </w:trPr>
        <w:tc>
          <w:tcPr>
            <w:tcW w:w="778" w:type="dxa"/>
            <w:tcBorders>
              <w:top w:val="nil"/>
              <w:bottom w:val="nil"/>
            </w:tcBorders>
          </w:tcPr>
          <w:p w14:paraId="3A8FA7B6"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3421C274" w14:textId="77777777" w:rsidR="00AA047D" w:rsidRDefault="0053644C">
            <w:pPr>
              <w:pStyle w:val="Funotentext"/>
              <w:spacing w:after="0" w:line="320" w:lineRule="exact"/>
              <w:rPr>
                <w:b/>
                <w:sz w:val="16"/>
                <w:szCs w:val="16"/>
              </w:rPr>
            </w:pPr>
            <w:r>
              <w:rPr>
                <w:b/>
                <w:sz w:val="16"/>
                <w:szCs w:val="16"/>
              </w:rPr>
              <w:t>Erläuterungen:</w:t>
            </w:r>
          </w:p>
        </w:tc>
      </w:tr>
      <w:tr w:rsidR="00AA047D" w14:paraId="57F0F959" w14:textId="77777777">
        <w:trPr>
          <w:trHeight w:val="454"/>
        </w:trPr>
        <w:tc>
          <w:tcPr>
            <w:tcW w:w="778" w:type="dxa"/>
            <w:tcBorders>
              <w:top w:val="nil"/>
            </w:tcBorders>
          </w:tcPr>
          <w:p w14:paraId="08C565B7" w14:textId="77777777" w:rsidR="00AA047D" w:rsidRDefault="00AA047D">
            <w:pPr>
              <w:pStyle w:val="Funotentext"/>
              <w:spacing w:after="0" w:line="320" w:lineRule="exact"/>
            </w:pPr>
          </w:p>
        </w:tc>
        <w:tc>
          <w:tcPr>
            <w:tcW w:w="9174" w:type="dxa"/>
            <w:gridSpan w:val="14"/>
            <w:tcBorders>
              <w:top w:val="nil"/>
            </w:tcBorders>
            <w:vAlign w:val="center"/>
          </w:tcPr>
          <w:p w14:paraId="17DBD66E" w14:textId="77777777" w:rsidR="00AA047D" w:rsidRDefault="0053644C">
            <w:pPr>
              <w:spacing w:after="0" w:line="320" w:lineRule="exact"/>
              <w:rPr>
                <w:rStyle w:val="Ausfllhilfe"/>
              </w:rPr>
            </w:pPr>
            <w:r>
              <w:rPr>
                <w:rStyle w:val="Ausfllhilfe"/>
              </w:rPr>
              <w:t xml:space="preserve">Bitte legen Sie dar, mit welchen Belastungen bei den betroffenen Tieren zu rechnen ist und welche Maßnahmen getroffen werden, um </w:t>
            </w:r>
            <w:r>
              <w:rPr>
                <w:rStyle w:val="Ausfllhilfe"/>
              </w:rPr>
              <w:t>diese auf das geringstmögliche Maß zu reduzieren.</w:t>
            </w:r>
          </w:p>
          <w:p w14:paraId="67BDEF3C" w14:textId="77777777" w:rsidR="00AA047D" w:rsidRDefault="0053644C">
            <w:pPr>
              <w:spacing w:after="0" w:line="320" w:lineRule="exact"/>
              <w:rPr>
                <w:rStyle w:val="Ausfllhilfe"/>
              </w:rPr>
            </w:pPr>
            <w:r>
              <w:rPr>
                <w:rStyle w:val="Ausfllhilfe"/>
              </w:rPr>
              <w:t>Hier sind alle im Laufe des Versuchs (in allen Gruppen, allen Methoden) auftretenden Belastungen aufzuführen, auch wenn diese unterschiedlich schwer ausfallen. Darunter sind nicht nur Schmerzen, Leiden oder</w:t>
            </w:r>
            <w:r>
              <w:rPr>
                <w:rStyle w:val="Ausfllhilfe"/>
              </w:rPr>
              <w:t xml:space="preserve"> Schäden durch die direkte Versuchseinwirkung, sondern alle Aspekte von Schmerzen, Leiden oder Schäden zu verstehen, die z.B. auch durch die Art der Haltung, Fütterung, Handling usw. auftreten können. </w:t>
            </w:r>
          </w:p>
          <w:p w14:paraId="7C8FB041" w14:textId="77777777" w:rsidR="00AA047D" w:rsidRDefault="0053644C">
            <w:pPr>
              <w:spacing w:after="0" w:line="320" w:lineRule="exact"/>
              <w:rPr>
                <w:rStyle w:val="Ausfllhilfe"/>
              </w:rPr>
            </w:pPr>
            <w:r>
              <w:rPr>
                <w:rStyle w:val="Ausfllhilfe"/>
              </w:rPr>
              <w:t>Daher sind Belastungen, die:</w:t>
            </w:r>
          </w:p>
          <w:p w14:paraId="2F699730" w14:textId="77777777" w:rsidR="00AA047D" w:rsidRDefault="0053644C">
            <w:pPr>
              <w:pStyle w:val="Listenabsatz"/>
              <w:numPr>
                <w:ilvl w:val="0"/>
                <w:numId w:val="9"/>
              </w:numPr>
              <w:spacing w:after="0" w:line="320" w:lineRule="exact"/>
              <w:rPr>
                <w:rStyle w:val="Ausfllhilfe"/>
              </w:rPr>
            </w:pPr>
            <w:r>
              <w:rPr>
                <w:rStyle w:val="Ausfllhilfe"/>
              </w:rPr>
              <w:t>während der Versuchsvorbe</w:t>
            </w:r>
            <w:r>
              <w:rPr>
                <w:rStyle w:val="Ausfllhilfe"/>
              </w:rPr>
              <w:t>reitung (z.B. nüchtern halten),</w:t>
            </w:r>
          </w:p>
          <w:p w14:paraId="00D9E3BC" w14:textId="77777777" w:rsidR="00AA047D" w:rsidRDefault="0053644C">
            <w:pPr>
              <w:pStyle w:val="Listenabsatz"/>
              <w:numPr>
                <w:ilvl w:val="0"/>
                <w:numId w:val="9"/>
              </w:numPr>
              <w:spacing w:after="0" w:line="320" w:lineRule="exact"/>
              <w:rPr>
                <w:rStyle w:val="Ausfllhilfe"/>
              </w:rPr>
            </w:pPr>
            <w:r>
              <w:rPr>
                <w:rStyle w:val="Ausfllhilfe"/>
              </w:rPr>
              <w:t>ab dem Beginn von der Norm abweichender Haltungsbedingungen,</w:t>
            </w:r>
          </w:p>
          <w:p w14:paraId="420247DD" w14:textId="77777777" w:rsidR="00AA047D" w:rsidRDefault="0053644C">
            <w:pPr>
              <w:pStyle w:val="Listenabsatz"/>
              <w:numPr>
                <w:ilvl w:val="0"/>
                <w:numId w:val="9"/>
              </w:numPr>
              <w:spacing w:after="0" w:line="320" w:lineRule="exact"/>
              <w:rPr>
                <w:rStyle w:val="Ausfllhilfe"/>
              </w:rPr>
            </w:pPr>
            <w:r>
              <w:rPr>
                <w:rStyle w:val="Ausfllhilfe"/>
              </w:rPr>
              <w:t>ab dem Eingriff oder der Behandlung,</w:t>
            </w:r>
          </w:p>
          <w:p w14:paraId="6C8BB556" w14:textId="77777777" w:rsidR="00AA047D" w:rsidRDefault="0053644C">
            <w:pPr>
              <w:pStyle w:val="Listenabsatz"/>
              <w:numPr>
                <w:ilvl w:val="0"/>
                <w:numId w:val="9"/>
              </w:numPr>
              <w:spacing w:after="0" w:line="320" w:lineRule="exact"/>
              <w:rPr>
                <w:rStyle w:val="Ausfllhilfe"/>
              </w:rPr>
            </w:pPr>
            <w:r>
              <w:rPr>
                <w:rStyle w:val="Ausfllhilfe"/>
              </w:rPr>
              <w:t>bis zum Versuchsende,</w:t>
            </w:r>
          </w:p>
          <w:p w14:paraId="46B8978F" w14:textId="77777777" w:rsidR="00AA047D" w:rsidRDefault="0053644C">
            <w:pPr>
              <w:pStyle w:val="Listenabsatz"/>
              <w:numPr>
                <w:ilvl w:val="0"/>
                <w:numId w:val="9"/>
              </w:numPr>
              <w:spacing w:after="0" w:line="320" w:lineRule="exact"/>
              <w:rPr>
                <w:rStyle w:val="Ausfllhilfe"/>
              </w:rPr>
            </w:pPr>
            <w:r>
              <w:rPr>
                <w:rStyle w:val="Ausfllhilfe"/>
              </w:rPr>
              <w:t>bis zum Erreichen eines Zustandes ohne Schmerzen, Leiden oder Schäden im Verlauf des Beobachtungszeitrau</w:t>
            </w:r>
            <w:r>
              <w:rPr>
                <w:rStyle w:val="Ausfllhilfe"/>
              </w:rPr>
              <w:t>ms oder</w:t>
            </w:r>
          </w:p>
          <w:p w14:paraId="329B1168" w14:textId="77777777" w:rsidR="00AA047D" w:rsidRDefault="0053644C">
            <w:pPr>
              <w:pStyle w:val="Listenabsatz"/>
              <w:numPr>
                <w:ilvl w:val="0"/>
                <w:numId w:val="9"/>
              </w:numPr>
              <w:spacing w:after="0" w:line="320" w:lineRule="exact"/>
              <w:rPr>
                <w:rStyle w:val="Ausfllhilfe"/>
              </w:rPr>
            </w:pPr>
            <w:r>
              <w:rPr>
                <w:rStyle w:val="Ausfllhilfe"/>
              </w:rPr>
              <w:t>nach dem Tierversuch bei Überleben</w:t>
            </w:r>
          </w:p>
          <w:p w14:paraId="01F78F10" w14:textId="77777777" w:rsidR="00AA047D" w:rsidRDefault="0053644C">
            <w:pPr>
              <w:spacing w:after="0" w:line="320" w:lineRule="exact"/>
              <w:rPr>
                <w:rStyle w:val="Ausfllhilfe"/>
              </w:rPr>
            </w:pPr>
            <w:r>
              <w:rPr>
                <w:rStyle w:val="Ausfllhilfe"/>
              </w:rPr>
              <w:t xml:space="preserve">auftreten können zu berücksichtigen. </w:t>
            </w:r>
          </w:p>
          <w:p w14:paraId="113808D8" w14:textId="77777777" w:rsidR="00AA047D" w:rsidRDefault="00AA047D">
            <w:pPr>
              <w:spacing w:after="0" w:line="320" w:lineRule="exact"/>
              <w:rPr>
                <w:rStyle w:val="Ausfllhilfe"/>
              </w:rPr>
            </w:pPr>
          </w:p>
          <w:p w14:paraId="2DB80A82" w14:textId="77777777" w:rsidR="00AA047D" w:rsidRDefault="0053644C">
            <w:pPr>
              <w:spacing w:after="0" w:line="320" w:lineRule="exact"/>
              <w:rPr>
                <w:rStyle w:val="Ausfllhilfe"/>
              </w:rPr>
            </w:pPr>
            <w:r>
              <w:rPr>
                <w:rStyle w:val="Ausfllhilfe"/>
              </w:rPr>
              <w:t>Hierbei sind Grad, Dauer und Wesen der Belastung anzugeben und zu begründen.</w:t>
            </w:r>
          </w:p>
          <w:p w14:paraId="0877E503" w14:textId="77777777" w:rsidR="00AA047D" w:rsidRDefault="0053644C">
            <w:pPr>
              <w:spacing w:after="0" w:line="320" w:lineRule="exact"/>
              <w:rPr>
                <w:rStyle w:val="Ausfllhilfe"/>
              </w:rPr>
            </w:pPr>
            <w:r>
              <w:rPr>
                <w:rStyle w:val="Ausfllhilfe"/>
              </w:rPr>
              <w:t>Die Belastungsbewertung muss nachvollziehbar dokumentiert sein.</w:t>
            </w:r>
          </w:p>
          <w:p w14:paraId="7A995803" w14:textId="77777777" w:rsidR="00AA047D" w:rsidRDefault="0053644C">
            <w:pPr>
              <w:spacing w:after="0" w:line="320" w:lineRule="exact"/>
              <w:rPr>
                <w:rStyle w:val="Ausfllhilfe"/>
              </w:rPr>
            </w:pPr>
            <w:r>
              <w:rPr>
                <w:rStyle w:val="Ausfllhilfe"/>
              </w:rPr>
              <w:t xml:space="preserve">Es sollte dargestellt </w:t>
            </w:r>
            <w:r>
              <w:rPr>
                <w:rStyle w:val="Ausfllhilfe"/>
              </w:rPr>
              <w:t>werden, durch welche Linderungsmaßnahmen die Belastung für die Tiere mini</w:t>
            </w:r>
            <w:r>
              <w:rPr>
                <w:rStyle w:val="Ausfllhilfe"/>
              </w:rPr>
              <w:softHyphen/>
              <w:t>mal gehalten wird (Analgesie, Anästhesie, etc.). Hierunter fallen auch Maßnahmen wie bspw. Anbie</w:t>
            </w:r>
            <w:r>
              <w:rPr>
                <w:rStyle w:val="Ausfllhilfe"/>
              </w:rPr>
              <w:softHyphen/>
              <w:t>ten von Futter und/ oder Wasser am Käfigboden, besondere Einstreu etc.).</w:t>
            </w:r>
          </w:p>
          <w:p w14:paraId="67D26692" w14:textId="77777777" w:rsidR="00AA047D" w:rsidRDefault="0053644C">
            <w:pPr>
              <w:spacing w:after="0" w:line="320" w:lineRule="exact"/>
              <w:rPr>
                <w:rStyle w:val="Ausfllhilfe"/>
              </w:rPr>
            </w:pPr>
            <w:r>
              <w:rPr>
                <w:rStyle w:val="Ausfllhilfe"/>
              </w:rPr>
              <w:t>Weiterhin si</w:t>
            </w:r>
            <w:r>
              <w:rPr>
                <w:rStyle w:val="Ausfllhilfe"/>
              </w:rPr>
              <w:t>nd mögliche Belastungen bei genetisch veränderten Tieren durch einen belasteten Phänotyp (s.u.) zu beachten.</w:t>
            </w:r>
          </w:p>
          <w:p w14:paraId="0DB5D612" w14:textId="77777777" w:rsidR="00AA047D" w:rsidRDefault="0053644C">
            <w:pPr>
              <w:spacing w:after="0" w:line="320" w:lineRule="exact"/>
              <w:rPr>
                <w:rStyle w:val="Ausfllhilfe"/>
              </w:rPr>
            </w:pPr>
            <w:r>
              <w:rPr>
                <w:rStyle w:val="Ausfllhilfe"/>
              </w:rPr>
              <w:t>Zu berücksichtigen sind auch Nebenwirkungen verwendeter Pharmaka, Komplikationen bei operati</w:t>
            </w:r>
            <w:r>
              <w:rPr>
                <w:rStyle w:val="Ausfllhilfe"/>
              </w:rPr>
              <w:softHyphen/>
              <w:t>ven Eingriffen und kumulative Effekte von Einzelbelast</w:t>
            </w:r>
            <w:r>
              <w:rPr>
                <w:rStyle w:val="Ausfllhilfe"/>
              </w:rPr>
              <w:t>ungen.</w:t>
            </w:r>
          </w:p>
          <w:p w14:paraId="13E21AA7" w14:textId="77777777" w:rsidR="00AA047D" w:rsidRDefault="0053644C">
            <w:pPr>
              <w:spacing w:after="0" w:line="320" w:lineRule="exact"/>
              <w:rPr>
                <w:rStyle w:val="Ausfllhilfe"/>
              </w:rPr>
            </w:pPr>
            <w:r>
              <w:rPr>
                <w:rStyle w:val="Ausfllhilfe"/>
              </w:rPr>
              <w:lastRenderedPageBreak/>
              <w:t>Dabei spielen neben der Intensität der Belastungen auch deren Dauer bzw. die Häufigkeit der Wiederholungen eine entscheidende Rolle. Daraus ergibt sich am Ende die Bewertung der Gesamtbe</w:t>
            </w:r>
            <w:r>
              <w:rPr>
                <w:rStyle w:val="Ausfllhilfe"/>
              </w:rPr>
              <w:softHyphen/>
              <w:t>lastung als „gering“, „mittel“, „schwer“, oder „keine Wiederhe</w:t>
            </w:r>
            <w:r>
              <w:rPr>
                <w:rStyle w:val="Ausfllhilfe"/>
              </w:rPr>
              <w:t xml:space="preserve">rstellung der Lebensfunktion“. </w:t>
            </w:r>
          </w:p>
          <w:p w14:paraId="64252F4A" w14:textId="77777777" w:rsidR="00AA047D" w:rsidRDefault="0053644C">
            <w:pPr>
              <w:spacing w:after="0" w:line="320" w:lineRule="exact"/>
              <w:rPr>
                <w:rStyle w:val="Ausfllhilfe"/>
              </w:rPr>
            </w:pPr>
            <w:r>
              <w:rPr>
                <w:rStyle w:val="Ausfllhilfe"/>
              </w:rPr>
              <w:t>In Anhang VIII der EU-Versuchstierrichtlinie sind die Belastungskategorien beschrieben und mit Bei</w:t>
            </w:r>
            <w:r>
              <w:rPr>
                <w:rStyle w:val="Ausfllhilfe"/>
              </w:rPr>
              <w:softHyphen/>
              <w:t xml:space="preserve">spielen versehen. </w:t>
            </w:r>
          </w:p>
          <w:p w14:paraId="019413B0" w14:textId="77777777" w:rsidR="00AA047D" w:rsidRDefault="0053644C">
            <w:pPr>
              <w:spacing w:after="0" w:line="320" w:lineRule="exact"/>
              <w:rPr>
                <w:rStyle w:val="Ausfllhilfe"/>
              </w:rPr>
            </w:pPr>
            <w:r>
              <w:rPr>
                <w:rStyle w:val="Ausfllhilfe"/>
              </w:rPr>
              <w:t>(</w:t>
            </w:r>
            <w:hyperlink r:id="rId15" w:history="1">
              <w:r>
                <w:rPr>
                  <w:rStyle w:val="Ausfllhilfe"/>
                </w:rPr>
                <w:t>http</w:t>
              </w:r>
              <w:r>
                <w:rPr>
                  <w:rStyle w:val="Ausfllhilfe"/>
                </w:rPr>
                <w:t>://eur-lex.europa.eu/LexUriServ/LexUriServ.do?uri=OJ:L:2010:276:0033:0079:DE:PDF</w:t>
              </w:r>
            </w:hyperlink>
            <w:r>
              <w:rPr>
                <w:rStyle w:val="Ausfllhilfe"/>
              </w:rPr>
              <w:t xml:space="preserve">). </w:t>
            </w:r>
          </w:p>
          <w:p w14:paraId="28C3E656" w14:textId="77777777" w:rsidR="00AA047D" w:rsidRDefault="00AA047D">
            <w:pPr>
              <w:spacing w:after="0" w:line="320" w:lineRule="exact"/>
              <w:rPr>
                <w:rStyle w:val="Ausfllhilfe"/>
              </w:rPr>
            </w:pPr>
          </w:p>
          <w:p w14:paraId="7E6828D6" w14:textId="77777777" w:rsidR="00AA047D" w:rsidRDefault="0053644C">
            <w:pPr>
              <w:spacing w:after="0" w:line="320" w:lineRule="exact"/>
              <w:rPr>
                <w:rStyle w:val="Ausfllhilfe"/>
              </w:rPr>
            </w:pPr>
            <w:r>
              <w:rPr>
                <w:rStyle w:val="Ausfllhilfe"/>
              </w:rPr>
              <w:t>Weitere Hinweise finden Sie hier:</w:t>
            </w:r>
          </w:p>
          <w:p w14:paraId="7CF39CE7" w14:textId="77777777" w:rsidR="00AA047D" w:rsidRDefault="0053644C">
            <w:pPr>
              <w:pStyle w:val="Listenabsatz"/>
              <w:numPr>
                <w:ilvl w:val="0"/>
                <w:numId w:val="10"/>
              </w:numPr>
              <w:spacing w:after="0" w:line="320" w:lineRule="exact"/>
              <w:rPr>
                <w:rStyle w:val="Ausfllhilfe"/>
              </w:rPr>
            </w:pPr>
            <w:r>
              <w:rPr>
                <w:rStyle w:val="Ausfllhilfe"/>
              </w:rPr>
              <w:t>„Orientierungshilfe des Arbeitskreises Berliner Tierschutzbeauftragter zur Einstufung in Belastungs</w:t>
            </w:r>
            <w:r>
              <w:rPr>
                <w:rStyle w:val="Ausfllhilfe"/>
              </w:rPr>
              <w:softHyphen/>
              <w:t>grade für genehmigungspflichtige Tier</w:t>
            </w:r>
            <w:r>
              <w:rPr>
                <w:rStyle w:val="Ausfllhilfe"/>
              </w:rPr>
              <w:t>versuche“ (</w:t>
            </w:r>
            <w:hyperlink r:id="rId16" w:history="1">
              <w:r>
                <w:rPr>
                  <w:rStyle w:val="Ausfllhilfe"/>
                </w:rPr>
                <w:t>http://tierschutz.charite.de/tierversuche/formularedownloads/genehmigungen/</w:t>
              </w:r>
            </w:hyperlink>
            <w:r>
              <w:rPr>
                <w:rStyle w:val="Ausfllhilfe"/>
              </w:rPr>
              <w:t>)</w:t>
            </w:r>
          </w:p>
          <w:p w14:paraId="28D73597" w14:textId="77777777" w:rsidR="00AA047D" w:rsidRDefault="0053644C">
            <w:pPr>
              <w:pStyle w:val="Listenabsatz"/>
              <w:numPr>
                <w:ilvl w:val="0"/>
                <w:numId w:val="10"/>
              </w:numPr>
              <w:spacing w:after="0" w:line="320" w:lineRule="exact"/>
              <w:rPr>
                <w:rStyle w:val="Ausfllhilfe"/>
              </w:rPr>
            </w:pPr>
            <w:r>
              <w:rPr>
                <w:rStyle w:val="Ausfllhilfe"/>
              </w:rPr>
              <w:t>„Einteilung von Tierversuchen nach Schweregraden vor Versuchsbeginn (Belastu</w:t>
            </w:r>
            <w:r>
              <w:rPr>
                <w:rStyle w:val="Ausfllhilfe"/>
              </w:rPr>
              <w:t xml:space="preserve">ngskategorien)“ („Schweizer Belastungskatalog“), </w:t>
            </w:r>
            <w:hyperlink r:id="rId17" w:history="1">
              <w:r>
                <w:rPr>
                  <w:rStyle w:val="Ausfllhilfe"/>
                </w:rPr>
                <w:t>www.blv.admin.ch/themen/tierschutz/00777/00778/index.html?lang</w:t>
              </w:r>
            </w:hyperlink>
            <w:r>
              <w:rPr>
                <w:rStyle w:val="Ausfllhilfe"/>
              </w:rPr>
              <w:t>=)</w:t>
            </w:r>
          </w:p>
          <w:p w14:paraId="632FBC71" w14:textId="77777777" w:rsidR="00AA047D" w:rsidRDefault="0053644C">
            <w:pPr>
              <w:pStyle w:val="Listenabsatz"/>
              <w:numPr>
                <w:ilvl w:val="0"/>
                <w:numId w:val="10"/>
              </w:numPr>
              <w:spacing w:after="0" w:line="320" w:lineRule="exact"/>
              <w:rPr>
                <w:rStyle w:val="Ausfllhilfe"/>
              </w:rPr>
            </w:pPr>
            <w:r>
              <w:rPr>
                <w:rStyle w:val="Ausfllhilfe"/>
              </w:rPr>
              <w:t xml:space="preserve">„Empfehlung zur Schmerztherapie bei Versuchstieren (Sep 2020)“ der GV-SOLAS </w:t>
            </w:r>
          </w:p>
          <w:p w14:paraId="395D2C0B" w14:textId="77777777" w:rsidR="00AA047D" w:rsidRDefault="0053644C">
            <w:pPr>
              <w:pStyle w:val="Listenabsatz"/>
              <w:numPr>
                <w:ilvl w:val="0"/>
                <w:numId w:val="10"/>
              </w:numPr>
              <w:spacing w:after="0" w:line="320" w:lineRule="exact"/>
              <w:rPr>
                <w:rStyle w:val="Ausfllhilfe"/>
              </w:rPr>
            </w:pPr>
            <w:r>
              <w:rPr>
                <w:rStyle w:val="Ausfllhilfe"/>
              </w:rPr>
              <w:t>(</w:t>
            </w:r>
            <w:hyperlink r:id="rId18" w:history="1">
              <w:r>
                <w:rPr>
                  <w:rStyle w:val="Ausfllhilfe"/>
                </w:rPr>
                <w:t>http://www.gv-solas.de/index.php?id=33</w:t>
              </w:r>
            </w:hyperlink>
            <w:r>
              <w:rPr>
                <w:rStyle w:val="Ausfllhilfe"/>
              </w:rPr>
              <w:t xml:space="preserve">). </w:t>
            </w:r>
          </w:p>
          <w:p w14:paraId="466F788A" w14:textId="77777777" w:rsidR="00AA047D" w:rsidRDefault="0053644C">
            <w:pPr>
              <w:spacing w:after="0" w:line="320" w:lineRule="exact"/>
              <w:rPr>
                <w:rStyle w:val="Ausfllhilfe"/>
              </w:rPr>
            </w:pPr>
            <w:r>
              <w:rPr>
                <w:rStyle w:val="Ausfllhilfe"/>
              </w:rPr>
              <w:t>Aus den Ausführungen muss hervorgehen, dass die Belastung, die die Tiere im Verla</w:t>
            </w:r>
            <w:r>
              <w:rPr>
                <w:rStyle w:val="Ausfllhilfe"/>
              </w:rPr>
              <w:t>uf des Versu</w:t>
            </w:r>
            <w:r>
              <w:rPr>
                <w:rStyle w:val="Ausfllhilfe"/>
              </w:rPr>
              <w:softHyphen/>
              <w:t xml:space="preserve">ches erleiden, auf ein Minimum reduziert wird. </w:t>
            </w:r>
          </w:p>
          <w:p w14:paraId="3D70181B" w14:textId="77777777" w:rsidR="00AA047D" w:rsidRDefault="0053644C">
            <w:pPr>
              <w:spacing w:after="0" w:line="320" w:lineRule="exact"/>
              <w:rPr>
                <w:rStyle w:val="Ausfllhilfe"/>
              </w:rPr>
            </w:pPr>
            <w:r>
              <w:rPr>
                <w:rStyle w:val="Ausfllhilfe"/>
              </w:rPr>
              <w:t>Unnötiges Leiden ist durch die Anwendung geeigneter Abbruchkriterien unbedingt zu verhindern. Hierfür ist die Erstellung eines versuchsspezifischen Score Sheets (Überwachungsbogen) geeignet (Anla</w:t>
            </w:r>
            <w:r>
              <w:rPr>
                <w:rStyle w:val="Ausfllhilfe"/>
              </w:rPr>
              <w:t>ge 7) (s. Punkt 1.2.10). Es ist darauf zu achten, dass die Belastungseinschätzung des Versuches und die Maximalbelastung, die im Score Sheet zugelassen wird, übereinstimmen. Die Score Sheets bieten eine wertvolle Hilfe bei der objektiven Erfassung der tats</w:t>
            </w:r>
            <w:r>
              <w:rPr>
                <w:rStyle w:val="Ausfllhilfe"/>
              </w:rPr>
              <w:t xml:space="preserve">ächlichen Belastung während der Versuchsdurchführung. Beachten Sie bitte, dass die Belastung auch in der jährlichen Versuchstiermeldung abgefragt wird! </w:t>
            </w:r>
          </w:p>
          <w:p w14:paraId="105992B6" w14:textId="77777777" w:rsidR="00AA047D" w:rsidRDefault="0053644C">
            <w:pPr>
              <w:spacing w:after="0" w:line="320" w:lineRule="exact"/>
              <w:rPr>
                <w:rStyle w:val="Ausfllhilfe"/>
              </w:rPr>
            </w:pPr>
            <w:r>
              <w:rPr>
                <w:rStyle w:val="Ausfllhilfe"/>
              </w:rPr>
              <w:t>Sofern genetisch veränderte Tiere verwendet oder genetisch veränderte Tierlinien generiert werden solle</w:t>
            </w:r>
            <w:r>
              <w:rPr>
                <w:rStyle w:val="Ausfllhilfe"/>
              </w:rPr>
              <w:t>n, sind deren Eigenschaften und mögliche Belastungen zu beschreiben und zu bewerten (bitte Formblatt „Abschlussbeurteilung genetisch veränderter Zuchtlinien“ jedes Mal mit einreichen. Dieses ist durch die Projektleitung und durch die/den Tierschutzbeauftra</w:t>
            </w:r>
            <w:r>
              <w:rPr>
                <w:rStyle w:val="Ausfllhilfe"/>
              </w:rPr>
              <w:t>gte/n zu unterzeichnen). Eine Hilfestellung bei der Belastungsbeurteilung gibt das Dokument „Festlegung von Kriterien zur Beurtei</w:t>
            </w:r>
            <w:r>
              <w:rPr>
                <w:rStyle w:val="Ausfllhilfe"/>
              </w:rPr>
              <w:softHyphen/>
              <w:t>lung der Belastung genetisch veränderter Versuchstiere“.</w:t>
            </w:r>
          </w:p>
          <w:p w14:paraId="575E0DDB" w14:textId="77777777" w:rsidR="00AA047D" w:rsidRDefault="0053644C">
            <w:pPr>
              <w:spacing w:after="0" w:line="320" w:lineRule="exact"/>
              <w:rPr>
                <w:rStyle w:val="Ausfllhilfe"/>
              </w:rPr>
            </w:pPr>
            <w:hyperlink r:id="rId19" w:history="1">
              <w:r>
                <w:rPr>
                  <w:rStyle w:val="Ausfllhilfe"/>
                </w:rPr>
                <w:t>http://www.bfr.bund.de/cm/343/beurteilung-der-belastung-genetisch-veraenderter-tiere.pdf</w:t>
              </w:r>
            </w:hyperlink>
            <w:r>
              <w:rPr>
                <w:rStyle w:val="Ausfllhilfe"/>
              </w:rPr>
              <w:t xml:space="preserve"> unter „Mitteilungen“). Für bereits existente und ausreichend charakterisierte Linien können vorhandene, erhobene Daten (z.B. Datenb</w:t>
            </w:r>
            <w:r>
              <w:rPr>
                <w:rStyle w:val="Ausfllhilfe"/>
              </w:rPr>
              <w:t>lätter der Züchter, eigene Untersuchungen) zur Belastungseinstufung herangezogen werden. Für die Erstellung einer neuen genetisch veränderten Tierlinie oder bei unzu</w:t>
            </w:r>
            <w:r>
              <w:rPr>
                <w:rStyle w:val="Ausfllhilfe"/>
              </w:rPr>
              <w:softHyphen/>
              <w:t>reichend charakterisierten Linien ist die erwartete Belastung prospektiv einzuschätzen. Na</w:t>
            </w:r>
            <w:r>
              <w:rPr>
                <w:rStyle w:val="Ausfllhilfe"/>
              </w:rPr>
              <w:t xml:space="preserve">ch Abschluss der Versuche ist dem LANUV eine Abschlussbeurteilung vorzulegen. </w:t>
            </w:r>
          </w:p>
          <w:p w14:paraId="4E467E2C" w14:textId="77777777" w:rsidR="00AA047D" w:rsidRDefault="0053644C">
            <w:pPr>
              <w:spacing w:after="0" w:line="320" w:lineRule="exact"/>
              <w:rPr>
                <w:rStyle w:val="Ausfllhilfe"/>
              </w:rPr>
            </w:pPr>
            <w:r>
              <w:rPr>
                <w:rStyle w:val="Ausfllhilfe"/>
              </w:rPr>
              <w:t xml:space="preserve">Am Ende ist immer die Gesamtbelastung für das Einzeltier anzugeben. </w:t>
            </w:r>
          </w:p>
          <w:p w14:paraId="0163423E" w14:textId="77777777" w:rsidR="00AA047D" w:rsidRDefault="0053644C">
            <w:pPr>
              <w:spacing w:after="0" w:line="320" w:lineRule="exact"/>
              <w:rPr>
                <w:spacing w:val="-4"/>
              </w:rPr>
            </w:pPr>
            <w:r>
              <w:rPr>
                <w:rStyle w:val="Ausfllhilfe"/>
              </w:rPr>
              <w:t>Die Beifügung einer Belastungstabelle ist nicht erforderlich, sollte dennoch eine solche eingereicht werden,</w:t>
            </w:r>
            <w:r>
              <w:rPr>
                <w:rStyle w:val="Ausfllhilfe"/>
              </w:rPr>
              <w:t xml:space="preserve"> ist auf inhaltliche Übereinstimmung mit dem Antragstext zu achten.</w:t>
            </w:r>
          </w:p>
        </w:tc>
      </w:tr>
      <w:tr w:rsidR="00AA047D" w14:paraId="48ABFFFA" w14:textId="77777777">
        <w:trPr>
          <w:trHeight w:val="714"/>
        </w:trPr>
        <w:tc>
          <w:tcPr>
            <w:tcW w:w="778" w:type="dxa"/>
          </w:tcPr>
          <w:p w14:paraId="529AA758" w14:textId="77777777" w:rsidR="00AA047D" w:rsidRDefault="0053644C">
            <w:pPr>
              <w:pStyle w:val="Funotentext"/>
              <w:spacing w:after="0" w:line="320" w:lineRule="exact"/>
              <w:rPr>
                <w:b/>
              </w:rPr>
            </w:pPr>
            <w:r>
              <w:rPr>
                <w:b/>
              </w:rPr>
              <w:lastRenderedPageBreak/>
              <w:t>1.2.10</w:t>
            </w:r>
          </w:p>
        </w:tc>
        <w:tc>
          <w:tcPr>
            <w:tcW w:w="9174" w:type="dxa"/>
            <w:gridSpan w:val="14"/>
            <w:vAlign w:val="center"/>
          </w:tcPr>
          <w:p w14:paraId="1212C25F" w14:textId="77777777" w:rsidR="00AA047D" w:rsidRDefault="0053644C">
            <w:pPr>
              <w:pStyle w:val="Funotentext"/>
              <w:spacing w:after="0" w:line="320" w:lineRule="exact"/>
              <w:rPr>
                <w:b/>
                <w:spacing w:val="-2"/>
              </w:rPr>
            </w:pPr>
            <w:r>
              <w:rPr>
                <w:b/>
                <w:spacing w:val="-2"/>
              </w:rPr>
              <w:t>Benennung konkreter Abbruchkriterien (§ 31 Abs. 1 Satz 2 Nr. 1d) TierSchVersV)</w:t>
            </w:r>
          </w:p>
          <w:p w14:paraId="74B78376" w14:textId="77777777" w:rsidR="00AA047D" w:rsidRDefault="0053644C">
            <w:pPr>
              <w:pStyle w:val="Funotentext"/>
              <w:spacing w:after="0" w:line="320" w:lineRule="exact"/>
              <w:rPr>
                <w:sz w:val="16"/>
              </w:rPr>
            </w:pPr>
            <w:r>
              <w:rPr>
                <w:sz w:val="16"/>
              </w:rPr>
              <w:t>- bitte Anlage „Score Sheet“ beifügen –</w:t>
            </w:r>
          </w:p>
          <w:p w14:paraId="3F3B349D" w14:textId="77777777" w:rsidR="00AA047D" w:rsidRDefault="0053644C">
            <w:pPr>
              <w:spacing w:after="0" w:line="320" w:lineRule="exact"/>
              <w:rPr>
                <w:rStyle w:val="Ausfllhilfe"/>
              </w:rPr>
            </w:pPr>
            <w:r>
              <w:rPr>
                <w:rStyle w:val="Ausfllhilfe"/>
              </w:rPr>
              <w:t xml:space="preserve">Legen Sie konkrete Endpunkte für den Abbruch der Experimente </w:t>
            </w:r>
            <w:r>
              <w:rPr>
                <w:rStyle w:val="Ausfllhilfe"/>
              </w:rPr>
              <w:t xml:space="preserve">fest. Benennen Sie die Personen, die den Abbruch bei Erreichen der Kriterien durchführt und auf welche Weise sie ihn durchführt. Die nach Versuchsabschluss zu tötenden Tiere sind zum frühestmöglichen Zeitpunkt aus dem </w:t>
            </w:r>
            <w:r>
              <w:rPr>
                <w:rStyle w:val="Ausfllhilfe"/>
              </w:rPr>
              <w:lastRenderedPageBreak/>
              <w:t>Versuch zu nehmen. Es bedarf einer ein</w:t>
            </w:r>
            <w:r>
              <w:rPr>
                <w:rStyle w:val="Ausfllhilfe"/>
              </w:rPr>
              <w:t xml:space="preserve">deutigen Definition von Abbruchkriterien, wobei Spezifika des Versuches ggf. zu Modifikationen der allgemeinen Abbruchkriterien führen sollten. Eine Hilfestellung zur Erstellung von Abbruchkriterien finden Sie z.B. hier:  </w:t>
            </w:r>
          </w:p>
          <w:p w14:paraId="5D5E307E" w14:textId="77777777" w:rsidR="00AA047D" w:rsidRDefault="0053644C">
            <w:pPr>
              <w:spacing w:after="0" w:line="320" w:lineRule="exact"/>
              <w:rPr>
                <w:rStyle w:val="Ausfllhilfe"/>
              </w:rPr>
            </w:pPr>
            <w:hyperlink r:id="rId20" w:history="1">
              <w:r>
                <w:rPr>
                  <w:rStyle w:val="Ausfllhilfe"/>
                </w:rPr>
                <w:t>http://www.gv-solas.de/fileadmin/user_upload/pdf_publikation/tie_abbruch_arras.pdf</w:t>
              </w:r>
            </w:hyperlink>
          </w:p>
          <w:p w14:paraId="01773A3A" w14:textId="77777777" w:rsidR="00AA047D" w:rsidRDefault="0053644C">
            <w:pPr>
              <w:spacing w:after="0" w:line="320" w:lineRule="exact"/>
              <w:rPr>
                <w:rStyle w:val="Ausfllhilfe"/>
              </w:rPr>
            </w:pPr>
            <w:r>
              <w:rPr>
                <w:rStyle w:val="Ausfllhilfe"/>
              </w:rPr>
              <w:t xml:space="preserve">Sollten im Falle von unerwartet auftretenden Leiden eine tierärztliche Behandlung möglich sein, beschreiben Sie diese. </w:t>
            </w:r>
          </w:p>
          <w:p w14:paraId="56017E7D" w14:textId="77777777" w:rsidR="00AA047D" w:rsidRDefault="0053644C">
            <w:pPr>
              <w:spacing w:after="0" w:line="320" w:lineRule="exact"/>
              <w:rPr>
                <w:rStyle w:val="Ausfllhilfe"/>
              </w:rPr>
            </w:pPr>
            <w:r>
              <w:rPr>
                <w:rStyle w:val="Ausfllhilfe"/>
              </w:rPr>
              <w:t>Beachten Sie, dass insbesondere bei fulminanten Verläufen der Versuchsabbruch dem Tier nur bei angemessener Kontrollhäufigkeit und –tief</w:t>
            </w:r>
            <w:r>
              <w:rPr>
                <w:rStyle w:val="Ausfllhilfe"/>
              </w:rPr>
              <w:t>e auch real Leiden ersparen kann. Ein Versterben von Tieren in Folge der Versuchseinwirkung ist über die Abbruchkriterien zu verhindern.</w:t>
            </w:r>
          </w:p>
          <w:p w14:paraId="125E5CD4" w14:textId="77777777" w:rsidR="00AA047D" w:rsidRDefault="0053644C">
            <w:pPr>
              <w:spacing w:after="0" w:line="320" w:lineRule="exact"/>
              <w:rPr>
                <w:rStyle w:val="Ausfllhilfe"/>
              </w:rPr>
            </w:pPr>
            <w:r>
              <w:rPr>
                <w:rStyle w:val="Ausfllhilfe"/>
              </w:rPr>
              <w:t xml:space="preserve">Die Abbruchkriterien haben über ein adäquates Kontrollregime und die möglichen zu ergreifenden </w:t>
            </w:r>
            <w:proofErr w:type="spellStart"/>
            <w:r>
              <w:rPr>
                <w:rStyle w:val="Ausfllhilfe"/>
              </w:rPr>
              <w:t>Refinementmaßnahmen</w:t>
            </w:r>
            <w:proofErr w:type="spellEnd"/>
            <w:r>
              <w:rPr>
                <w:rStyle w:val="Ausfllhilfe"/>
              </w:rPr>
              <w:t xml:space="preserve"> etc.</w:t>
            </w:r>
            <w:r>
              <w:rPr>
                <w:rStyle w:val="Ausfllhilfe"/>
              </w:rPr>
              <w:t xml:space="preserve"> sicherzustellen, dass die für die Beantwortung der wissenschaftlichen Fragestellung unerlässliche Einzeltierbelastung nicht überschritten wird. </w:t>
            </w:r>
          </w:p>
          <w:p w14:paraId="491BE0AB" w14:textId="77777777" w:rsidR="00AA047D" w:rsidRDefault="0053644C">
            <w:pPr>
              <w:spacing w:after="0" w:line="320" w:lineRule="exact"/>
              <w:rPr>
                <w:rStyle w:val="Ausfllhilfe"/>
              </w:rPr>
            </w:pPr>
            <w:r>
              <w:rPr>
                <w:rStyle w:val="Ausfllhilfe"/>
              </w:rPr>
              <w:t>„Score Sheets“ müssen versuchsspezifisch sein und folgende Punkte beinhalten:</w:t>
            </w:r>
          </w:p>
          <w:p w14:paraId="4D86EE0A" w14:textId="77777777" w:rsidR="00AA047D" w:rsidRDefault="0053644C">
            <w:pPr>
              <w:pStyle w:val="Listenabsatz"/>
              <w:numPr>
                <w:ilvl w:val="0"/>
                <w:numId w:val="11"/>
              </w:numPr>
              <w:spacing w:after="0" w:line="320" w:lineRule="exact"/>
              <w:rPr>
                <w:rStyle w:val="Ausfllhilfe"/>
              </w:rPr>
            </w:pPr>
            <w:r>
              <w:rPr>
                <w:rStyle w:val="Ausfllhilfe"/>
              </w:rPr>
              <w:t>Zu erwartende Belastungsanzeiche</w:t>
            </w:r>
            <w:r>
              <w:rPr>
                <w:rStyle w:val="Ausfllhilfe"/>
              </w:rPr>
              <w:t>n und deren Gewichtung (z.B. Punktesystem) und zu ergreifende Maßnahmen bei Erreichen einer bestimmten Punktzahl/ Belastung,</w:t>
            </w:r>
          </w:p>
          <w:p w14:paraId="4C66E161" w14:textId="77777777" w:rsidR="00AA047D" w:rsidRDefault="0053644C">
            <w:pPr>
              <w:pStyle w:val="Listenabsatz"/>
              <w:numPr>
                <w:ilvl w:val="0"/>
                <w:numId w:val="11"/>
              </w:numPr>
              <w:spacing w:after="0" w:line="320" w:lineRule="exact"/>
              <w:rPr>
                <w:rStyle w:val="Ausfllhilfe"/>
              </w:rPr>
            </w:pPr>
            <w:r>
              <w:rPr>
                <w:rStyle w:val="Ausfllhilfe"/>
              </w:rPr>
              <w:t>Abbruchkriterien bzw. humane Endpunkte,</w:t>
            </w:r>
          </w:p>
          <w:p w14:paraId="21E127B9" w14:textId="77777777" w:rsidR="00AA047D" w:rsidRDefault="0053644C">
            <w:pPr>
              <w:pStyle w:val="Listenabsatz"/>
              <w:numPr>
                <w:ilvl w:val="0"/>
                <w:numId w:val="11"/>
              </w:numPr>
              <w:spacing w:after="0" w:line="320" w:lineRule="exact"/>
              <w:rPr>
                <w:rStyle w:val="Ausfllhilfe"/>
              </w:rPr>
            </w:pPr>
            <w:r>
              <w:rPr>
                <w:rStyle w:val="Ausfllhilfe"/>
              </w:rPr>
              <w:t>Kritische Zeitpunkte für das Tier und den Versuch und dementsprechende Überwachungshäufigke</w:t>
            </w:r>
            <w:r>
              <w:rPr>
                <w:rStyle w:val="Ausfllhilfe"/>
              </w:rPr>
              <w:t>it,</w:t>
            </w:r>
          </w:p>
          <w:p w14:paraId="55BDA3BF" w14:textId="77777777" w:rsidR="00AA047D" w:rsidRDefault="0053644C">
            <w:pPr>
              <w:pStyle w:val="Listenabsatz"/>
              <w:numPr>
                <w:ilvl w:val="0"/>
                <w:numId w:val="11"/>
              </w:numPr>
              <w:spacing w:after="0" w:line="320" w:lineRule="exact"/>
              <w:rPr>
                <w:rStyle w:val="Ausfllhilfe"/>
              </w:rPr>
            </w:pPr>
            <w:r>
              <w:rPr>
                <w:rStyle w:val="Ausfllhilfe"/>
              </w:rPr>
              <w:t>Spezielle Haltungs- und Pflegemaßnahmen,</w:t>
            </w:r>
          </w:p>
          <w:p w14:paraId="673FB16C" w14:textId="77777777" w:rsidR="00AA047D" w:rsidRDefault="0053644C">
            <w:pPr>
              <w:pStyle w:val="Listenabsatz"/>
              <w:numPr>
                <w:ilvl w:val="0"/>
                <w:numId w:val="11"/>
              </w:numPr>
              <w:spacing w:after="0" w:line="320" w:lineRule="exact"/>
              <w:rPr>
                <w:rStyle w:val="Ausfllhilfe"/>
              </w:rPr>
            </w:pPr>
            <w:r>
              <w:rPr>
                <w:rStyle w:val="Ausfllhilfe"/>
              </w:rPr>
              <w:t xml:space="preserve">Möglichkeit der Protokollierung des Gewichts, spezifischer Maßnahmen, etc. </w:t>
            </w:r>
          </w:p>
          <w:p w14:paraId="118670AD" w14:textId="77777777" w:rsidR="00AA047D" w:rsidRDefault="00AA047D">
            <w:pPr>
              <w:spacing w:after="0" w:line="320" w:lineRule="exact"/>
              <w:rPr>
                <w:rStyle w:val="Ausfllhilfe"/>
              </w:rPr>
            </w:pPr>
          </w:p>
          <w:p w14:paraId="6D9D5AA9" w14:textId="77777777" w:rsidR="00AA047D" w:rsidRDefault="0053644C">
            <w:pPr>
              <w:spacing w:after="0" w:line="320" w:lineRule="exact"/>
            </w:pPr>
            <w:r>
              <w:rPr>
                <w:rStyle w:val="Ausfllhilfe"/>
              </w:rPr>
              <w:t xml:space="preserve">Geben Sie klare Handlungsanweisung für die mit der Pflege der Tiere betrauten Personen, welche ihnen erlaubt, ein Tier </w:t>
            </w:r>
            <w:r>
              <w:rPr>
                <w:rStyle w:val="Ausfllhilfe"/>
              </w:rPr>
              <w:t>umgehend zu töten, wenn (sich abzeichnet, dass zeitnah/vor dem nächsten Scoring) ein Abbruchkriterium erfüllt wird. Bitte auch das Tötungsverfahren (ggf. verschiedene Verfahren je nach Alter, Entwicklungsstand, etc. der in das Versuchsvorhaben eingeschloss</w:t>
            </w:r>
            <w:r>
              <w:rPr>
                <w:rStyle w:val="Ausfllhilfe"/>
              </w:rPr>
              <w:t>enen Tiere) im Falle des Versuchsabbruchs angeben.</w:t>
            </w:r>
          </w:p>
        </w:tc>
      </w:tr>
      <w:tr w:rsidR="00AA047D" w14:paraId="77A86061" w14:textId="77777777">
        <w:trPr>
          <w:trHeight w:val="435"/>
        </w:trPr>
        <w:tc>
          <w:tcPr>
            <w:tcW w:w="778" w:type="dxa"/>
            <w:tcBorders>
              <w:bottom w:val="single" w:sz="4" w:space="0" w:color="auto"/>
            </w:tcBorders>
          </w:tcPr>
          <w:p w14:paraId="0987F9F5" w14:textId="77777777" w:rsidR="00AA047D" w:rsidRDefault="0053644C">
            <w:pPr>
              <w:pStyle w:val="Funotentext"/>
              <w:spacing w:after="0" w:line="320" w:lineRule="exact"/>
              <w:jc w:val="both"/>
              <w:rPr>
                <w:b/>
              </w:rPr>
            </w:pPr>
            <w:r>
              <w:rPr>
                <w:b/>
              </w:rPr>
              <w:lastRenderedPageBreak/>
              <w:t>1.2.11</w:t>
            </w:r>
          </w:p>
        </w:tc>
        <w:tc>
          <w:tcPr>
            <w:tcW w:w="9174" w:type="dxa"/>
            <w:gridSpan w:val="14"/>
            <w:tcBorders>
              <w:bottom w:val="single" w:sz="4" w:space="0" w:color="auto"/>
            </w:tcBorders>
            <w:vAlign w:val="bottom"/>
          </w:tcPr>
          <w:p w14:paraId="408CE134" w14:textId="77777777" w:rsidR="00AA047D" w:rsidRDefault="0053644C">
            <w:pPr>
              <w:pStyle w:val="Funotentext"/>
              <w:spacing w:after="0" w:line="320" w:lineRule="exact"/>
              <w:jc w:val="both"/>
              <w:rPr>
                <w:b/>
              </w:rPr>
            </w:pPr>
            <w:r>
              <w:rPr>
                <w:b/>
              </w:rPr>
              <w:t xml:space="preserve">Aufzeichnungen (§ 9 Abs. 5 Satz 1 TierSchG i. V. m. § 29 TierSchVersV) </w:t>
            </w:r>
            <w:r>
              <w:rPr>
                <w:rStyle w:val="Endnotenzeichen"/>
                <w:b/>
                <w:i/>
                <w:color w:val="00B050"/>
                <w:vertAlign w:val="baseline"/>
              </w:rPr>
              <w:endnoteReference w:id="14"/>
            </w:r>
            <w:r>
              <w:rPr>
                <w:b/>
                <w:i/>
                <w:color w:val="00B050"/>
              </w:rPr>
              <w:t>)</w:t>
            </w:r>
          </w:p>
        </w:tc>
      </w:tr>
      <w:tr w:rsidR="00AA047D" w14:paraId="4E94989A" w14:textId="77777777">
        <w:trPr>
          <w:trHeight w:val="435"/>
        </w:trPr>
        <w:tc>
          <w:tcPr>
            <w:tcW w:w="778" w:type="dxa"/>
            <w:tcBorders>
              <w:bottom w:val="nil"/>
            </w:tcBorders>
          </w:tcPr>
          <w:p w14:paraId="118656F0" w14:textId="77777777" w:rsidR="00AA047D" w:rsidRDefault="00AA047D">
            <w:pPr>
              <w:pStyle w:val="Funotentext"/>
              <w:spacing w:after="0" w:line="320" w:lineRule="exact"/>
              <w:jc w:val="both"/>
              <w:rPr>
                <w:b/>
              </w:rPr>
            </w:pPr>
          </w:p>
        </w:tc>
        <w:tc>
          <w:tcPr>
            <w:tcW w:w="9174" w:type="dxa"/>
            <w:gridSpan w:val="14"/>
            <w:tcBorders>
              <w:bottom w:val="nil"/>
            </w:tcBorders>
            <w:vAlign w:val="bottom"/>
          </w:tcPr>
          <w:p w14:paraId="69C1E5AA" w14:textId="77777777" w:rsidR="00AA047D" w:rsidRDefault="0053644C">
            <w:pPr>
              <w:spacing w:after="0" w:line="320" w:lineRule="exact"/>
              <w:rPr>
                <w:rStyle w:val="Ausfllhilfe"/>
              </w:rPr>
            </w:pPr>
            <w:r>
              <w:rPr>
                <w:rStyle w:val="Ausfllhilfe"/>
              </w:rPr>
              <w:t xml:space="preserve">Bitte geben Sie an, wie die Versuche dokumentiert werden. Dem Antrag kann ein Muster beigefügt werden. </w:t>
            </w:r>
            <w:r>
              <w:rPr>
                <w:rStyle w:val="Ausfllhilfe"/>
              </w:rPr>
              <w:t>Aufzeichnungen auf elektronischen Datenträgern sind zulässig; nach Abschluss jedes Teilversuches sind sie unverzüglich auszudrucken und durch die Versuchsleitung oder durch die stellvertretende Versuchsleitung zu unterzeichnen. Beachten Sie, dass die Unter</w:t>
            </w:r>
            <w:r>
              <w:rPr>
                <w:rStyle w:val="Ausfllhilfe"/>
              </w:rPr>
              <w:t>lagen mindestens fünf Jahre lang nach Abschluss der Versuche aufbewahrt und auf Verlangen der zuständigen Kreisordnungsbehörde zur Einsicht vorgelegt werden müssen. Die Aufzeichnungen haben folgende Angaben zu enthalten:</w:t>
            </w:r>
          </w:p>
        </w:tc>
      </w:tr>
      <w:tr w:rsidR="00AA047D" w14:paraId="57EF2E51" w14:textId="77777777">
        <w:trPr>
          <w:trHeight w:val="435"/>
        </w:trPr>
        <w:tc>
          <w:tcPr>
            <w:tcW w:w="778" w:type="dxa"/>
            <w:tcBorders>
              <w:top w:val="nil"/>
              <w:bottom w:val="single" w:sz="4" w:space="0" w:color="auto"/>
            </w:tcBorders>
          </w:tcPr>
          <w:p w14:paraId="35AF30BA" w14:textId="77777777" w:rsidR="00AA047D" w:rsidRDefault="00AA047D">
            <w:pPr>
              <w:pStyle w:val="Funotentext"/>
              <w:spacing w:after="0" w:line="320" w:lineRule="exact"/>
              <w:jc w:val="both"/>
              <w:rPr>
                <w:b/>
              </w:rPr>
            </w:pPr>
          </w:p>
        </w:tc>
        <w:tc>
          <w:tcPr>
            <w:tcW w:w="9174" w:type="dxa"/>
            <w:gridSpan w:val="14"/>
            <w:tcBorders>
              <w:top w:val="nil"/>
            </w:tcBorders>
            <w:vAlign w:val="bottom"/>
          </w:tcPr>
          <w:p w14:paraId="1CED0ED0" w14:textId="77777777" w:rsidR="00AA047D" w:rsidRDefault="0053644C">
            <w:pPr>
              <w:spacing w:after="0" w:line="320" w:lineRule="exact"/>
              <w:rPr>
                <w:rStyle w:val="Ausfllhilfe"/>
              </w:rPr>
            </w:pPr>
            <w:r>
              <w:rPr>
                <w:rStyle w:val="Ausfllhilfe"/>
              </w:rPr>
              <w:t>- verfolgter Zweck,</w:t>
            </w:r>
          </w:p>
          <w:p w14:paraId="4D5E00BA" w14:textId="77777777" w:rsidR="00AA047D" w:rsidRDefault="0053644C">
            <w:pPr>
              <w:spacing w:after="0" w:line="320" w:lineRule="exact"/>
              <w:rPr>
                <w:rStyle w:val="Ausfllhilfe"/>
              </w:rPr>
            </w:pPr>
            <w:r>
              <w:rPr>
                <w:rStyle w:val="Ausfllhilfe"/>
              </w:rPr>
              <w:t>- Tierart/ Ti</w:t>
            </w:r>
            <w:r>
              <w:rPr>
                <w:rStyle w:val="Ausfllhilfe"/>
              </w:rPr>
              <w:t>erarten,</w:t>
            </w:r>
          </w:p>
          <w:p w14:paraId="2A4EBE22" w14:textId="77777777" w:rsidR="00AA047D" w:rsidRDefault="0053644C">
            <w:pPr>
              <w:spacing w:after="0" w:line="320" w:lineRule="exact"/>
              <w:rPr>
                <w:rStyle w:val="Ausfllhilfe"/>
              </w:rPr>
            </w:pPr>
            <w:r>
              <w:rPr>
                <w:rStyle w:val="Ausfllhilfe"/>
              </w:rPr>
              <w:t>- Anzahl der Tiere,</w:t>
            </w:r>
          </w:p>
          <w:p w14:paraId="29E0DAAC" w14:textId="77777777" w:rsidR="00AA047D" w:rsidRDefault="0053644C">
            <w:pPr>
              <w:spacing w:after="0" w:line="320" w:lineRule="exact"/>
              <w:rPr>
                <w:rStyle w:val="Ausfllhilfe"/>
              </w:rPr>
            </w:pPr>
            <w:r>
              <w:rPr>
                <w:rStyle w:val="Ausfllhilfe"/>
              </w:rPr>
              <w:t>- Art und Durchführung der Tierversuche,</w:t>
            </w:r>
          </w:p>
          <w:p w14:paraId="3231B46E" w14:textId="77777777" w:rsidR="00AA047D" w:rsidRDefault="0053644C">
            <w:pPr>
              <w:spacing w:after="0" w:line="320" w:lineRule="exact"/>
              <w:rPr>
                <w:rStyle w:val="Ausfllhilfe"/>
              </w:rPr>
            </w:pPr>
            <w:r>
              <w:rPr>
                <w:rStyle w:val="Ausfllhilfe"/>
              </w:rPr>
              <w:t>- Namen der Personen, die die Tierversuche durchgeführt haben,</w:t>
            </w:r>
          </w:p>
          <w:p w14:paraId="37E39F6D" w14:textId="77777777" w:rsidR="00AA047D" w:rsidRDefault="0053644C">
            <w:pPr>
              <w:spacing w:after="0" w:line="320" w:lineRule="exact"/>
              <w:rPr>
                <w:rStyle w:val="Ausfllhilfe"/>
              </w:rPr>
            </w:pPr>
            <w:r>
              <w:rPr>
                <w:rStyle w:val="Ausfllhilfe"/>
              </w:rPr>
              <w:t>- Herkunft der Tiere; Anschrift und Name des Vorbesitzers.</w:t>
            </w:r>
          </w:p>
          <w:p w14:paraId="3267ECAB" w14:textId="77777777" w:rsidR="00AA047D" w:rsidRDefault="0053644C">
            <w:pPr>
              <w:spacing w:after="0" w:line="320" w:lineRule="exact"/>
              <w:rPr>
                <w:rStyle w:val="Ausfllhilfe"/>
              </w:rPr>
            </w:pPr>
            <w:r>
              <w:rPr>
                <w:rStyle w:val="Ausfllhilfe"/>
              </w:rPr>
              <w:t>Bei Hunden, Katzen und Primaten sind zusätzlich das Geschlecht, eine an dem Tier vorgenommene Kennzeichnung nach § 9 TierSchVersV und bei Hunden und Katzen die Rasse anzugeben. Es wird empfohlen, die Art der Aufzeichnungen mit der zuständigen Kreisordnungs</w:t>
            </w:r>
            <w:r>
              <w:rPr>
                <w:rStyle w:val="Ausfllhilfe"/>
              </w:rPr>
              <w:t>behörde abzustimmen. Falls vorhanden kann eine Kopie einer beispielhaften Tierschutzkarte, aus der alle Angeben zu entnehmen sind, dem Antrag beigefügt werden.</w:t>
            </w:r>
          </w:p>
        </w:tc>
      </w:tr>
      <w:tr w:rsidR="00AA047D" w14:paraId="215B84BA" w14:textId="77777777">
        <w:trPr>
          <w:trHeight w:val="435"/>
        </w:trPr>
        <w:tc>
          <w:tcPr>
            <w:tcW w:w="778" w:type="dxa"/>
            <w:tcBorders>
              <w:bottom w:val="nil"/>
            </w:tcBorders>
          </w:tcPr>
          <w:p w14:paraId="0DD0BD3C" w14:textId="77777777" w:rsidR="00AA047D" w:rsidRDefault="0053644C">
            <w:pPr>
              <w:pStyle w:val="Funotentext"/>
              <w:spacing w:after="0" w:line="320" w:lineRule="exact"/>
              <w:jc w:val="both"/>
              <w:rPr>
                <w:b/>
              </w:rPr>
            </w:pPr>
            <w:r>
              <w:rPr>
                <w:b/>
              </w:rPr>
              <w:lastRenderedPageBreak/>
              <w:t>1.2.12</w:t>
            </w:r>
          </w:p>
        </w:tc>
        <w:tc>
          <w:tcPr>
            <w:tcW w:w="9174" w:type="dxa"/>
            <w:gridSpan w:val="14"/>
            <w:vAlign w:val="bottom"/>
          </w:tcPr>
          <w:p w14:paraId="1BF8582D" w14:textId="77777777" w:rsidR="00AA047D" w:rsidRDefault="0053644C">
            <w:pPr>
              <w:pStyle w:val="Funotentext"/>
              <w:spacing w:after="0" w:line="320" w:lineRule="exact"/>
              <w:jc w:val="both"/>
              <w:rPr>
                <w:b/>
                <w:color w:val="000000" w:themeColor="text1"/>
              </w:rPr>
            </w:pPr>
            <w:r>
              <w:rPr>
                <w:b/>
                <w:color w:val="000000" w:themeColor="text1"/>
              </w:rPr>
              <w:t>Darlegung, wie Belange der Umwelt berücksichtigt werden sollen (§ 31 Abs. 1 Nr. 4 b Tier</w:t>
            </w:r>
            <w:r>
              <w:rPr>
                <w:b/>
                <w:color w:val="000000" w:themeColor="text1"/>
              </w:rPr>
              <w:t>SchVersV)</w:t>
            </w:r>
          </w:p>
        </w:tc>
      </w:tr>
      <w:tr w:rsidR="00AA047D" w14:paraId="24909D84" w14:textId="77777777">
        <w:trPr>
          <w:trHeight w:val="435"/>
        </w:trPr>
        <w:tc>
          <w:tcPr>
            <w:tcW w:w="778" w:type="dxa"/>
            <w:tcBorders>
              <w:top w:val="nil"/>
              <w:bottom w:val="single" w:sz="4" w:space="0" w:color="auto"/>
            </w:tcBorders>
          </w:tcPr>
          <w:p w14:paraId="4EFF86E5" w14:textId="77777777" w:rsidR="00AA047D" w:rsidRDefault="00AA047D">
            <w:pPr>
              <w:pStyle w:val="Funotentext"/>
              <w:spacing w:after="0" w:line="320" w:lineRule="exact"/>
              <w:jc w:val="both"/>
              <w:rPr>
                <w:b/>
              </w:rPr>
            </w:pPr>
          </w:p>
        </w:tc>
        <w:tc>
          <w:tcPr>
            <w:tcW w:w="9174" w:type="dxa"/>
            <w:gridSpan w:val="14"/>
            <w:vAlign w:val="bottom"/>
          </w:tcPr>
          <w:p w14:paraId="3BE6E94A" w14:textId="77777777" w:rsidR="00AA047D" w:rsidRDefault="0053644C">
            <w:pPr>
              <w:spacing w:after="0" w:line="320" w:lineRule="exact"/>
              <w:rPr>
                <w:rStyle w:val="Ausfllhilfe"/>
              </w:rPr>
            </w:pPr>
            <w:r>
              <w:rPr>
                <w:rStyle w:val="Ausfllhilfe"/>
              </w:rPr>
              <w:t>Hier ist darzulegen, wie Auswirkungen auf die Umwelt, wie etwa die schonende Nutzung natürlicher Ressourcen, Verringerung/Vermeidung von (giftigen) Abfällen und Verringerung/Vermeidung von Emissionen, berücksichtigt werden sollen.</w:t>
            </w:r>
          </w:p>
        </w:tc>
      </w:tr>
      <w:tr w:rsidR="00AA047D" w14:paraId="6C74454C" w14:textId="77777777">
        <w:trPr>
          <w:trHeight w:val="435"/>
        </w:trPr>
        <w:tc>
          <w:tcPr>
            <w:tcW w:w="778" w:type="dxa"/>
            <w:tcBorders>
              <w:bottom w:val="nil"/>
            </w:tcBorders>
          </w:tcPr>
          <w:p w14:paraId="5AF79E6D" w14:textId="77777777" w:rsidR="00AA047D" w:rsidRDefault="0053644C">
            <w:pPr>
              <w:pStyle w:val="Funotentext"/>
              <w:spacing w:after="0" w:line="320" w:lineRule="exact"/>
              <w:jc w:val="both"/>
              <w:rPr>
                <w:b/>
              </w:rPr>
            </w:pPr>
            <w:r>
              <w:rPr>
                <w:b/>
              </w:rPr>
              <w:t>1.2.13</w:t>
            </w:r>
          </w:p>
        </w:tc>
        <w:tc>
          <w:tcPr>
            <w:tcW w:w="9174" w:type="dxa"/>
            <w:gridSpan w:val="14"/>
            <w:vAlign w:val="bottom"/>
          </w:tcPr>
          <w:p w14:paraId="6885B4C1" w14:textId="77777777" w:rsidR="00AA047D" w:rsidRDefault="0053644C">
            <w:pPr>
              <w:pStyle w:val="Funotentext"/>
              <w:spacing w:after="0" w:line="320" w:lineRule="exact"/>
              <w:jc w:val="both"/>
              <w:rPr>
                <w:b/>
                <w:color w:val="000000" w:themeColor="text1"/>
              </w:rPr>
            </w:pPr>
            <w:r>
              <w:rPr>
                <w:b/>
                <w:color w:val="000000" w:themeColor="text1"/>
              </w:rPr>
              <w:t>Zusammenfassung der Maßnahmen zur Verminderung, Vermeidung und Linderung jeglicher Form des Leidens der Tiere von ihrer Geburt bis zu ihrem Tod (§ 31 Abs. 1 Nr. 1 h TierSchVersV)</w:t>
            </w:r>
          </w:p>
        </w:tc>
      </w:tr>
      <w:tr w:rsidR="00AA047D" w14:paraId="7411DF8E" w14:textId="77777777">
        <w:trPr>
          <w:cantSplit/>
          <w:trHeight w:val="435"/>
        </w:trPr>
        <w:tc>
          <w:tcPr>
            <w:tcW w:w="778" w:type="dxa"/>
            <w:tcBorders>
              <w:top w:val="nil"/>
            </w:tcBorders>
            <w:vAlign w:val="bottom"/>
          </w:tcPr>
          <w:p w14:paraId="4393781C" w14:textId="77777777" w:rsidR="00AA047D" w:rsidRDefault="00AA047D">
            <w:pPr>
              <w:pStyle w:val="Funotentext"/>
              <w:spacing w:after="0" w:line="320" w:lineRule="exact"/>
              <w:jc w:val="both"/>
              <w:rPr>
                <w:b/>
              </w:rPr>
            </w:pPr>
          </w:p>
        </w:tc>
        <w:tc>
          <w:tcPr>
            <w:tcW w:w="9174" w:type="dxa"/>
            <w:gridSpan w:val="14"/>
            <w:vAlign w:val="bottom"/>
          </w:tcPr>
          <w:p w14:paraId="0B739B9F" w14:textId="77777777" w:rsidR="00AA047D" w:rsidRDefault="0053644C">
            <w:pPr>
              <w:spacing w:after="0" w:line="320" w:lineRule="exact"/>
              <w:rPr>
                <w:rStyle w:val="Ausfllhilfe"/>
              </w:rPr>
            </w:pPr>
            <w:r>
              <w:rPr>
                <w:rStyle w:val="Ausfllhilfe"/>
                <w:u w:val="single"/>
              </w:rPr>
              <w:t>Eine Übersicht über alle Maßnahmen</w:t>
            </w:r>
            <w:r>
              <w:rPr>
                <w:rStyle w:val="Ausfllhilfe"/>
              </w:rPr>
              <w:t xml:space="preserve"> zur Verminderung, Vermeidung und Linderung jeglicher Form des Leidens der Tiere </w:t>
            </w:r>
            <w:r>
              <w:rPr>
                <w:rStyle w:val="Ausfllhilfe"/>
                <w:u w:val="single"/>
              </w:rPr>
              <w:t>von ihrer Geburt bis zu ihrem Tod ist zu erstellen</w:t>
            </w:r>
            <w:r>
              <w:rPr>
                <w:rStyle w:val="Ausfllhilfe"/>
              </w:rPr>
              <w:t>.</w:t>
            </w:r>
          </w:p>
          <w:p w14:paraId="6D25E73E" w14:textId="77777777" w:rsidR="00AA047D" w:rsidRDefault="0053644C">
            <w:pPr>
              <w:spacing w:after="0" w:line="320" w:lineRule="exact"/>
              <w:rPr>
                <w:rStyle w:val="Ausfllhilfe"/>
                <w:u w:val="single"/>
              </w:rPr>
            </w:pPr>
            <w:r>
              <w:rPr>
                <w:rStyle w:val="Ausfllhilfe"/>
              </w:rPr>
              <w:t xml:space="preserve">Das beinhaltet auch eine </w:t>
            </w:r>
            <w:r>
              <w:rPr>
                <w:rStyle w:val="Ausfllhilfe"/>
                <w:u w:val="single"/>
              </w:rPr>
              <w:t>ausführliche Erläuterung, wie sich die getroffenen bzw. beabsichtigten Maßnahmen konkret auf das L</w:t>
            </w:r>
            <w:r>
              <w:rPr>
                <w:rStyle w:val="Ausfllhilfe"/>
                <w:u w:val="single"/>
              </w:rPr>
              <w:t>eiden der Tiere auswirken.</w:t>
            </w:r>
          </w:p>
          <w:p w14:paraId="62253679" w14:textId="77777777" w:rsidR="00AA047D" w:rsidRDefault="0053644C">
            <w:pPr>
              <w:spacing w:after="0" w:line="320" w:lineRule="exact"/>
              <w:rPr>
                <w:rStyle w:val="Ausfllhilfe"/>
              </w:rPr>
            </w:pPr>
            <w:r>
              <w:rPr>
                <w:rStyle w:val="Ausfllhilfe"/>
              </w:rPr>
              <w:t>Relevant sind u.a.:</w:t>
            </w:r>
          </w:p>
          <w:p w14:paraId="48A7B106" w14:textId="77777777" w:rsidR="00AA047D" w:rsidRDefault="0053644C">
            <w:pPr>
              <w:pStyle w:val="Listenabsatz"/>
              <w:numPr>
                <w:ilvl w:val="0"/>
                <w:numId w:val="12"/>
              </w:numPr>
              <w:spacing w:after="0" w:line="320" w:lineRule="exact"/>
              <w:rPr>
                <w:rStyle w:val="Ausfllhilfe"/>
              </w:rPr>
            </w:pPr>
            <w:r>
              <w:rPr>
                <w:rStyle w:val="Ausfllhilfe"/>
              </w:rPr>
              <w:t>Die Haltung der Tiere und ihr Enrichment sowie das Hygienemanagement</w:t>
            </w:r>
          </w:p>
          <w:p w14:paraId="643F10B0" w14:textId="77777777" w:rsidR="00AA047D" w:rsidRDefault="0053644C">
            <w:pPr>
              <w:pStyle w:val="Listenabsatz"/>
              <w:numPr>
                <w:ilvl w:val="0"/>
                <w:numId w:val="12"/>
              </w:numPr>
              <w:spacing w:after="0" w:line="320" w:lineRule="exact"/>
              <w:rPr>
                <w:rStyle w:val="Ausfllhilfe"/>
              </w:rPr>
            </w:pPr>
            <w:r>
              <w:rPr>
                <w:rStyle w:val="Ausfllhilfe"/>
              </w:rPr>
              <w:t>Die Vorbereitung der Tiere auf den Versuch</w:t>
            </w:r>
          </w:p>
          <w:p w14:paraId="62702426" w14:textId="77777777" w:rsidR="00AA047D" w:rsidRDefault="0053644C">
            <w:pPr>
              <w:pStyle w:val="Listenabsatz"/>
              <w:numPr>
                <w:ilvl w:val="0"/>
                <w:numId w:val="12"/>
              </w:numPr>
              <w:spacing w:after="0" w:line="320" w:lineRule="exact"/>
              <w:rPr>
                <w:rStyle w:val="Ausfllhilfe"/>
              </w:rPr>
            </w:pPr>
            <w:r>
              <w:rPr>
                <w:rStyle w:val="Ausfllhilfe"/>
              </w:rPr>
              <w:t>Die biometrische Planung des Versuchs, etwa die Art des Versuchsdesigns und die Wahl geeigneter s</w:t>
            </w:r>
            <w:r>
              <w:rPr>
                <w:rStyle w:val="Ausfllhilfe"/>
              </w:rPr>
              <w:t>tatistischer Modelle</w:t>
            </w:r>
          </w:p>
          <w:p w14:paraId="0327BB72" w14:textId="77777777" w:rsidR="00AA047D" w:rsidRDefault="0053644C">
            <w:pPr>
              <w:pStyle w:val="Listenabsatz"/>
              <w:numPr>
                <w:ilvl w:val="0"/>
                <w:numId w:val="12"/>
              </w:numPr>
              <w:spacing w:after="0" w:line="320" w:lineRule="exact"/>
              <w:rPr>
                <w:rStyle w:val="Ausfllhilfe"/>
              </w:rPr>
            </w:pPr>
            <w:r>
              <w:rPr>
                <w:rStyle w:val="Ausfllhilfe"/>
              </w:rPr>
              <w:t>Die Darstellung der Begrenzung der Eingriffe und Behandlungen und der dadurch bedingten Belastungen der Tiere auf das Unerlässliche</w:t>
            </w:r>
          </w:p>
          <w:p w14:paraId="264EBEA3" w14:textId="77777777" w:rsidR="00AA047D" w:rsidRDefault="0053644C">
            <w:pPr>
              <w:pStyle w:val="Listenabsatz"/>
              <w:numPr>
                <w:ilvl w:val="0"/>
                <w:numId w:val="12"/>
              </w:numPr>
              <w:spacing w:after="0" w:line="320" w:lineRule="exact"/>
              <w:rPr>
                <w:rStyle w:val="Ausfllhilfe"/>
              </w:rPr>
            </w:pPr>
            <w:r>
              <w:rPr>
                <w:rStyle w:val="Ausfllhilfe"/>
              </w:rPr>
              <w:t>Ein adäquates Analgesie-/ und Anästhesieregime, auch im Zusammenhang mit den Eingriffen und Behandlunge</w:t>
            </w:r>
            <w:r>
              <w:rPr>
                <w:rStyle w:val="Ausfllhilfe"/>
              </w:rPr>
              <w:t>n an den Tieren</w:t>
            </w:r>
          </w:p>
          <w:p w14:paraId="35F42BDD" w14:textId="77777777" w:rsidR="00AA047D" w:rsidRDefault="0053644C">
            <w:pPr>
              <w:pStyle w:val="Listenabsatz"/>
              <w:numPr>
                <w:ilvl w:val="0"/>
                <w:numId w:val="12"/>
              </w:numPr>
              <w:spacing w:after="0" w:line="320" w:lineRule="exact"/>
              <w:rPr>
                <w:rStyle w:val="Ausfllhilfe"/>
              </w:rPr>
            </w:pPr>
            <w:r>
              <w:rPr>
                <w:rStyle w:val="Ausfllhilfe"/>
              </w:rPr>
              <w:t>Ein adäquates Überwachungsregime inklusive der Kontrollintervalle unter Berücksichtigung von Abbruchkriterien (Anwendung eines adäquaten Score Sheets)</w:t>
            </w:r>
          </w:p>
          <w:p w14:paraId="7343940D" w14:textId="77777777" w:rsidR="00AA047D" w:rsidRDefault="0053644C">
            <w:pPr>
              <w:pStyle w:val="Listenabsatz"/>
              <w:numPr>
                <w:ilvl w:val="0"/>
                <w:numId w:val="12"/>
              </w:numPr>
              <w:spacing w:after="0" w:line="320" w:lineRule="exact"/>
              <w:rPr>
                <w:rStyle w:val="Ausfllhilfe"/>
              </w:rPr>
            </w:pPr>
            <w:r>
              <w:rPr>
                <w:rStyle w:val="Ausfllhilfe"/>
              </w:rPr>
              <w:t>etc.</w:t>
            </w:r>
          </w:p>
          <w:p w14:paraId="02939D9A" w14:textId="77777777" w:rsidR="00AA047D" w:rsidRDefault="0053644C">
            <w:pPr>
              <w:spacing w:after="0" w:line="320" w:lineRule="exact"/>
              <w:rPr>
                <w:rStyle w:val="Ausfllhilfe"/>
              </w:rPr>
            </w:pPr>
            <w:r>
              <w:rPr>
                <w:rStyle w:val="Ausfllhilfe"/>
              </w:rPr>
              <w:t xml:space="preserve">Für die Darstellung der zusammengefassten Maßnahmen nach ihrer Diskussion kann </w:t>
            </w:r>
            <w:r>
              <w:rPr>
                <w:rStyle w:val="Ausfllhilfe"/>
              </w:rPr>
              <w:t>eine Tabelle hilfreich sein.</w:t>
            </w:r>
          </w:p>
        </w:tc>
      </w:tr>
      <w:tr w:rsidR="00AA047D" w14:paraId="58DF219A" w14:textId="77777777">
        <w:trPr>
          <w:cantSplit/>
          <w:trHeight w:val="435"/>
        </w:trPr>
        <w:tc>
          <w:tcPr>
            <w:tcW w:w="778" w:type="dxa"/>
            <w:vAlign w:val="bottom"/>
          </w:tcPr>
          <w:p w14:paraId="6CBA36C8" w14:textId="77777777" w:rsidR="00AA047D" w:rsidRDefault="0053644C">
            <w:pPr>
              <w:pStyle w:val="Funotentext"/>
              <w:spacing w:after="0" w:line="320" w:lineRule="exact"/>
              <w:jc w:val="both"/>
              <w:rPr>
                <w:b/>
              </w:rPr>
            </w:pPr>
            <w:r>
              <w:rPr>
                <w:b/>
              </w:rPr>
              <w:t>1.2.14</w:t>
            </w:r>
          </w:p>
        </w:tc>
        <w:tc>
          <w:tcPr>
            <w:tcW w:w="9174" w:type="dxa"/>
            <w:gridSpan w:val="14"/>
            <w:vAlign w:val="bottom"/>
          </w:tcPr>
          <w:p w14:paraId="3ED492AA" w14:textId="77777777" w:rsidR="00AA047D" w:rsidRDefault="0053644C">
            <w:pPr>
              <w:pStyle w:val="Funotentext"/>
              <w:spacing w:after="0" w:line="320" w:lineRule="exact"/>
              <w:jc w:val="both"/>
              <w:rPr>
                <w:b/>
              </w:rPr>
            </w:pPr>
            <w:r>
              <w:rPr>
                <w:b/>
              </w:rPr>
              <w:t>Abkürzungsverzeichnis</w:t>
            </w:r>
          </w:p>
          <w:p w14:paraId="7C0B4EE8" w14:textId="77777777" w:rsidR="00AA047D" w:rsidRDefault="0053644C">
            <w:pPr>
              <w:spacing w:after="0" w:line="320" w:lineRule="exact"/>
              <w:rPr>
                <w:rStyle w:val="Ausfllhilfe"/>
              </w:rPr>
            </w:pPr>
            <w:r>
              <w:rPr>
                <w:rStyle w:val="Ausfllhilfe"/>
              </w:rPr>
              <w:t>Bitte fügen Sie den Anhängen ein Abkürzungsverzeichnis bei.</w:t>
            </w:r>
          </w:p>
        </w:tc>
      </w:tr>
      <w:tr w:rsidR="00AA047D" w14:paraId="194C3712" w14:textId="77777777">
        <w:trPr>
          <w:cantSplit/>
          <w:trHeight w:val="449"/>
        </w:trPr>
        <w:tc>
          <w:tcPr>
            <w:tcW w:w="778" w:type="dxa"/>
            <w:tcBorders>
              <w:bottom w:val="single" w:sz="4" w:space="0" w:color="auto"/>
            </w:tcBorders>
            <w:vAlign w:val="bottom"/>
          </w:tcPr>
          <w:p w14:paraId="0318EC96" w14:textId="77777777" w:rsidR="00AA047D" w:rsidRDefault="0053644C">
            <w:pPr>
              <w:pStyle w:val="Funotentext"/>
              <w:spacing w:after="0" w:line="320" w:lineRule="exact"/>
              <w:jc w:val="both"/>
              <w:rPr>
                <w:b/>
              </w:rPr>
            </w:pPr>
            <w:r>
              <w:rPr>
                <w:b/>
              </w:rPr>
              <w:t>1.3</w:t>
            </w:r>
          </w:p>
        </w:tc>
        <w:tc>
          <w:tcPr>
            <w:tcW w:w="9174" w:type="dxa"/>
            <w:gridSpan w:val="14"/>
            <w:vAlign w:val="bottom"/>
          </w:tcPr>
          <w:p w14:paraId="6E38EF96" w14:textId="77777777" w:rsidR="00AA047D" w:rsidRDefault="0053644C">
            <w:pPr>
              <w:pStyle w:val="Funotentext"/>
              <w:spacing w:after="0" w:line="320" w:lineRule="exact"/>
              <w:jc w:val="both"/>
              <w:rPr>
                <w:b/>
              </w:rPr>
            </w:pPr>
            <w:r>
              <w:rPr>
                <w:b/>
              </w:rPr>
              <w:t xml:space="preserve">Ethische Vertretbarkeit des Versuchs (§ 7a Abs. 2 Nr. 3 TierSchG) </w:t>
            </w:r>
            <w:r>
              <w:rPr>
                <w:rStyle w:val="Endnotenzeichen"/>
                <w:b/>
                <w:i/>
                <w:color w:val="00B050"/>
                <w:vertAlign w:val="baseline"/>
              </w:rPr>
              <w:endnoteReference w:id="15"/>
            </w:r>
            <w:r>
              <w:rPr>
                <w:b/>
                <w:i/>
                <w:color w:val="00B050"/>
              </w:rPr>
              <w:t>)</w:t>
            </w:r>
          </w:p>
        </w:tc>
      </w:tr>
      <w:tr w:rsidR="00AA047D" w14:paraId="2D7E2F47" w14:textId="77777777">
        <w:trPr>
          <w:cantSplit/>
          <w:trHeight w:hRule="exact" w:val="1064"/>
        </w:trPr>
        <w:tc>
          <w:tcPr>
            <w:tcW w:w="778" w:type="dxa"/>
            <w:tcBorders>
              <w:bottom w:val="nil"/>
            </w:tcBorders>
          </w:tcPr>
          <w:p w14:paraId="1BE97566" w14:textId="77777777" w:rsidR="00AA047D" w:rsidRDefault="0053644C">
            <w:pPr>
              <w:pStyle w:val="Funotentext"/>
              <w:spacing w:after="0" w:line="320" w:lineRule="exact"/>
              <w:jc w:val="both"/>
              <w:rPr>
                <w:b/>
              </w:rPr>
            </w:pPr>
            <w:r>
              <w:rPr>
                <w:b/>
              </w:rPr>
              <w:t>1.3.1</w:t>
            </w:r>
          </w:p>
        </w:tc>
        <w:tc>
          <w:tcPr>
            <w:tcW w:w="9174" w:type="dxa"/>
            <w:gridSpan w:val="14"/>
            <w:tcBorders>
              <w:bottom w:val="single" w:sz="4" w:space="0" w:color="auto"/>
            </w:tcBorders>
          </w:tcPr>
          <w:p w14:paraId="664984F2" w14:textId="77777777" w:rsidR="00AA047D" w:rsidRDefault="0053644C">
            <w:pPr>
              <w:pStyle w:val="Funotentext"/>
              <w:spacing w:after="0" w:line="320" w:lineRule="exact"/>
              <w:jc w:val="both"/>
              <w:rPr>
                <w:b/>
              </w:rPr>
            </w:pPr>
            <w:r>
              <w:rPr>
                <w:b/>
              </w:rPr>
              <w:t xml:space="preserve">Wissenschaftlich begründete Darlegung, dass die zu </w:t>
            </w:r>
            <w:r>
              <w:rPr>
                <w:b/>
              </w:rPr>
              <w:t>erwartenden Schmerzen, Leiden oder Schäden der Versuchstiere im Hinblick auf den Versuchszweck ethisch vertretbar sind (§ 7a Abs. 2 Nr. 3 TierSchG)</w:t>
            </w:r>
          </w:p>
        </w:tc>
      </w:tr>
      <w:tr w:rsidR="00AA047D" w14:paraId="7908CC42" w14:textId="77777777">
        <w:trPr>
          <w:cantSplit/>
          <w:trHeight w:hRule="exact" w:val="357"/>
        </w:trPr>
        <w:tc>
          <w:tcPr>
            <w:tcW w:w="778" w:type="dxa"/>
            <w:tcBorders>
              <w:top w:val="nil"/>
              <w:bottom w:val="nil"/>
            </w:tcBorders>
          </w:tcPr>
          <w:p w14:paraId="5CE877D4" w14:textId="77777777" w:rsidR="00AA047D" w:rsidRDefault="00AA047D">
            <w:pPr>
              <w:pStyle w:val="Funotentext"/>
              <w:spacing w:after="0" w:line="320" w:lineRule="exact"/>
              <w:jc w:val="both"/>
              <w:rPr>
                <w:sz w:val="16"/>
                <w:szCs w:val="16"/>
              </w:rPr>
            </w:pPr>
          </w:p>
        </w:tc>
        <w:tc>
          <w:tcPr>
            <w:tcW w:w="9174" w:type="dxa"/>
            <w:gridSpan w:val="14"/>
            <w:tcBorders>
              <w:bottom w:val="nil"/>
            </w:tcBorders>
            <w:vAlign w:val="center"/>
          </w:tcPr>
          <w:p w14:paraId="5D49F354" w14:textId="77777777" w:rsidR="00AA047D" w:rsidRDefault="0053644C">
            <w:pPr>
              <w:pStyle w:val="Funotentext"/>
              <w:spacing w:after="0" w:line="320" w:lineRule="exact"/>
              <w:rPr>
                <w:b/>
                <w:sz w:val="16"/>
                <w:szCs w:val="16"/>
              </w:rPr>
            </w:pPr>
            <w:r>
              <w:rPr>
                <w:b/>
                <w:sz w:val="16"/>
                <w:szCs w:val="16"/>
              </w:rPr>
              <w:t>Erläuterungen:</w:t>
            </w:r>
          </w:p>
        </w:tc>
      </w:tr>
      <w:tr w:rsidR="00AA047D" w14:paraId="7745FBD2" w14:textId="77777777">
        <w:trPr>
          <w:trHeight w:val="413"/>
        </w:trPr>
        <w:tc>
          <w:tcPr>
            <w:tcW w:w="778" w:type="dxa"/>
            <w:tcBorders>
              <w:top w:val="nil"/>
              <w:bottom w:val="single" w:sz="4" w:space="0" w:color="auto"/>
            </w:tcBorders>
          </w:tcPr>
          <w:p w14:paraId="6190EBA6" w14:textId="77777777" w:rsidR="00AA047D" w:rsidRDefault="00AA047D">
            <w:pPr>
              <w:pStyle w:val="Funotentext"/>
              <w:spacing w:after="0" w:line="320" w:lineRule="exact"/>
              <w:jc w:val="both"/>
            </w:pPr>
          </w:p>
        </w:tc>
        <w:tc>
          <w:tcPr>
            <w:tcW w:w="9174" w:type="dxa"/>
            <w:gridSpan w:val="14"/>
            <w:tcBorders>
              <w:top w:val="nil"/>
            </w:tcBorders>
          </w:tcPr>
          <w:p w14:paraId="0FAD19E5" w14:textId="77777777" w:rsidR="00AA047D" w:rsidRDefault="0053644C">
            <w:pPr>
              <w:spacing w:after="0" w:line="320" w:lineRule="exact"/>
              <w:rPr>
                <w:rStyle w:val="Ausfllhilfe"/>
              </w:rPr>
            </w:pPr>
            <w:r>
              <w:rPr>
                <w:rStyle w:val="Ausfllhilfe"/>
              </w:rPr>
              <w:t xml:space="preserve">In engem Bezug zu dem beantragten Versuchsvorhaben ist hier aus der Sicht der </w:t>
            </w:r>
            <w:r>
              <w:rPr>
                <w:rStyle w:val="Ausfllhilfe"/>
              </w:rPr>
              <w:t>Wissenschaft darzulegen, in welchem Verhältnis Umfang und Schwere der möglichen Beeinträchtigungen bei den eingesetzten Tieren zu dem zu erwartenden wissenschaftlichen Fortschritt bzw. der Erkenntnismehrung stehen.</w:t>
            </w:r>
          </w:p>
          <w:p w14:paraId="7EC730D1" w14:textId="77777777" w:rsidR="00AA047D" w:rsidRDefault="0053644C">
            <w:pPr>
              <w:spacing w:after="0" w:line="320" w:lineRule="exact"/>
              <w:rPr>
                <w:rStyle w:val="Ausfllhilfe"/>
              </w:rPr>
            </w:pPr>
            <w:r>
              <w:rPr>
                <w:rStyle w:val="Ausfllhilfe"/>
              </w:rPr>
              <w:t>Es muss dargelegt werden, dass der erwart</w:t>
            </w:r>
            <w:r>
              <w:rPr>
                <w:rStyle w:val="Ausfllhilfe"/>
              </w:rPr>
              <w:t>ete Erkenntnisgewinn und der daraus resultierende medizinische und sonstige Nutzen deutlich schwerer wiegen, als die dem Einzeltier zugefügten Schmerzen, Leiden oder Schäden.</w:t>
            </w:r>
          </w:p>
          <w:p w14:paraId="3AA8BED5" w14:textId="77777777" w:rsidR="00AA047D" w:rsidRDefault="0053644C">
            <w:pPr>
              <w:spacing w:after="0" w:line="320" w:lineRule="exact"/>
              <w:rPr>
                <w:rStyle w:val="Ausfllhilfe"/>
              </w:rPr>
            </w:pPr>
            <w:r>
              <w:rPr>
                <w:rStyle w:val="Ausfllhilfe"/>
              </w:rPr>
              <w:t>Es sollte also die Verhältnismäßigkeit zwischen erwartetem Tierleid und dem darau</w:t>
            </w:r>
            <w:r>
              <w:rPr>
                <w:rStyle w:val="Ausfllhilfe"/>
              </w:rPr>
              <w:t>s möglichen Wissensgewinn dargestellt werden und beide Teile gegen einander abgewogen werden.</w:t>
            </w:r>
          </w:p>
          <w:p w14:paraId="76ADC36C" w14:textId="77777777" w:rsidR="00AA047D" w:rsidRDefault="00AA047D">
            <w:pPr>
              <w:spacing w:after="0" w:line="320" w:lineRule="exact"/>
              <w:rPr>
                <w:rStyle w:val="Ausfllhilfe"/>
              </w:rPr>
            </w:pPr>
          </w:p>
          <w:p w14:paraId="032F0278" w14:textId="77777777" w:rsidR="00AA047D" w:rsidRDefault="0053644C">
            <w:pPr>
              <w:spacing w:after="0" w:line="320" w:lineRule="exact"/>
              <w:rPr>
                <w:rStyle w:val="Ausfllhilfe"/>
              </w:rPr>
            </w:pPr>
            <w:r>
              <w:rPr>
                <w:rStyle w:val="Ausfllhilfe"/>
              </w:rPr>
              <w:t>Hilfreich kann folgendes Schema sein:</w:t>
            </w:r>
          </w:p>
          <w:p w14:paraId="3D7E6F5D" w14:textId="77777777" w:rsidR="00AA047D" w:rsidRDefault="0053644C">
            <w:pPr>
              <w:pStyle w:val="Listenabsatz"/>
              <w:numPr>
                <w:ilvl w:val="0"/>
                <w:numId w:val="13"/>
              </w:numPr>
              <w:spacing w:after="0" w:line="320" w:lineRule="exact"/>
              <w:rPr>
                <w:rStyle w:val="Ausfllhilfe"/>
              </w:rPr>
            </w:pPr>
            <w:r>
              <w:rPr>
                <w:rStyle w:val="Ausfllhilfe"/>
              </w:rPr>
              <w:t xml:space="preserve">Darlegung der aktuellen Situation, also ohne den Erkenntnisgewinn, welchen Sie sich durch den Tierversuch erhoffen </w:t>
            </w:r>
          </w:p>
          <w:p w14:paraId="36831E5A" w14:textId="77777777" w:rsidR="00AA047D" w:rsidRDefault="0053644C">
            <w:pPr>
              <w:pStyle w:val="Listenabsatz"/>
              <w:numPr>
                <w:ilvl w:val="0"/>
                <w:numId w:val="13"/>
              </w:numPr>
              <w:spacing w:after="0" w:line="320" w:lineRule="exact"/>
              <w:rPr>
                <w:rStyle w:val="Ausfllhilfe"/>
              </w:rPr>
            </w:pPr>
            <w:r>
              <w:rPr>
                <w:rStyle w:val="Ausfllhilfe"/>
              </w:rPr>
              <w:lastRenderedPageBreak/>
              <w:t>Darlegu</w:t>
            </w:r>
            <w:r>
              <w:rPr>
                <w:rStyle w:val="Ausfllhilfe"/>
              </w:rPr>
              <w:t xml:space="preserve">ng, welches Leid/ Belastungen Sie für die Versuchstiere in Ihrer Studie erwarten und welche Maßnahmen Sie ergreifen, um die Belastung innerhalb des Versuchsdesigns so niedrig wie möglich zu halten durch Einhaltung der Abbruchkriterien/ Maßnahmen gemäß des </w:t>
            </w:r>
            <w:r>
              <w:rPr>
                <w:rStyle w:val="Ausfllhilfe"/>
              </w:rPr>
              <w:t>Score Sheets.</w:t>
            </w:r>
          </w:p>
          <w:p w14:paraId="5F302BD3" w14:textId="77777777" w:rsidR="00AA047D" w:rsidRDefault="0053644C">
            <w:pPr>
              <w:spacing w:after="0" w:line="320" w:lineRule="exact"/>
              <w:rPr>
                <w:rStyle w:val="Ausfllhilfe"/>
              </w:rPr>
            </w:pPr>
            <w:r>
              <w:rPr>
                <w:rStyle w:val="Ausfllhilfe"/>
              </w:rPr>
              <w:t>Grundsätzlich gilt, dass unter diesem Punkt nicht nach einer wirtschaftlichen Abwägung gefragt wird, sondern nach einer ethischen Beurteilung der Vertretbarkeit dieses speziellen Versuches unter dem Gesichtspunkt der damit verbundenen Schmerz</w:t>
            </w:r>
            <w:r>
              <w:rPr>
                <w:rStyle w:val="Ausfllhilfe"/>
              </w:rPr>
              <w:t>en, Leiden oder Schäden für das Einzeltier.</w:t>
            </w:r>
          </w:p>
          <w:p w14:paraId="560E2248" w14:textId="77777777" w:rsidR="00AA047D" w:rsidRDefault="0053644C">
            <w:pPr>
              <w:spacing w:after="0" w:line="320" w:lineRule="exact"/>
            </w:pPr>
            <w:r>
              <w:rPr>
                <w:rStyle w:val="Ausfllhilfe"/>
              </w:rPr>
              <w:t>Das bedeutet, die Antragstellerin / der Antragsteller setzt sich in besonderer Weise mit dieser Relation zwischen angestrebtem Erkenntnisgewinn und der Leidensfähigkeit der Tiere (Belastung) auseinander.</w:t>
            </w:r>
          </w:p>
        </w:tc>
      </w:tr>
      <w:tr w:rsidR="00AA047D" w14:paraId="7F184911" w14:textId="77777777">
        <w:trPr>
          <w:cantSplit/>
          <w:trHeight w:val="1343"/>
        </w:trPr>
        <w:tc>
          <w:tcPr>
            <w:tcW w:w="778" w:type="dxa"/>
            <w:tcBorders>
              <w:bottom w:val="nil"/>
            </w:tcBorders>
          </w:tcPr>
          <w:p w14:paraId="52DA950F" w14:textId="77777777" w:rsidR="00AA047D" w:rsidRDefault="0053644C">
            <w:pPr>
              <w:pStyle w:val="Funotentext"/>
              <w:spacing w:after="0" w:line="320" w:lineRule="exact"/>
              <w:jc w:val="both"/>
              <w:rPr>
                <w:b/>
              </w:rPr>
            </w:pPr>
            <w:r>
              <w:rPr>
                <w:b/>
              </w:rPr>
              <w:lastRenderedPageBreak/>
              <w:t>1.3.2</w:t>
            </w:r>
          </w:p>
        </w:tc>
        <w:tc>
          <w:tcPr>
            <w:tcW w:w="9174" w:type="dxa"/>
            <w:gridSpan w:val="14"/>
            <w:tcBorders>
              <w:bottom w:val="single" w:sz="4" w:space="0" w:color="auto"/>
            </w:tcBorders>
          </w:tcPr>
          <w:p w14:paraId="26953E56" w14:textId="77777777" w:rsidR="00AA047D" w:rsidRDefault="0053644C">
            <w:pPr>
              <w:pStyle w:val="Funotentext"/>
              <w:spacing w:after="0" w:line="320" w:lineRule="exact"/>
              <w:jc w:val="both"/>
              <w:rPr>
                <w:b/>
              </w:rPr>
            </w:pPr>
            <w:r>
              <w:rPr>
                <w:b/>
              </w:rPr>
              <w:t>B</w:t>
            </w:r>
            <w:r>
              <w:rPr>
                <w:b/>
              </w:rPr>
              <w:t>ei länger anhaltenden oder sich wiederholenden erheblichen Schmerzen oder Leiden, wissenschaftlich begründete Darlegung, dass das angestrebte Versuchsergebnis vermutlich für wesentliche Bedürfnisse von Mensch oder Tier einschließlich der Lösung wissenschaf</w:t>
            </w:r>
            <w:r>
              <w:rPr>
                <w:b/>
              </w:rPr>
              <w:t>tlicher Probleme von hervorragender Bedeutung ist (§ 25 Abs. 1 TierSchVersV)</w:t>
            </w:r>
          </w:p>
          <w:p w14:paraId="46853392" w14:textId="77777777" w:rsidR="00AA047D" w:rsidRDefault="0053644C">
            <w:pPr>
              <w:pStyle w:val="Funotentext"/>
              <w:spacing w:after="0" w:line="320" w:lineRule="exact"/>
              <w:jc w:val="both"/>
              <w:rPr>
                <w:sz w:val="16"/>
                <w:szCs w:val="16"/>
              </w:rPr>
            </w:pPr>
            <w:r>
              <w:rPr>
                <w:b/>
              </w:rPr>
              <w:t>Bei erheblichen Schmerzen oder länger anhaltenden Leiden, die nicht gelindert werden können, wissenschaftlich begründete Darlegung, dass die Durchführung des Tierversuchs wegen de</w:t>
            </w:r>
            <w:r>
              <w:rPr>
                <w:b/>
              </w:rPr>
              <w:t>r Bedeutung der angestrebten Erkenntnisse unerlässlich ist (§ 25 Abs. 2 TierSchVersV</w:t>
            </w:r>
            <w:r>
              <w:rPr>
                <w:sz w:val="16"/>
                <w:szCs w:val="16"/>
              </w:rPr>
              <w:t>- Angaben nicht erforderlich für Anzeigen -</w:t>
            </w:r>
          </w:p>
        </w:tc>
      </w:tr>
      <w:tr w:rsidR="00AA047D" w14:paraId="5A352033" w14:textId="77777777">
        <w:trPr>
          <w:cantSplit/>
          <w:trHeight w:hRule="exact" w:val="312"/>
        </w:trPr>
        <w:tc>
          <w:tcPr>
            <w:tcW w:w="778" w:type="dxa"/>
            <w:tcBorders>
              <w:top w:val="nil"/>
              <w:bottom w:val="nil"/>
            </w:tcBorders>
          </w:tcPr>
          <w:p w14:paraId="61B819FE" w14:textId="77777777" w:rsidR="00AA047D" w:rsidRDefault="0053644C">
            <w:pPr>
              <w:pStyle w:val="Funotentext"/>
              <w:spacing w:after="0" w:line="320" w:lineRule="exact"/>
              <w:jc w:val="both"/>
              <w:rPr>
                <w:b/>
                <w:sz w:val="16"/>
                <w:szCs w:val="16"/>
              </w:rPr>
            </w:pPr>
            <w:r>
              <w:rPr>
                <w:b/>
                <w:sz w:val="22"/>
              </w:rPr>
              <w:br w:type="page"/>
            </w:r>
          </w:p>
        </w:tc>
        <w:tc>
          <w:tcPr>
            <w:tcW w:w="9174" w:type="dxa"/>
            <w:gridSpan w:val="14"/>
            <w:tcBorders>
              <w:bottom w:val="nil"/>
            </w:tcBorders>
            <w:vAlign w:val="center"/>
          </w:tcPr>
          <w:p w14:paraId="6ECA192F" w14:textId="77777777" w:rsidR="00AA047D" w:rsidRDefault="0053644C">
            <w:pPr>
              <w:pStyle w:val="Funotentext"/>
              <w:spacing w:after="0" w:line="320" w:lineRule="exact"/>
              <w:rPr>
                <w:b/>
                <w:sz w:val="16"/>
                <w:szCs w:val="16"/>
              </w:rPr>
            </w:pPr>
            <w:r>
              <w:rPr>
                <w:b/>
                <w:sz w:val="16"/>
                <w:szCs w:val="16"/>
              </w:rPr>
              <w:t>Erläuterungen:</w:t>
            </w:r>
          </w:p>
        </w:tc>
      </w:tr>
      <w:tr w:rsidR="00AA047D" w14:paraId="205F4671" w14:textId="77777777">
        <w:trPr>
          <w:trHeight w:val="454"/>
        </w:trPr>
        <w:tc>
          <w:tcPr>
            <w:tcW w:w="778" w:type="dxa"/>
            <w:tcBorders>
              <w:top w:val="nil"/>
              <w:bottom w:val="single" w:sz="4" w:space="0" w:color="auto"/>
            </w:tcBorders>
          </w:tcPr>
          <w:p w14:paraId="432135BE" w14:textId="77777777" w:rsidR="00AA047D" w:rsidRDefault="00AA047D">
            <w:pPr>
              <w:pStyle w:val="Funotentext"/>
              <w:spacing w:after="0" w:line="320" w:lineRule="exact"/>
              <w:jc w:val="both"/>
            </w:pPr>
          </w:p>
        </w:tc>
        <w:tc>
          <w:tcPr>
            <w:tcW w:w="9174" w:type="dxa"/>
            <w:gridSpan w:val="14"/>
            <w:tcBorders>
              <w:top w:val="nil"/>
            </w:tcBorders>
          </w:tcPr>
          <w:p w14:paraId="6C17A578" w14:textId="77777777" w:rsidR="00AA047D" w:rsidRDefault="0053644C">
            <w:pPr>
              <w:spacing w:after="0" w:line="320" w:lineRule="exact"/>
              <w:rPr>
                <w:rStyle w:val="Ausfllhilfe"/>
              </w:rPr>
            </w:pPr>
            <w:r>
              <w:rPr>
                <w:rStyle w:val="Ausfllhilfe"/>
              </w:rPr>
              <w:t>Dieser Punkt ist auszufüllen, wenn besonders belastete Tierversuche durchgeführt werden.</w:t>
            </w:r>
          </w:p>
          <w:p w14:paraId="6233D890" w14:textId="77777777" w:rsidR="00AA047D" w:rsidRDefault="0053644C">
            <w:pPr>
              <w:spacing w:after="0" w:line="320" w:lineRule="exact"/>
              <w:rPr>
                <w:rStyle w:val="Ausfllhilfe"/>
              </w:rPr>
            </w:pPr>
            <w:r>
              <w:rPr>
                <w:rStyle w:val="Ausfllhilfe"/>
              </w:rPr>
              <w:t>Gemäß § 25 Abs. 1 TierSchVersV dürfen Tierversuche, die zu länger anhaltenden oder sich wiederholenden erheblichen Schmerzen oder Leiden führen, nur durchgeführt werden, wenn die angestrebten Ergebnisse vermuten lassen, dass sie für wesentliche Bedürfnisse</w:t>
            </w:r>
            <w:r>
              <w:rPr>
                <w:rStyle w:val="Ausfllhilfe"/>
              </w:rPr>
              <w:t xml:space="preserve"> von Mensch oder Tieren, einschließlich der Lösung wissenschaftlicher Probleme, von hervorragender Bedeutung sein werden. Die hervorragende Bedeutung ist darzulegen und wissenschaftlich zu begründen.</w:t>
            </w:r>
          </w:p>
          <w:p w14:paraId="7A0802C5" w14:textId="77777777" w:rsidR="00AA047D" w:rsidRDefault="0053644C">
            <w:pPr>
              <w:spacing w:after="0" w:line="320" w:lineRule="exact"/>
              <w:rPr>
                <w:color w:val="5F497A" w:themeColor="accent4" w:themeShade="BF"/>
              </w:rPr>
            </w:pPr>
            <w:r>
              <w:rPr>
                <w:rStyle w:val="Ausfllhilfe"/>
              </w:rPr>
              <w:t>Gemäß § 25 Abs. 2 TierSchVersV dürfen Tierversuche nicht</w:t>
            </w:r>
            <w:r>
              <w:rPr>
                <w:rStyle w:val="Ausfllhilfe"/>
              </w:rPr>
              <w:t xml:space="preserve"> durchgeführt werden, wenn die erheblichen Schmerzen oder Leiden länger anhalten und nicht gelindert werden können. Es muss zusätzlich zu der oben aufgeführten hervorragenden Bedeutung insbesondere wissenschaftlich begründet werden, dass die Durchführung d</w:t>
            </w:r>
            <w:r>
              <w:rPr>
                <w:rStyle w:val="Ausfllhilfe"/>
              </w:rPr>
              <w:t>er Versuche wegen der Bedeutung der angestrebten Erkenntnisse unerlässlich ist. Sofern dies zutrifft, bitte unter Punkt 1.2.7 näher erläutern.</w:t>
            </w:r>
          </w:p>
        </w:tc>
      </w:tr>
      <w:tr w:rsidR="00AA047D" w14:paraId="52C2447F" w14:textId="77777777">
        <w:trPr>
          <w:gridAfter w:val="1"/>
          <w:wAfter w:w="7" w:type="dxa"/>
          <w:cantSplit/>
          <w:trHeight w:val="434"/>
        </w:trPr>
        <w:tc>
          <w:tcPr>
            <w:tcW w:w="778" w:type="dxa"/>
            <w:tcBorders>
              <w:bottom w:val="nil"/>
            </w:tcBorders>
            <w:vAlign w:val="bottom"/>
          </w:tcPr>
          <w:p w14:paraId="021E0EBB" w14:textId="77777777" w:rsidR="00AA047D" w:rsidRDefault="0053644C">
            <w:pPr>
              <w:pStyle w:val="Funotentext"/>
              <w:spacing w:after="0" w:line="320" w:lineRule="exact"/>
              <w:jc w:val="both"/>
              <w:rPr>
                <w:b/>
              </w:rPr>
            </w:pPr>
            <w:r>
              <w:rPr>
                <w:b/>
              </w:rPr>
              <w:t>1.4</w:t>
            </w:r>
          </w:p>
        </w:tc>
        <w:tc>
          <w:tcPr>
            <w:tcW w:w="9167" w:type="dxa"/>
            <w:gridSpan w:val="13"/>
            <w:vAlign w:val="bottom"/>
          </w:tcPr>
          <w:p w14:paraId="5627DFD1" w14:textId="77777777" w:rsidR="00AA047D" w:rsidRDefault="0053644C">
            <w:pPr>
              <w:pStyle w:val="Funotentext"/>
              <w:spacing w:after="0" w:line="320" w:lineRule="exact"/>
              <w:jc w:val="both"/>
              <w:rPr>
                <w:b/>
              </w:rPr>
            </w:pPr>
            <w:r>
              <w:rPr>
                <w:b/>
              </w:rPr>
              <w:t>Verfahren am Versuchsende (§ 28 TierSchVersV) und Begründung, dass das schonendste Verfahren eingesetzt wird</w:t>
            </w:r>
          </w:p>
        </w:tc>
      </w:tr>
      <w:tr w:rsidR="00AA047D" w14:paraId="5EF11CAA" w14:textId="77777777">
        <w:trPr>
          <w:gridAfter w:val="1"/>
          <w:wAfter w:w="7" w:type="dxa"/>
          <w:cantSplit/>
          <w:trHeight w:hRule="exact" w:val="374"/>
        </w:trPr>
        <w:tc>
          <w:tcPr>
            <w:tcW w:w="778" w:type="dxa"/>
            <w:tcBorders>
              <w:top w:val="nil"/>
              <w:bottom w:val="nil"/>
            </w:tcBorders>
            <w:vAlign w:val="center"/>
          </w:tcPr>
          <w:p w14:paraId="01CA9861" w14:textId="77777777" w:rsidR="00AA047D" w:rsidRDefault="00AA047D">
            <w:pPr>
              <w:pStyle w:val="Funotentext"/>
              <w:spacing w:after="0" w:line="320" w:lineRule="exact"/>
              <w:jc w:val="both"/>
            </w:pPr>
          </w:p>
        </w:tc>
        <w:tc>
          <w:tcPr>
            <w:tcW w:w="9167" w:type="dxa"/>
            <w:gridSpan w:val="13"/>
            <w:vAlign w:val="center"/>
          </w:tcPr>
          <w:p w14:paraId="5444655A" w14:textId="77777777" w:rsidR="00AA047D" w:rsidRDefault="0053644C">
            <w:pPr>
              <w:pStyle w:val="Funotentext"/>
              <w:spacing w:after="0" w:line="320" w:lineRule="exact"/>
              <w:jc w:val="both"/>
            </w:pPr>
            <w:r>
              <w:t>Beabsichtigter Verbleib der Tiere:</w:t>
            </w:r>
          </w:p>
        </w:tc>
      </w:tr>
      <w:tr w:rsidR="00AA047D" w14:paraId="6C7500D9" w14:textId="77777777">
        <w:trPr>
          <w:gridAfter w:val="1"/>
          <w:wAfter w:w="7" w:type="dxa"/>
          <w:cantSplit/>
          <w:trHeight w:hRule="exact" w:val="374"/>
        </w:trPr>
        <w:tc>
          <w:tcPr>
            <w:tcW w:w="778" w:type="dxa"/>
            <w:tcBorders>
              <w:top w:val="nil"/>
              <w:bottom w:val="nil"/>
            </w:tcBorders>
            <w:vAlign w:val="center"/>
          </w:tcPr>
          <w:p w14:paraId="62E596F9" w14:textId="77777777" w:rsidR="00AA047D" w:rsidRDefault="00AA047D">
            <w:pPr>
              <w:pStyle w:val="Funotentext"/>
              <w:spacing w:after="0" w:line="320" w:lineRule="exact"/>
              <w:jc w:val="both"/>
            </w:pPr>
          </w:p>
        </w:tc>
        <w:tc>
          <w:tcPr>
            <w:tcW w:w="415" w:type="dxa"/>
            <w:gridSpan w:val="2"/>
            <w:vAlign w:val="center"/>
          </w:tcPr>
          <w:p w14:paraId="1CDDB9E8" w14:textId="77777777" w:rsidR="00AA047D" w:rsidRDefault="0053644C">
            <w:pPr>
              <w:pStyle w:val="Funotentext"/>
              <w:spacing w:after="0" w:line="320" w:lineRule="exact"/>
              <w:jc w:val="both"/>
            </w:pPr>
            <w:r>
              <w:fldChar w:fldCharType="begin">
                <w:ffData>
                  <w:name w:val="Kontrollkästchen17"/>
                  <w:enabled/>
                  <w:calcOnExit w:val="0"/>
                  <w:checkBox>
                    <w:sizeAuto/>
                    <w:default w:val="0"/>
                  </w:checkBox>
                </w:ffData>
              </w:fldChar>
            </w:r>
            <w:bookmarkStart w:id="23" w:name="Kontrollkästchen17"/>
            <w:r>
              <w:instrText xml:space="preserve"> FORMCHECKBOX </w:instrText>
            </w:r>
            <w:r>
              <w:fldChar w:fldCharType="separate"/>
            </w:r>
            <w:r>
              <w:fldChar w:fldCharType="end"/>
            </w:r>
            <w:bookmarkEnd w:id="23"/>
          </w:p>
        </w:tc>
        <w:tc>
          <w:tcPr>
            <w:tcW w:w="8752" w:type="dxa"/>
            <w:gridSpan w:val="11"/>
            <w:vAlign w:val="center"/>
          </w:tcPr>
          <w:p w14:paraId="0131BEE5" w14:textId="77777777" w:rsidR="00AA047D" w:rsidRDefault="0053644C">
            <w:pPr>
              <w:pStyle w:val="Funotentext"/>
              <w:spacing w:after="0" w:line="320" w:lineRule="exact"/>
              <w:jc w:val="both"/>
            </w:pPr>
            <w:r>
              <w:t>Tötung während des Versuchs bzw. vor Erwachen aus der Narkose (Akutversuch)</w:t>
            </w:r>
          </w:p>
        </w:tc>
      </w:tr>
      <w:tr w:rsidR="00AA047D" w14:paraId="3545A9D6" w14:textId="77777777">
        <w:trPr>
          <w:gridAfter w:val="1"/>
          <w:wAfter w:w="7" w:type="dxa"/>
          <w:cantSplit/>
          <w:trHeight w:hRule="exact" w:val="1293"/>
        </w:trPr>
        <w:tc>
          <w:tcPr>
            <w:tcW w:w="778" w:type="dxa"/>
            <w:tcBorders>
              <w:top w:val="nil"/>
              <w:bottom w:val="nil"/>
            </w:tcBorders>
            <w:vAlign w:val="center"/>
          </w:tcPr>
          <w:p w14:paraId="5FAE84BC" w14:textId="77777777" w:rsidR="00AA047D" w:rsidRDefault="00AA047D">
            <w:pPr>
              <w:pStyle w:val="Funotentext"/>
              <w:spacing w:after="0" w:line="320" w:lineRule="exact"/>
              <w:jc w:val="both"/>
            </w:pPr>
          </w:p>
        </w:tc>
        <w:tc>
          <w:tcPr>
            <w:tcW w:w="415" w:type="dxa"/>
            <w:gridSpan w:val="2"/>
            <w:vAlign w:val="center"/>
          </w:tcPr>
          <w:p w14:paraId="45270813" w14:textId="77777777" w:rsidR="00AA047D" w:rsidRDefault="0053644C">
            <w:pPr>
              <w:pStyle w:val="Funotentext"/>
              <w:spacing w:after="0" w:line="320" w:lineRule="exact"/>
              <w:jc w:val="both"/>
            </w:pPr>
            <w:r>
              <w:fldChar w:fldCharType="begin">
                <w:ffData>
                  <w:name w:val="Kontrollkästchen19"/>
                  <w:enabled/>
                  <w:calcOnExit w:val="0"/>
                  <w:checkBox>
                    <w:sizeAuto/>
                    <w:default w:val="0"/>
                  </w:checkBox>
                </w:ffData>
              </w:fldChar>
            </w:r>
            <w:bookmarkStart w:id="24" w:name="Kontrollkästchen19"/>
            <w:r>
              <w:instrText xml:space="preserve"> FORMCHECKBOX </w:instrText>
            </w:r>
            <w:r>
              <w:fldChar w:fldCharType="separate"/>
            </w:r>
            <w:r>
              <w:fldChar w:fldCharType="end"/>
            </w:r>
            <w:bookmarkEnd w:id="24"/>
          </w:p>
        </w:tc>
        <w:tc>
          <w:tcPr>
            <w:tcW w:w="8752" w:type="dxa"/>
            <w:gridSpan w:val="11"/>
            <w:vAlign w:val="center"/>
          </w:tcPr>
          <w:p w14:paraId="056D8A56" w14:textId="77777777" w:rsidR="00AA047D" w:rsidRDefault="0053644C">
            <w:pPr>
              <w:pStyle w:val="Funotentext"/>
              <w:spacing w:after="0" w:line="320" w:lineRule="exact"/>
              <w:jc w:val="both"/>
            </w:pPr>
            <w:r>
              <w:t xml:space="preserve">Tötung nach einer Beobachtungszeit von </w:t>
            </w:r>
          </w:p>
          <w:p w14:paraId="5660B904" w14:textId="77777777" w:rsidR="00AA047D" w:rsidRDefault="0053644C">
            <w:pPr>
              <w:spacing w:after="0" w:line="320" w:lineRule="exact"/>
              <w:rPr>
                <w:rStyle w:val="Ausfllhilfe"/>
              </w:rPr>
            </w:pPr>
            <w:r>
              <w:rPr>
                <w:rStyle w:val="Ausfllhilfe"/>
              </w:rPr>
              <w:t xml:space="preserve">Hier ist der gesamte Zeitraum vom Versuchsbeginn (z.B. Umstellung auf eine Diät, </w:t>
            </w:r>
            <w:proofErr w:type="spellStart"/>
            <w:r>
              <w:rPr>
                <w:rStyle w:val="Ausfllhilfe"/>
              </w:rPr>
              <w:t>Tamoxifeninjektion</w:t>
            </w:r>
            <w:proofErr w:type="spellEnd"/>
            <w:r>
              <w:rPr>
                <w:rStyle w:val="Ausfllhilfe"/>
              </w:rPr>
              <w:t>, Einzelhaltung – die erste Maßnahme, die von</w:t>
            </w:r>
            <w:r>
              <w:rPr>
                <w:rStyle w:val="Ausfllhilfe"/>
              </w:rPr>
              <w:t xml:space="preserve"> der Standardhaltung abweicht) bis zur Tötung relevant.</w:t>
            </w:r>
          </w:p>
          <w:p w14:paraId="57A6BBFF" w14:textId="77777777" w:rsidR="00AA047D" w:rsidRDefault="00AA047D">
            <w:pPr>
              <w:pStyle w:val="Funotentext"/>
              <w:spacing w:after="0" w:line="320" w:lineRule="exact"/>
              <w:jc w:val="both"/>
              <w:rPr>
                <w:i/>
                <w:color w:val="8DB3E2"/>
              </w:rPr>
            </w:pPr>
          </w:p>
          <w:p w14:paraId="328714E8" w14:textId="77777777" w:rsidR="00AA047D" w:rsidRDefault="00AA047D">
            <w:pPr>
              <w:pStyle w:val="Funotentext"/>
              <w:spacing w:after="0" w:line="320" w:lineRule="exact"/>
              <w:jc w:val="both"/>
              <w:rPr>
                <w:i/>
                <w:color w:val="8DB3E2"/>
              </w:rPr>
            </w:pPr>
          </w:p>
          <w:p w14:paraId="0339D802" w14:textId="77777777" w:rsidR="00AA047D" w:rsidRDefault="00AA047D">
            <w:pPr>
              <w:pStyle w:val="Funotentext"/>
              <w:spacing w:after="0" w:line="320" w:lineRule="exact"/>
              <w:jc w:val="both"/>
              <w:rPr>
                <w:i/>
                <w:color w:val="8DB3E2"/>
              </w:rPr>
            </w:pPr>
          </w:p>
          <w:p w14:paraId="5D208264" w14:textId="77777777" w:rsidR="00AA047D" w:rsidRDefault="00AA047D">
            <w:pPr>
              <w:pStyle w:val="Funotentext"/>
              <w:spacing w:after="0" w:line="320" w:lineRule="exact"/>
              <w:jc w:val="both"/>
              <w:rPr>
                <w:i/>
                <w:color w:val="8DB3E2"/>
              </w:rPr>
            </w:pPr>
          </w:p>
          <w:p w14:paraId="433722FA" w14:textId="77777777" w:rsidR="00AA047D" w:rsidRDefault="0053644C">
            <w:pPr>
              <w:pStyle w:val="Funotentext"/>
              <w:spacing w:after="0" w:line="320" w:lineRule="exact"/>
              <w:jc w:val="both"/>
            </w:pPr>
            <w:proofErr w:type="spellStart"/>
            <w:r>
              <w:rPr>
                <w:i/>
                <w:color w:val="8DB3E2"/>
              </w:rPr>
              <w:t>suchsgruppen</w:t>
            </w:r>
            <w:proofErr w:type="spellEnd"/>
            <w:r>
              <w:rPr>
                <w:i/>
                <w:color w:val="8DB3E2"/>
              </w:rPr>
              <w:t>/ -methode)</w:t>
            </w:r>
          </w:p>
        </w:tc>
      </w:tr>
      <w:tr w:rsidR="00AA047D" w14:paraId="5E9560AF" w14:textId="77777777">
        <w:trPr>
          <w:gridAfter w:val="1"/>
          <w:wAfter w:w="7" w:type="dxa"/>
          <w:cantSplit/>
          <w:trHeight w:hRule="exact" w:val="374"/>
        </w:trPr>
        <w:tc>
          <w:tcPr>
            <w:tcW w:w="778" w:type="dxa"/>
            <w:tcBorders>
              <w:top w:val="nil"/>
              <w:bottom w:val="nil"/>
            </w:tcBorders>
            <w:vAlign w:val="center"/>
          </w:tcPr>
          <w:p w14:paraId="4C91487D" w14:textId="77777777" w:rsidR="00AA047D" w:rsidRDefault="00AA047D">
            <w:pPr>
              <w:pStyle w:val="Funotentext"/>
              <w:spacing w:after="0" w:line="320" w:lineRule="exact"/>
              <w:jc w:val="both"/>
            </w:pPr>
          </w:p>
        </w:tc>
        <w:tc>
          <w:tcPr>
            <w:tcW w:w="415" w:type="dxa"/>
            <w:gridSpan w:val="2"/>
            <w:vAlign w:val="center"/>
          </w:tcPr>
          <w:p w14:paraId="7C96C3C4" w14:textId="77777777" w:rsidR="00AA047D" w:rsidRDefault="0053644C">
            <w:pPr>
              <w:pStyle w:val="Funotentext"/>
              <w:spacing w:after="0" w:line="320" w:lineRule="exact"/>
              <w:jc w:val="both"/>
            </w:pPr>
            <w:r>
              <w:fldChar w:fldCharType="begin">
                <w:ffData>
                  <w:name w:val="Kontrollkästchen20"/>
                  <w:enabled/>
                  <w:calcOnExit w:val="0"/>
                  <w:checkBox>
                    <w:sizeAuto/>
                    <w:default w:val="0"/>
                  </w:checkBox>
                </w:ffData>
              </w:fldChar>
            </w:r>
            <w:bookmarkStart w:id="25" w:name="Kontrollkästchen20"/>
            <w:r>
              <w:instrText xml:space="preserve"> FORMCHECKBOX </w:instrText>
            </w:r>
            <w:r>
              <w:fldChar w:fldCharType="separate"/>
            </w:r>
            <w:r>
              <w:fldChar w:fldCharType="end"/>
            </w:r>
            <w:bookmarkEnd w:id="25"/>
          </w:p>
        </w:tc>
        <w:tc>
          <w:tcPr>
            <w:tcW w:w="8752" w:type="dxa"/>
            <w:gridSpan w:val="11"/>
            <w:vAlign w:val="center"/>
          </w:tcPr>
          <w:p w14:paraId="3EE126AC" w14:textId="77777777" w:rsidR="00AA047D" w:rsidRDefault="0053644C">
            <w:pPr>
              <w:pStyle w:val="Funotentext"/>
              <w:spacing w:after="0" w:line="320" w:lineRule="exact"/>
              <w:jc w:val="both"/>
            </w:pPr>
            <w:r>
              <w:t>Weiterleben der Tiere ohne Beeinträchtigung des Wohlbefindens.</w:t>
            </w:r>
          </w:p>
        </w:tc>
      </w:tr>
      <w:tr w:rsidR="00AA047D" w14:paraId="7D3DA873" w14:textId="77777777">
        <w:trPr>
          <w:gridAfter w:val="1"/>
          <w:wAfter w:w="7" w:type="dxa"/>
          <w:cantSplit/>
          <w:trHeight w:hRule="exact" w:val="481"/>
        </w:trPr>
        <w:tc>
          <w:tcPr>
            <w:tcW w:w="778" w:type="dxa"/>
            <w:tcBorders>
              <w:top w:val="nil"/>
              <w:bottom w:val="nil"/>
            </w:tcBorders>
            <w:vAlign w:val="center"/>
          </w:tcPr>
          <w:p w14:paraId="23AB0F5D" w14:textId="77777777" w:rsidR="00AA047D" w:rsidRDefault="00AA047D">
            <w:pPr>
              <w:pStyle w:val="Funotentext"/>
              <w:spacing w:after="0" w:line="320" w:lineRule="exact"/>
              <w:jc w:val="both"/>
            </w:pPr>
          </w:p>
        </w:tc>
        <w:tc>
          <w:tcPr>
            <w:tcW w:w="415" w:type="dxa"/>
            <w:gridSpan w:val="2"/>
            <w:vAlign w:val="center"/>
          </w:tcPr>
          <w:p w14:paraId="74792AF0" w14:textId="77777777" w:rsidR="00AA047D" w:rsidRDefault="00AA047D">
            <w:pPr>
              <w:pStyle w:val="Funotentext"/>
              <w:spacing w:after="0" w:line="320" w:lineRule="exact"/>
              <w:jc w:val="both"/>
            </w:pPr>
          </w:p>
        </w:tc>
        <w:tc>
          <w:tcPr>
            <w:tcW w:w="8752" w:type="dxa"/>
            <w:gridSpan w:val="11"/>
            <w:vAlign w:val="center"/>
          </w:tcPr>
          <w:p w14:paraId="67713651" w14:textId="77777777" w:rsidR="00AA047D" w:rsidRDefault="0053644C">
            <w:pPr>
              <w:pStyle w:val="Funotentext"/>
              <w:spacing w:after="0" w:line="320" w:lineRule="exact"/>
              <w:jc w:val="both"/>
            </w:pPr>
            <w:r>
              <w:t xml:space="preserve">Verbleib der Tiere nach dem Ausscheiden aus dem Versuch: </w:t>
            </w:r>
          </w:p>
        </w:tc>
      </w:tr>
      <w:tr w:rsidR="00AA047D" w14:paraId="7EB951EF" w14:textId="77777777">
        <w:trPr>
          <w:gridAfter w:val="1"/>
          <w:wAfter w:w="7" w:type="dxa"/>
          <w:cantSplit/>
          <w:trHeight w:val="323"/>
        </w:trPr>
        <w:tc>
          <w:tcPr>
            <w:tcW w:w="778" w:type="dxa"/>
            <w:tcBorders>
              <w:top w:val="nil"/>
              <w:bottom w:val="nil"/>
            </w:tcBorders>
            <w:vAlign w:val="center"/>
          </w:tcPr>
          <w:p w14:paraId="41743A9D" w14:textId="77777777" w:rsidR="00AA047D" w:rsidRDefault="00AA047D">
            <w:pPr>
              <w:pStyle w:val="Funotentext"/>
              <w:spacing w:after="0" w:line="320" w:lineRule="exact"/>
              <w:jc w:val="both"/>
            </w:pPr>
          </w:p>
        </w:tc>
        <w:tc>
          <w:tcPr>
            <w:tcW w:w="415" w:type="dxa"/>
            <w:gridSpan w:val="2"/>
            <w:tcBorders>
              <w:bottom w:val="single" w:sz="4" w:space="0" w:color="auto"/>
            </w:tcBorders>
            <w:vAlign w:val="center"/>
          </w:tcPr>
          <w:p w14:paraId="22F9762C" w14:textId="77777777" w:rsidR="00AA047D" w:rsidRDefault="00AA047D">
            <w:pPr>
              <w:pStyle w:val="Funotentext"/>
              <w:spacing w:after="0" w:line="320" w:lineRule="exact"/>
              <w:jc w:val="both"/>
            </w:pPr>
          </w:p>
        </w:tc>
        <w:tc>
          <w:tcPr>
            <w:tcW w:w="8752" w:type="dxa"/>
            <w:gridSpan w:val="11"/>
            <w:tcBorders>
              <w:bottom w:val="single" w:sz="4" w:space="0" w:color="auto"/>
            </w:tcBorders>
            <w:vAlign w:val="center"/>
          </w:tcPr>
          <w:p w14:paraId="5737475B" w14:textId="77777777" w:rsidR="00AA047D" w:rsidRDefault="0053644C">
            <w:pPr>
              <w:spacing w:after="0" w:line="320" w:lineRule="exact"/>
              <w:rPr>
                <w:rStyle w:val="Ausfllhilfe"/>
              </w:rPr>
            </w:pPr>
            <w:r>
              <w:rPr>
                <w:rStyle w:val="Ausfllhilfe"/>
              </w:rPr>
              <w:t>Erläutern Sie den weiteren Verbleib der Tiere. Beachten Sie unbedingt arzneimittelrechtliche Regelungen im Fall von Tieren, die der Lebensmittelgewinnung dienen sollen. Ggf. Vermittlungsprogramme beschreiben (gemäß §10 TierSchVersV zitieren).</w:t>
            </w:r>
          </w:p>
        </w:tc>
      </w:tr>
      <w:tr w:rsidR="00AA047D" w14:paraId="19764712" w14:textId="77777777">
        <w:trPr>
          <w:gridAfter w:val="1"/>
          <w:wAfter w:w="7" w:type="dxa"/>
          <w:cantSplit/>
          <w:trHeight w:hRule="exact" w:val="374"/>
        </w:trPr>
        <w:tc>
          <w:tcPr>
            <w:tcW w:w="778" w:type="dxa"/>
            <w:tcBorders>
              <w:top w:val="nil"/>
              <w:left w:val="single" w:sz="4" w:space="0" w:color="auto"/>
              <w:bottom w:val="nil"/>
              <w:right w:val="single" w:sz="4" w:space="0" w:color="auto"/>
            </w:tcBorders>
            <w:vAlign w:val="center"/>
          </w:tcPr>
          <w:p w14:paraId="268942E6" w14:textId="77777777" w:rsidR="00AA047D" w:rsidRDefault="00AA047D">
            <w:pPr>
              <w:pStyle w:val="Funotentext"/>
              <w:spacing w:after="0" w:line="320" w:lineRule="exact"/>
              <w:jc w:val="both"/>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7AD83BCE" w14:textId="77777777" w:rsidR="00AA047D" w:rsidRDefault="00AA047D">
            <w:pPr>
              <w:pStyle w:val="Funotentext"/>
              <w:spacing w:after="0" w:line="320" w:lineRule="exact"/>
              <w:jc w:val="both"/>
            </w:pPr>
          </w:p>
        </w:tc>
        <w:tc>
          <w:tcPr>
            <w:tcW w:w="8752" w:type="dxa"/>
            <w:gridSpan w:val="11"/>
            <w:tcBorders>
              <w:top w:val="single" w:sz="4" w:space="0" w:color="auto"/>
              <w:left w:val="single" w:sz="4" w:space="0" w:color="auto"/>
              <w:bottom w:val="single" w:sz="4" w:space="0" w:color="auto"/>
              <w:right w:val="single" w:sz="4" w:space="0" w:color="auto"/>
            </w:tcBorders>
            <w:vAlign w:val="center"/>
          </w:tcPr>
          <w:p w14:paraId="547B4E43" w14:textId="77777777" w:rsidR="00AA047D" w:rsidRDefault="0053644C">
            <w:pPr>
              <w:pStyle w:val="Funotentext"/>
              <w:spacing w:after="0" w:line="320" w:lineRule="exact"/>
              <w:jc w:val="both"/>
              <w:rPr>
                <w:b/>
              </w:rPr>
            </w:pPr>
            <w:r>
              <w:rPr>
                <w:b/>
              </w:rPr>
              <w:t xml:space="preserve">Tötungsverfahren (§ 31 Abs. 1 Satz 2 Nr. 1g TierSchVersV): </w:t>
            </w:r>
          </w:p>
        </w:tc>
      </w:tr>
      <w:tr w:rsidR="00AA047D" w14:paraId="1C1303BA" w14:textId="77777777">
        <w:trPr>
          <w:gridAfter w:val="1"/>
          <w:wAfter w:w="7" w:type="dxa"/>
          <w:cantSplit/>
          <w:trHeight w:val="397"/>
        </w:trPr>
        <w:tc>
          <w:tcPr>
            <w:tcW w:w="778" w:type="dxa"/>
            <w:tcBorders>
              <w:top w:val="nil"/>
              <w:left w:val="single" w:sz="4" w:space="0" w:color="auto"/>
              <w:bottom w:val="single" w:sz="4" w:space="0" w:color="auto"/>
              <w:right w:val="single" w:sz="4" w:space="0" w:color="auto"/>
            </w:tcBorders>
            <w:vAlign w:val="center"/>
          </w:tcPr>
          <w:p w14:paraId="69913223" w14:textId="77777777" w:rsidR="00AA047D" w:rsidRDefault="00AA047D">
            <w:pPr>
              <w:pStyle w:val="Funotentext"/>
              <w:spacing w:after="0" w:line="320" w:lineRule="exact"/>
              <w:jc w:val="both"/>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023D5630" w14:textId="77777777" w:rsidR="00AA047D" w:rsidRDefault="00AA047D">
            <w:pPr>
              <w:pStyle w:val="Funotentext"/>
              <w:spacing w:after="0" w:line="320" w:lineRule="exact"/>
              <w:jc w:val="both"/>
            </w:pPr>
          </w:p>
        </w:tc>
        <w:tc>
          <w:tcPr>
            <w:tcW w:w="8752" w:type="dxa"/>
            <w:gridSpan w:val="11"/>
            <w:tcBorders>
              <w:top w:val="single" w:sz="4" w:space="0" w:color="auto"/>
              <w:left w:val="single" w:sz="4" w:space="0" w:color="auto"/>
              <w:bottom w:val="single" w:sz="4" w:space="0" w:color="auto"/>
              <w:right w:val="single" w:sz="4" w:space="0" w:color="auto"/>
            </w:tcBorders>
            <w:vAlign w:val="center"/>
          </w:tcPr>
          <w:p w14:paraId="06203161" w14:textId="77777777" w:rsidR="00AA047D" w:rsidRDefault="0053644C">
            <w:pPr>
              <w:spacing w:after="0" w:line="320" w:lineRule="exact"/>
              <w:rPr>
                <w:rStyle w:val="Ausfllhilfe"/>
              </w:rPr>
            </w:pPr>
            <w:r>
              <w:rPr>
                <w:rStyle w:val="Ausfllhilfe"/>
              </w:rPr>
              <w:t>Die Tötung am Versuchsende muss so schonend wie möglich und nach aktuellen Erkenntnissen von erfahrenen Sachkundigen durchgeführt werden. Bei der Auswahl und Durchführung der Tötungsmethoden sind RL 2010/63/EU und § 2 Abs. 2 der TierSchVersV sowie die dazu</w:t>
            </w:r>
            <w:r>
              <w:rPr>
                <w:rStyle w:val="Ausfllhilfe"/>
              </w:rPr>
              <w:t>gehörige Anlage 2 zu beachten. Es ist darzulegen, warum die gewählte Tötungsmethode für das Tier die geringste Belastung bedeutet und mit dem Versuchszweck vereinbar ist. Die Durchführung der Tötung und die Feststellung des Todes sind zu beschreiben, Konze</w:t>
            </w:r>
            <w:r>
              <w:rPr>
                <w:rStyle w:val="Ausfllhilfe"/>
              </w:rPr>
              <w:t>ntrationen, Flussraten (CO2), Dosierungen etc. sind anzugeben. Bei unterschiedlichen Tötungsmethoden bitte für jedes einzelne Verfahren die entsprechenden Angaben machen.</w:t>
            </w:r>
          </w:p>
        </w:tc>
      </w:tr>
      <w:tr w:rsidR="00AA047D" w14:paraId="00C7DF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701"/>
        </w:trPr>
        <w:tc>
          <w:tcPr>
            <w:tcW w:w="778" w:type="dxa"/>
            <w:tcBorders>
              <w:top w:val="single" w:sz="4" w:space="0" w:color="auto"/>
              <w:left w:val="single" w:sz="4" w:space="0" w:color="auto"/>
              <w:right w:val="single" w:sz="4" w:space="0" w:color="auto"/>
            </w:tcBorders>
          </w:tcPr>
          <w:p w14:paraId="2082A47F" w14:textId="77777777" w:rsidR="00AA047D" w:rsidRDefault="0053644C">
            <w:pPr>
              <w:pStyle w:val="Funotentext"/>
              <w:spacing w:after="0" w:line="320" w:lineRule="exact"/>
              <w:jc w:val="both"/>
              <w:rPr>
                <w:b/>
              </w:rPr>
            </w:pPr>
            <w:r>
              <w:rPr>
                <w:b/>
              </w:rPr>
              <w:t>1.5</w:t>
            </w:r>
          </w:p>
        </w:tc>
        <w:tc>
          <w:tcPr>
            <w:tcW w:w="9167" w:type="dxa"/>
            <w:gridSpan w:val="13"/>
            <w:tcBorders>
              <w:top w:val="single" w:sz="4" w:space="0" w:color="auto"/>
              <w:left w:val="single" w:sz="4" w:space="0" w:color="auto"/>
              <w:bottom w:val="single" w:sz="4" w:space="0" w:color="auto"/>
              <w:right w:val="single" w:sz="4" w:space="0" w:color="auto"/>
            </w:tcBorders>
          </w:tcPr>
          <w:p w14:paraId="4EED4DA0" w14:textId="77777777" w:rsidR="00AA047D" w:rsidRDefault="0053644C">
            <w:pPr>
              <w:pStyle w:val="Funotentext"/>
              <w:spacing w:after="0" w:line="320" w:lineRule="exact"/>
              <w:jc w:val="both"/>
              <w:rPr>
                <w:b/>
                <w:sz w:val="24"/>
              </w:rPr>
            </w:pPr>
            <w:r>
              <w:rPr>
                <w:b/>
              </w:rPr>
              <w:t xml:space="preserve">Bei Durchführung mehrerer gleichartiger Vorhaben nach § 8a Abs. 1 Satz 1 TierSchG die voraussichtliche Zahl der Vorhaben (§ 37 Abs. 1 und 2 TierSchVersV) </w:t>
            </w:r>
            <w:r>
              <w:rPr>
                <w:rStyle w:val="Endnotenzeichen"/>
                <w:b/>
                <w:i/>
                <w:color w:val="00B050"/>
                <w:vertAlign w:val="baseline"/>
              </w:rPr>
              <w:endnoteReference w:id="16"/>
            </w:r>
            <w:r>
              <w:rPr>
                <w:b/>
                <w:i/>
                <w:color w:val="00B050"/>
              </w:rPr>
              <w:t>)</w:t>
            </w:r>
          </w:p>
        </w:tc>
      </w:tr>
      <w:tr w:rsidR="00AA047D" w14:paraId="70B91C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1968"/>
        </w:trPr>
        <w:tc>
          <w:tcPr>
            <w:tcW w:w="778" w:type="dxa"/>
            <w:tcBorders>
              <w:left w:val="single" w:sz="4" w:space="0" w:color="auto"/>
              <w:bottom w:val="single" w:sz="4" w:space="0" w:color="auto"/>
              <w:right w:val="single" w:sz="4" w:space="0" w:color="auto"/>
            </w:tcBorders>
          </w:tcPr>
          <w:p w14:paraId="0EC80202" w14:textId="77777777" w:rsidR="00AA047D" w:rsidRDefault="00AA047D">
            <w:pPr>
              <w:pStyle w:val="Funotentext"/>
              <w:spacing w:after="0" w:line="320" w:lineRule="exact"/>
              <w:jc w:val="both"/>
              <w:rPr>
                <w:b/>
              </w:rPr>
            </w:pPr>
          </w:p>
        </w:tc>
        <w:tc>
          <w:tcPr>
            <w:tcW w:w="9167" w:type="dxa"/>
            <w:gridSpan w:val="13"/>
            <w:tcBorders>
              <w:top w:val="single" w:sz="4" w:space="0" w:color="auto"/>
              <w:left w:val="single" w:sz="4" w:space="0" w:color="auto"/>
              <w:bottom w:val="single" w:sz="4" w:space="0" w:color="auto"/>
              <w:right w:val="single" w:sz="4" w:space="0" w:color="auto"/>
            </w:tcBorders>
          </w:tcPr>
          <w:p w14:paraId="2A01B45C" w14:textId="77777777" w:rsidR="00AA047D" w:rsidRDefault="0053644C">
            <w:pPr>
              <w:spacing w:after="0" w:line="320" w:lineRule="exact"/>
              <w:rPr>
                <w:rStyle w:val="Ausfllhilfe"/>
              </w:rPr>
            </w:pPr>
            <w:r>
              <w:rPr>
                <w:rStyle w:val="Ausfllhilfe"/>
              </w:rPr>
              <w:t xml:space="preserve">Dieser Punkt ist nur im Zusammenhang mit Anträgen im vereinfachten </w:t>
            </w:r>
            <w:r>
              <w:rPr>
                <w:rStyle w:val="Ausfllhilfe"/>
              </w:rPr>
              <w:t>Genehmigungsverfahren auszufüllen.</w:t>
            </w:r>
          </w:p>
          <w:p w14:paraId="1E710427" w14:textId="77777777" w:rsidR="00AA047D" w:rsidRDefault="0053644C">
            <w:pPr>
              <w:spacing w:after="0" w:line="320" w:lineRule="exact"/>
              <w:rPr>
                <w:rStyle w:val="Ausfllhilfe"/>
              </w:rPr>
            </w:pPr>
            <w:r>
              <w:rPr>
                <w:rStyle w:val="Ausfllhilfe"/>
              </w:rPr>
              <w:t>Als gleichartig sind Versuchsvorhaben mit derselben Frage und Methode anzusehen, bei denen an derselben Art und der etwa gleichen Anzahl der Versuchstiere Routineuntersuchungen mit dem gleichen Material durchgeführt werde</w:t>
            </w:r>
            <w:r>
              <w:rPr>
                <w:rStyle w:val="Ausfllhilfe"/>
              </w:rPr>
              <w:t>n. Die Zahl der im vorhergegangenen Kalenderjahr durchgeführten Versuchsvorhaben sowie Art und Zahl der insgesamt verwendeten Tiere sind der zuständigen Kreisordnungsbehörde bis zum 15. Februar eines Jahres anzugeben.</w:t>
            </w:r>
          </w:p>
        </w:tc>
      </w:tr>
      <w:tr w:rsidR="00AA047D" w14:paraId="3355B7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283"/>
        </w:trPr>
        <w:tc>
          <w:tcPr>
            <w:tcW w:w="778" w:type="dxa"/>
            <w:tcBorders>
              <w:top w:val="single" w:sz="4" w:space="0" w:color="auto"/>
              <w:left w:val="single" w:sz="4" w:space="0" w:color="auto"/>
              <w:bottom w:val="single" w:sz="4" w:space="0" w:color="auto"/>
              <w:right w:val="single" w:sz="4" w:space="0" w:color="auto"/>
            </w:tcBorders>
            <w:vAlign w:val="center"/>
          </w:tcPr>
          <w:p w14:paraId="08828D05" w14:textId="77777777" w:rsidR="00AA047D" w:rsidRDefault="0053644C">
            <w:pPr>
              <w:pStyle w:val="Funotentext"/>
              <w:spacing w:after="0" w:line="320" w:lineRule="exact"/>
              <w:jc w:val="both"/>
              <w:rPr>
                <w:b/>
              </w:rPr>
            </w:pPr>
            <w:r>
              <w:br w:type="page"/>
            </w:r>
            <w:r>
              <w:rPr>
                <w:b/>
              </w:rPr>
              <w:t>2.</w:t>
            </w: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1368B789" w14:textId="77777777" w:rsidR="00AA047D" w:rsidRDefault="0053644C">
            <w:pPr>
              <w:pStyle w:val="Funotentext"/>
              <w:spacing w:after="0" w:line="320" w:lineRule="exact"/>
              <w:jc w:val="both"/>
              <w:rPr>
                <w:b/>
              </w:rPr>
            </w:pPr>
            <w:r>
              <w:rPr>
                <w:b/>
              </w:rPr>
              <w:t>Personelle Voraussetzungen</w:t>
            </w:r>
          </w:p>
        </w:tc>
      </w:tr>
      <w:tr w:rsidR="00AA047D" w14:paraId="2F3956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491"/>
        </w:trPr>
        <w:tc>
          <w:tcPr>
            <w:tcW w:w="778" w:type="dxa"/>
            <w:tcBorders>
              <w:top w:val="single" w:sz="4" w:space="0" w:color="auto"/>
              <w:left w:val="single" w:sz="4" w:space="0" w:color="auto"/>
              <w:bottom w:val="single" w:sz="4" w:space="0" w:color="auto"/>
              <w:right w:val="single" w:sz="4" w:space="0" w:color="auto"/>
            </w:tcBorders>
          </w:tcPr>
          <w:p w14:paraId="7A6E3E5B" w14:textId="77777777" w:rsidR="00AA047D" w:rsidRDefault="0053644C">
            <w:pPr>
              <w:pStyle w:val="Funotentext"/>
              <w:spacing w:after="0" w:line="320" w:lineRule="exact"/>
              <w:jc w:val="both"/>
              <w:rPr>
                <w:b/>
              </w:rPr>
            </w:pPr>
            <w:r>
              <w:rPr>
                <w:b/>
              </w:rPr>
              <w:t>2.1</w:t>
            </w:r>
          </w:p>
        </w:tc>
        <w:tc>
          <w:tcPr>
            <w:tcW w:w="9167" w:type="dxa"/>
            <w:gridSpan w:val="13"/>
            <w:tcBorders>
              <w:top w:val="single" w:sz="4" w:space="0" w:color="auto"/>
              <w:left w:val="single" w:sz="4" w:space="0" w:color="auto"/>
              <w:bottom w:val="single" w:sz="4" w:space="0" w:color="auto"/>
              <w:right w:val="single" w:sz="4" w:space="0" w:color="auto"/>
            </w:tcBorders>
          </w:tcPr>
          <w:p w14:paraId="725B2F7A" w14:textId="77777777" w:rsidR="00AA047D" w:rsidRDefault="0053644C">
            <w:pPr>
              <w:pStyle w:val="Funotentext"/>
              <w:spacing w:after="0" w:line="320" w:lineRule="exact"/>
              <w:jc w:val="both"/>
              <w:rPr>
                <w:b/>
              </w:rPr>
            </w:pPr>
            <w:r>
              <w:rPr>
                <w:b/>
              </w:rPr>
              <w:t>L</w:t>
            </w:r>
            <w:r>
              <w:rPr>
                <w:b/>
              </w:rPr>
              <w:t xml:space="preserve">eitung des Versuchsvorhabens und Stellvertretung (§ 8 Abs. 1 Satz 2 Nr. 2 TierSchG i. V. m. § 31 Abs. 1 Satz 2 Nr. 1f TierSchVersV) </w:t>
            </w:r>
            <w:r>
              <w:rPr>
                <w:rStyle w:val="Endnotenzeichen"/>
                <w:b/>
                <w:i/>
                <w:color w:val="00B050"/>
                <w:vertAlign w:val="baseline"/>
              </w:rPr>
              <w:endnoteReference w:id="17"/>
            </w:r>
            <w:r>
              <w:rPr>
                <w:b/>
                <w:i/>
                <w:color w:val="00B050"/>
              </w:rPr>
              <w:t>)</w:t>
            </w:r>
          </w:p>
        </w:tc>
      </w:tr>
      <w:tr w:rsidR="00AA047D" w14:paraId="573FD1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379"/>
        </w:trPr>
        <w:tc>
          <w:tcPr>
            <w:tcW w:w="778" w:type="dxa"/>
            <w:tcBorders>
              <w:top w:val="single" w:sz="4" w:space="0" w:color="auto"/>
              <w:left w:val="single" w:sz="4" w:space="0" w:color="auto"/>
              <w:right w:val="single" w:sz="4" w:space="0" w:color="auto"/>
            </w:tcBorders>
            <w:vAlign w:val="center"/>
          </w:tcPr>
          <w:p w14:paraId="45B57E38" w14:textId="77777777" w:rsidR="00AA047D" w:rsidRDefault="0053644C">
            <w:pPr>
              <w:pStyle w:val="Funotentext"/>
              <w:spacing w:after="0" w:line="320" w:lineRule="exact"/>
              <w:jc w:val="both"/>
              <w:rPr>
                <w:b/>
              </w:rPr>
            </w:pPr>
            <w:r>
              <w:rPr>
                <w:b/>
              </w:rPr>
              <w:t>2.1.1</w:t>
            </w: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5EB81664" w14:textId="77777777" w:rsidR="00AA047D" w:rsidRDefault="0053644C">
            <w:pPr>
              <w:pStyle w:val="Funotentext"/>
              <w:spacing w:after="0" w:line="320" w:lineRule="exact"/>
              <w:jc w:val="both"/>
              <w:rPr>
                <w:b/>
              </w:rPr>
            </w:pPr>
            <w:r>
              <w:rPr>
                <w:b/>
              </w:rPr>
              <w:t>Leitung des Tierversuchsvorhabens</w:t>
            </w:r>
          </w:p>
        </w:tc>
      </w:tr>
      <w:tr w:rsidR="00AA047D" w14:paraId="4E4B10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469"/>
        </w:trPr>
        <w:tc>
          <w:tcPr>
            <w:tcW w:w="778" w:type="dxa"/>
            <w:tcBorders>
              <w:left w:val="single" w:sz="4" w:space="0" w:color="auto"/>
              <w:right w:val="single" w:sz="4" w:space="0" w:color="auto"/>
            </w:tcBorders>
          </w:tcPr>
          <w:p w14:paraId="464E0C35" w14:textId="77777777" w:rsidR="00AA047D" w:rsidRDefault="00AA047D">
            <w:pPr>
              <w:pStyle w:val="Funotentext"/>
              <w:spacing w:after="0" w:line="320" w:lineRule="exact"/>
              <w:jc w:val="both"/>
              <w:rPr>
                <w:sz w:val="16"/>
                <w:szCs w:val="16"/>
              </w:rPr>
            </w:pPr>
          </w:p>
        </w:tc>
        <w:tc>
          <w:tcPr>
            <w:tcW w:w="9167" w:type="dxa"/>
            <w:gridSpan w:val="13"/>
            <w:tcBorders>
              <w:top w:val="single" w:sz="4" w:space="0" w:color="auto"/>
              <w:left w:val="single" w:sz="4" w:space="0" w:color="auto"/>
              <w:right w:val="single" w:sz="4" w:space="0" w:color="auto"/>
            </w:tcBorders>
          </w:tcPr>
          <w:p w14:paraId="3B3729CA" w14:textId="77777777" w:rsidR="00AA047D" w:rsidRDefault="0053644C">
            <w:pPr>
              <w:pStyle w:val="Funotentext"/>
              <w:spacing w:after="0" w:line="320" w:lineRule="exact"/>
              <w:jc w:val="both"/>
              <w:rPr>
                <w:sz w:val="16"/>
                <w:szCs w:val="16"/>
              </w:rPr>
            </w:pPr>
            <w:r>
              <w:rPr>
                <w:sz w:val="16"/>
                <w:szCs w:val="16"/>
              </w:rPr>
              <w:t>Name:</w:t>
            </w:r>
          </w:p>
        </w:tc>
      </w:tr>
      <w:tr w:rsidR="00AA047D" w14:paraId="46B42A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397"/>
        </w:trPr>
        <w:tc>
          <w:tcPr>
            <w:tcW w:w="778" w:type="dxa"/>
            <w:tcBorders>
              <w:left w:val="single" w:sz="4" w:space="0" w:color="auto"/>
              <w:right w:val="single" w:sz="4" w:space="0" w:color="auto"/>
            </w:tcBorders>
            <w:vAlign w:val="center"/>
          </w:tcPr>
          <w:p w14:paraId="30CDDAC8" w14:textId="77777777" w:rsidR="00AA047D" w:rsidRDefault="00AA047D">
            <w:pPr>
              <w:pStyle w:val="Funotentext"/>
              <w:spacing w:after="0" w:line="320" w:lineRule="exact"/>
              <w:jc w:val="both"/>
            </w:pPr>
          </w:p>
        </w:tc>
        <w:tc>
          <w:tcPr>
            <w:tcW w:w="9167" w:type="dxa"/>
            <w:gridSpan w:val="13"/>
            <w:tcBorders>
              <w:left w:val="single" w:sz="4" w:space="0" w:color="auto"/>
              <w:bottom w:val="single" w:sz="4" w:space="0" w:color="auto"/>
              <w:right w:val="single" w:sz="4" w:space="0" w:color="auto"/>
            </w:tcBorders>
            <w:vAlign w:val="center"/>
          </w:tcPr>
          <w:p w14:paraId="644F065E" w14:textId="77777777" w:rsidR="00AA047D" w:rsidRDefault="0053644C">
            <w:pPr>
              <w:spacing w:after="0" w:line="320" w:lineRule="exact"/>
              <w:rPr>
                <w:rStyle w:val="Ausfllhilfe"/>
              </w:rPr>
            </w:pPr>
            <w:r>
              <w:rPr>
                <w:rStyle w:val="Ausfllhilfe"/>
              </w:rPr>
              <w:t>vollständiger Name inkl. Titel (s. Formularanfang)</w:t>
            </w:r>
          </w:p>
        </w:tc>
      </w:tr>
      <w:tr w:rsidR="00AA047D" w14:paraId="211EEB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1000"/>
        </w:trPr>
        <w:tc>
          <w:tcPr>
            <w:tcW w:w="778" w:type="dxa"/>
            <w:tcBorders>
              <w:left w:val="single" w:sz="4" w:space="0" w:color="auto"/>
              <w:right w:val="single" w:sz="4" w:space="0" w:color="auto"/>
            </w:tcBorders>
            <w:vAlign w:val="center"/>
          </w:tcPr>
          <w:p w14:paraId="08D22EDC"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025C5F27" w14:textId="77777777" w:rsidR="00AA047D" w:rsidRDefault="0053644C">
            <w:pPr>
              <w:pStyle w:val="Funotentext"/>
              <w:spacing w:after="0" w:line="320" w:lineRule="exact"/>
              <w:jc w:val="both"/>
            </w:pPr>
            <w:r>
              <w:rPr>
                <w:sz w:val="16"/>
                <w:szCs w:val="16"/>
              </w:rPr>
              <w:t>Beruf:</w:t>
            </w:r>
            <w:r>
              <w:t xml:space="preserve"> </w:t>
            </w:r>
          </w:p>
          <w:p w14:paraId="2CBB1B9C" w14:textId="77777777" w:rsidR="00AA047D" w:rsidRDefault="0053644C">
            <w:pPr>
              <w:spacing w:after="0" w:line="320" w:lineRule="exact"/>
              <w:rPr>
                <w:rStyle w:val="Ausfllhilfe"/>
              </w:rPr>
            </w:pPr>
            <w:r>
              <w:rPr>
                <w:rStyle w:val="Ausfllhilfe"/>
              </w:rPr>
              <w:t>bspw.: Ärztin / Arzt</w:t>
            </w:r>
          </w:p>
        </w:tc>
      </w:tr>
      <w:tr w:rsidR="00AA047D" w14:paraId="40322D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680"/>
        </w:trPr>
        <w:tc>
          <w:tcPr>
            <w:tcW w:w="778" w:type="dxa"/>
            <w:tcBorders>
              <w:left w:val="single" w:sz="4" w:space="0" w:color="auto"/>
              <w:right w:val="single" w:sz="4" w:space="0" w:color="auto"/>
            </w:tcBorders>
            <w:vAlign w:val="center"/>
          </w:tcPr>
          <w:p w14:paraId="3A338383"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65491832" w14:textId="77777777" w:rsidR="00AA047D" w:rsidRDefault="0053644C">
            <w:pPr>
              <w:pStyle w:val="Funotentext"/>
              <w:spacing w:after="0" w:line="320" w:lineRule="exact"/>
              <w:jc w:val="both"/>
            </w:pPr>
            <w:r>
              <w:t>Nachweis der Ausbildung und der Kenntnisse und Fähigkeiten und der tierexperimentellen Erfahrung (in welchen Bereichen wurde bisher tierexperimentell gearbeitet?):</w:t>
            </w:r>
            <w:bookmarkStart w:id="26" w:name="_Ref193689743"/>
            <w:bookmarkStart w:id="27" w:name="_Ref357413757"/>
            <w:r>
              <w:rPr>
                <w:rStyle w:val="Endnotenzeichen"/>
                <w:b/>
                <w:i/>
                <w:color w:val="00B050"/>
                <w:vertAlign w:val="baseline"/>
              </w:rPr>
              <w:endnoteReference w:id="18"/>
            </w:r>
            <w:bookmarkEnd w:id="26"/>
            <w:bookmarkEnd w:id="27"/>
            <w:r>
              <w:rPr>
                <w:b/>
                <w:i/>
                <w:color w:val="00B050"/>
              </w:rPr>
              <w:t>)</w:t>
            </w:r>
          </w:p>
        </w:tc>
      </w:tr>
      <w:tr w:rsidR="00AA047D" w14:paraId="0A8763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Pr>
        <w:tc>
          <w:tcPr>
            <w:tcW w:w="778" w:type="dxa"/>
            <w:tcBorders>
              <w:left w:val="single" w:sz="4" w:space="0" w:color="auto"/>
              <w:right w:val="single" w:sz="4" w:space="0" w:color="auto"/>
            </w:tcBorders>
            <w:vAlign w:val="center"/>
          </w:tcPr>
          <w:p w14:paraId="600F14D2"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3D9EA75D" w14:textId="77777777" w:rsidR="00AA047D" w:rsidRDefault="0053644C">
            <w:pPr>
              <w:spacing w:after="0" w:line="320" w:lineRule="exact"/>
              <w:rPr>
                <w:rStyle w:val="Ausfllhilfe"/>
              </w:rPr>
            </w:pPr>
            <w:r>
              <w:rPr>
                <w:rStyle w:val="Ausfllhilfe"/>
              </w:rPr>
              <w:t xml:space="preserve">Aufgrund der Verantwortung, die Leitung und </w:t>
            </w:r>
            <w:r>
              <w:rPr>
                <w:rStyle w:val="Ausfllhilfe"/>
              </w:rPr>
              <w:t>Stellvertretung insbesondere hinsichtlich der Begrenzung von zu erwartenden Schmerzen, Leiden oder Schäden bei den Versuchstieren zu tragen haben, sind gehobene Ansprüche an deren fachliche Qualifikation zu stellen. Ärztinnen/ Ärzte, Zahnärztinnen/ Zahnärz</w:t>
            </w:r>
            <w:r>
              <w:rPr>
                <w:rStyle w:val="Ausfllhilfe"/>
              </w:rPr>
              <w:t>te, Tierärztinnen/ Tierärzte sowie Naturwissenschaftlerinnen/ Naturwissenschaftler erfüllen die Voraussetzungen, sofern sie sich in mindestens dreijähriger tierexperimenteller Tätigkeit in einem vergleichbaren Bereich unter kundiger Anleitung spezielle Fac</w:t>
            </w:r>
            <w:r>
              <w:rPr>
                <w:rStyle w:val="Ausfllhilfe"/>
              </w:rPr>
              <w:t>hkenntnisse angeeignet haben.</w:t>
            </w:r>
          </w:p>
        </w:tc>
      </w:tr>
      <w:tr w:rsidR="00AA047D" w14:paraId="1E55A5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Pr>
        <w:tc>
          <w:tcPr>
            <w:tcW w:w="778" w:type="dxa"/>
            <w:tcBorders>
              <w:left w:val="single" w:sz="4" w:space="0" w:color="auto"/>
              <w:right w:val="single" w:sz="4" w:space="0" w:color="auto"/>
            </w:tcBorders>
            <w:vAlign w:val="center"/>
          </w:tcPr>
          <w:p w14:paraId="0710ECA4"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2F5300E2" w14:textId="77777777" w:rsidR="00AA047D" w:rsidRDefault="00AA047D">
            <w:pPr>
              <w:spacing w:after="0" w:line="320" w:lineRule="exact"/>
            </w:pPr>
          </w:p>
        </w:tc>
      </w:tr>
      <w:tr w:rsidR="00AA047D" w14:paraId="11627C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374"/>
        </w:trPr>
        <w:tc>
          <w:tcPr>
            <w:tcW w:w="778" w:type="dxa"/>
            <w:tcBorders>
              <w:left w:val="single" w:sz="4" w:space="0" w:color="auto"/>
              <w:right w:val="single" w:sz="4" w:space="0" w:color="auto"/>
            </w:tcBorders>
            <w:vAlign w:val="bottom"/>
          </w:tcPr>
          <w:p w14:paraId="56BB4A09" w14:textId="77777777" w:rsidR="00AA047D" w:rsidRDefault="00AA047D">
            <w:pPr>
              <w:pStyle w:val="Funotentext"/>
              <w:spacing w:after="0" w:line="320" w:lineRule="exact"/>
              <w:jc w:val="both"/>
            </w:pPr>
          </w:p>
        </w:tc>
        <w:tc>
          <w:tcPr>
            <w:tcW w:w="415" w:type="dxa"/>
            <w:gridSpan w:val="2"/>
            <w:tcBorders>
              <w:top w:val="single" w:sz="4" w:space="0" w:color="auto"/>
              <w:left w:val="single" w:sz="4" w:space="0" w:color="auto"/>
              <w:bottom w:val="single" w:sz="4" w:space="0" w:color="auto"/>
              <w:right w:val="single" w:sz="4" w:space="0" w:color="auto"/>
            </w:tcBorders>
            <w:vAlign w:val="bottom"/>
          </w:tcPr>
          <w:p w14:paraId="6A1424FE" w14:textId="77777777" w:rsidR="00AA047D" w:rsidRDefault="0053644C">
            <w:pPr>
              <w:pStyle w:val="Funotentext"/>
              <w:spacing w:after="0" w:line="320" w:lineRule="exact"/>
              <w:jc w:val="both"/>
            </w:pPr>
            <w:r>
              <w:fldChar w:fldCharType="begin">
                <w:ffData>
                  <w:name w:val="Kontrollkästchen26"/>
                  <w:enabled/>
                  <w:calcOnExit w:val="0"/>
                  <w:checkBox>
                    <w:sizeAuto/>
                    <w:default w:val="0"/>
                  </w:checkBox>
                </w:ffData>
              </w:fldChar>
            </w:r>
            <w:bookmarkStart w:id="28" w:name="Kontrollkästchen26"/>
            <w:r>
              <w:instrText xml:space="preserve"> FORMCHECKBOX </w:instrText>
            </w:r>
            <w:r>
              <w:fldChar w:fldCharType="separate"/>
            </w:r>
            <w:r>
              <w:fldChar w:fldCharType="end"/>
            </w:r>
            <w:bookmarkEnd w:id="28"/>
          </w:p>
        </w:tc>
        <w:tc>
          <w:tcPr>
            <w:tcW w:w="8752" w:type="dxa"/>
            <w:gridSpan w:val="11"/>
            <w:tcBorders>
              <w:top w:val="single" w:sz="4" w:space="0" w:color="auto"/>
              <w:left w:val="single" w:sz="4" w:space="0" w:color="auto"/>
              <w:bottom w:val="single" w:sz="4" w:space="0" w:color="auto"/>
              <w:right w:val="single" w:sz="4" w:space="0" w:color="auto"/>
            </w:tcBorders>
            <w:vAlign w:val="bottom"/>
          </w:tcPr>
          <w:p w14:paraId="21DC096E" w14:textId="77777777" w:rsidR="00AA047D" w:rsidRDefault="0053644C">
            <w:pPr>
              <w:pStyle w:val="Funotentext"/>
              <w:spacing w:after="0" w:line="320" w:lineRule="exact"/>
              <w:jc w:val="both"/>
            </w:pPr>
            <w:r>
              <w:t xml:space="preserve">ist beigefügt </w:t>
            </w:r>
          </w:p>
        </w:tc>
      </w:tr>
      <w:tr w:rsidR="00AA047D" w14:paraId="7E25F8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374"/>
        </w:trPr>
        <w:tc>
          <w:tcPr>
            <w:tcW w:w="778" w:type="dxa"/>
            <w:tcBorders>
              <w:left w:val="single" w:sz="4" w:space="0" w:color="auto"/>
              <w:right w:val="single" w:sz="4" w:space="0" w:color="auto"/>
            </w:tcBorders>
            <w:vAlign w:val="center"/>
          </w:tcPr>
          <w:p w14:paraId="0A55F023" w14:textId="77777777" w:rsidR="00AA047D" w:rsidRDefault="00AA047D">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1DEA28C9" w14:textId="77777777" w:rsidR="00AA047D" w:rsidRDefault="0053644C">
            <w:pPr>
              <w:pStyle w:val="Funotentext"/>
              <w:spacing w:after="0" w:line="320" w:lineRule="exact"/>
            </w:pPr>
            <w:r>
              <w:fldChar w:fldCharType="begin">
                <w:ffData>
                  <w:name w:val="Kontrollkästchen27"/>
                  <w:enabled/>
                  <w:calcOnExit w:val="0"/>
                  <w:checkBox>
                    <w:sizeAuto/>
                    <w:default w:val="0"/>
                  </w:checkBox>
                </w:ffData>
              </w:fldChar>
            </w:r>
            <w:r>
              <w:instrText xml:space="preserve"> FORMCHECKBOX </w:instrText>
            </w:r>
            <w:r>
              <w:fldChar w:fldCharType="separate"/>
            </w:r>
            <w:r>
              <w:fldChar w:fldCharType="end"/>
            </w:r>
          </w:p>
        </w:tc>
        <w:tc>
          <w:tcPr>
            <w:tcW w:w="3045" w:type="dxa"/>
            <w:gridSpan w:val="7"/>
            <w:tcBorders>
              <w:top w:val="single" w:sz="4" w:space="0" w:color="auto"/>
              <w:left w:val="single" w:sz="4" w:space="0" w:color="auto"/>
              <w:bottom w:val="single" w:sz="4" w:space="0" w:color="auto"/>
              <w:right w:val="single" w:sz="4" w:space="0" w:color="auto"/>
            </w:tcBorders>
            <w:vAlign w:val="center"/>
          </w:tcPr>
          <w:p w14:paraId="3B2B7818" w14:textId="77777777" w:rsidR="00AA047D" w:rsidRDefault="0053644C">
            <w:pPr>
              <w:pStyle w:val="Funotentext"/>
              <w:spacing w:after="0" w:line="320" w:lineRule="exact"/>
            </w:pPr>
            <w:r>
              <w:t>ist bereits mit Geschäftszeichen</w:t>
            </w:r>
          </w:p>
        </w:tc>
        <w:tc>
          <w:tcPr>
            <w:tcW w:w="3157" w:type="dxa"/>
            <w:gridSpan w:val="2"/>
            <w:tcBorders>
              <w:top w:val="single" w:sz="4" w:space="0" w:color="auto"/>
              <w:left w:val="single" w:sz="4" w:space="0" w:color="auto"/>
              <w:bottom w:val="single" w:sz="4" w:space="0" w:color="auto"/>
              <w:right w:val="single" w:sz="4" w:space="0" w:color="auto"/>
            </w:tcBorders>
            <w:vAlign w:val="center"/>
          </w:tcPr>
          <w:p w14:paraId="0DAAF8BA" w14:textId="77777777" w:rsidR="00AA047D" w:rsidRDefault="00AA047D">
            <w:pPr>
              <w:pStyle w:val="Funotentext"/>
              <w:spacing w:after="0" w:line="320" w:lineRule="exact"/>
              <w:rPr>
                <w:i/>
                <w:color w:val="009999"/>
              </w:rPr>
            </w:pPr>
          </w:p>
        </w:tc>
        <w:tc>
          <w:tcPr>
            <w:tcW w:w="2550" w:type="dxa"/>
            <w:gridSpan w:val="2"/>
            <w:tcBorders>
              <w:top w:val="single" w:sz="4" w:space="0" w:color="auto"/>
              <w:left w:val="single" w:sz="4" w:space="0" w:color="auto"/>
              <w:bottom w:val="single" w:sz="4" w:space="0" w:color="auto"/>
              <w:right w:val="single" w:sz="4" w:space="0" w:color="auto"/>
            </w:tcBorders>
            <w:vAlign w:val="bottom"/>
          </w:tcPr>
          <w:p w14:paraId="7314C066" w14:textId="77777777" w:rsidR="00AA047D" w:rsidRDefault="00AA047D">
            <w:pPr>
              <w:pStyle w:val="Funotentext"/>
              <w:spacing w:after="0" w:line="320" w:lineRule="exact"/>
              <w:jc w:val="both"/>
            </w:pPr>
          </w:p>
        </w:tc>
      </w:tr>
      <w:tr w:rsidR="00AA047D" w14:paraId="6EAE55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714"/>
        </w:trPr>
        <w:tc>
          <w:tcPr>
            <w:tcW w:w="778" w:type="dxa"/>
            <w:tcBorders>
              <w:left w:val="single" w:sz="4" w:space="0" w:color="auto"/>
              <w:bottom w:val="single" w:sz="4" w:space="0" w:color="auto"/>
              <w:right w:val="single" w:sz="4" w:space="0" w:color="auto"/>
            </w:tcBorders>
            <w:vAlign w:val="center"/>
          </w:tcPr>
          <w:p w14:paraId="11AE9836" w14:textId="77777777" w:rsidR="00AA047D" w:rsidRDefault="00AA047D">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72121C91" w14:textId="77777777" w:rsidR="00AA047D" w:rsidRDefault="00AA047D">
            <w:pPr>
              <w:pStyle w:val="Funotentext"/>
              <w:spacing w:after="0" w:line="320" w:lineRule="exact"/>
            </w:pPr>
          </w:p>
        </w:tc>
        <w:tc>
          <w:tcPr>
            <w:tcW w:w="8752" w:type="dxa"/>
            <w:gridSpan w:val="11"/>
            <w:tcBorders>
              <w:top w:val="single" w:sz="4" w:space="0" w:color="auto"/>
              <w:left w:val="single" w:sz="4" w:space="0" w:color="auto"/>
              <w:bottom w:val="single" w:sz="4" w:space="0" w:color="auto"/>
              <w:right w:val="single" w:sz="4" w:space="0" w:color="auto"/>
            </w:tcBorders>
            <w:vAlign w:val="center"/>
          </w:tcPr>
          <w:p w14:paraId="3BDED56C" w14:textId="77777777" w:rsidR="00AA047D" w:rsidRDefault="0053644C">
            <w:pPr>
              <w:pStyle w:val="Funotentext"/>
              <w:spacing w:after="0" w:line="320" w:lineRule="exact"/>
              <w:rPr>
                <w:sz w:val="16"/>
                <w:szCs w:val="16"/>
              </w:rPr>
            </w:pPr>
            <w:r>
              <w:t xml:space="preserve">Bei dieser Genehmigungsbehörde vorgelegt worden </w:t>
            </w:r>
            <w:r>
              <w:rPr>
                <w:sz w:val="16"/>
                <w:szCs w:val="16"/>
              </w:rPr>
              <w:t xml:space="preserve">(alternativ können auch Kopien von Bescheiden anderer Genehmigungsbehörden als Nachweis vorgelegt </w:t>
            </w:r>
            <w:r>
              <w:rPr>
                <w:sz w:val="16"/>
                <w:szCs w:val="16"/>
              </w:rPr>
              <w:t>werden).</w:t>
            </w:r>
          </w:p>
        </w:tc>
      </w:tr>
      <w:tr w:rsidR="00AA047D" w14:paraId="130DAE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561"/>
        </w:trPr>
        <w:tc>
          <w:tcPr>
            <w:tcW w:w="778" w:type="dxa"/>
            <w:tcBorders>
              <w:top w:val="single" w:sz="4" w:space="0" w:color="auto"/>
              <w:left w:val="single" w:sz="4" w:space="0" w:color="auto"/>
              <w:right w:val="single" w:sz="4" w:space="0" w:color="auto"/>
            </w:tcBorders>
          </w:tcPr>
          <w:p w14:paraId="311A4FC1" w14:textId="77777777" w:rsidR="00AA047D" w:rsidRDefault="0053644C">
            <w:pPr>
              <w:pStyle w:val="Funotentext"/>
              <w:spacing w:after="0" w:line="320" w:lineRule="exact"/>
              <w:jc w:val="both"/>
              <w:rPr>
                <w:b/>
              </w:rPr>
            </w:pPr>
            <w:r>
              <w:rPr>
                <w:b/>
              </w:rPr>
              <w:t>2.1.2</w:t>
            </w:r>
          </w:p>
        </w:tc>
        <w:tc>
          <w:tcPr>
            <w:tcW w:w="9167" w:type="dxa"/>
            <w:gridSpan w:val="13"/>
            <w:tcBorders>
              <w:top w:val="single" w:sz="4" w:space="0" w:color="auto"/>
              <w:left w:val="single" w:sz="4" w:space="0" w:color="auto"/>
              <w:bottom w:val="single" w:sz="4" w:space="0" w:color="auto"/>
              <w:right w:val="single" w:sz="4" w:space="0" w:color="auto"/>
            </w:tcBorders>
          </w:tcPr>
          <w:p w14:paraId="59725AAE" w14:textId="77777777" w:rsidR="00AA047D" w:rsidRDefault="0053644C">
            <w:pPr>
              <w:pStyle w:val="Funotentext"/>
              <w:spacing w:after="0" w:line="320" w:lineRule="exact"/>
              <w:jc w:val="both"/>
              <w:rPr>
                <w:b/>
              </w:rPr>
            </w:pPr>
            <w:r>
              <w:rPr>
                <w:b/>
              </w:rPr>
              <w:t xml:space="preserve">Stellvertretende Leitung des Tierversuchsvorhabens (§ 8 Abs. 1 Satz 2 Nr. 2 TierSchG </w:t>
            </w:r>
            <w:proofErr w:type="spellStart"/>
            <w:r>
              <w:rPr>
                <w:b/>
              </w:rPr>
              <w:t>i.V.m</w:t>
            </w:r>
            <w:proofErr w:type="spellEnd"/>
            <w:r>
              <w:rPr>
                <w:b/>
              </w:rPr>
              <w:t>. § 31 Abs. 1 Satz 2 Nr. 1f TierSchVersV)</w:t>
            </w:r>
          </w:p>
        </w:tc>
      </w:tr>
      <w:tr w:rsidR="00AA047D" w14:paraId="381F58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514"/>
        </w:trPr>
        <w:tc>
          <w:tcPr>
            <w:tcW w:w="778" w:type="dxa"/>
            <w:tcBorders>
              <w:left w:val="single" w:sz="4" w:space="0" w:color="auto"/>
              <w:right w:val="single" w:sz="4" w:space="0" w:color="auto"/>
            </w:tcBorders>
          </w:tcPr>
          <w:p w14:paraId="0EEE8CA1" w14:textId="77777777" w:rsidR="00AA047D" w:rsidRDefault="00AA047D">
            <w:pPr>
              <w:pStyle w:val="Funotentext"/>
              <w:spacing w:after="0" w:line="320" w:lineRule="exact"/>
              <w:jc w:val="both"/>
              <w:rPr>
                <w:sz w:val="16"/>
                <w:szCs w:val="16"/>
              </w:rPr>
            </w:pPr>
          </w:p>
        </w:tc>
        <w:tc>
          <w:tcPr>
            <w:tcW w:w="9167" w:type="dxa"/>
            <w:gridSpan w:val="13"/>
            <w:tcBorders>
              <w:top w:val="single" w:sz="4" w:space="0" w:color="auto"/>
              <w:left w:val="single" w:sz="4" w:space="0" w:color="auto"/>
              <w:right w:val="single" w:sz="4" w:space="0" w:color="auto"/>
            </w:tcBorders>
            <w:vAlign w:val="center"/>
          </w:tcPr>
          <w:p w14:paraId="7095A672" w14:textId="77777777" w:rsidR="00AA047D" w:rsidRDefault="0053644C">
            <w:pPr>
              <w:pStyle w:val="Funotentext"/>
              <w:spacing w:after="0" w:line="320" w:lineRule="exact"/>
              <w:rPr>
                <w:sz w:val="16"/>
                <w:szCs w:val="16"/>
              </w:rPr>
            </w:pPr>
            <w:r>
              <w:rPr>
                <w:sz w:val="16"/>
                <w:szCs w:val="16"/>
              </w:rPr>
              <w:t>Name:</w:t>
            </w:r>
          </w:p>
        </w:tc>
      </w:tr>
      <w:tr w:rsidR="00AA047D" w14:paraId="0B30EA6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374"/>
        </w:trPr>
        <w:tc>
          <w:tcPr>
            <w:tcW w:w="778" w:type="dxa"/>
            <w:tcBorders>
              <w:left w:val="single" w:sz="4" w:space="0" w:color="auto"/>
              <w:right w:val="single" w:sz="4" w:space="0" w:color="auto"/>
            </w:tcBorders>
            <w:vAlign w:val="center"/>
          </w:tcPr>
          <w:p w14:paraId="259F88C5" w14:textId="77777777" w:rsidR="00AA047D" w:rsidRDefault="00AA047D">
            <w:pPr>
              <w:pStyle w:val="Funotentext"/>
              <w:spacing w:after="0" w:line="320" w:lineRule="exact"/>
              <w:jc w:val="both"/>
            </w:pPr>
          </w:p>
        </w:tc>
        <w:tc>
          <w:tcPr>
            <w:tcW w:w="9167" w:type="dxa"/>
            <w:gridSpan w:val="13"/>
            <w:tcBorders>
              <w:left w:val="single" w:sz="4" w:space="0" w:color="auto"/>
              <w:bottom w:val="single" w:sz="4" w:space="0" w:color="auto"/>
              <w:right w:val="single" w:sz="4" w:space="0" w:color="auto"/>
            </w:tcBorders>
            <w:vAlign w:val="center"/>
          </w:tcPr>
          <w:p w14:paraId="744EB98A" w14:textId="77777777" w:rsidR="00AA047D" w:rsidRDefault="0053644C">
            <w:pPr>
              <w:spacing w:after="0" w:line="320" w:lineRule="exact"/>
              <w:rPr>
                <w:rStyle w:val="Ausfllhilfe"/>
              </w:rPr>
            </w:pPr>
            <w:r>
              <w:rPr>
                <w:rStyle w:val="Ausfllhilfe"/>
              </w:rPr>
              <w:t>Vollständiger Name inkl. Titel (s. Formularanfang)</w:t>
            </w:r>
          </w:p>
        </w:tc>
      </w:tr>
      <w:tr w:rsidR="00AA047D" w14:paraId="4BEAB9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374"/>
        </w:trPr>
        <w:tc>
          <w:tcPr>
            <w:tcW w:w="778" w:type="dxa"/>
            <w:tcBorders>
              <w:left w:val="single" w:sz="4" w:space="0" w:color="auto"/>
              <w:right w:val="single" w:sz="4" w:space="0" w:color="auto"/>
            </w:tcBorders>
            <w:vAlign w:val="center"/>
          </w:tcPr>
          <w:p w14:paraId="6E9C5FD4"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00154AFF" w14:textId="77777777" w:rsidR="00AA047D" w:rsidRDefault="0053644C">
            <w:pPr>
              <w:pStyle w:val="Funotentext"/>
              <w:spacing w:after="0" w:line="320" w:lineRule="exact"/>
              <w:jc w:val="both"/>
            </w:pPr>
            <w:r>
              <w:rPr>
                <w:sz w:val="16"/>
                <w:szCs w:val="16"/>
              </w:rPr>
              <w:t>Beruf:</w:t>
            </w:r>
            <w:r>
              <w:t xml:space="preserve"> </w:t>
            </w:r>
            <w:r>
              <w:rPr>
                <w:rStyle w:val="Ausfllhilfe"/>
              </w:rPr>
              <w:t>bspw.: Ärztin / Arzt</w:t>
            </w:r>
          </w:p>
        </w:tc>
      </w:tr>
      <w:tr w:rsidR="00AA047D" w14:paraId="1C0D15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686"/>
        </w:trPr>
        <w:tc>
          <w:tcPr>
            <w:tcW w:w="778" w:type="dxa"/>
            <w:tcBorders>
              <w:left w:val="single" w:sz="4" w:space="0" w:color="auto"/>
              <w:right w:val="single" w:sz="4" w:space="0" w:color="auto"/>
            </w:tcBorders>
            <w:vAlign w:val="center"/>
          </w:tcPr>
          <w:p w14:paraId="06D0E6CD"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vAlign w:val="center"/>
          </w:tcPr>
          <w:p w14:paraId="173309D6" w14:textId="77777777" w:rsidR="00AA047D" w:rsidRDefault="0053644C">
            <w:pPr>
              <w:pStyle w:val="Funotentext"/>
              <w:spacing w:after="0" w:line="320" w:lineRule="exact"/>
              <w:jc w:val="both"/>
            </w:pPr>
            <w:r>
              <w:t>Nachweis der Ausbildung und der Kenntnisse und Fähigkeiten und der tierexperimentellen Erfahrung (in welchen Bereichen wurde bisher tierexperimentell gearbeitet?):</w:t>
            </w:r>
            <w:r>
              <w:rPr>
                <w:b/>
                <w:i/>
                <w:color w:val="00B050"/>
              </w:rPr>
              <w:fldChar w:fldCharType="begin"/>
            </w:r>
            <w:r>
              <w:rPr>
                <w:b/>
                <w:i/>
                <w:color w:val="00B050"/>
              </w:rPr>
              <w:instrText xml:space="preserve"> NOTEREF _Ref357413757 \h  \* MERGEFORMAT </w:instrText>
            </w:r>
            <w:r>
              <w:rPr>
                <w:b/>
                <w:i/>
                <w:color w:val="00B050"/>
              </w:rPr>
            </w:r>
            <w:r>
              <w:rPr>
                <w:b/>
                <w:i/>
                <w:color w:val="00B050"/>
              </w:rPr>
              <w:fldChar w:fldCharType="separate"/>
            </w:r>
            <w:r>
              <w:rPr>
                <w:b/>
                <w:i/>
                <w:color w:val="00B050"/>
              </w:rPr>
              <w:t>Q</w:t>
            </w:r>
            <w:r>
              <w:rPr>
                <w:b/>
                <w:i/>
                <w:color w:val="00B050"/>
              </w:rPr>
              <w:fldChar w:fldCharType="end"/>
            </w:r>
            <w:r>
              <w:rPr>
                <w:b/>
                <w:i/>
                <w:color w:val="00B050"/>
              </w:rPr>
              <w:t>)</w:t>
            </w:r>
          </w:p>
        </w:tc>
      </w:tr>
      <w:tr w:rsidR="00AA047D" w14:paraId="10957D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val="374"/>
        </w:trPr>
        <w:tc>
          <w:tcPr>
            <w:tcW w:w="778" w:type="dxa"/>
            <w:tcBorders>
              <w:left w:val="single" w:sz="4" w:space="0" w:color="auto"/>
              <w:right w:val="single" w:sz="4" w:space="0" w:color="auto"/>
            </w:tcBorders>
          </w:tcPr>
          <w:p w14:paraId="3CFFE47D" w14:textId="77777777" w:rsidR="00AA047D" w:rsidRDefault="00AA047D">
            <w:pPr>
              <w:pStyle w:val="Funotentext"/>
              <w:spacing w:after="0" w:line="320" w:lineRule="exact"/>
              <w:jc w:val="both"/>
            </w:pPr>
          </w:p>
        </w:tc>
        <w:tc>
          <w:tcPr>
            <w:tcW w:w="9167" w:type="dxa"/>
            <w:gridSpan w:val="13"/>
            <w:tcBorders>
              <w:top w:val="single" w:sz="4" w:space="0" w:color="auto"/>
              <w:left w:val="single" w:sz="4" w:space="0" w:color="auto"/>
              <w:bottom w:val="single" w:sz="4" w:space="0" w:color="auto"/>
              <w:right w:val="single" w:sz="4" w:space="0" w:color="auto"/>
            </w:tcBorders>
          </w:tcPr>
          <w:p w14:paraId="3FED6055" w14:textId="77777777" w:rsidR="00AA047D" w:rsidRDefault="0053644C">
            <w:pPr>
              <w:spacing w:after="0" w:line="320" w:lineRule="exact"/>
              <w:rPr>
                <w:rStyle w:val="Ausfllhilfe"/>
              </w:rPr>
            </w:pPr>
            <w:r>
              <w:rPr>
                <w:rStyle w:val="Ausfllhilfe"/>
              </w:rPr>
              <w:t>Qualifikation: s. 2.1.1</w:t>
            </w:r>
          </w:p>
        </w:tc>
      </w:tr>
      <w:tr w:rsidR="00AA047D" w14:paraId="07684B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374"/>
        </w:trPr>
        <w:tc>
          <w:tcPr>
            <w:tcW w:w="778" w:type="dxa"/>
            <w:tcBorders>
              <w:left w:val="single" w:sz="4" w:space="0" w:color="auto"/>
              <w:right w:val="single" w:sz="4" w:space="0" w:color="auto"/>
            </w:tcBorders>
            <w:vAlign w:val="center"/>
          </w:tcPr>
          <w:p w14:paraId="51F53722" w14:textId="77777777" w:rsidR="00AA047D" w:rsidRDefault="00AA047D">
            <w:pPr>
              <w:pStyle w:val="Funotentext"/>
              <w:spacing w:after="0" w:line="320" w:lineRule="exact"/>
              <w:jc w:val="both"/>
            </w:pP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475101B9" w14:textId="77777777" w:rsidR="00AA047D" w:rsidRDefault="0053644C">
            <w:pPr>
              <w:pStyle w:val="Funotentext"/>
              <w:spacing w:after="0" w:line="320" w:lineRule="exact"/>
              <w:jc w:val="both"/>
            </w:pPr>
            <w:r>
              <w:fldChar w:fldCharType="begin">
                <w:ffData>
                  <w:name w:val="Kontrollkästchen26"/>
                  <w:enabled/>
                  <w:calcOnExit w:val="0"/>
                  <w:checkBox>
                    <w:sizeAuto/>
                    <w:default w:val="0"/>
                  </w:checkBox>
                </w:ffData>
              </w:fldChar>
            </w:r>
            <w:r>
              <w:instrText xml:space="preserve"> FORMCHECKBOX </w:instrText>
            </w:r>
            <w:r>
              <w:fldChar w:fldCharType="separate"/>
            </w:r>
            <w:r>
              <w:fldChar w:fldCharType="end"/>
            </w:r>
          </w:p>
        </w:tc>
        <w:tc>
          <w:tcPr>
            <w:tcW w:w="8742" w:type="dxa"/>
            <w:gridSpan w:val="10"/>
            <w:tcBorders>
              <w:top w:val="single" w:sz="4" w:space="0" w:color="auto"/>
              <w:left w:val="single" w:sz="4" w:space="0" w:color="auto"/>
              <w:bottom w:val="single" w:sz="4" w:space="0" w:color="auto"/>
              <w:right w:val="single" w:sz="4" w:space="0" w:color="auto"/>
            </w:tcBorders>
            <w:vAlign w:val="center"/>
          </w:tcPr>
          <w:p w14:paraId="09BBDF0A" w14:textId="77777777" w:rsidR="00AA047D" w:rsidRDefault="0053644C">
            <w:pPr>
              <w:pStyle w:val="Funotentext"/>
              <w:spacing w:after="0" w:line="320" w:lineRule="exact"/>
              <w:jc w:val="both"/>
            </w:pPr>
            <w:r>
              <w:t>ist beigefügt</w:t>
            </w:r>
          </w:p>
        </w:tc>
      </w:tr>
      <w:tr w:rsidR="00AA047D" w14:paraId="088B1C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374"/>
        </w:trPr>
        <w:tc>
          <w:tcPr>
            <w:tcW w:w="778" w:type="dxa"/>
            <w:tcBorders>
              <w:left w:val="single" w:sz="4" w:space="0" w:color="auto"/>
              <w:right w:val="single" w:sz="4" w:space="0" w:color="auto"/>
            </w:tcBorders>
            <w:vAlign w:val="center"/>
          </w:tcPr>
          <w:p w14:paraId="4720FD1D" w14:textId="77777777" w:rsidR="00AA047D" w:rsidRDefault="00AA047D">
            <w:pPr>
              <w:pStyle w:val="Funotentext"/>
              <w:spacing w:after="0" w:line="320" w:lineRule="exact"/>
              <w:jc w:val="both"/>
            </w:pP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579B2DCE" w14:textId="77777777" w:rsidR="00AA047D" w:rsidRDefault="0053644C">
            <w:pPr>
              <w:pStyle w:val="Funotentext"/>
              <w:spacing w:after="0" w:line="320" w:lineRule="exact"/>
              <w:jc w:val="both"/>
            </w:pPr>
            <w:r>
              <w:fldChar w:fldCharType="begin">
                <w:ffData>
                  <w:name w:val="Kontrollkästchen27"/>
                  <w:enabled/>
                  <w:calcOnExit w:val="0"/>
                  <w:checkBox>
                    <w:sizeAuto/>
                    <w:default w:val="0"/>
                  </w:checkBox>
                </w:ffData>
              </w:fldChar>
            </w:r>
            <w:r>
              <w:instrText xml:space="preserve"> FORMCHECKBOX </w:instrText>
            </w:r>
            <w:r>
              <w:fldChar w:fldCharType="separate"/>
            </w:r>
            <w:r>
              <w:fldChar w:fldCharType="end"/>
            </w:r>
          </w:p>
        </w:tc>
        <w:tc>
          <w:tcPr>
            <w:tcW w:w="3035" w:type="dxa"/>
            <w:gridSpan w:val="6"/>
            <w:tcBorders>
              <w:top w:val="single" w:sz="4" w:space="0" w:color="auto"/>
              <w:left w:val="single" w:sz="4" w:space="0" w:color="auto"/>
              <w:bottom w:val="single" w:sz="4" w:space="0" w:color="auto"/>
              <w:right w:val="single" w:sz="4" w:space="0" w:color="auto"/>
            </w:tcBorders>
            <w:vAlign w:val="center"/>
          </w:tcPr>
          <w:p w14:paraId="773923BB" w14:textId="77777777" w:rsidR="00AA047D" w:rsidRDefault="0053644C">
            <w:pPr>
              <w:pStyle w:val="Funotentext"/>
              <w:spacing w:after="0" w:line="320" w:lineRule="exact"/>
              <w:jc w:val="both"/>
            </w:pPr>
            <w:r>
              <w:t>ist bereits mit Geschäftszeichen</w:t>
            </w:r>
          </w:p>
        </w:tc>
        <w:tc>
          <w:tcPr>
            <w:tcW w:w="3157" w:type="dxa"/>
            <w:gridSpan w:val="2"/>
            <w:tcBorders>
              <w:top w:val="single" w:sz="4" w:space="0" w:color="auto"/>
              <w:left w:val="single" w:sz="4" w:space="0" w:color="auto"/>
              <w:bottom w:val="single" w:sz="4" w:space="0" w:color="auto"/>
              <w:right w:val="single" w:sz="4" w:space="0" w:color="auto"/>
            </w:tcBorders>
            <w:vAlign w:val="center"/>
          </w:tcPr>
          <w:p w14:paraId="661CAC5A" w14:textId="77777777" w:rsidR="00AA047D" w:rsidRDefault="0053644C">
            <w:pPr>
              <w:spacing w:after="0" w:line="320" w:lineRule="exact"/>
              <w:rPr>
                <w:rStyle w:val="Ausfllhilfe"/>
              </w:rPr>
            </w:pPr>
            <w:r>
              <w:rPr>
                <w:rStyle w:val="Ausfllhilfe"/>
              </w:rPr>
              <w:t>früheres Az. des LANUV AZ</w:t>
            </w:r>
          </w:p>
        </w:tc>
        <w:tc>
          <w:tcPr>
            <w:tcW w:w="2550" w:type="dxa"/>
            <w:gridSpan w:val="2"/>
            <w:tcBorders>
              <w:top w:val="single" w:sz="4" w:space="0" w:color="auto"/>
              <w:left w:val="single" w:sz="4" w:space="0" w:color="auto"/>
              <w:bottom w:val="single" w:sz="4" w:space="0" w:color="auto"/>
              <w:right w:val="single" w:sz="4" w:space="0" w:color="auto"/>
            </w:tcBorders>
            <w:vAlign w:val="center"/>
          </w:tcPr>
          <w:p w14:paraId="750CD66D" w14:textId="77777777" w:rsidR="00AA047D" w:rsidRDefault="00AA047D">
            <w:pPr>
              <w:pStyle w:val="Funotentext"/>
              <w:spacing w:after="0" w:line="320" w:lineRule="exact"/>
              <w:jc w:val="both"/>
            </w:pPr>
          </w:p>
        </w:tc>
      </w:tr>
      <w:tr w:rsidR="00AA047D" w14:paraId="22406F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cantSplit/>
          <w:trHeight w:hRule="exact" w:val="780"/>
        </w:trPr>
        <w:tc>
          <w:tcPr>
            <w:tcW w:w="778" w:type="dxa"/>
            <w:tcBorders>
              <w:left w:val="single" w:sz="4" w:space="0" w:color="auto"/>
              <w:bottom w:val="single" w:sz="4" w:space="0" w:color="auto"/>
              <w:right w:val="single" w:sz="4" w:space="0" w:color="auto"/>
            </w:tcBorders>
            <w:vAlign w:val="center"/>
          </w:tcPr>
          <w:p w14:paraId="5BD981E7" w14:textId="77777777" w:rsidR="00AA047D" w:rsidRDefault="00AA047D">
            <w:pPr>
              <w:pStyle w:val="Funotentext"/>
              <w:spacing w:after="0" w:line="320" w:lineRule="exact"/>
              <w:jc w:val="both"/>
            </w:pP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42596A90" w14:textId="77777777" w:rsidR="00AA047D" w:rsidRDefault="00AA047D">
            <w:pPr>
              <w:pStyle w:val="Funotentext"/>
              <w:spacing w:after="0" w:line="320" w:lineRule="exact"/>
              <w:jc w:val="both"/>
            </w:pPr>
          </w:p>
        </w:tc>
        <w:tc>
          <w:tcPr>
            <w:tcW w:w="8742" w:type="dxa"/>
            <w:gridSpan w:val="10"/>
            <w:tcBorders>
              <w:top w:val="single" w:sz="4" w:space="0" w:color="auto"/>
              <w:left w:val="single" w:sz="4" w:space="0" w:color="auto"/>
              <w:bottom w:val="single" w:sz="4" w:space="0" w:color="auto"/>
              <w:right w:val="single" w:sz="4" w:space="0" w:color="auto"/>
            </w:tcBorders>
            <w:vAlign w:val="center"/>
          </w:tcPr>
          <w:p w14:paraId="7B59E283" w14:textId="77777777" w:rsidR="00AA047D" w:rsidRDefault="0053644C">
            <w:pPr>
              <w:pStyle w:val="Funotentext"/>
              <w:spacing w:after="0" w:line="320" w:lineRule="exact"/>
              <w:jc w:val="both"/>
              <w:rPr>
                <w:sz w:val="16"/>
                <w:szCs w:val="16"/>
              </w:rPr>
            </w:pPr>
            <w:r>
              <w:t xml:space="preserve">Bei dieser Genehmigungsbehörde vorgelegt worden </w:t>
            </w:r>
            <w:r>
              <w:rPr>
                <w:sz w:val="16"/>
                <w:szCs w:val="16"/>
              </w:rPr>
              <w:t>(alternativ können auch Kopien von Bescheiden anderer Genehmigungsbehörden als Nachweis vorgelegt werden)</w:t>
            </w:r>
          </w:p>
          <w:p w14:paraId="4253B161" w14:textId="77777777" w:rsidR="00AA047D" w:rsidRDefault="00AA047D">
            <w:pPr>
              <w:pStyle w:val="Funotentext"/>
              <w:spacing w:after="0" w:line="320" w:lineRule="exact"/>
              <w:jc w:val="both"/>
              <w:rPr>
                <w:sz w:val="16"/>
                <w:szCs w:val="16"/>
              </w:rPr>
            </w:pPr>
          </w:p>
          <w:p w14:paraId="1FC89E66" w14:textId="77777777" w:rsidR="00AA047D" w:rsidRDefault="00AA047D">
            <w:pPr>
              <w:pStyle w:val="Funotentext"/>
              <w:spacing w:after="0" w:line="320" w:lineRule="exact"/>
              <w:jc w:val="both"/>
              <w:rPr>
                <w:sz w:val="16"/>
                <w:szCs w:val="16"/>
              </w:rPr>
            </w:pPr>
          </w:p>
          <w:p w14:paraId="6E715F75" w14:textId="77777777" w:rsidR="00AA047D" w:rsidRDefault="00AA047D">
            <w:pPr>
              <w:pStyle w:val="Funotentext"/>
              <w:spacing w:after="0" w:line="320" w:lineRule="exact"/>
              <w:jc w:val="both"/>
              <w:rPr>
                <w:sz w:val="16"/>
                <w:szCs w:val="16"/>
              </w:rPr>
            </w:pPr>
          </w:p>
          <w:p w14:paraId="0E67F262" w14:textId="77777777" w:rsidR="00AA047D" w:rsidRDefault="00AA047D">
            <w:pPr>
              <w:pStyle w:val="Funotentext"/>
              <w:spacing w:after="0" w:line="320" w:lineRule="exact"/>
              <w:jc w:val="both"/>
              <w:rPr>
                <w:sz w:val="16"/>
                <w:szCs w:val="16"/>
              </w:rPr>
            </w:pPr>
          </w:p>
          <w:p w14:paraId="44CA5C36" w14:textId="77777777" w:rsidR="00AA047D" w:rsidRDefault="00AA047D">
            <w:pPr>
              <w:pStyle w:val="Funotentext"/>
              <w:spacing w:after="0" w:line="320" w:lineRule="exact"/>
              <w:jc w:val="both"/>
            </w:pPr>
          </w:p>
        </w:tc>
      </w:tr>
    </w:tbl>
    <w:p w14:paraId="1D0E637E" w14:textId="77777777" w:rsidR="00AA047D" w:rsidRDefault="0053644C">
      <w:pPr>
        <w:spacing w:after="0" w:line="320" w:lineRule="exact"/>
      </w:pPr>
      <w:r>
        <w:br w:type="page"/>
      </w:r>
    </w:p>
    <w:tbl>
      <w:tblPr>
        <w:tblW w:w="9945" w:type="dxa"/>
        <w:tblLayout w:type="fixed"/>
        <w:tblCellMar>
          <w:left w:w="70" w:type="dxa"/>
          <w:right w:w="70" w:type="dxa"/>
        </w:tblCellMar>
        <w:tblLook w:val="0000" w:firstRow="0" w:lastRow="0" w:firstColumn="0" w:lastColumn="0" w:noHBand="0" w:noVBand="0"/>
      </w:tblPr>
      <w:tblGrid>
        <w:gridCol w:w="778"/>
        <w:gridCol w:w="414"/>
        <w:gridCol w:w="574"/>
        <w:gridCol w:w="204"/>
        <w:gridCol w:w="70"/>
        <w:gridCol w:w="720"/>
        <w:gridCol w:w="271"/>
        <w:gridCol w:w="142"/>
        <w:gridCol w:w="7"/>
        <w:gridCol w:w="418"/>
        <w:gridCol w:w="80"/>
        <w:gridCol w:w="557"/>
        <w:gridCol w:w="76"/>
        <w:gridCol w:w="401"/>
        <w:gridCol w:w="169"/>
        <w:gridCol w:w="416"/>
        <w:gridCol w:w="419"/>
        <w:gridCol w:w="545"/>
        <w:gridCol w:w="289"/>
        <w:gridCol w:w="29"/>
        <w:gridCol w:w="812"/>
        <w:gridCol w:w="312"/>
        <w:gridCol w:w="389"/>
        <w:gridCol w:w="1684"/>
        <w:gridCol w:w="169"/>
      </w:tblGrid>
      <w:tr w:rsidR="00AA047D" w14:paraId="3588CB9F" w14:textId="77777777">
        <w:trPr>
          <w:cantSplit/>
          <w:trHeight w:hRule="exact" w:val="488"/>
        </w:trPr>
        <w:tc>
          <w:tcPr>
            <w:tcW w:w="778" w:type="dxa"/>
            <w:tcBorders>
              <w:top w:val="single" w:sz="4" w:space="0" w:color="auto"/>
              <w:left w:val="single" w:sz="4" w:space="0" w:color="auto"/>
              <w:right w:val="single" w:sz="4" w:space="0" w:color="auto"/>
            </w:tcBorders>
          </w:tcPr>
          <w:p w14:paraId="4C0BA5F3" w14:textId="77777777" w:rsidR="00AA047D" w:rsidRDefault="0053644C">
            <w:pPr>
              <w:pStyle w:val="Funotentext"/>
              <w:spacing w:after="0" w:line="320" w:lineRule="exact"/>
              <w:rPr>
                <w:b/>
              </w:rPr>
            </w:pPr>
            <w:r>
              <w:rPr>
                <w:b/>
              </w:rPr>
              <w:lastRenderedPageBreak/>
              <w:t>2.1.3</w:t>
            </w:r>
          </w:p>
        </w:tc>
        <w:tc>
          <w:tcPr>
            <w:tcW w:w="9167" w:type="dxa"/>
            <w:gridSpan w:val="24"/>
            <w:tcBorders>
              <w:top w:val="single" w:sz="4" w:space="0" w:color="auto"/>
              <w:left w:val="single" w:sz="4" w:space="0" w:color="auto"/>
              <w:bottom w:val="single" w:sz="4" w:space="0" w:color="auto"/>
              <w:right w:val="single" w:sz="4" w:space="0" w:color="auto"/>
            </w:tcBorders>
            <w:vAlign w:val="center"/>
          </w:tcPr>
          <w:p w14:paraId="75EA388F" w14:textId="77777777" w:rsidR="00AA047D" w:rsidRDefault="0053644C">
            <w:pPr>
              <w:pStyle w:val="Funotentext"/>
              <w:spacing w:after="0" w:line="320" w:lineRule="exact"/>
              <w:rPr>
                <w:sz w:val="16"/>
                <w:szCs w:val="16"/>
              </w:rPr>
            </w:pPr>
            <w:r>
              <w:rPr>
                <w:b/>
              </w:rPr>
              <w:t>Versuchsplanende Person (§ 31 Abs. 1 Satz 2 Nr. 1f TierSchVersV)</w:t>
            </w:r>
          </w:p>
        </w:tc>
      </w:tr>
      <w:tr w:rsidR="00AA047D" w14:paraId="538F712A" w14:textId="77777777">
        <w:trPr>
          <w:cantSplit/>
          <w:trHeight w:hRule="exact" w:val="312"/>
        </w:trPr>
        <w:tc>
          <w:tcPr>
            <w:tcW w:w="778" w:type="dxa"/>
            <w:tcBorders>
              <w:left w:val="single" w:sz="4" w:space="0" w:color="auto"/>
              <w:right w:val="single" w:sz="4" w:space="0" w:color="auto"/>
            </w:tcBorders>
          </w:tcPr>
          <w:p w14:paraId="5BF86E66" w14:textId="77777777" w:rsidR="00AA047D" w:rsidRDefault="00AA047D">
            <w:pPr>
              <w:pStyle w:val="Funotentext"/>
              <w:spacing w:after="0" w:line="320" w:lineRule="exact"/>
              <w:jc w:val="both"/>
              <w:rPr>
                <w:sz w:val="16"/>
                <w:szCs w:val="16"/>
              </w:rPr>
            </w:pPr>
          </w:p>
        </w:tc>
        <w:tc>
          <w:tcPr>
            <w:tcW w:w="9167" w:type="dxa"/>
            <w:gridSpan w:val="24"/>
            <w:tcBorders>
              <w:top w:val="single" w:sz="4" w:space="0" w:color="auto"/>
              <w:left w:val="single" w:sz="4" w:space="0" w:color="auto"/>
              <w:right w:val="single" w:sz="4" w:space="0" w:color="auto"/>
            </w:tcBorders>
            <w:vAlign w:val="center"/>
          </w:tcPr>
          <w:p w14:paraId="64B01E83" w14:textId="77777777" w:rsidR="00AA047D" w:rsidRDefault="0053644C">
            <w:pPr>
              <w:pStyle w:val="Funotentext"/>
              <w:spacing w:after="0" w:line="320" w:lineRule="exact"/>
              <w:rPr>
                <w:sz w:val="16"/>
                <w:szCs w:val="16"/>
              </w:rPr>
            </w:pPr>
            <w:r>
              <w:rPr>
                <w:sz w:val="16"/>
                <w:szCs w:val="16"/>
              </w:rPr>
              <w:t>Name:</w:t>
            </w:r>
            <w:r>
              <w:rPr>
                <w:b/>
              </w:rPr>
              <w:t xml:space="preserve"> </w:t>
            </w:r>
          </w:p>
        </w:tc>
      </w:tr>
      <w:tr w:rsidR="00AA047D" w14:paraId="265BDD55" w14:textId="77777777">
        <w:trPr>
          <w:cantSplit/>
          <w:trHeight w:hRule="exact" w:val="400"/>
        </w:trPr>
        <w:tc>
          <w:tcPr>
            <w:tcW w:w="778" w:type="dxa"/>
            <w:tcBorders>
              <w:left w:val="single" w:sz="4" w:space="0" w:color="auto"/>
              <w:right w:val="single" w:sz="4" w:space="0" w:color="auto"/>
            </w:tcBorders>
            <w:vAlign w:val="center"/>
          </w:tcPr>
          <w:p w14:paraId="40F52F7A" w14:textId="77777777" w:rsidR="00AA047D" w:rsidRDefault="00AA047D">
            <w:pPr>
              <w:pStyle w:val="Funotentext"/>
              <w:spacing w:after="0" w:line="320" w:lineRule="exact"/>
              <w:jc w:val="both"/>
            </w:pPr>
          </w:p>
        </w:tc>
        <w:tc>
          <w:tcPr>
            <w:tcW w:w="9167" w:type="dxa"/>
            <w:gridSpan w:val="24"/>
            <w:tcBorders>
              <w:left w:val="single" w:sz="4" w:space="0" w:color="auto"/>
              <w:bottom w:val="single" w:sz="4" w:space="0" w:color="auto"/>
              <w:right w:val="single" w:sz="4" w:space="0" w:color="auto"/>
            </w:tcBorders>
            <w:vAlign w:val="center"/>
          </w:tcPr>
          <w:p w14:paraId="192B1F48" w14:textId="77777777" w:rsidR="00AA047D" w:rsidRDefault="0053644C">
            <w:pPr>
              <w:spacing w:after="0" w:line="320" w:lineRule="exact"/>
              <w:rPr>
                <w:rStyle w:val="Ausfllhilfe"/>
              </w:rPr>
            </w:pPr>
            <w:r>
              <w:rPr>
                <w:rStyle w:val="Ausfllhilfe"/>
              </w:rPr>
              <w:t>Vollständiger Name inkl. Titel oder: s. Leitung des Versuchsvorhabens</w:t>
            </w:r>
          </w:p>
        </w:tc>
      </w:tr>
      <w:tr w:rsidR="00AA047D" w14:paraId="11288C6D" w14:textId="77777777">
        <w:trPr>
          <w:cantSplit/>
          <w:trHeight w:val="374"/>
        </w:trPr>
        <w:tc>
          <w:tcPr>
            <w:tcW w:w="778" w:type="dxa"/>
            <w:tcBorders>
              <w:left w:val="single" w:sz="4" w:space="0" w:color="auto"/>
              <w:right w:val="single" w:sz="4" w:space="0" w:color="auto"/>
            </w:tcBorders>
            <w:vAlign w:val="center"/>
          </w:tcPr>
          <w:p w14:paraId="2D46C6FE" w14:textId="77777777" w:rsidR="00AA047D" w:rsidRDefault="00AA047D">
            <w:pPr>
              <w:pStyle w:val="Funotentext"/>
              <w:spacing w:after="0" w:line="320" w:lineRule="exact"/>
              <w:jc w:val="both"/>
            </w:pPr>
          </w:p>
        </w:tc>
        <w:tc>
          <w:tcPr>
            <w:tcW w:w="9167" w:type="dxa"/>
            <w:gridSpan w:val="24"/>
            <w:tcBorders>
              <w:top w:val="single" w:sz="4" w:space="0" w:color="auto"/>
              <w:left w:val="single" w:sz="4" w:space="0" w:color="auto"/>
              <w:bottom w:val="single" w:sz="4" w:space="0" w:color="auto"/>
              <w:right w:val="single" w:sz="4" w:space="0" w:color="auto"/>
            </w:tcBorders>
            <w:vAlign w:val="center"/>
          </w:tcPr>
          <w:p w14:paraId="0F4CD232" w14:textId="77777777" w:rsidR="00AA047D" w:rsidRDefault="0053644C">
            <w:pPr>
              <w:pStyle w:val="Funotentext"/>
              <w:spacing w:after="0" w:line="320" w:lineRule="exact"/>
              <w:jc w:val="both"/>
            </w:pPr>
            <w:r>
              <w:rPr>
                <w:sz w:val="16"/>
                <w:szCs w:val="16"/>
              </w:rPr>
              <w:t>Beruf:</w:t>
            </w:r>
            <w:r>
              <w:t xml:space="preserve"> </w:t>
            </w:r>
          </w:p>
        </w:tc>
      </w:tr>
      <w:tr w:rsidR="00AA047D" w14:paraId="4781F339" w14:textId="77777777">
        <w:trPr>
          <w:cantSplit/>
          <w:trHeight w:hRule="exact" w:val="687"/>
        </w:trPr>
        <w:tc>
          <w:tcPr>
            <w:tcW w:w="778" w:type="dxa"/>
            <w:tcBorders>
              <w:left w:val="single" w:sz="4" w:space="0" w:color="auto"/>
              <w:right w:val="single" w:sz="4" w:space="0" w:color="auto"/>
            </w:tcBorders>
            <w:vAlign w:val="center"/>
          </w:tcPr>
          <w:p w14:paraId="5B9FF748" w14:textId="77777777" w:rsidR="00AA047D" w:rsidRDefault="00AA047D">
            <w:pPr>
              <w:pStyle w:val="Funotentext"/>
              <w:spacing w:after="0" w:line="320" w:lineRule="exact"/>
              <w:jc w:val="both"/>
            </w:pPr>
          </w:p>
        </w:tc>
        <w:tc>
          <w:tcPr>
            <w:tcW w:w="9167" w:type="dxa"/>
            <w:gridSpan w:val="24"/>
            <w:tcBorders>
              <w:top w:val="single" w:sz="4" w:space="0" w:color="auto"/>
              <w:left w:val="single" w:sz="4" w:space="0" w:color="auto"/>
              <w:bottom w:val="single" w:sz="4" w:space="0" w:color="auto"/>
              <w:right w:val="single" w:sz="4" w:space="0" w:color="auto"/>
            </w:tcBorders>
            <w:vAlign w:val="center"/>
          </w:tcPr>
          <w:p w14:paraId="22DE5C26" w14:textId="77777777" w:rsidR="00AA047D" w:rsidRDefault="0053644C">
            <w:pPr>
              <w:pStyle w:val="Funotentext"/>
              <w:spacing w:after="0" w:line="320" w:lineRule="exact"/>
              <w:jc w:val="both"/>
            </w:pPr>
            <w:r>
              <w:t xml:space="preserve">Nachweis der Ausbildung, der Kenntnisse und Fähigkeiten und der </w:t>
            </w:r>
            <w:r>
              <w:t>tierexperimentellen Erfahrung (in welchen Bereichen wurde bisher tierexperimentell gearbeitet?):</w:t>
            </w:r>
            <w:r>
              <w:rPr>
                <w:b/>
                <w:i/>
                <w:color w:val="00B050"/>
              </w:rPr>
              <w:fldChar w:fldCharType="begin"/>
            </w:r>
            <w:r>
              <w:rPr>
                <w:b/>
                <w:i/>
                <w:color w:val="00B050"/>
              </w:rPr>
              <w:instrText xml:space="preserve"> NOTEREF _Ref357413757 \h  \* MERGEFORMAT </w:instrText>
            </w:r>
            <w:r>
              <w:rPr>
                <w:b/>
                <w:i/>
                <w:color w:val="00B050"/>
              </w:rPr>
            </w:r>
            <w:r>
              <w:rPr>
                <w:b/>
                <w:i/>
                <w:color w:val="00B050"/>
              </w:rPr>
              <w:fldChar w:fldCharType="separate"/>
            </w:r>
            <w:r>
              <w:rPr>
                <w:b/>
                <w:i/>
                <w:color w:val="00B050"/>
              </w:rPr>
              <w:t>Q</w:t>
            </w:r>
            <w:r>
              <w:rPr>
                <w:b/>
                <w:i/>
                <w:color w:val="00B050"/>
              </w:rPr>
              <w:fldChar w:fldCharType="end"/>
            </w:r>
            <w:r>
              <w:rPr>
                <w:b/>
                <w:i/>
                <w:color w:val="00B050"/>
              </w:rPr>
              <w:t>)</w:t>
            </w:r>
          </w:p>
        </w:tc>
      </w:tr>
      <w:tr w:rsidR="00AA047D" w14:paraId="5B987DDC" w14:textId="77777777">
        <w:trPr>
          <w:cantSplit/>
          <w:trHeight w:val="397"/>
        </w:trPr>
        <w:tc>
          <w:tcPr>
            <w:tcW w:w="778" w:type="dxa"/>
            <w:tcBorders>
              <w:left w:val="single" w:sz="4" w:space="0" w:color="auto"/>
              <w:right w:val="single" w:sz="4" w:space="0" w:color="auto"/>
            </w:tcBorders>
          </w:tcPr>
          <w:p w14:paraId="5F5CAE3E" w14:textId="77777777" w:rsidR="00AA047D" w:rsidRDefault="00AA047D">
            <w:pPr>
              <w:pStyle w:val="Funotentext"/>
              <w:spacing w:after="0" w:line="320" w:lineRule="exact"/>
              <w:jc w:val="both"/>
            </w:pPr>
          </w:p>
        </w:tc>
        <w:tc>
          <w:tcPr>
            <w:tcW w:w="9167" w:type="dxa"/>
            <w:gridSpan w:val="24"/>
            <w:tcBorders>
              <w:top w:val="single" w:sz="4" w:space="0" w:color="auto"/>
              <w:left w:val="single" w:sz="4" w:space="0" w:color="auto"/>
              <w:bottom w:val="single" w:sz="4" w:space="0" w:color="auto"/>
              <w:right w:val="single" w:sz="4" w:space="0" w:color="auto"/>
            </w:tcBorders>
          </w:tcPr>
          <w:p w14:paraId="019566E1" w14:textId="77777777" w:rsidR="00AA047D" w:rsidRDefault="0053644C">
            <w:pPr>
              <w:spacing w:after="0" w:line="320" w:lineRule="exact"/>
              <w:rPr>
                <w:rStyle w:val="Ausfllhilfe"/>
              </w:rPr>
            </w:pPr>
            <w:r>
              <w:rPr>
                <w:rStyle w:val="Ausfllhilfe"/>
              </w:rPr>
              <w:t>Auch die versuchsplanende Person muss die in A</w:t>
            </w:r>
            <w:r>
              <w:rPr>
                <w:rStyle w:val="Ausfllhilfe"/>
              </w:rPr>
              <w:t>nlage 1 Abschnitt 3 der TierSchVersV genannten Kenntnisse und Fähigkeiten haben.(z.B. FELASA B adäquater Kurs)</w:t>
            </w:r>
          </w:p>
        </w:tc>
      </w:tr>
      <w:tr w:rsidR="00AA047D" w14:paraId="2DFDD7C0" w14:textId="77777777">
        <w:trPr>
          <w:cantSplit/>
          <w:trHeight w:hRule="exact" w:val="374"/>
        </w:trPr>
        <w:tc>
          <w:tcPr>
            <w:tcW w:w="778" w:type="dxa"/>
            <w:tcBorders>
              <w:left w:val="single" w:sz="4" w:space="0" w:color="auto"/>
              <w:right w:val="single" w:sz="4" w:space="0" w:color="auto"/>
            </w:tcBorders>
            <w:vAlign w:val="center"/>
          </w:tcPr>
          <w:p w14:paraId="04213CA4" w14:textId="77777777" w:rsidR="00AA047D" w:rsidRDefault="00AA047D">
            <w:pPr>
              <w:pStyle w:val="Funotentext"/>
              <w:spacing w:after="0" w:line="320" w:lineRule="exact"/>
              <w:jc w:val="both"/>
            </w:pPr>
          </w:p>
        </w:tc>
        <w:tc>
          <w:tcPr>
            <w:tcW w:w="414" w:type="dxa"/>
            <w:tcBorders>
              <w:top w:val="single" w:sz="4" w:space="0" w:color="auto"/>
              <w:left w:val="single" w:sz="4" w:space="0" w:color="auto"/>
              <w:bottom w:val="single" w:sz="4" w:space="0" w:color="auto"/>
              <w:right w:val="single" w:sz="4" w:space="0" w:color="auto"/>
            </w:tcBorders>
            <w:vAlign w:val="center"/>
          </w:tcPr>
          <w:p w14:paraId="0A2004BF" w14:textId="77777777" w:rsidR="00AA047D" w:rsidRDefault="0053644C">
            <w:pPr>
              <w:pStyle w:val="Funotentext"/>
              <w:spacing w:after="0" w:line="320" w:lineRule="exact"/>
              <w:jc w:val="both"/>
            </w:pPr>
            <w:r>
              <w:fldChar w:fldCharType="begin">
                <w:ffData>
                  <w:name w:val="Kontrollkästchen26"/>
                  <w:enabled/>
                  <w:calcOnExit w:val="0"/>
                  <w:checkBox>
                    <w:sizeAuto/>
                    <w:default w:val="0"/>
                  </w:checkBox>
                </w:ffData>
              </w:fldChar>
            </w:r>
            <w:r>
              <w:instrText xml:space="preserve"> FORMCHECKBOX </w:instrText>
            </w:r>
            <w:r>
              <w:fldChar w:fldCharType="separate"/>
            </w:r>
            <w:r>
              <w:fldChar w:fldCharType="end"/>
            </w:r>
          </w:p>
        </w:tc>
        <w:tc>
          <w:tcPr>
            <w:tcW w:w="8753" w:type="dxa"/>
            <w:gridSpan w:val="23"/>
            <w:tcBorders>
              <w:top w:val="single" w:sz="4" w:space="0" w:color="auto"/>
              <w:left w:val="single" w:sz="4" w:space="0" w:color="auto"/>
              <w:bottom w:val="single" w:sz="4" w:space="0" w:color="auto"/>
              <w:right w:val="single" w:sz="4" w:space="0" w:color="auto"/>
            </w:tcBorders>
            <w:vAlign w:val="center"/>
          </w:tcPr>
          <w:p w14:paraId="0962CA76" w14:textId="77777777" w:rsidR="00AA047D" w:rsidRDefault="0053644C">
            <w:pPr>
              <w:pStyle w:val="Funotentext"/>
              <w:spacing w:after="0" w:line="320" w:lineRule="exact"/>
              <w:jc w:val="both"/>
            </w:pPr>
            <w:r>
              <w:t>ist beigefügt</w:t>
            </w:r>
          </w:p>
        </w:tc>
      </w:tr>
      <w:tr w:rsidR="00AA047D" w14:paraId="00D91CEC" w14:textId="77777777">
        <w:trPr>
          <w:cantSplit/>
          <w:trHeight w:hRule="exact" w:val="374"/>
        </w:trPr>
        <w:tc>
          <w:tcPr>
            <w:tcW w:w="778" w:type="dxa"/>
            <w:tcBorders>
              <w:left w:val="single" w:sz="4" w:space="0" w:color="auto"/>
              <w:right w:val="single" w:sz="4" w:space="0" w:color="auto"/>
            </w:tcBorders>
            <w:vAlign w:val="center"/>
          </w:tcPr>
          <w:p w14:paraId="7E4AB424" w14:textId="77777777" w:rsidR="00AA047D" w:rsidRDefault="00AA047D">
            <w:pPr>
              <w:pStyle w:val="Funotentext"/>
              <w:spacing w:after="0" w:line="320" w:lineRule="exact"/>
              <w:jc w:val="both"/>
            </w:pPr>
          </w:p>
        </w:tc>
        <w:tc>
          <w:tcPr>
            <w:tcW w:w="414" w:type="dxa"/>
            <w:tcBorders>
              <w:top w:val="single" w:sz="4" w:space="0" w:color="auto"/>
              <w:left w:val="single" w:sz="4" w:space="0" w:color="auto"/>
              <w:bottom w:val="single" w:sz="4" w:space="0" w:color="auto"/>
              <w:right w:val="single" w:sz="4" w:space="0" w:color="auto"/>
            </w:tcBorders>
            <w:vAlign w:val="center"/>
          </w:tcPr>
          <w:p w14:paraId="12EDCFA7" w14:textId="77777777" w:rsidR="00AA047D" w:rsidRDefault="0053644C">
            <w:pPr>
              <w:pStyle w:val="Funotentext"/>
              <w:spacing w:after="0" w:line="320" w:lineRule="exact"/>
              <w:jc w:val="both"/>
            </w:pPr>
            <w:r>
              <w:fldChar w:fldCharType="begin">
                <w:ffData>
                  <w:name w:val="Kontrollkästchen27"/>
                  <w:enabled/>
                  <w:calcOnExit w:val="0"/>
                  <w:checkBox>
                    <w:sizeAuto/>
                    <w:default w:val="0"/>
                  </w:checkBox>
                </w:ffData>
              </w:fldChar>
            </w:r>
            <w:r>
              <w:instrText xml:space="preserve"> FORMCHECKBOX </w:instrText>
            </w:r>
            <w:r>
              <w:fldChar w:fldCharType="separate"/>
            </w:r>
            <w:r>
              <w:fldChar w:fldCharType="end"/>
            </w:r>
          </w:p>
        </w:tc>
        <w:tc>
          <w:tcPr>
            <w:tcW w:w="3043" w:type="dxa"/>
            <w:gridSpan w:val="10"/>
            <w:tcBorders>
              <w:top w:val="single" w:sz="4" w:space="0" w:color="auto"/>
              <w:left w:val="single" w:sz="4" w:space="0" w:color="auto"/>
              <w:bottom w:val="single" w:sz="4" w:space="0" w:color="auto"/>
              <w:right w:val="single" w:sz="4" w:space="0" w:color="auto"/>
            </w:tcBorders>
            <w:vAlign w:val="center"/>
          </w:tcPr>
          <w:p w14:paraId="4843F5D6" w14:textId="77777777" w:rsidR="00AA047D" w:rsidRDefault="0053644C">
            <w:pPr>
              <w:pStyle w:val="Funotentext"/>
              <w:spacing w:after="0" w:line="320" w:lineRule="exact"/>
              <w:jc w:val="both"/>
            </w:pPr>
            <w:r>
              <w:t>ist bereits mit Geschäftszeichen</w:t>
            </w:r>
          </w:p>
        </w:tc>
        <w:tc>
          <w:tcPr>
            <w:tcW w:w="3156" w:type="dxa"/>
            <w:gridSpan w:val="9"/>
            <w:tcBorders>
              <w:top w:val="single" w:sz="4" w:space="0" w:color="auto"/>
              <w:left w:val="single" w:sz="4" w:space="0" w:color="auto"/>
              <w:bottom w:val="single" w:sz="4" w:space="0" w:color="auto"/>
              <w:right w:val="single" w:sz="4" w:space="0" w:color="auto"/>
            </w:tcBorders>
            <w:vAlign w:val="center"/>
          </w:tcPr>
          <w:p w14:paraId="723AE71C" w14:textId="77777777" w:rsidR="00AA047D" w:rsidRDefault="0053644C">
            <w:pPr>
              <w:spacing w:after="0" w:line="320" w:lineRule="exact"/>
              <w:rPr>
                <w:rStyle w:val="Ausfllhilfe"/>
              </w:rPr>
            </w:pPr>
            <w:r>
              <w:rPr>
                <w:rStyle w:val="Ausfllhilfe"/>
              </w:rPr>
              <w:t>früheres Az. des LANUV AZ</w:t>
            </w:r>
          </w:p>
        </w:tc>
        <w:tc>
          <w:tcPr>
            <w:tcW w:w="2554" w:type="dxa"/>
            <w:gridSpan w:val="4"/>
            <w:tcBorders>
              <w:top w:val="single" w:sz="4" w:space="0" w:color="auto"/>
              <w:left w:val="single" w:sz="4" w:space="0" w:color="auto"/>
              <w:bottom w:val="single" w:sz="4" w:space="0" w:color="auto"/>
              <w:right w:val="single" w:sz="4" w:space="0" w:color="auto"/>
            </w:tcBorders>
            <w:vAlign w:val="center"/>
          </w:tcPr>
          <w:p w14:paraId="58C10B3E" w14:textId="77777777" w:rsidR="00AA047D" w:rsidRDefault="00AA047D">
            <w:pPr>
              <w:pStyle w:val="Funotentext"/>
              <w:spacing w:after="0" w:line="320" w:lineRule="exact"/>
              <w:jc w:val="both"/>
            </w:pPr>
          </w:p>
        </w:tc>
      </w:tr>
      <w:tr w:rsidR="00AA047D" w14:paraId="0F6F724E" w14:textId="77777777">
        <w:trPr>
          <w:cantSplit/>
          <w:trHeight w:hRule="exact" w:val="730"/>
        </w:trPr>
        <w:tc>
          <w:tcPr>
            <w:tcW w:w="778" w:type="dxa"/>
            <w:tcBorders>
              <w:left w:val="single" w:sz="4" w:space="0" w:color="auto"/>
              <w:bottom w:val="single" w:sz="4" w:space="0" w:color="auto"/>
              <w:right w:val="single" w:sz="4" w:space="0" w:color="auto"/>
            </w:tcBorders>
            <w:vAlign w:val="center"/>
          </w:tcPr>
          <w:p w14:paraId="24374395" w14:textId="77777777" w:rsidR="00AA047D" w:rsidRDefault="00AA047D">
            <w:pPr>
              <w:pStyle w:val="Funotentext"/>
              <w:spacing w:after="0" w:line="320" w:lineRule="exact"/>
              <w:jc w:val="both"/>
            </w:pPr>
          </w:p>
        </w:tc>
        <w:tc>
          <w:tcPr>
            <w:tcW w:w="414" w:type="dxa"/>
            <w:tcBorders>
              <w:top w:val="single" w:sz="4" w:space="0" w:color="auto"/>
              <w:left w:val="single" w:sz="4" w:space="0" w:color="auto"/>
              <w:bottom w:val="single" w:sz="4" w:space="0" w:color="auto"/>
              <w:right w:val="single" w:sz="4" w:space="0" w:color="auto"/>
            </w:tcBorders>
            <w:vAlign w:val="center"/>
          </w:tcPr>
          <w:p w14:paraId="7728674B" w14:textId="77777777" w:rsidR="00AA047D" w:rsidRDefault="00AA047D">
            <w:pPr>
              <w:pStyle w:val="Funotentext"/>
              <w:spacing w:after="0" w:line="320" w:lineRule="exact"/>
              <w:jc w:val="both"/>
            </w:pPr>
          </w:p>
        </w:tc>
        <w:tc>
          <w:tcPr>
            <w:tcW w:w="8753" w:type="dxa"/>
            <w:gridSpan w:val="23"/>
            <w:tcBorders>
              <w:top w:val="single" w:sz="4" w:space="0" w:color="auto"/>
              <w:left w:val="single" w:sz="4" w:space="0" w:color="auto"/>
              <w:bottom w:val="single" w:sz="4" w:space="0" w:color="auto"/>
              <w:right w:val="single" w:sz="4" w:space="0" w:color="auto"/>
            </w:tcBorders>
            <w:vAlign w:val="center"/>
          </w:tcPr>
          <w:p w14:paraId="640FAE7A" w14:textId="77777777" w:rsidR="00AA047D" w:rsidRDefault="0053644C">
            <w:pPr>
              <w:pStyle w:val="Funotentext"/>
              <w:spacing w:after="0" w:line="320" w:lineRule="exact"/>
              <w:jc w:val="both"/>
              <w:rPr>
                <w:sz w:val="16"/>
                <w:szCs w:val="16"/>
              </w:rPr>
            </w:pPr>
            <w:r>
              <w:t xml:space="preserve">Bei dieser Genehmigungsbehörde vorgelegt worden </w:t>
            </w:r>
            <w:r>
              <w:rPr>
                <w:sz w:val="16"/>
                <w:szCs w:val="16"/>
              </w:rPr>
              <w:t xml:space="preserve">(alternativ können auch Kopien von Bescheiden anderer </w:t>
            </w:r>
            <w:r>
              <w:rPr>
                <w:sz w:val="16"/>
                <w:szCs w:val="16"/>
              </w:rPr>
              <w:t>Genehmigungsbehörden als Nachweis vorgelegt werden)</w:t>
            </w:r>
          </w:p>
          <w:p w14:paraId="48A57B13" w14:textId="77777777" w:rsidR="00AA047D" w:rsidRDefault="00AA047D">
            <w:pPr>
              <w:pStyle w:val="Funotentext"/>
              <w:spacing w:after="0" w:line="320" w:lineRule="exact"/>
              <w:jc w:val="both"/>
            </w:pPr>
          </w:p>
        </w:tc>
      </w:tr>
      <w:tr w:rsidR="00AA047D" w14:paraId="2A30795D" w14:textId="77777777">
        <w:trPr>
          <w:cantSplit/>
          <w:trHeight w:hRule="exact" w:val="1705"/>
        </w:trPr>
        <w:tc>
          <w:tcPr>
            <w:tcW w:w="778" w:type="dxa"/>
            <w:tcBorders>
              <w:top w:val="single" w:sz="4" w:space="0" w:color="auto"/>
              <w:left w:val="single" w:sz="4" w:space="0" w:color="auto"/>
              <w:right w:val="single" w:sz="4" w:space="0" w:color="auto"/>
            </w:tcBorders>
          </w:tcPr>
          <w:p w14:paraId="4180CB1D" w14:textId="77777777" w:rsidR="00AA047D" w:rsidRDefault="0053644C">
            <w:pPr>
              <w:pStyle w:val="Funotentext"/>
              <w:spacing w:after="0" w:line="320" w:lineRule="exact"/>
              <w:jc w:val="both"/>
              <w:rPr>
                <w:b/>
              </w:rPr>
            </w:pPr>
            <w:r>
              <w:rPr>
                <w:b/>
              </w:rPr>
              <w:t>2.2</w:t>
            </w:r>
          </w:p>
        </w:tc>
        <w:tc>
          <w:tcPr>
            <w:tcW w:w="9167" w:type="dxa"/>
            <w:gridSpan w:val="24"/>
            <w:tcBorders>
              <w:top w:val="single" w:sz="4" w:space="0" w:color="auto"/>
              <w:left w:val="single" w:sz="4" w:space="0" w:color="auto"/>
              <w:bottom w:val="single" w:sz="4" w:space="0" w:color="auto"/>
              <w:right w:val="single" w:sz="4" w:space="0" w:color="auto"/>
            </w:tcBorders>
            <w:vAlign w:val="center"/>
          </w:tcPr>
          <w:p w14:paraId="04FCFAE5" w14:textId="77777777" w:rsidR="00AA047D" w:rsidRDefault="0053644C">
            <w:pPr>
              <w:pStyle w:val="Funotentext"/>
              <w:spacing w:after="0" w:line="320" w:lineRule="exact"/>
              <w:jc w:val="both"/>
              <w:rPr>
                <w:b/>
                <w:color w:val="00B050"/>
              </w:rPr>
            </w:pPr>
            <w:r>
              <w:rPr>
                <w:b/>
              </w:rPr>
              <w:t xml:space="preserve">Personen, die bei Vorhaben zur Aus-, Fort- und Weiterbildung die Lehrinhalte vermitteln </w:t>
            </w:r>
            <w:r>
              <w:rPr>
                <w:b/>
                <w:color w:val="00B050"/>
              </w:rPr>
              <w:fldChar w:fldCharType="begin"/>
            </w:r>
            <w:r>
              <w:rPr>
                <w:b/>
                <w:color w:val="00B050"/>
              </w:rPr>
              <w:instrText xml:space="preserve"> NOTEREF _Ref357413757 \h  \* MERGEFORMAT </w:instrText>
            </w:r>
            <w:r>
              <w:rPr>
                <w:b/>
                <w:color w:val="00B050"/>
              </w:rPr>
            </w:r>
            <w:r>
              <w:rPr>
                <w:b/>
                <w:color w:val="00B050"/>
              </w:rPr>
              <w:fldChar w:fldCharType="separate"/>
            </w:r>
            <w:r>
              <w:rPr>
                <w:b/>
                <w:color w:val="00B050"/>
              </w:rPr>
              <w:t>Q</w:t>
            </w:r>
            <w:r>
              <w:rPr>
                <w:b/>
                <w:color w:val="00B050"/>
              </w:rPr>
              <w:fldChar w:fldCharType="end"/>
            </w:r>
            <w:r>
              <w:rPr>
                <w:b/>
                <w:color w:val="00B050"/>
              </w:rPr>
              <w:t>),</w:t>
            </w:r>
            <w:bookmarkStart w:id="29" w:name="_Ref357414161"/>
            <w:r>
              <w:rPr>
                <w:rStyle w:val="Endnotenzeichen"/>
                <w:b/>
                <w:color w:val="00B050"/>
                <w:vertAlign w:val="baseline"/>
              </w:rPr>
              <w:endnoteReference w:id="19"/>
            </w:r>
            <w:bookmarkEnd w:id="29"/>
            <w:r>
              <w:rPr>
                <w:b/>
                <w:color w:val="00B050"/>
              </w:rPr>
              <w:t>)</w:t>
            </w:r>
          </w:p>
          <w:p w14:paraId="7831D11F" w14:textId="77777777" w:rsidR="00AA047D" w:rsidRDefault="0053644C">
            <w:pPr>
              <w:pStyle w:val="Funotentext"/>
              <w:spacing w:after="0" w:line="320" w:lineRule="exact"/>
              <w:jc w:val="both"/>
              <w:rPr>
                <w:i/>
                <w:color w:val="009999"/>
              </w:rPr>
            </w:pPr>
            <w:r>
              <w:rPr>
                <w:i/>
                <w:color w:val="009999"/>
              </w:rPr>
              <w:t>Diese Angaben beziehen sich ausschließlich auf Tierversuche zur Aus-, Fort- und Weiterbildung! Sofern im Rahmen anzeige- und anderer genehmigungspflichtiger Tierversuche Personen für Ein</w:t>
            </w:r>
            <w:r>
              <w:rPr>
                <w:i/>
                <w:color w:val="009999"/>
              </w:rPr>
              <w:t>griffe/ Behandlungen dieses Versuches ausgebildet werden sollen, bitte im Antragstext (z.B. unter Ziffer 1.2.4) erläutern und die ausbildenden Personen unter 2.4. aufführen.</w:t>
            </w:r>
          </w:p>
        </w:tc>
      </w:tr>
      <w:tr w:rsidR="00AA047D" w14:paraId="6E3C1652" w14:textId="77777777">
        <w:trPr>
          <w:cantSplit/>
          <w:trHeight w:hRule="exact" w:val="1263"/>
        </w:trPr>
        <w:tc>
          <w:tcPr>
            <w:tcW w:w="778" w:type="dxa"/>
            <w:tcBorders>
              <w:left w:val="single" w:sz="4" w:space="0" w:color="auto"/>
              <w:right w:val="single" w:sz="4" w:space="0" w:color="auto"/>
            </w:tcBorders>
          </w:tcPr>
          <w:p w14:paraId="20ACBC3B" w14:textId="77777777" w:rsidR="00AA047D" w:rsidRDefault="00AA047D">
            <w:pPr>
              <w:pStyle w:val="Funotentext"/>
              <w:spacing w:after="0" w:line="320" w:lineRule="exact"/>
              <w:jc w:val="both"/>
              <w:rPr>
                <w:b/>
              </w:rPr>
            </w:pPr>
          </w:p>
        </w:tc>
        <w:tc>
          <w:tcPr>
            <w:tcW w:w="1192" w:type="dxa"/>
            <w:gridSpan w:val="3"/>
            <w:tcBorders>
              <w:top w:val="single" w:sz="4" w:space="0" w:color="auto"/>
              <w:left w:val="single" w:sz="4" w:space="0" w:color="auto"/>
              <w:bottom w:val="single" w:sz="4" w:space="0" w:color="auto"/>
              <w:right w:val="single" w:sz="4" w:space="0" w:color="auto"/>
            </w:tcBorders>
          </w:tcPr>
          <w:p w14:paraId="1DBDD5F0" w14:textId="77777777" w:rsidR="00AA047D" w:rsidRDefault="0053644C">
            <w:pPr>
              <w:pStyle w:val="Funotentext"/>
              <w:spacing w:after="0" w:line="320" w:lineRule="exact"/>
              <w:jc w:val="both"/>
            </w:pPr>
            <w:r>
              <w:rPr>
                <w:sz w:val="16"/>
              </w:rPr>
              <w:t>Name</w:t>
            </w:r>
          </w:p>
        </w:tc>
        <w:tc>
          <w:tcPr>
            <w:tcW w:w="1628" w:type="dxa"/>
            <w:gridSpan w:val="6"/>
            <w:tcBorders>
              <w:top w:val="single" w:sz="4" w:space="0" w:color="auto"/>
              <w:left w:val="single" w:sz="4" w:space="0" w:color="auto"/>
              <w:bottom w:val="single" w:sz="4" w:space="0" w:color="auto"/>
              <w:right w:val="single" w:sz="4" w:space="0" w:color="auto"/>
            </w:tcBorders>
          </w:tcPr>
          <w:p w14:paraId="16C51C00" w14:textId="77777777" w:rsidR="00AA047D" w:rsidRDefault="0053644C">
            <w:pPr>
              <w:pStyle w:val="Funotentext"/>
              <w:spacing w:after="0" w:line="320" w:lineRule="exact"/>
              <w:jc w:val="both"/>
            </w:pPr>
            <w:r>
              <w:rPr>
                <w:sz w:val="16"/>
              </w:rPr>
              <w:t>Studienrichtung</w:t>
            </w:r>
          </w:p>
        </w:tc>
        <w:tc>
          <w:tcPr>
            <w:tcW w:w="2663" w:type="dxa"/>
            <w:gridSpan w:val="8"/>
            <w:tcBorders>
              <w:top w:val="single" w:sz="4" w:space="0" w:color="auto"/>
              <w:left w:val="single" w:sz="4" w:space="0" w:color="auto"/>
              <w:bottom w:val="single" w:sz="4" w:space="0" w:color="auto"/>
              <w:right w:val="single" w:sz="4" w:space="0" w:color="auto"/>
            </w:tcBorders>
          </w:tcPr>
          <w:p w14:paraId="22CFEE3D" w14:textId="77777777" w:rsidR="00AA047D" w:rsidRDefault="0053644C">
            <w:pPr>
              <w:pStyle w:val="Funotentext"/>
              <w:spacing w:after="0" w:line="320" w:lineRule="exact"/>
              <w:rPr>
                <w:sz w:val="16"/>
              </w:rPr>
            </w:pPr>
            <w:r>
              <w:rPr>
                <w:sz w:val="16"/>
              </w:rPr>
              <w:t>Art der Versuchsbeteiligung (operative, nichtoperative Eing</w:t>
            </w:r>
            <w:r>
              <w:rPr>
                <w:sz w:val="16"/>
              </w:rPr>
              <w:t>riffe, Verlaufskontrollen, Blutentnahmen etc.); bitte detaillierte Auflistung der einzelnen Eingriffe und Behandlungen</w:t>
            </w:r>
          </w:p>
          <w:p w14:paraId="1DF36384" w14:textId="77777777" w:rsidR="00AA047D" w:rsidRDefault="00AA047D">
            <w:pPr>
              <w:pStyle w:val="Funotentext"/>
              <w:spacing w:after="0" w:line="320" w:lineRule="exact"/>
              <w:jc w:val="both"/>
              <w:rPr>
                <w:sz w:val="16"/>
              </w:rPr>
            </w:pPr>
          </w:p>
        </w:tc>
        <w:tc>
          <w:tcPr>
            <w:tcW w:w="1831" w:type="dxa"/>
            <w:gridSpan w:val="5"/>
            <w:tcBorders>
              <w:top w:val="single" w:sz="4" w:space="0" w:color="auto"/>
              <w:left w:val="single" w:sz="4" w:space="0" w:color="auto"/>
              <w:bottom w:val="single" w:sz="4" w:space="0" w:color="auto"/>
              <w:right w:val="single" w:sz="4" w:space="0" w:color="auto"/>
            </w:tcBorders>
          </w:tcPr>
          <w:p w14:paraId="1D3D9220" w14:textId="77777777" w:rsidR="00AA047D" w:rsidRDefault="0053644C">
            <w:pPr>
              <w:pStyle w:val="Funotentext"/>
              <w:spacing w:after="0" w:line="320" w:lineRule="exact"/>
              <w:jc w:val="both"/>
            </w:pPr>
            <w:r>
              <w:rPr>
                <w:sz w:val="16"/>
              </w:rPr>
              <w:t>Tierexperimentelle, versuchstierkundliche Erfahrung (Zeitangabe)</w:t>
            </w:r>
          </w:p>
        </w:tc>
        <w:tc>
          <w:tcPr>
            <w:tcW w:w="1853" w:type="dxa"/>
            <w:gridSpan w:val="2"/>
            <w:tcBorders>
              <w:top w:val="single" w:sz="4" w:space="0" w:color="auto"/>
              <w:left w:val="single" w:sz="4" w:space="0" w:color="auto"/>
              <w:bottom w:val="single" w:sz="4" w:space="0" w:color="auto"/>
              <w:right w:val="single" w:sz="4" w:space="0" w:color="auto"/>
            </w:tcBorders>
          </w:tcPr>
          <w:p w14:paraId="5E1BA0ED" w14:textId="77777777" w:rsidR="00AA047D" w:rsidRDefault="0053644C">
            <w:pPr>
              <w:pStyle w:val="Funotentext"/>
              <w:spacing w:after="0" w:line="320" w:lineRule="exact"/>
              <w:jc w:val="both"/>
              <w:rPr>
                <w:sz w:val="16"/>
              </w:rPr>
            </w:pPr>
            <w:r>
              <w:rPr>
                <w:sz w:val="16"/>
              </w:rPr>
              <w:t>Bereits</w:t>
            </w:r>
          </w:p>
          <w:p w14:paraId="64F992FD" w14:textId="77777777" w:rsidR="00AA047D" w:rsidRDefault="0053644C">
            <w:pPr>
              <w:spacing w:after="0" w:line="320" w:lineRule="exact"/>
              <w:jc w:val="both"/>
            </w:pPr>
            <w:r>
              <w:t>vorliegende</w:t>
            </w:r>
          </w:p>
          <w:p w14:paraId="5588ED85" w14:textId="77777777" w:rsidR="00AA047D" w:rsidRDefault="0053644C">
            <w:pPr>
              <w:pStyle w:val="Funotentext"/>
              <w:spacing w:after="0" w:line="320" w:lineRule="exact"/>
              <w:jc w:val="both"/>
              <w:rPr>
                <w:sz w:val="16"/>
                <w:szCs w:val="16"/>
              </w:rPr>
            </w:pPr>
            <w:r>
              <w:rPr>
                <w:sz w:val="16"/>
                <w:szCs w:val="16"/>
              </w:rPr>
              <w:t>Geschäftszeichen</w:t>
            </w:r>
          </w:p>
          <w:p w14:paraId="010CD998" w14:textId="77777777" w:rsidR="00AA047D" w:rsidRDefault="0053644C">
            <w:pPr>
              <w:pStyle w:val="Funotentext"/>
              <w:spacing w:after="0" w:line="320" w:lineRule="exact"/>
              <w:jc w:val="both"/>
              <w:rPr>
                <w:sz w:val="16"/>
                <w:szCs w:val="16"/>
              </w:rPr>
            </w:pPr>
            <w:r>
              <w:rPr>
                <w:sz w:val="16"/>
                <w:szCs w:val="16"/>
              </w:rPr>
              <w:t>dieser</w:t>
            </w:r>
          </w:p>
          <w:p w14:paraId="65043A43" w14:textId="77777777" w:rsidR="00AA047D" w:rsidRDefault="0053644C">
            <w:pPr>
              <w:pStyle w:val="Funotentext"/>
              <w:spacing w:after="0" w:line="320" w:lineRule="exact"/>
              <w:jc w:val="both"/>
              <w:rPr>
                <w:sz w:val="16"/>
                <w:szCs w:val="16"/>
              </w:rPr>
            </w:pPr>
            <w:r>
              <w:rPr>
                <w:sz w:val="16"/>
                <w:szCs w:val="16"/>
              </w:rPr>
              <w:t>Genehmigungsbehörde</w:t>
            </w:r>
          </w:p>
        </w:tc>
      </w:tr>
      <w:tr w:rsidR="00AA047D" w14:paraId="02D57BB4" w14:textId="77777777">
        <w:tblPrEx>
          <w:tblBorders>
            <w:bottom w:val="single" w:sz="4" w:space="0" w:color="auto"/>
            <w:insideH w:val="single" w:sz="4" w:space="0" w:color="auto"/>
            <w:insideV w:val="single" w:sz="4" w:space="0" w:color="auto"/>
          </w:tblBorders>
        </w:tblPrEx>
        <w:trPr>
          <w:trHeight w:val="480"/>
        </w:trPr>
        <w:tc>
          <w:tcPr>
            <w:tcW w:w="778" w:type="dxa"/>
            <w:tcBorders>
              <w:top w:val="nil"/>
              <w:left w:val="single" w:sz="4" w:space="0" w:color="auto"/>
              <w:bottom w:val="nil"/>
              <w:right w:val="single" w:sz="4" w:space="0" w:color="auto"/>
            </w:tcBorders>
          </w:tcPr>
          <w:p w14:paraId="1231485E" w14:textId="77777777" w:rsidR="00AA047D" w:rsidRDefault="00AA047D">
            <w:pPr>
              <w:pStyle w:val="Funotentext"/>
              <w:spacing w:after="0" w:line="320" w:lineRule="exact"/>
              <w:jc w:val="both"/>
              <w:rPr>
                <w:sz w:val="16"/>
              </w:rPr>
            </w:pPr>
          </w:p>
        </w:tc>
        <w:tc>
          <w:tcPr>
            <w:tcW w:w="1192" w:type="dxa"/>
            <w:gridSpan w:val="3"/>
            <w:tcBorders>
              <w:top w:val="single" w:sz="4" w:space="0" w:color="auto"/>
              <w:left w:val="single" w:sz="4" w:space="0" w:color="auto"/>
              <w:bottom w:val="single" w:sz="4" w:space="0" w:color="auto"/>
              <w:right w:val="single" w:sz="4" w:space="0" w:color="auto"/>
            </w:tcBorders>
          </w:tcPr>
          <w:p w14:paraId="07B20C4D" w14:textId="77777777" w:rsidR="00AA047D" w:rsidRDefault="0053644C">
            <w:pPr>
              <w:spacing w:after="0" w:line="320" w:lineRule="exact"/>
              <w:rPr>
                <w:rStyle w:val="Ausfllhilfe"/>
              </w:rPr>
            </w:pPr>
            <w:r>
              <w:rPr>
                <w:rStyle w:val="Ausfllhilfe"/>
              </w:rPr>
              <w:t>kompletter Name inkl. Titel</w:t>
            </w:r>
          </w:p>
        </w:tc>
        <w:tc>
          <w:tcPr>
            <w:tcW w:w="1628" w:type="dxa"/>
            <w:gridSpan w:val="6"/>
            <w:tcBorders>
              <w:top w:val="single" w:sz="4" w:space="0" w:color="auto"/>
              <w:left w:val="single" w:sz="4" w:space="0" w:color="auto"/>
              <w:bottom w:val="single" w:sz="4" w:space="0" w:color="auto"/>
              <w:right w:val="single" w:sz="4" w:space="0" w:color="auto"/>
            </w:tcBorders>
          </w:tcPr>
          <w:p w14:paraId="548EAAC2" w14:textId="77777777" w:rsidR="00AA047D" w:rsidRDefault="0053644C">
            <w:pPr>
              <w:spacing w:after="0" w:line="320" w:lineRule="exact"/>
              <w:rPr>
                <w:rStyle w:val="Ausfllhilfe"/>
              </w:rPr>
            </w:pPr>
            <w:proofErr w:type="spellStart"/>
            <w:r>
              <w:rPr>
                <w:rStyle w:val="Ausfllhilfe"/>
              </w:rPr>
              <w:t>Hochschulab</w:t>
            </w:r>
            <w:proofErr w:type="spellEnd"/>
            <w:r>
              <w:rPr>
                <w:rStyle w:val="Ausfllhilfe"/>
              </w:rPr>
              <w:t>-schluss Medizin,</w:t>
            </w:r>
          </w:p>
          <w:p w14:paraId="0039A494" w14:textId="77777777" w:rsidR="00AA047D" w:rsidRDefault="0053644C">
            <w:pPr>
              <w:spacing w:after="0" w:line="320" w:lineRule="exact"/>
              <w:rPr>
                <w:rStyle w:val="Ausfllhilfe"/>
              </w:rPr>
            </w:pPr>
            <w:r>
              <w:rPr>
                <w:rStyle w:val="Ausfllhilfe"/>
              </w:rPr>
              <w:t>Zahnmedizin,</w:t>
            </w:r>
          </w:p>
          <w:p w14:paraId="3E6B7BE9" w14:textId="77777777" w:rsidR="00AA047D" w:rsidRDefault="0053644C">
            <w:pPr>
              <w:spacing w:after="0" w:line="320" w:lineRule="exact"/>
              <w:rPr>
                <w:rStyle w:val="Ausfllhilfe"/>
              </w:rPr>
            </w:pPr>
            <w:r>
              <w:rPr>
                <w:rStyle w:val="Ausfllhilfe"/>
              </w:rPr>
              <w:t>Veterinär-medizin</w:t>
            </w:r>
          </w:p>
          <w:p w14:paraId="3C7D71B0" w14:textId="77777777" w:rsidR="00AA047D" w:rsidRDefault="0053644C">
            <w:pPr>
              <w:spacing w:after="0" w:line="320" w:lineRule="exact"/>
              <w:rPr>
                <w:rStyle w:val="Ausfllhilfe"/>
              </w:rPr>
            </w:pPr>
            <w:r>
              <w:rPr>
                <w:rStyle w:val="Ausfllhilfe"/>
              </w:rPr>
              <w:t>Naturwissen-</w:t>
            </w:r>
            <w:proofErr w:type="spellStart"/>
            <w:r>
              <w:rPr>
                <w:rStyle w:val="Ausfllhilfe"/>
              </w:rPr>
              <w:t>schaften</w:t>
            </w:r>
            <w:proofErr w:type="spellEnd"/>
            <w:r>
              <w:rPr>
                <w:rStyle w:val="Ausfllhilfe"/>
              </w:rPr>
              <w:t xml:space="preserve"> oder einer</w:t>
            </w:r>
          </w:p>
          <w:p w14:paraId="337F3F36" w14:textId="77777777" w:rsidR="00AA047D" w:rsidRDefault="0053644C">
            <w:pPr>
              <w:spacing w:after="0" w:line="320" w:lineRule="exact"/>
              <w:rPr>
                <w:rStyle w:val="Ausfllhilfe"/>
              </w:rPr>
            </w:pPr>
            <w:r>
              <w:rPr>
                <w:rStyle w:val="Ausfllhilfe"/>
              </w:rPr>
              <w:t>Weiterbildung</w:t>
            </w:r>
          </w:p>
          <w:p w14:paraId="33A8BF07" w14:textId="77777777" w:rsidR="00AA047D" w:rsidRDefault="0053644C">
            <w:pPr>
              <w:spacing w:after="0" w:line="320" w:lineRule="exact"/>
              <w:rPr>
                <w:rStyle w:val="Ausfllhilfe"/>
              </w:rPr>
            </w:pPr>
            <w:r>
              <w:rPr>
                <w:rStyle w:val="Ausfllhilfe"/>
              </w:rPr>
              <w:t>Im Anschluss</w:t>
            </w:r>
          </w:p>
          <w:p w14:paraId="6BB54329" w14:textId="77777777" w:rsidR="00AA047D" w:rsidRDefault="0053644C">
            <w:pPr>
              <w:spacing w:after="0" w:line="320" w:lineRule="exact"/>
              <w:rPr>
                <w:rStyle w:val="Ausfllhilfe"/>
              </w:rPr>
            </w:pPr>
            <w:r>
              <w:rPr>
                <w:rStyle w:val="Ausfllhilfe"/>
              </w:rPr>
              <w:t>an ein natur-wissenschaft-</w:t>
            </w:r>
            <w:proofErr w:type="spellStart"/>
            <w:r>
              <w:rPr>
                <w:rStyle w:val="Ausfllhilfe"/>
              </w:rPr>
              <w:t>liches</w:t>
            </w:r>
            <w:proofErr w:type="spellEnd"/>
            <w:r>
              <w:rPr>
                <w:rStyle w:val="Ausfllhilfe"/>
              </w:rPr>
              <w:t xml:space="preserve"> Hoch-</w:t>
            </w:r>
            <w:proofErr w:type="spellStart"/>
            <w:r>
              <w:rPr>
                <w:rStyle w:val="Ausfllhilfe"/>
              </w:rPr>
              <w:t>schulstudium</w:t>
            </w:r>
            <w:proofErr w:type="spellEnd"/>
          </w:p>
        </w:tc>
        <w:tc>
          <w:tcPr>
            <w:tcW w:w="2663" w:type="dxa"/>
            <w:gridSpan w:val="8"/>
            <w:tcBorders>
              <w:top w:val="single" w:sz="4" w:space="0" w:color="auto"/>
              <w:left w:val="single" w:sz="4" w:space="0" w:color="auto"/>
              <w:bottom w:val="single" w:sz="4" w:space="0" w:color="auto"/>
              <w:right w:val="single" w:sz="4" w:space="0" w:color="auto"/>
            </w:tcBorders>
          </w:tcPr>
          <w:p w14:paraId="23DE7102" w14:textId="77777777" w:rsidR="00AA047D" w:rsidRDefault="0053644C">
            <w:pPr>
              <w:spacing w:after="0" w:line="320" w:lineRule="exact"/>
              <w:rPr>
                <w:rStyle w:val="Ausfllhilfe"/>
              </w:rPr>
            </w:pPr>
            <w:r>
              <w:rPr>
                <w:rStyle w:val="Ausfllhilfe"/>
              </w:rPr>
              <w:t xml:space="preserve">Wer macht was? Tätigkeiten auflisten: bspw. Applikationen (iv, </w:t>
            </w:r>
            <w:proofErr w:type="spellStart"/>
            <w:r>
              <w:rPr>
                <w:rStyle w:val="Ausfllhilfe"/>
              </w:rPr>
              <w:t>ip</w:t>
            </w:r>
            <w:proofErr w:type="spellEnd"/>
            <w:r>
              <w:rPr>
                <w:rStyle w:val="Ausfllhilfe"/>
              </w:rPr>
              <w:t xml:space="preserve">, oral) Tötung der Tiere, retrobulbäre Blutentnahme unter </w:t>
            </w:r>
            <w:proofErr w:type="spellStart"/>
            <w:r>
              <w:rPr>
                <w:rStyle w:val="Ausfllhilfe"/>
              </w:rPr>
              <w:t>Isoflurannarkose</w:t>
            </w:r>
            <w:proofErr w:type="spellEnd"/>
            <w:r>
              <w:rPr>
                <w:rStyle w:val="Ausfllhilfe"/>
              </w:rPr>
              <w:t xml:space="preserve">, Bestimmung des Allgemeinzustandes, </w:t>
            </w:r>
          </w:p>
          <w:p w14:paraId="27A22FF9" w14:textId="77777777" w:rsidR="00AA047D" w:rsidRDefault="0053644C">
            <w:pPr>
              <w:spacing w:after="0" w:line="320" w:lineRule="exact"/>
              <w:rPr>
                <w:rStyle w:val="Ausfllhilfe"/>
              </w:rPr>
            </w:pPr>
            <w:r>
              <w:rPr>
                <w:rStyle w:val="Ausfllhilfe"/>
              </w:rPr>
              <w:t>Tötung der Tiere, Sektion</w:t>
            </w:r>
          </w:p>
        </w:tc>
        <w:tc>
          <w:tcPr>
            <w:tcW w:w="1831" w:type="dxa"/>
            <w:gridSpan w:val="5"/>
            <w:tcBorders>
              <w:top w:val="single" w:sz="4" w:space="0" w:color="auto"/>
              <w:left w:val="single" w:sz="4" w:space="0" w:color="auto"/>
              <w:bottom w:val="single" w:sz="4" w:space="0" w:color="auto"/>
              <w:right w:val="single" w:sz="4" w:space="0" w:color="auto"/>
            </w:tcBorders>
          </w:tcPr>
          <w:p w14:paraId="1417198F" w14:textId="77777777" w:rsidR="00AA047D" w:rsidRDefault="0053644C">
            <w:pPr>
              <w:spacing w:after="0" w:line="320" w:lineRule="exact"/>
              <w:rPr>
                <w:rStyle w:val="Ausfllhilfe"/>
              </w:rPr>
            </w:pPr>
            <w:r>
              <w:rPr>
                <w:rStyle w:val="Ausfllhilfe"/>
              </w:rPr>
              <w:t>bspw.: &gt; xx Jahren</w:t>
            </w:r>
          </w:p>
        </w:tc>
        <w:tc>
          <w:tcPr>
            <w:tcW w:w="1853" w:type="dxa"/>
            <w:gridSpan w:val="2"/>
            <w:tcBorders>
              <w:top w:val="single" w:sz="4" w:space="0" w:color="auto"/>
              <w:left w:val="single" w:sz="4" w:space="0" w:color="auto"/>
              <w:bottom w:val="single" w:sz="4" w:space="0" w:color="auto"/>
              <w:right w:val="single" w:sz="4" w:space="0" w:color="auto"/>
            </w:tcBorders>
          </w:tcPr>
          <w:p w14:paraId="553C3BF8" w14:textId="77777777" w:rsidR="00AA047D" w:rsidRDefault="0053644C">
            <w:pPr>
              <w:spacing w:after="0" w:line="320" w:lineRule="exact"/>
              <w:rPr>
                <w:rStyle w:val="Ausfllhilfe"/>
              </w:rPr>
            </w:pPr>
            <w:r>
              <w:rPr>
                <w:rStyle w:val="Ausfllhilfe"/>
              </w:rPr>
              <w:t xml:space="preserve">Hier jeweils jedes </w:t>
            </w:r>
            <w:r>
              <w:rPr>
                <w:rStyle w:val="Ausfllhilfe"/>
              </w:rPr>
              <w:t>vorhandene Aktenzeichen (früheres Az. des LANUV) der Person auflisten.</w:t>
            </w:r>
          </w:p>
        </w:tc>
      </w:tr>
      <w:tr w:rsidR="00AA047D" w14:paraId="7376AA4B" w14:textId="77777777">
        <w:tblPrEx>
          <w:tblBorders>
            <w:bottom w:val="single" w:sz="4" w:space="0" w:color="auto"/>
            <w:insideH w:val="single" w:sz="4" w:space="0" w:color="auto"/>
            <w:insideV w:val="single" w:sz="4" w:space="0" w:color="auto"/>
          </w:tblBorders>
        </w:tblPrEx>
        <w:trPr>
          <w:trHeight w:val="480"/>
        </w:trPr>
        <w:tc>
          <w:tcPr>
            <w:tcW w:w="778" w:type="dxa"/>
            <w:tcBorders>
              <w:top w:val="nil"/>
              <w:left w:val="single" w:sz="4" w:space="0" w:color="auto"/>
              <w:bottom w:val="single" w:sz="4" w:space="0" w:color="auto"/>
              <w:right w:val="single" w:sz="4" w:space="0" w:color="auto"/>
            </w:tcBorders>
          </w:tcPr>
          <w:p w14:paraId="52F75D5D" w14:textId="77777777" w:rsidR="00AA047D" w:rsidRDefault="00AA047D">
            <w:pPr>
              <w:pStyle w:val="Funotentext"/>
              <w:spacing w:after="0" w:line="320" w:lineRule="exact"/>
              <w:jc w:val="both"/>
              <w:rPr>
                <w:sz w:val="16"/>
              </w:rPr>
            </w:pPr>
          </w:p>
        </w:tc>
        <w:tc>
          <w:tcPr>
            <w:tcW w:w="1192" w:type="dxa"/>
            <w:gridSpan w:val="3"/>
            <w:tcBorders>
              <w:top w:val="single" w:sz="4" w:space="0" w:color="auto"/>
              <w:left w:val="single" w:sz="4" w:space="0" w:color="auto"/>
              <w:bottom w:val="single" w:sz="4" w:space="0" w:color="auto"/>
              <w:right w:val="single" w:sz="4" w:space="0" w:color="auto"/>
            </w:tcBorders>
          </w:tcPr>
          <w:p w14:paraId="76C5A2BC" w14:textId="77777777" w:rsidR="00AA047D" w:rsidRDefault="0053644C">
            <w:pPr>
              <w:pStyle w:val="Funotentext"/>
              <w:spacing w:after="0" w:line="320" w:lineRule="exact"/>
              <w:jc w:val="both"/>
              <w:rPr>
                <w:sz w:val="16"/>
              </w:rPr>
            </w:pPr>
            <w:r>
              <w:rPr>
                <w:sz w:val="16"/>
              </w:rPr>
              <w:fldChar w:fldCharType="begin">
                <w:ffData>
                  <w:name w:val="Text8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1628" w:type="dxa"/>
            <w:gridSpan w:val="6"/>
            <w:tcBorders>
              <w:top w:val="single" w:sz="4" w:space="0" w:color="auto"/>
              <w:left w:val="single" w:sz="4" w:space="0" w:color="auto"/>
              <w:bottom w:val="single" w:sz="4" w:space="0" w:color="auto"/>
              <w:right w:val="single" w:sz="4" w:space="0" w:color="auto"/>
            </w:tcBorders>
          </w:tcPr>
          <w:p w14:paraId="1700F0FF" w14:textId="77777777" w:rsidR="00AA047D" w:rsidRDefault="0053644C">
            <w:pPr>
              <w:pStyle w:val="Funotentext"/>
              <w:spacing w:after="0" w:line="320" w:lineRule="exact"/>
              <w:jc w:val="both"/>
              <w:rPr>
                <w:sz w:val="16"/>
              </w:rPr>
            </w:pPr>
            <w:r>
              <w:rPr>
                <w:sz w:val="16"/>
              </w:rPr>
              <w:fldChar w:fldCharType="begin">
                <w:ffData>
                  <w:name w:val="Text81"/>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663" w:type="dxa"/>
            <w:gridSpan w:val="8"/>
            <w:tcBorders>
              <w:top w:val="single" w:sz="4" w:space="0" w:color="auto"/>
              <w:left w:val="single" w:sz="4" w:space="0" w:color="auto"/>
              <w:bottom w:val="single" w:sz="4" w:space="0" w:color="auto"/>
              <w:right w:val="single" w:sz="4" w:space="0" w:color="auto"/>
            </w:tcBorders>
          </w:tcPr>
          <w:p w14:paraId="1A2A334A" w14:textId="77777777" w:rsidR="00AA047D" w:rsidRDefault="0053644C">
            <w:pPr>
              <w:pStyle w:val="Funotentext"/>
              <w:spacing w:after="0" w:line="320" w:lineRule="exact"/>
              <w:jc w:val="both"/>
              <w:rPr>
                <w:sz w:val="16"/>
              </w:rPr>
            </w:pPr>
            <w:r>
              <w:rPr>
                <w:sz w:val="16"/>
              </w:rPr>
              <w:fldChar w:fldCharType="begin">
                <w:ffData>
                  <w:name w:val="Text82"/>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5FFE70C0" w14:textId="77777777" w:rsidR="00AA047D" w:rsidRDefault="0053644C">
            <w:pPr>
              <w:pStyle w:val="Funotentext"/>
              <w:spacing w:after="0" w:line="320" w:lineRule="exact"/>
              <w:jc w:val="both"/>
              <w:rPr>
                <w:sz w:val="16"/>
              </w:rPr>
            </w:pPr>
            <w:r>
              <w:rPr>
                <w:sz w:val="16"/>
              </w:rPr>
              <w:fldChar w:fldCharType="begin">
                <w:ffData>
                  <w:name w:val="Text83"/>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1853" w:type="dxa"/>
            <w:gridSpan w:val="2"/>
            <w:tcBorders>
              <w:top w:val="single" w:sz="4" w:space="0" w:color="auto"/>
              <w:left w:val="single" w:sz="4" w:space="0" w:color="auto"/>
              <w:bottom w:val="single" w:sz="4" w:space="0" w:color="auto"/>
              <w:right w:val="single" w:sz="4" w:space="0" w:color="auto"/>
            </w:tcBorders>
          </w:tcPr>
          <w:p w14:paraId="3F3871E8" w14:textId="77777777" w:rsidR="00AA047D" w:rsidRDefault="0053644C">
            <w:pPr>
              <w:pStyle w:val="Funotentext"/>
              <w:spacing w:after="0" w:line="320" w:lineRule="exact"/>
              <w:jc w:val="both"/>
              <w:rPr>
                <w:sz w:val="16"/>
              </w:rPr>
            </w:pPr>
            <w:r>
              <w:rPr>
                <w:sz w:val="16"/>
              </w:rPr>
              <w:fldChar w:fldCharType="begin">
                <w:ffData>
                  <w:name w:val="Text8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A047D" w14:paraId="23CCA4D7" w14:textId="77777777">
        <w:trPr>
          <w:cantSplit/>
          <w:trHeight w:val="514"/>
        </w:trPr>
        <w:tc>
          <w:tcPr>
            <w:tcW w:w="778" w:type="dxa"/>
            <w:tcBorders>
              <w:top w:val="single" w:sz="4" w:space="0" w:color="auto"/>
              <w:left w:val="single" w:sz="4" w:space="0" w:color="auto"/>
              <w:bottom w:val="single" w:sz="4" w:space="0" w:color="auto"/>
              <w:right w:val="single" w:sz="4" w:space="0" w:color="auto"/>
            </w:tcBorders>
          </w:tcPr>
          <w:p w14:paraId="2A6FF75C" w14:textId="77777777" w:rsidR="00AA047D" w:rsidRDefault="0053644C">
            <w:pPr>
              <w:pStyle w:val="Funotentext"/>
              <w:spacing w:after="0" w:line="320" w:lineRule="exact"/>
              <w:rPr>
                <w:b/>
              </w:rPr>
            </w:pPr>
            <w:r>
              <w:rPr>
                <w:b/>
              </w:rPr>
              <w:t>2.3</w:t>
            </w:r>
          </w:p>
        </w:tc>
        <w:tc>
          <w:tcPr>
            <w:tcW w:w="9167" w:type="dxa"/>
            <w:gridSpan w:val="24"/>
            <w:tcBorders>
              <w:top w:val="single" w:sz="4" w:space="0" w:color="auto"/>
              <w:left w:val="single" w:sz="4" w:space="0" w:color="auto"/>
              <w:bottom w:val="single" w:sz="4" w:space="0" w:color="auto"/>
              <w:right w:val="single" w:sz="4" w:space="0" w:color="auto"/>
            </w:tcBorders>
            <w:vAlign w:val="center"/>
          </w:tcPr>
          <w:p w14:paraId="24713E7E" w14:textId="77777777" w:rsidR="00AA047D" w:rsidRDefault="0053644C">
            <w:pPr>
              <w:pStyle w:val="Funotentext"/>
              <w:spacing w:after="0" w:line="320" w:lineRule="exact"/>
              <w:rPr>
                <w:b/>
                <w:color w:val="00B050"/>
              </w:rPr>
            </w:pPr>
            <w:r>
              <w:rPr>
                <w:b/>
              </w:rPr>
              <w:t xml:space="preserve">Personen, die bei Vorhaben zur Aus-, Fort- und Weiterbildung ausgebildet werden </w:t>
            </w:r>
            <w:r>
              <w:rPr>
                <w:rStyle w:val="Endnotenzeichen"/>
                <w:b/>
                <w:i/>
                <w:color w:val="00B050"/>
                <w:vertAlign w:val="baseline"/>
              </w:rPr>
              <w:endnoteReference w:id="20"/>
            </w:r>
            <w:r>
              <w:rPr>
                <w:b/>
                <w:color w:val="00B050"/>
              </w:rPr>
              <w:t>)</w:t>
            </w:r>
          </w:p>
          <w:p w14:paraId="277738D9" w14:textId="77777777" w:rsidR="00AA047D" w:rsidRDefault="0053644C">
            <w:pPr>
              <w:spacing w:after="0" w:line="320" w:lineRule="exact"/>
              <w:rPr>
                <w:rStyle w:val="Ausfllhilfe"/>
              </w:rPr>
            </w:pPr>
            <w:r>
              <w:rPr>
                <w:rStyle w:val="Ausfllhilfe"/>
              </w:rPr>
              <w:t xml:space="preserve">Diese Angaben beziehen sich ausschließlich auf Tierversuche zur Aus-, Fort- und Weiterbildung! Sofern im Rahmen anzeige- und anderer </w:t>
            </w:r>
            <w:r>
              <w:rPr>
                <w:rStyle w:val="Ausfllhilfe"/>
              </w:rPr>
              <w:t>genehmigungspflichtiger Tierversuche Personen für Eingriffe/ Behandlungen dieses Versuches ausgebildet werden sollen, bitte im Antragstext (z.B. unter Ziffer 1.2.4) erläutern und die ausgebildeten Personen unter 2.4. aufführen.</w:t>
            </w:r>
          </w:p>
        </w:tc>
      </w:tr>
      <w:tr w:rsidR="00AA047D" w14:paraId="207268D9" w14:textId="77777777">
        <w:trPr>
          <w:cantSplit/>
          <w:trHeight w:hRule="exact" w:val="1283"/>
        </w:trPr>
        <w:tc>
          <w:tcPr>
            <w:tcW w:w="778" w:type="dxa"/>
            <w:tcBorders>
              <w:top w:val="single" w:sz="4" w:space="0" w:color="auto"/>
              <w:left w:val="single" w:sz="4" w:space="0" w:color="auto"/>
              <w:right w:val="single" w:sz="4" w:space="0" w:color="auto"/>
            </w:tcBorders>
          </w:tcPr>
          <w:p w14:paraId="7CDC94EF" w14:textId="77777777" w:rsidR="00AA047D" w:rsidRDefault="00AA047D">
            <w:pPr>
              <w:pStyle w:val="Funotentext"/>
              <w:spacing w:after="0" w:line="320" w:lineRule="exact"/>
              <w:jc w:val="both"/>
              <w:rPr>
                <w:b/>
              </w:rPr>
            </w:pPr>
          </w:p>
        </w:tc>
        <w:tc>
          <w:tcPr>
            <w:tcW w:w="1192" w:type="dxa"/>
            <w:gridSpan w:val="3"/>
            <w:tcBorders>
              <w:top w:val="single" w:sz="4" w:space="0" w:color="auto"/>
              <w:left w:val="single" w:sz="4" w:space="0" w:color="auto"/>
              <w:bottom w:val="single" w:sz="4" w:space="0" w:color="auto"/>
              <w:right w:val="single" w:sz="4" w:space="0" w:color="auto"/>
            </w:tcBorders>
          </w:tcPr>
          <w:p w14:paraId="354A83F2" w14:textId="77777777" w:rsidR="00AA047D" w:rsidRDefault="0053644C">
            <w:pPr>
              <w:pStyle w:val="Funotentext"/>
              <w:spacing w:after="0" w:line="320" w:lineRule="exact"/>
              <w:jc w:val="both"/>
            </w:pPr>
            <w:r>
              <w:rPr>
                <w:sz w:val="16"/>
              </w:rPr>
              <w:t>Name</w:t>
            </w:r>
          </w:p>
        </w:tc>
        <w:tc>
          <w:tcPr>
            <w:tcW w:w="1628" w:type="dxa"/>
            <w:gridSpan w:val="6"/>
            <w:tcBorders>
              <w:top w:val="single" w:sz="4" w:space="0" w:color="auto"/>
              <w:left w:val="single" w:sz="4" w:space="0" w:color="auto"/>
              <w:bottom w:val="single" w:sz="4" w:space="0" w:color="auto"/>
              <w:right w:val="single" w:sz="4" w:space="0" w:color="auto"/>
            </w:tcBorders>
          </w:tcPr>
          <w:p w14:paraId="06B49CC8" w14:textId="77777777" w:rsidR="00AA047D" w:rsidRDefault="0053644C">
            <w:pPr>
              <w:pStyle w:val="Funotentext"/>
              <w:spacing w:after="0" w:line="320" w:lineRule="exact"/>
              <w:jc w:val="both"/>
            </w:pPr>
            <w:r>
              <w:rPr>
                <w:sz w:val="16"/>
              </w:rPr>
              <w:t>Studienrichtung, Berufsausbildung</w:t>
            </w:r>
          </w:p>
        </w:tc>
        <w:tc>
          <w:tcPr>
            <w:tcW w:w="2663" w:type="dxa"/>
            <w:gridSpan w:val="8"/>
            <w:tcBorders>
              <w:top w:val="single" w:sz="4" w:space="0" w:color="auto"/>
              <w:left w:val="single" w:sz="4" w:space="0" w:color="auto"/>
              <w:bottom w:val="single" w:sz="4" w:space="0" w:color="auto"/>
              <w:right w:val="single" w:sz="4" w:space="0" w:color="auto"/>
            </w:tcBorders>
          </w:tcPr>
          <w:p w14:paraId="59EF4B2B" w14:textId="77777777" w:rsidR="00AA047D" w:rsidRDefault="0053644C">
            <w:pPr>
              <w:pStyle w:val="Funotentext"/>
              <w:spacing w:after="0" w:line="320" w:lineRule="exact"/>
              <w:rPr>
                <w:sz w:val="16"/>
              </w:rPr>
            </w:pPr>
            <w:r>
              <w:rPr>
                <w:sz w:val="16"/>
              </w:rPr>
              <w:t xml:space="preserve">Art der Versuchsbeteiligung (operative, nichtoperative Eingriffe, Verlaufskontrollen, Blutentnahmen </w:t>
            </w:r>
            <w:proofErr w:type="spellStart"/>
            <w:r>
              <w:rPr>
                <w:sz w:val="16"/>
              </w:rPr>
              <w:t>etc</w:t>
            </w:r>
            <w:proofErr w:type="spellEnd"/>
            <w:r>
              <w:rPr>
                <w:sz w:val="16"/>
              </w:rPr>
              <w:t>)  Bitte detaillierte Auflistung der einzelnen Eingriffe und Behandlungen</w:t>
            </w:r>
          </w:p>
        </w:tc>
        <w:tc>
          <w:tcPr>
            <w:tcW w:w="1831" w:type="dxa"/>
            <w:gridSpan w:val="5"/>
            <w:tcBorders>
              <w:top w:val="single" w:sz="4" w:space="0" w:color="auto"/>
              <w:left w:val="single" w:sz="4" w:space="0" w:color="auto"/>
              <w:bottom w:val="single" w:sz="4" w:space="0" w:color="auto"/>
              <w:right w:val="single" w:sz="4" w:space="0" w:color="auto"/>
            </w:tcBorders>
          </w:tcPr>
          <w:p w14:paraId="4C239865" w14:textId="77777777" w:rsidR="00AA047D" w:rsidRDefault="0053644C">
            <w:pPr>
              <w:pStyle w:val="Funotentext"/>
              <w:spacing w:after="0" w:line="320" w:lineRule="exact"/>
              <w:jc w:val="both"/>
            </w:pPr>
            <w:r>
              <w:rPr>
                <w:sz w:val="16"/>
              </w:rPr>
              <w:t>Tierexperimentelle, versuchstierkundliche Erf</w:t>
            </w:r>
            <w:r>
              <w:rPr>
                <w:sz w:val="16"/>
              </w:rPr>
              <w:t>ahrung (Zeitangabe)</w:t>
            </w:r>
          </w:p>
        </w:tc>
        <w:tc>
          <w:tcPr>
            <w:tcW w:w="1853" w:type="dxa"/>
            <w:gridSpan w:val="2"/>
            <w:tcBorders>
              <w:top w:val="single" w:sz="4" w:space="0" w:color="auto"/>
              <w:left w:val="single" w:sz="4" w:space="0" w:color="auto"/>
              <w:bottom w:val="single" w:sz="4" w:space="0" w:color="auto"/>
              <w:right w:val="single" w:sz="4" w:space="0" w:color="auto"/>
            </w:tcBorders>
          </w:tcPr>
          <w:p w14:paraId="0C9A4A7D" w14:textId="77777777" w:rsidR="00AA047D" w:rsidRDefault="0053644C">
            <w:pPr>
              <w:pStyle w:val="Funotentext"/>
              <w:spacing w:after="0" w:line="320" w:lineRule="exact"/>
              <w:jc w:val="both"/>
              <w:rPr>
                <w:sz w:val="16"/>
              </w:rPr>
            </w:pPr>
            <w:r>
              <w:rPr>
                <w:sz w:val="16"/>
              </w:rPr>
              <w:t>Bereits vorliegende</w:t>
            </w:r>
          </w:p>
          <w:p w14:paraId="16285130" w14:textId="77777777" w:rsidR="00AA047D" w:rsidRDefault="0053644C">
            <w:pPr>
              <w:pStyle w:val="Funotentext"/>
              <w:spacing w:after="0" w:line="320" w:lineRule="exact"/>
              <w:jc w:val="both"/>
              <w:rPr>
                <w:sz w:val="16"/>
                <w:szCs w:val="16"/>
              </w:rPr>
            </w:pPr>
            <w:r>
              <w:rPr>
                <w:sz w:val="16"/>
                <w:szCs w:val="16"/>
              </w:rPr>
              <w:t>Geschäftszeichen</w:t>
            </w:r>
          </w:p>
          <w:p w14:paraId="23BF659F" w14:textId="77777777" w:rsidR="00AA047D" w:rsidRDefault="0053644C">
            <w:pPr>
              <w:pStyle w:val="Funotentext"/>
              <w:spacing w:after="0" w:line="320" w:lineRule="exact"/>
              <w:jc w:val="both"/>
              <w:rPr>
                <w:sz w:val="16"/>
                <w:szCs w:val="16"/>
              </w:rPr>
            </w:pPr>
            <w:r>
              <w:rPr>
                <w:sz w:val="16"/>
                <w:szCs w:val="16"/>
              </w:rPr>
              <w:t>dieser</w:t>
            </w:r>
          </w:p>
          <w:p w14:paraId="00AA4DAC" w14:textId="77777777" w:rsidR="00AA047D" w:rsidRDefault="0053644C">
            <w:pPr>
              <w:pStyle w:val="Funotentext"/>
              <w:spacing w:after="0" w:line="320" w:lineRule="exact"/>
              <w:jc w:val="both"/>
              <w:rPr>
                <w:sz w:val="16"/>
                <w:szCs w:val="16"/>
              </w:rPr>
            </w:pPr>
            <w:r>
              <w:rPr>
                <w:sz w:val="16"/>
                <w:szCs w:val="16"/>
              </w:rPr>
              <w:t>Genehmigungsbehörde</w:t>
            </w:r>
          </w:p>
        </w:tc>
      </w:tr>
      <w:tr w:rsidR="00AA047D" w14:paraId="3D423A65" w14:textId="77777777">
        <w:trPr>
          <w:cantSplit/>
          <w:trHeight w:hRule="exact" w:val="1688"/>
        </w:trPr>
        <w:tc>
          <w:tcPr>
            <w:tcW w:w="778" w:type="dxa"/>
            <w:tcBorders>
              <w:left w:val="single" w:sz="4" w:space="0" w:color="auto"/>
              <w:right w:val="single" w:sz="4" w:space="0" w:color="auto"/>
            </w:tcBorders>
          </w:tcPr>
          <w:p w14:paraId="602D0A7F" w14:textId="77777777" w:rsidR="00AA047D" w:rsidRDefault="00AA047D">
            <w:pPr>
              <w:pStyle w:val="Funotentext"/>
              <w:spacing w:after="0" w:line="320" w:lineRule="exact"/>
              <w:jc w:val="both"/>
              <w:rPr>
                <w:b/>
              </w:rPr>
            </w:pPr>
          </w:p>
        </w:tc>
        <w:tc>
          <w:tcPr>
            <w:tcW w:w="1192" w:type="dxa"/>
            <w:gridSpan w:val="3"/>
            <w:tcBorders>
              <w:top w:val="single" w:sz="4" w:space="0" w:color="auto"/>
              <w:left w:val="single" w:sz="4" w:space="0" w:color="auto"/>
              <w:right w:val="single" w:sz="4" w:space="0" w:color="auto"/>
            </w:tcBorders>
          </w:tcPr>
          <w:p w14:paraId="3AF8A249" w14:textId="77777777" w:rsidR="00AA047D" w:rsidRDefault="0053644C">
            <w:pPr>
              <w:spacing w:after="0" w:line="320" w:lineRule="exact"/>
              <w:rPr>
                <w:rStyle w:val="Ausfllhilfe"/>
              </w:rPr>
            </w:pPr>
            <w:r>
              <w:rPr>
                <w:rStyle w:val="Ausfllhilfe"/>
              </w:rPr>
              <w:t>kompletter Name inkl. Titel</w:t>
            </w:r>
          </w:p>
        </w:tc>
        <w:tc>
          <w:tcPr>
            <w:tcW w:w="1628" w:type="dxa"/>
            <w:gridSpan w:val="6"/>
            <w:tcBorders>
              <w:top w:val="single" w:sz="4" w:space="0" w:color="auto"/>
              <w:left w:val="single" w:sz="4" w:space="0" w:color="auto"/>
              <w:right w:val="single" w:sz="4" w:space="0" w:color="auto"/>
            </w:tcBorders>
          </w:tcPr>
          <w:p w14:paraId="6F769B24" w14:textId="77777777" w:rsidR="00AA047D" w:rsidRDefault="0053644C">
            <w:pPr>
              <w:spacing w:after="0" w:line="320" w:lineRule="exact"/>
              <w:rPr>
                <w:rStyle w:val="Ausfllhilfe"/>
              </w:rPr>
            </w:pPr>
            <w:proofErr w:type="spellStart"/>
            <w:r>
              <w:rPr>
                <w:rStyle w:val="Ausfllhilfe"/>
              </w:rPr>
              <w:t>Hochschulab</w:t>
            </w:r>
            <w:proofErr w:type="spellEnd"/>
            <w:r>
              <w:rPr>
                <w:rStyle w:val="Ausfllhilfe"/>
              </w:rPr>
              <w:t>-schluss Medizin,</w:t>
            </w:r>
          </w:p>
          <w:p w14:paraId="342A9F00" w14:textId="77777777" w:rsidR="00AA047D" w:rsidRDefault="0053644C">
            <w:pPr>
              <w:spacing w:after="0" w:line="320" w:lineRule="exact"/>
              <w:rPr>
                <w:rStyle w:val="Ausfllhilfe"/>
              </w:rPr>
            </w:pPr>
            <w:r>
              <w:rPr>
                <w:rStyle w:val="Ausfllhilfe"/>
              </w:rPr>
              <w:t>Zahnmedizin,</w:t>
            </w:r>
          </w:p>
          <w:p w14:paraId="6222A4A1" w14:textId="77777777" w:rsidR="00AA047D" w:rsidRDefault="0053644C">
            <w:pPr>
              <w:spacing w:after="0" w:line="320" w:lineRule="exact"/>
              <w:rPr>
                <w:rStyle w:val="Ausfllhilfe"/>
              </w:rPr>
            </w:pPr>
            <w:r>
              <w:rPr>
                <w:rStyle w:val="Ausfllhilfe"/>
              </w:rPr>
              <w:t>Veterinär-medizin</w:t>
            </w:r>
          </w:p>
          <w:p w14:paraId="6612A853" w14:textId="77777777" w:rsidR="00AA047D" w:rsidRDefault="00AA047D">
            <w:pPr>
              <w:spacing w:after="0" w:line="320" w:lineRule="exact"/>
              <w:rPr>
                <w:rStyle w:val="Ausfllhilfe"/>
              </w:rPr>
            </w:pPr>
          </w:p>
        </w:tc>
        <w:tc>
          <w:tcPr>
            <w:tcW w:w="2663" w:type="dxa"/>
            <w:gridSpan w:val="8"/>
            <w:tcBorders>
              <w:top w:val="single" w:sz="4" w:space="0" w:color="auto"/>
              <w:left w:val="single" w:sz="4" w:space="0" w:color="auto"/>
              <w:right w:val="single" w:sz="4" w:space="0" w:color="auto"/>
            </w:tcBorders>
          </w:tcPr>
          <w:p w14:paraId="74D0714F" w14:textId="77777777" w:rsidR="00AA047D" w:rsidRDefault="0053644C">
            <w:pPr>
              <w:spacing w:after="0" w:line="320" w:lineRule="exact"/>
              <w:rPr>
                <w:rStyle w:val="Ausfllhilfe"/>
              </w:rPr>
            </w:pPr>
            <w:r>
              <w:rPr>
                <w:rStyle w:val="Ausfllhilfe"/>
              </w:rPr>
              <w:t xml:space="preserve">Wer macht was? Tätigkeiten auflisten: bspw. Applikationen (iv, </w:t>
            </w:r>
            <w:proofErr w:type="spellStart"/>
            <w:r>
              <w:rPr>
                <w:rStyle w:val="Ausfllhilfe"/>
              </w:rPr>
              <w:t>ip</w:t>
            </w:r>
            <w:proofErr w:type="spellEnd"/>
            <w:r>
              <w:rPr>
                <w:rStyle w:val="Ausfllhilfe"/>
              </w:rPr>
              <w:t>, oral) Tötung der Tiere, retrobulbäre Blutentnahme</w:t>
            </w:r>
          </w:p>
        </w:tc>
        <w:tc>
          <w:tcPr>
            <w:tcW w:w="1831" w:type="dxa"/>
            <w:gridSpan w:val="5"/>
            <w:tcBorders>
              <w:top w:val="single" w:sz="4" w:space="0" w:color="auto"/>
              <w:left w:val="single" w:sz="4" w:space="0" w:color="auto"/>
              <w:right w:val="single" w:sz="4" w:space="0" w:color="auto"/>
            </w:tcBorders>
          </w:tcPr>
          <w:p w14:paraId="7B97D8E2" w14:textId="77777777" w:rsidR="00AA047D" w:rsidRDefault="0053644C">
            <w:pPr>
              <w:spacing w:after="0" w:line="320" w:lineRule="exact"/>
              <w:rPr>
                <w:rStyle w:val="Ausfllhilfe"/>
              </w:rPr>
            </w:pPr>
            <w:r>
              <w:rPr>
                <w:rStyle w:val="Ausfllhilfe"/>
              </w:rPr>
              <w:t xml:space="preserve">Ausnahme-genehmigung liegt vor (Veterinäramt </w:t>
            </w:r>
            <w:proofErr w:type="spellStart"/>
            <w:r>
              <w:rPr>
                <w:rStyle w:val="Ausfllhilfe"/>
              </w:rPr>
              <w:t>xy</w:t>
            </w:r>
            <w:proofErr w:type="spellEnd"/>
            <w:r>
              <w:rPr>
                <w:rStyle w:val="Ausfllhilfe"/>
              </w:rPr>
              <w:t>), x Jahre</w:t>
            </w:r>
          </w:p>
        </w:tc>
        <w:tc>
          <w:tcPr>
            <w:tcW w:w="1853" w:type="dxa"/>
            <w:gridSpan w:val="2"/>
            <w:tcBorders>
              <w:top w:val="single" w:sz="4" w:space="0" w:color="auto"/>
              <w:left w:val="single" w:sz="4" w:space="0" w:color="auto"/>
              <w:right w:val="single" w:sz="4" w:space="0" w:color="auto"/>
            </w:tcBorders>
          </w:tcPr>
          <w:p w14:paraId="0B68599B" w14:textId="77777777" w:rsidR="00AA047D" w:rsidRDefault="0053644C">
            <w:pPr>
              <w:spacing w:after="0" w:line="320" w:lineRule="exact"/>
              <w:rPr>
                <w:rStyle w:val="Ausfllhilfe"/>
              </w:rPr>
            </w:pPr>
            <w:r>
              <w:rPr>
                <w:rStyle w:val="Ausfllhilfe"/>
              </w:rPr>
              <w:t>Hier jeweils jedes vorhandene Aktenzeichen (früheres Az. des LANUV) der</w:t>
            </w:r>
          </w:p>
        </w:tc>
      </w:tr>
      <w:tr w:rsidR="00AA047D" w14:paraId="0C7316F7" w14:textId="77777777">
        <w:tblPrEx>
          <w:tblBorders>
            <w:bottom w:val="single" w:sz="4" w:space="0" w:color="auto"/>
            <w:insideH w:val="single" w:sz="4" w:space="0" w:color="auto"/>
            <w:insideV w:val="single" w:sz="4" w:space="0" w:color="auto"/>
          </w:tblBorders>
        </w:tblPrEx>
        <w:trPr>
          <w:trHeight w:val="391"/>
        </w:trPr>
        <w:tc>
          <w:tcPr>
            <w:tcW w:w="778" w:type="dxa"/>
            <w:tcBorders>
              <w:top w:val="nil"/>
              <w:left w:val="single" w:sz="4" w:space="0" w:color="auto"/>
              <w:bottom w:val="single" w:sz="4" w:space="0" w:color="auto"/>
              <w:right w:val="single" w:sz="4" w:space="0" w:color="auto"/>
            </w:tcBorders>
          </w:tcPr>
          <w:p w14:paraId="30C6F92D" w14:textId="77777777" w:rsidR="00AA047D" w:rsidRDefault="00AA047D">
            <w:pPr>
              <w:pStyle w:val="Funotentext"/>
              <w:spacing w:after="0" w:line="320" w:lineRule="exact"/>
              <w:jc w:val="both"/>
              <w:rPr>
                <w:sz w:val="16"/>
              </w:rPr>
            </w:pPr>
          </w:p>
        </w:tc>
        <w:tc>
          <w:tcPr>
            <w:tcW w:w="1192" w:type="dxa"/>
            <w:gridSpan w:val="3"/>
            <w:tcBorders>
              <w:top w:val="nil"/>
              <w:left w:val="single" w:sz="4" w:space="0" w:color="auto"/>
              <w:bottom w:val="single" w:sz="4" w:space="0" w:color="auto"/>
              <w:right w:val="single" w:sz="4" w:space="0" w:color="auto"/>
            </w:tcBorders>
          </w:tcPr>
          <w:p w14:paraId="5C520DEF" w14:textId="77777777" w:rsidR="00AA047D" w:rsidRDefault="00AA047D">
            <w:pPr>
              <w:spacing w:after="0" w:line="320" w:lineRule="exact"/>
              <w:rPr>
                <w:rStyle w:val="Ausfllhilfe"/>
              </w:rPr>
            </w:pPr>
          </w:p>
        </w:tc>
        <w:tc>
          <w:tcPr>
            <w:tcW w:w="1628" w:type="dxa"/>
            <w:gridSpan w:val="6"/>
            <w:tcBorders>
              <w:top w:val="nil"/>
              <w:left w:val="single" w:sz="4" w:space="0" w:color="auto"/>
              <w:bottom w:val="single" w:sz="4" w:space="0" w:color="auto"/>
              <w:right w:val="single" w:sz="4" w:space="0" w:color="auto"/>
            </w:tcBorders>
          </w:tcPr>
          <w:p w14:paraId="52ED7AD1" w14:textId="77777777" w:rsidR="00AA047D" w:rsidRDefault="0053644C">
            <w:pPr>
              <w:spacing w:after="0" w:line="320" w:lineRule="exact"/>
              <w:rPr>
                <w:rStyle w:val="Ausfllhilfe"/>
              </w:rPr>
            </w:pPr>
            <w:r>
              <w:rPr>
                <w:rStyle w:val="Ausfllhilfe"/>
              </w:rPr>
              <w:t>Naturwissen-</w:t>
            </w:r>
            <w:proofErr w:type="spellStart"/>
            <w:r>
              <w:rPr>
                <w:rStyle w:val="Ausfllhilfe"/>
              </w:rPr>
              <w:t>schaften</w:t>
            </w:r>
            <w:proofErr w:type="spellEnd"/>
          </w:p>
          <w:p w14:paraId="7B8D7A77" w14:textId="77777777" w:rsidR="00AA047D" w:rsidRDefault="0053644C">
            <w:pPr>
              <w:spacing w:after="0" w:line="320" w:lineRule="exact"/>
              <w:rPr>
                <w:rStyle w:val="Ausfllhilfe"/>
              </w:rPr>
            </w:pPr>
            <w:r>
              <w:rPr>
                <w:rStyle w:val="Ausfllhilfe"/>
              </w:rPr>
              <w:t>oder</w:t>
            </w:r>
          </w:p>
          <w:p w14:paraId="7DA01F90" w14:textId="77777777" w:rsidR="00AA047D" w:rsidRDefault="0053644C">
            <w:pPr>
              <w:spacing w:after="0" w:line="320" w:lineRule="exact"/>
              <w:rPr>
                <w:rStyle w:val="Ausfllhilfe"/>
              </w:rPr>
            </w:pPr>
            <w:r>
              <w:rPr>
                <w:rStyle w:val="Ausfllhilfe"/>
              </w:rPr>
              <w:t>einer</w:t>
            </w:r>
          </w:p>
          <w:p w14:paraId="02E7CCBB" w14:textId="77777777" w:rsidR="00AA047D" w:rsidRDefault="0053644C">
            <w:pPr>
              <w:spacing w:after="0" w:line="320" w:lineRule="exact"/>
              <w:rPr>
                <w:rStyle w:val="Ausfllhilfe"/>
              </w:rPr>
            </w:pPr>
            <w:r>
              <w:rPr>
                <w:rStyle w:val="Ausfllhilfe"/>
              </w:rPr>
              <w:t>Weiterbildung</w:t>
            </w:r>
          </w:p>
          <w:p w14:paraId="11A5C753" w14:textId="77777777" w:rsidR="00AA047D" w:rsidRDefault="0053644C">
            <w:pPr>
              <w:spacing w:after="0" w:line="320" w:lineRule="exact"/>
              <w:rPr>
                <w:rStyle w:val="Ausfllhilfe"/>
              </w:rPr>
            </w:pPr>
            <w:r>
              <w:rPr>
                <w:rStyle w:val="Ausfllhilfe"/>
              </w:rPr>
              <w:t>im</w:t>
            </w:r>
          </w:p>
          <w:p w14:paraId="1FDC8722" w14:textId="77777777" w:rsidR="00AA047D" w:rsidRDefault="0053644C">
            <w:pPr>
              <w:spacing w:after="0" w:line="320" w:lineRule="exact"/>
              <w:rPr>
                <w:rStyle w:val="Ausfllhilfe"/>
              </w:rPr>
            </w:pPr>
            <w:r>
              <w:rPr>
                <w:rStyle w:val="Ausfllhilfe"/>
              </w:rPr>
              <w:t>Anschluss</w:t>
            </w:r>
          </w:p>
          <w:p w14:paraId="6A38F4DF" w14:textId="77777777" w:rsidR="00AA047D" w:rsidRDefault="0053644C">
            <w:pPr>
              <w:spacing w:after="0" w:line="320" w:lineRule="exact"/>
              <w:rPr>
                <w:rStyle w:val="Ausfllhilfe"/>
              </w:rPr>
            </w:pPr>
            <w:r>
              <w:rPr>
                <w:rStyle w:val="Ausfllhilfe"/>
              </w:rPr>
              <w:t>An ein</w:t>
            </w:r>
          </w:p>
          <w:p w14:paraId="261700D4" w14:textId="77777777" w:rsidR="00AA047D" w:rsidRDefault="0053644C">
            <w:pPr>
              <w:spacing w:after="0" w:line="320" w:lineRule="exact"/>
              <w:rPr>
                <w:rStyle w:val="Ausfllhilfe"/>
              </w:rPr>
            </w:pPr>
            <w:r>
              <w:rPr>
                <w:rStyle w:val="Ausfllhilfe"/>
              </w:rPr>
              <w:t>Naturwissen-</w:t>
            </w:r>
            <w:proofErr w:type="spellStart"/>
            <w:r>
              <w:rPr>
                <w:rStyle w:val="Ausfllhilfe"/>
              </w:rPr>
              <w:t>schaftliches</w:t>
            </w:r>
            <w:proofErr w:type="spellEnd"/>
          </w:p>
          <w:p w14:paraId="5B879B7B" w14:textId="77777777" w:rsidR="00AA047D" w:rsidRDefault="0053644C">
            <w:pPr>
              <w:spacing w:after="0" w:line="320" w:lineRule="exact"/>
              <w:rPr>
                <w:rStyle w:val="Ausfllhilfe"/>
              </w:rPr>
            </w:pPr>
            <w:r>
              <w:rPr>
                <w:rStyle w:val="Ausfllhilfe"/>
              </w:rPr>
              <w:t xml:space="preserve">Hochschulstudium, </w:t>
            </w:r>
            <w:proofErr w:type="spellStart"/>
            <w:r>
              <w:rPr>
                <w:rStyle w:val="Ausfllhilfe"/>
              </w:rPr>
              <w:t>bsp</w:t>
            </w:r>
            <w:proofErr w:type="spellEnd"/>
            <w:r>
              <w:rPr>
                <w:rStyle w:val="Ausfllhilfe"/>
              </w:rPr>
              <w:t xml:space="preserve">: Master </w:t>
            </w:r>
            <w:proofErr w:type="spellStart"/>
            <w:r>
              <w:rPr>
                <w:rStyle w:val="Ausfllhilfe"/>
              </w:rPr>
              <w:t>of</w:t>
            </w:r>
            <w:proofErr w:type="spellEnd"/>
            <w:r>
              <w:rPr>
                <w:rStyle w:val="Ausfllhilfe"/>
              </w:rPr>
              <w:t xml:space="preserve"> Science Molekulare Biotechnologie, BTA,...</w:t>
            </w:r>
          </w:p>
        </w:tc>
        <w:tc>
          <w:tcPr>
            <w:tcW w:w="2663" w:type="dxa"/>
            <w:gridSpan w:val="8"/>
            <w:tcBorders>
              <w:top w:val="nil"/>
              <w:left w:val="single" w:sz="4" w:space="0" w:color="auto"/>
              <w:bottom w:val="single" w:sz="4" w:space="0" w:color="auto"/>
              <w:right w:val="single" w:sz="4" w:space="0" w:color="auto"/>
            </w:tcBorders>
          </w:tcPr>
          <w:p w14:paraId="7C64AF0C" w14:textId="77777777" w:rsidR="00AA047D" w:rsidRDefault="0053644C">
            <w:pPr>
              <w:spacing w:after="0" w:line="320" w:lineRule="exact"/>
              <w:rPr>
                <w:rStyle w:val="Ausfllhilfe"/>
              </w:rPr>
            </w:pPr>
            <w:r>
              <w:rPr>
                <w:rStyle w:val="Ausfllhilfe"/>
              </w:rPr>
              <w:t xml:space="preserve">unter </w:t>
            </w:r>
            <w:proofErr w:type="spellStart"/>
            <w:r>
              <w:rPr>
                <w:rStyle w:val="Ausfllhilfe"/>
              </w:rPr>
              <w:t>Isoflurannarkose</w:t>
            </w:r>
            <w:proofErr w:type="spellEnd"/>
            <w:r>
              <w:rPr>
                <w:rStyle w:val="Ausfllhilfe"/>
              </w:rPr>
              <w:t xml:space="preserve">, Bestimmung des Allgemeinzustandes, </w:t>
            </w:r>
          </w:p>
          <w:p w14:paraId="3D9C58BE" w14:textId="77777777" w:rsidR="00AA047D" w:rsidRDefault="0053644C">
            <w:pPr>
              <w:spacing w:after="0" w:line="320" w:lineRule="exact"/>
              <w:rPr>
                <w:rStyle w:val="Ausfllhilfe"/>
              </w:rPr>
            </w:pPr>
            <w:r>
              <w:rPr>
                <w:rStyle w:val="Ausfllhilfe"/>
              </w:rPr>
              <w:t>Tötung der Tiere, Sektion</w:t>
            </w:r>
          </w:p>
        </w:tc>
        <w:tc>
          <w:tcPr>
            <w:tcW w:w="1831" w:type="dxa"/>
            <w:gridSpan w:val="5"/>
            <w:tcBorders>
              <w:top w:val="nil"/>
              <w:left w:val="single" w:sz="4" w:space="0" w:color="auto"/>
              <w:bottom w:val="single" w:sz="4" w:space="0" w:color="auto"/>
              <w:right w:val="single" w:sz="4" w:space="0" w:color="auto"/>
            </w:tcBorders>
          </w:tcPr>
          <w:p w14:paraId="320554C1" w14:textId="77777777" w:rsidR="00AA047D" w:rsidRDefault="0053644C">
            <w:pPr>
              <w:spacing w:after="0" w:line="320" w:lineRule="exact"/>
              <w:rPr>
                <w:rStyle w:val="Ausfllhilfe"/>
              </w:rPr>
            </w:pPr>
            <w:r>
              <w:rPr>
                <w:rStyle w:val="Ausfllhilfe"/>
              </w:rPr>
              <w:t>Erfahrung mit Tierversuchen, FELASA B adäquater Kurs</w:t>
            </w:r>
          </w:p>
        </w:tc>
        <w:tc>
          <w:tcPr>
            <w:tcW w:w="1853" w:type="dxa"/>
            <w:gridSpan w:val="2"/>
            <w:tcBorders>
              <w:top w:val="nil"/>
              <w:left w:val="single" w:sz="4" w:space="0" w:color="auto"/>
              <w:bottom w:val="single" w:sz="4" w:space="0" w:color="auto"/>
              <w:right w:val="single" w:sz="4" w:space="0" w:color="auto"/>
            </w:tcBorders>
          </w:tcPr>
          <w:p w14:paraId="119140E4" w14:textId="77777777" w:rsidR="00AA047D" w:rsidRDefault="0053644C">
            <w:pPr>
              <w:spacing w:after="0" w:line="320" w:lineRule="exact"/>
              <w:rPr>
                <w:rStyle w:val="Ausfllhilfe"/>
              </w:rPr>
            </w:pPr>
            <w:r>
              <w:rPr>
                <w:rStyle w:val="Ausfllhilfe"/>
              </w:rPr>
              <w:t>Person auflisten.</w:t>
            </w:r>
          </w:p>
        </w:tc>
      </w:tr>
      <w:tr w:rsidR="00AA047D" w14:paraId="4EBB8957" w14:textId="77777777">
        <w:tblPrEx>
          <w:tblBorders>
            <w:bottom w:val="single" w:sz="4" w:space="0" w:color="auto"/>
            <w:insideH w:val="single" w:sz="4" w:space="0" w:color="auto"/>
            <w:insideV w:val="single" w:sz="4" w:space="0" w:color="auto"/>
          </w:tblBorders>
        </w:tblPrEx>
        <w:trPr>
          <w:trHeight w:val="480"/>
        </w:trPr>
        <w:tc>
          <w:tcPr>
            <w:tcW w:w="778" w:type="dxa"/>
            <w:tcBorders>
              <w:top w:val="single" w:sz="4" w:space="0" w:color="auto"/>
              <w:left w:val="single" w:sz="4" w:space="0" w:color="auto"/>
              <w:bottom w:val="single" w:sz="4" w:space="0" w:color="auto"/>
              <w:right w:val="single" w:sz="4" w:space="0" w:color="auto"/>
            </w:tcBorders>
          </w:tcPr>
          <w:p w14:paraId="3644B4AF" w14:textId="77777777" w:rsidR="00AA047D" w:rsidRDefault="00AA047D">
            <w:pPr>
              <w:pStyle w:val="Funotentext"/>
              <w:spacing w:after="0" w:line="320" w:lineRule="exact"/>
              <w:jc w:val="both"/>
              <w:rPr>
                <w:sz w:val="16"/>
              </w:rPr>
            </w:pPr>
          </w:p>
        </w:tc>
        <w:tc>
          <w:tcPr>
            <w:tcW w:w="1192" w:type="dxa"/>
            <w:gridSpan w:val="3"/>
            <w:tcBorders>
              <w:top w:val="single" w:sz="4" w:space="0" w:color="auto"/>
              <w:left w:val="single" w:sz="4" w:space="0" w:color="auto"/>
              <w:bottom w:val="single" w:sz="4" w:space="0" w:color="auto"/>
              <w:right w:val="single" w:sz="4" w:space="0" w:color="auto"/>
            </w:tcBorders>
          </w:tcPr>
          <w:p w14:paraId="04D464D6" w14:textId="77777777" w:rsidR="00AA047D" w:rsidRDefault="0053644C">
            <w:pPr>
              <w:pStyle w:val="Funotentext"/>
              <w:spacing w:after="0" w:line="320" w:lineRule="exact"/>
              <w:jc w:val="both"/>
              <w:rPr>
                <w:sz w:val="16"/>
              </w:rPr>
            </w:pPr>
            <w:r>
              <w:rPr>
                <w:sz w:val="16"/>
              </w:rPr>
              <w:fldChar w:fldCharType="begin">
                <w:ffData>
                  <w:name w:val="Text8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1628" w:type="dxa"/>
            <w:gridSpan w:val="6"/>
            <w:tcBorders>
              <w:top w:val="single" w:sz="4" w:space="0" w:color="auto"/>
              <w:left w:val="single" w:sz="4" w:space="0" w:color="auto"/>
              <w:bottom w:val="single" w:sz="4" w:space="0" w:color="auto"/>
              <w:right w:val="single" w:sz="4" w:space="0" w:color="auto"/>
            </w:tcBorders>
          </w:tcPr>
          <w:p w14:paraId="632D0F40" w14:textId="77777777" w:rsidR="00AA047D" w:rsidRDefault="0053644C">
            <w:pPr>
              <w:pStyle w:val="Funotentext"/>
              <w:spacing w:after="0" w:line="320" w:lineRule="exact"/>
              <w:jc w:val="both"/>
              <w:rPr>
                <w:sz w:val="16"/>
              </w:rPr>
            </w:pPr>
            <w:r>
              <w:rPr>
                <w:sz w:val="16"/>
              </w:rPr>
              <w:fldChar w:fldCharType="begin">
                <w:ffData>
                  <w:name w:val="Text81"/>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663" w:type="dxa"/>
            <w:gridSpan w:val="8"/>
            <w:tcBorders>
              <w:top w:val="single" w:sz="4" w:space="0" w:color="auto"/>
              <w:left w:val="single" w:sz="4" w:space="0" w:color="auto"/>
              <w:bottom w:val="single" w:sz="4" w:space="0" w:color="auto"/>
              <w:right w:val="single" w:sz="4" w:space="0" w:color="auto"/>
            </w:tcBorders>
          </w:tcPr>
          <w:p w14:paraId="52AEFC37" w14:textId="77777777" w:rsidR="00AA047D" w:rsidRDefault="0053644C">
            <w:pPr>
              <w:pStyle w:val="Funotentext"/>
              <w:spacing w:after="0" w:line="320" w:lineRule="exact"/>
              <w:jc w:val="both"/>
              <w:rPr>
                <w:sz w:val="16"/>
              </w:rPr>
            </w:pPr>
            <w:r>
              <w:rPr>
                <w:sz w:val="16"/>
              </w:rPr>
              <w:fldChar w:fldCharType="begin">
                <w:ffData>
                  <w:name w:val="Text82"/>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1E0EAE63" w14:textId="77777777" w:rsidR="00AA047D" w:rsidRDefault="0053644C">
            <w:pPr>
              <w:pStyle w:val="Funotentext"/>
              <w:spacing w:after="0" w:line="320" w:lineRule="exact"/>
              <w:jc w:val="both"/>
              <w:rPr>
                <w:sz w:val="16"/>
              </w:rPr>
            </w:pPr>
            <w:r>
              <w:rPr>
                <w:sz w:val="16"/>
              </w:rPr>
              <w:fldChar w:fldCharType="begin">
                <w:ffData>
                  <w:name w:val="Text83"/>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1853" w:type="dxa"/>
            <w:gridSpan w:val="2"/>
            <w:tcBorders>
              <w:top w:val="single" w:sz="4" w:space="0" w:color="auto"/>
              <w:left w:val="single" w:sz="4" w:space="0" w:color="auto"/>
              <w:bottom w:val="single" w:sz="4" w:space="0" w:color="auto"/>
              <w:right w:val="single" w:sz="4" w:space="0" w:color="auto"/>
            </w:tcBorders>
          </w:tcPr>
          <w:p w14:paraId="3444CEBA" w14:textId="77777777" w:rsidR="00AA047D" w:rsidRDefault="0053644C">
            <w:pPr>
              <w:pStyle w:val="Funotentext"/>
              <w:spacing w:after="0" w:line="320" w:lineRule="exact"/>
              <w:jc w:val="both"/>
              <w:rPr>
                <w:sz w:val="16"/>
              </w:rPr>
            </w:pPr>
            <w:r>
              <w:rPr>
                <w:sz w:val="16"/>
              </w:rPr>
              <w:fldChar w:fldCharType="begin">
                <w:ffData>
                  <w:name w:val="Text8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A047D" w14:paraId="7DDD8E1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552"/>
        </w:trPr>
        <w:tc>
          <w:tcPr>
            <w:tcW w:w="778" w:type="dxa"/>
            <w:tcBorders>
              <w:bottom w:val="single" w:sz="4" w:space="0" w:color="auto"/>
            </w:tcBorders>
          </w:tcPr>
          <w:p w14:paraId="0B90AB4C" w14:textId="77777777" w:rsidR="00AA047D" w:rsidRDefault="0053644C">
            <w:pPr>
              <w:pStyle w:val="Funotentext"/>
              <w:spacing w:after="0" w:line="320" w:lineRule="exact"/>
              <w:jc w:val="both"/>
              <w:rPr>
                <w:b/>
              </w:rPr>
            </w:pPr>
            <w:r>
              <w:rPr>
                <w:b/>
              </w:rPr>
              <w:lastRenderedPageBreak/>
              <w:t>2.4</w:t>
            </w:r>
          </w:p>
        </w:tc>
        <w:tc>
          <w:tcPr>
            <w:tcW w:w="9167" w:type="dxa"/>
            <w:gridSpan w:val="24"/>
          </w:tcPr>
          <w:p w14:paraId="48082A2C" w14:textId="77777777" w:rsidR="00AA047D" w:rsidRDefault="0053644C">
            <w:pPr>
              <w:spacing w:after="0" w:line="320" w:lineRule="exact"/>
              <w:rPr>
                <w:b/>
                <w:sz w:val="20"/>
              </w:rPr>
            </w:pPr>
            <w:r>
              <w:rPr>
                <w:b/>
                <w:sz w:val="20"/>
              </w:rPr>
              <w:t>Personen, die im Rahmen der Versuchsdurchführung Eingriffe und Behandlungen sowie Tötungen an Tieren durchführen</w:t>
            </w:r>
            <w:bookmarkStart w:id="30" w:name="_Ref357413837"/>
            <w:r>
              <w:rPr>
                <w:b/>
                <w:sz w:val="20"/>
              </w:rPr>
              <w:t xml:space="preserve"> </w:t>
            </w:r>
            <w:r>
              <w:rPr>
                <w:rStyle w:val="Endnotenzeichen"/>
                <w:b/>
                <w:bCs/>
                <w:i/>
                <w:iCs/>
                <w:color w:val="00B050"/>
                <w:sz w:val="20"/>
                <w:vertAlign w:val="baseline"/>
              </w:rPr>
              <w:fldChar w:fldCharType="begin"/>
            </w:r>
            <w:r>
              <w:rPr>
                <w:rStyle w:val="Endnotenzeichen"/>
                <w:b/>
                <w:bCs/>
                <w:i/>
                <w:iCs/>
                <w:color w:val="00B050"/>
                <w:sz w:val="20"/>
                <w:vertAlign w:val="baseline"/>
              </w:rPr>
              <w:instrText xml:space="preserve"> NOTEREF _Ref357414161 \h  \* MERGEFORMAT </w:instrText>
            </w:r>
            <w:r>
              <w:rPr>
                <w:rStyle w:val="Endnotenzeichen"/>
                <w:b/>
                <w:bCs/>
                <w:i/>
                <w:iCs/>
                <w:color w:val="00B050"/>
                <w:sz w:val="20"/>
                <w:vertAlign w:val="baseline"/>
              </w:rPr>
            </w:r>
            <w:r>
              <w:rPr>
                <w:rStyle w:val="Endnotenzeichen"/>
                <w:b/>
                <w:bCs/>
                <w:i/>
                <w:iCs/>
                <w:color w:val="00B050"/>
                <w:sz w:val="20"/>
                <w:vertAlign w:val="baseline"/>
              </w:rPr>
              <w:fldChar w:fldCharType="separate"/>
            </w:r>
            <w:r>
              <w:rPr>
                <w:rStyle w:val="Endnotenzeichen"/>
                <w:b/>
                <w:bCs/>
                <w:i/>
                <w:iCs/>
                <w:color w:val="00B050"/>
                <w:sz w:val="20"/>
                <w:vertAlign w:val="baseline"/>
              </w:rPr>
              <w:t>R</w:t>
            </w:r>
            <w:r>
              <w:rPr>
                <w:rStyle w:val="Endnotenzeichen"/>
                <w:b/>
                <w:bCs/>
                <w:i/>
                <w:iCs/>
                <w:color w:val="00B050"/>
                <w:sz w:val="20"/>
                <w:vertAlign w:val="baseline"/>
              </w:rPr>
              <w:fldChar w:fldCharType="end"/>
            </w:r>
            <w:r>
              <w:rPr>
                <w:rStyle w:val="Endnotenzeichen"/>
                <w:b/>
                <w:bCs/>
                <w:i/>
                <w:iCs/>
                <w:color w:val="00B050"/>
                <w:sz w:val="20"/>
                <w:vertAlign w:val="baseline"/>
              </w:rPr>
              <w:t>)</w:t>
            </w:r>
            <w:bookmarkEnd w:id="30"/>
          </w:p>
          <w:p w14:paraId="7C46B039" w14:textId="77777777" w:rsidR="00AA047D" w:rsidRDefault="0053644C">
            <w:pPr>
              <w:spacing w:after="0" w:line="320" w:lineRule="exact"/>
              <w:rPr>
                <w:rStyle w:val="Ausfllhilfe"/>
              </w:rPr>
            </w:pPr>
            <w:r>
              <w:rPr>
                <w:rStyle w:val="Ausfllhilfe"/>
              </w:rPr>
              <w:t xml:space="preserve">Sofern für einzelne Personen eine Ausnahmegenehmigung nach § 16 Abs. 1 Satz 5 TierSchVersV erforderlich ist, verwenden Sie bitte das eigens dafür vorgesehene Formular </w:t>
            </w:r>
            <w:r>
              <w:rPr>
                <w:rStyle w:val="Ausfllhilfe"/>
              </w:rPr>
              <w:fldChar w:fldCharType="begin"/>
            </w:r>
            <w:r>
              <w:rPr>
                <w:rStyle w:val="Ausfllhilfe"/>
              </w:rPr>
              <w:instrText xml:space="preserve"> NOTEREF _Ref357414161 </w:instrText>
            </w:r>
            <w:r>
              <w:rPr>
                <w:rStyle w:val="Ausfllhilfe"/>
              </w:rPr>
              <w:instrText xml:space="preserve">\h  \* MERGEFORMAT </w:instrText>
            </w:r>
            <w:r>
              <w:rPr>
                <w:rStyle w:val="Ausfllhilfe"/>
              </w:rPr>
            </w:r>
            <w:r>
              <w:rPr>
                <w:rStyle w:val="Ausfllhilfe"/>
              </w:rPr>
              <w:fldChar w:fldCharType="separate"/>
            </w:r>
            <w:r>
              <w:rPr>
                <w:rStyle w:val="Ausfllhilfe"/>
              </w:rPr>
              <w:t>R</w:t>
            </w:r>
            <w:r>
              <w:rPr>
                <w:rStyle w:val="Ausfllhilfe"/>
              </w:rPr>
              <w:fldChar w:fldCharType="end"/>
            </w:r>
            <w:r>
              <w:rPr>
                <w:rStyle w:val="Ausfllhilfe"/>
              </w:rPr>
              <w:t xml:space="preserve">) </w:t>
            </w:r>
          </w:p>
          <w:p w14:paraId="3EE37D88" w14:textId="77777777" w:rsidR="00AA047D" w:rsidRDefault="0053644C">
            <w:pPr>
              <w:spacing w:after="0" w:line="320" w:lineRule="exact"/>
              <w:rPr>
                <w:rStyle w:val="Ausfllhilfe"/>
              </w:rPr>
            </w:pPr>
            <w:r>
              <w:rPr>
                <w:rStyle w:val="Ausfllhilfe"/>
              </w:rPr>
              <w:t>Das Tierschutzgesetz stellt bestimmte Anforderungen an die Qualifikation der bei Tierversuchen beteiligten Personen. Grundsätzlich müssen alle Personen, die Tierversuche an Wirbeltieren oder Kopffüßern durchführen, die in Anlage 1 Abschnitt 3 der TierSchVe</w:t>
            </w:r>
            <w:r>
              <w:rPr>
                <w:rStyle w:val="Ausfllhilfe"/>
              </w:rPr>
              <w:t>rsV genannten Kenntnisse und Fähigkeiten haben. Der Nachweis der Sachkunde ist gegenüber der zuständigen Kreisordnungs-behörde (Veterinäramt) zu erbringen.</w:t>
            </w:r>
          </w:p>
          <w:p w14:paraId="3853A9F1" w14:textId="77777777" w:rsidR="00AA047D" w:rsidRDefault="0053644C">
            <w:pPr>
              <w:spacing w:after="0" w:line="320" w:lineRule="exact"/>
              <w:rPr>
                <w:rStyle w:val="Ausfllhilfe"/>
              </w:rPr>
            </w:pPr>
            <w:r>
              <w:rPr>
                <w:rStyle w:val="Ausfllhilfe"/>
              </w:rPr>
              <w:t xml:space="preserve">Fachkenntnisse für </w:t>
            </w:r>
            <w:r>
              <w:rPr>
                <w:rStyle w:val="Ausfllhilfe"/>
                <w:u w:val="single"/>
              </w:rPr>
              <w:t>Behandlungen und nichtoperative Eingriffe</w:t>
            </w:r>
            <w:r>
              <w:rPr>
                <w:rStyle w:val="Ausfllhilfe"/>
              </w:rPr>
              <w:t xml:space="preserve"> an Wirbeltieren und Kopffüßern können b</w:t>
            </w:r>
            <w:r>
              <w:rPr>
                <w:rStyle w:val="Ausfllhilfe"/>
              </w:rPr>
              <w:t>ei Personen mit abgeschlossenem Hochschulstudium der Veterinärmedizin, der Medizin oder der Zahnmedizin vorausgesetzt werden, sofern sie sich zusätzlich auf Grund einer ausreichenden Anleitung in tierexperimentellen Techniken oder versuchstierkundlichen Ku</w:t>
            </w:r>
            <w:r>
              <w:rPr>
                <w:rStyle w:val="Ausfllhilfe"/>
              </w:rPr>
              <w:t xml:space="preserve">rsen die speziellen, für dieses Vorhaben nötigen Kenntnisse erworben haben. Dies gilt ebenso für Personen, die ein naturwissenschaftliches Studium abgeschlossen haben und </w:t>
            </w:r>
            <w:r>
              <w:rPr>
                <w:rStyle w:val="Ausfllhilfe"/>
                <w:u w:val="single"/>
              </w:rPr>
              <w:t>nachweislich</w:t>
            </w:r>
            <w:r>
              <w:rPr>
                <w:rStyle w:val="Ausfllhilfe"/>
              </w:rPr>
              <w:t xml:space="preserve"> die erforderlichen Kenntnisse und Fähigkeiten besitzen, sowie für Person</w:t>
            </w:r>
            <w:r>
              <w:rPr>
                <w:rStyle w:val="Ausfllhilfe"/>
              </w:rPr>
              <w:t>en, die nachweislich aufgrund einer abgeschlossenen Berufsausbildung die erforderlichen Kenntnisse und Fähigkeiten haben, z.B. Biologielaborantinnen/Biologielaboranten. (ggf. Ausbildungsrahmenplan vorlegen). Die Anleitung in tierexperimentellen Techniken s</w:t>
            </w:r>
            <w:r>
              <w:rPr>
                <w:rStyle w:val="Ausfllhilfe"/>
              </w:rPr>
              <w:t>ollte i. d. R. in speziellen versuchstierkundlichen Kursen und/ oder Ausbildungsvorhaben nach § 7a Abs.1 Nr. 7 TierSchG erfolgen (z.B. FELASA B oder C adäquater Kurse, oder (bei spezifischen Eingriffen) aber auch in speziellen themen-/methoden-spezifischen</w:t>
            </w:r>
            <w:r>
              <w:rPr>
                <w:rStyle w:val="Ausfllhilfe"/>
              </w:rPr>
              <w:t xml:space="preserve"> Vorhaben. Der Nachweis kann auch durch ein Aktenzeichen, unter dem die Person die entsprechenden Techniken/Eingriffen bereits durchgeführt hat oder auch durch eine Bescheinigung einer früheren Projektleitung beigebracht werden (z.B. bei Aufenthalten im Au</w:t>
            </w:r>
            <w:r>
              <w:rPr>
                <w:rStyle w:val="Ausfllhilfe"/>
              </w:rPr>
              <w:t>sland). Bei im Ausland erworbenen Kenntnissen sind die Nachweise in deutscher Sprache einzureichen.</w:t>
            </w:r>
          </w:p>
          <w:p w14:paraId="7CAB4CBA" w14:textId="77777777" w:rsidR="00AA047D" w:rsidRDefault="0053644C">
            <w:pPr>
              <w:spacing w:after="0" w:line="320" w:lineRule="exact"/>
              <w:rPr>
                <w:rStyle w:val="Ausfllhilfe"/>
              </w:rPr>
            </w:pPr>
            <w:r>
              <w:rPr>
                <w:rStyle w:val="Ausfllhilfe"/>
              </w:rPr>
              <w:t xml:space="preserve">Für </w:t>
            </w:r>
            <w:r>
              <w:rPr>
                <w:rStyle w:val="Ausfllhilfe"/>
                <w:u w:val="single"/>
              </w:rPr>
              <w:t>operative Eingriffe</w:t>
            </w:r>
            <w:r>
              <w:rPr>
                <w:rStyle w:val="Ausfllhilfe"/>
              </w:rPr>
              <w:t xml:space="preserve"> an Wirbeltieren und Kopffüßern können die erforderlichen Fachkenntnisse grundsätzlich vorausgesetzt werden bei Ärztinnen/ Ärzten, Za</w:t>
            </w:r>
            <w:r>
              <w:rPr>
                <w:rStyle w:val="Ausfllhilfe"/>
              </w:rPr>
              <w:t>hnärztinnen/ Zahnärzten, Tierärztinnen/ Tierärzten, sofern sie zusätzlich auf Grund einer ausreichenden Anleitung in tierexperimentellen Techniken oder versuchstierkundlichen Kursen die speziellen für dieses Vorhaben nötigen Kenntnisse erworben haben. Dies</w:t>
            </w:r>
            <w:r>
              <w:rPr>
                <w:rStyle w:val="Ausfllhilfe"/>
              </w:rPr>
              <w:t xml:space="preserve"> gilt ebenso für Absolventen eines naturwissenschaftlichen Hochschulstudiums, die nachweislich die erforderlichen Kenntnisse und Fähigkeiten haben. Als operative Eingriffe gelten alle instrumentellen Einwirkungen, bei denen die Haut oder darunterliegendes </w:t>
            </w:r>
            <w:r>
              <w:rPr>
                <w:rStyle w:val="Ausfllhilfe"/>
              </w:rPr>
              <w:t>Gewebe eines lebenden Tieres mehr als punktförmig durchtrennt (&gt; Nadelstich) wird. Nachweislich heißt, dass eine Bescheinigung über die Beherrschung der Technik vorliegt (z.B. von einer früheren Projektleitung o.ä.) oder dass die Eingriffe einer vertretend</w:t>
            </w:r>
            <w:r>
              <w:rPr>
                <w:rStyle w:val="Ausfllhilfe"/>
              </w:rPr>
              <w:t>en Person der Überwachungsbehörde (Veterinäramt) demonstriert werden.</w:t>
            </w:r>
          </w:p>
          <w:p w14:paraId="52AB7507" w14:textId="77777777" w:rsidR="00AA047D" w:rsidRDefault="0053644C">
            <w:pPr>
              <w:spacing w:after="0" w:line="320" w:lineRule="exact"/>
              <w:rPr>
                <w:rStyle w:val="Ausfllhilfe"/>
              </w:rPr>
            </w:pPr>
            <w:r>
              <w:rPr>
                <w:rStyle w:val="Ausfllhilfe"/>
              </w:rPr>
              <w:t>Für Personen, die die vorgenannten Bedingungen hinsichtlich der Ausbildung nicht erfüllen (z.B. technische Assistentinnen/ Assistenten, Diplomandinnen/ Diplomanden usw.), ist in jedem Fa</w:t>
            </w:r>
            <w:r>
              <w:rPr>
                <w:rStyle w:val="Ausfllhilfe"/>
              </w:rPr>
              <w:t xml:space="preserve">lle eine Ausnahmegenehmigung nach § 16 Abs. 1 Satz 5 TierSchVersV bei der zuständigen </w:t>
            </w:r>
            <w:proofErr w:type="spellStart"/>
            <w:r>
              <w:rPr>
                <w:rStyle w:val="Ausfllhilfe"/>
              </w:rPr>
              <w:t>Kreisord-nungsbehörde</w:t>
            </w:r>
            <w:proofErr w:type="spellEnd"/>
            <w:r>
              <w:rPr>
                <w:rStyle w:val="Ausfllhilfe"/>
              </w:rPr>
              <w:t xml:space="preserve"> (Veterinäramt) zu beantragen. Die Ausnahmegenehmigung kann nur erteilt werden, wenn die entsprechenden Fachkenntnisse nachgewiesen werden. Wurde ber</w:t>
            </w:r>
            <w:r>
              <w:rPr>
                <w:rStyle w:val="Ausfllhilfe"/>
              </w:rPr>
              <w:t>eits in früheren Genehmigungsbescheiden eine Ausnahmegenehmigung erteilt, ist dies unter Angabe des Aktenzeichens zu vermerken.</w:t>
            </w:r>
          </w:p>
          <w:p w14:paraId="16B57852" w14:textId="77777777" w:rsidR="00AA047D" w:rsidRDefault="0053644C">
            <w:pPr>
              <w:spacing w:after="0" w:line="320" w:lineRule="exact"/>
              <w:rPr>
                <w:rStyle w:val="Ausfllhilfe"/>
              </w:rPr>
            </w:pPr>
            <w:r>
              <w:rPr>
                <w:rStyle w:val="Ausfllhilfe"/>
              </w:rPr>
              <w:t>Unter den Punkten 2.4.1 bis 2.4.3 sind ausschließlich die durchführenden Personen anzugeben. Beispielsweise sind Tierpfleger/Tie</w:t>
            </w:r>
            <w:r>
              <w:rPr>
                <w:rStyle w:val="Ausfllhilfe"/>
              </w:rPr>
              <w:t xml:space="preserve">rpflegerinnen, die z.B. Blut- oder Gewebeproben für die DNA-Isolierung zur Genotypisierung bei der Zucht von Tieren im Rahmen der Versuchsdurchführung </w:t>
            </w:r>
            <w:r>
              <w:rPr>
                <w:rStyle w:val="Ausfllhilfe"/>
              </w:rPr>
              <w:lastRenderedPageBreak/>
              <w:t xml:space="preserve">gewinnen, unter dem Punkt 2.4.3 aufzuführen. Personen, die keine weiteren Tätigkeiten als die Pflege und </w:t>
            </w:r>
            <w:r>
              <w:rPr>
                <w:rStyle w:val="Ausfllhilfe"/>
              </w:rPr>
              <w:t xml:space="preserve">Betreuung der Tiere vornehmen, sind unter dem Punkt 2.7.1 zu nennen. </w:t>
            </w:r>
          </w:p>
          <w:p w14:paraId="4AD58F0C" w14:textId="77777777" w:rsidR="00AA047D" w:rsidRDefault="0053644C">
            <w:pPr>
              <w:spacing w:after="0" w:line="320" w:lineRule="exact"/>
              <w:rPr>
                <w:rStyle w:val="Ausfllhilfe"/>
              </w:rPr>
            </w:pPr>
            <w:r>
              <w:rPr>
                <w:rStyle w:val="Ausfllhilfe"/>
              </w:rPr>
              <w:t>Durchführende Personen im Rahmen eines Tierversuchsantrages bzw. einer Tierversuchsanzeige sind ausschließlich die unter den Antragspunkten 2.4.1 bis 2.4.3 aufgeführten Personen. Nur die</w:t>
            </w:r>
            <w:r>
              <w:rPr>
                <w:rStyle w:val="Ausfllhilfe"/>
              </w:rPr>
              <w:t>se Personen finden Berücksichtigung im Genehmigungsbescheid des Grundantrages bzw. in der Bestätigung der Anzeigen.</w:t>
            </w:r>
          </w:p>
        </w:tc>
      </w:tr>
      <w:tr w:rsidR="00AA047D" w14:paraId="5F282F7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778" w:type="dxa"/>
            <w:tcBorders>
              <w:bottom w:val="nil"/>
            </w:tcBorders>
            <w:vAlign w:val="bottom"/>
          </w:tcPr>
          <w:p w14:paraId="37A19E57" w14:textId="77777777" w:rsidR="00AA047D" w:rsidRDefault="0053644C">
            <w:pPr>
              <w:pStyle w:val="Funotentext"/>
              <w:spacing w:after="0" w:line="320" w:lineRule="exact"/>
              <w:jc w:val="both"/>
              <w:rPr>
                <w:b/>
              </w:rPr>
            </w:pPr>
            <w:r>
              <w:lastRenderedPageBreak/>
              <w:br w:type="page"/>
            </w:r>
            <w:r>
              <w:rPr>
                <w:b/>
              </w:rPr>
              <w:t>2.4.1</w:t>
            </w:r>
          </w:p>
          <w:p w14:paraId="4E44453F" w14:textId="77777777" w:rsidR="00AA047D" w:rsidRDefault="00AA047D">
            <w:pPr>
              <w:pStyle w:val="Funotentext"/>
              <w:spacing w:after="0" w:line="320" w:lineRule="exact"/>
              <w:jc w:val="both"/>
              <w:rPr>
                <w:b/>
              </w:rPr>
            </w:pPr>
          </w:p>
        </w:tc>
        <w:tc>
          <w:tcPr>
            <w:tcW w:w="9167" w:type="dxa"/>
            <w:gridSpan w:val="24"/>
          </w:tcPr>
          <w:p w14:paraId="2C217354" w14:textId="77777777" w:rsidR="00AA047D" w:rsidRDefault="0053644C">
            <w:pPr>
              <w:pStyle w:val="Funotentext"/>
              <w:spacing w:after="0" w:line="320" w:lineRule="exact"/>
              <w:rPr>
                <w:b/>
              </w:rPr>
            </w:pPr>
            <w:r>
              <w:rPr>
                <w:b/>
              </w:rPr>
              <w:t>Personen mit abgeschlossenem Hochschulstudium (Nachweis beilegen)</w:t>
            </w:r>
          </w:p>
          <w:p w14:paraId="1A523782" w14:textId="77777777" w:rsidR="00AA047D" w:rsidRDefault="0053644C">
            <w:pPr>
              <w:pStyle w:val="Funotentext"/>
              <w:spacing w:after="0" w:line="320" w:lineRule="exact"/>
              <w:rPr>
                <w:rStyle w:val="Ausfllhilfe"/>
              </w:rPr>
            </w:pPr>
            <w:r>
              <w:rPr>
                <w:rStyle w:val="Ausfllhilfe"/>
              </w:rPr>
              <w:t xml:space="preserve">Bitte hier alle Personen eintragen, die einen </w:t>
            </w:r>
            <w:r>
              <w:rPr>
                <w:rStyle w:val="Ausfllhilfe"/>
              </w:rPr>
              <w:t>Studienabschluss haben (Bachelor, Master, Diplom, etc.)</w:t>
            </w:r>
          </w:p>
        </w:tc>
      </w:tr>
      <w:tr w:rsidR="00AA047D" w14:paraId="2CC619D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438"/>
        </w:trPr>
        <w:tc>
          <w:tcPr>
            <w:tcW w:w="778" w:type="dxa"/>
            <w:tcBorders>
              <w:top w:val="nil"/>
              <w:bottom w:val="nil"/>
            </w:tcBorders>
          </w:tcPr>
          <w:p w14:paraId="23B2061B" w14:textId="77777777" w:rsidR="00AA047D" w:rsidRDefault="00AA047D">
            <w:pPr>
              <w:pStyle w:val="Funotentext"/>
              <w:spacing w:after="0" w:line="320" w:lineRule="exact"/>
              <w:jc w:val="both"/>
              <w:rPr>
                <w:b/>
              </w:rPr>
            </w:pPr>
          </w:p>
        </w:tc>
        <w:tc>
          <w:tcPr>
            <w:tcW w:w="1262" w:type="dxa"/>
            <w:gridSpan w:val="4"/>
            <w:tcBorders>
              <w:bottom w:val="single" w:sz="4" w:space="0" w:color="auto"/>
            </w:tcBorders>
          </w:tcPr>
          <w:p w14:paraId="7FA108C8" w14:textId="77777777" w:rsidR="00AA047D" w:rsidRDefault="0053644C">
            <w:pPr>
              <w:pStyle w:val="Funotentext"/>
              <w:spacing w:after="0" w:line="320" w:lineRule="exact"/>
              <w:jc w:val="both"/>
            </w:pPr>
            <w:r>
              <w:rPr>
                <w:sz w:val="16"/>
              </w:rPr>
              <w:t>Name</w:t>
            </w:r>
          </w:p>
        </w:tc>
        <w:tc>
          <w:tcPr>
            <w:tcW w:w="1558" w:type="dxa"/>
            <w:gridSpan w:val="5"/>
            <w:tcBorders>
              <w:bottom w:val="single" w:sz="4" w:space="0" w:color="auto"/>
            </w:tcBorders>
          </w:tcPr>
          <w:p w14:paraId="5FDACBBA" w14:textId="77777777" w:rsidR="00AA047D" w:rsidRDefault="0053644C">
            <w:pPr>
              <w:pStyle w:val="Funotentext"/>
              <w:spacing w:after="0" w:line="320" w:lineRule="exact"/>
              <w:jc w:val="both"/>
            </w:pPr>
            <w:r>
              <w:rPr>
                <w:sz w:val="16"/>
              </w:rPr>
              <w:t>Studienrichtung</w:t>
            </w:r>
          </w:p>
        </w:tc>
        <w:tc>
          <w:tcPr>
            <w:tcW w:w="2663" w:type="dxa"/>
            <w:gridSpan w:val="8"/>
            <w:tcBorders>
              <w:bottom w:val="single" w:sz="4" w:space="0" w:color="auto"/>
            </w:tcBorders>
          </w:tcPr>
          <w:p w14:paraId="67C68E23" w14:textId="77777777" w:rsidR="00AA047D" w:rsidRDefault="0053644C">
            <w:pPr>
              <w:pStyle w:val="Funotentext"/>
              <w:spacing w:after="0" w:line="320" w:lineRule="exact"/>
              <w:rPr>
                <w:sz w:val="16"/>
              </w:rPr>
            </w:pPr>
            <w:r>
              <w:rPr>
                <w:sz w:val="16"/>
              </w:rPr>
              <w:t xml:space="preserve">Art der Versuchsbeteiligung (operative, nichtoperative Eingriffe, Verlaufskontrollen, Blutentnahmen etc.); bitte detaillierte Auflistung der einzelnen Eingriffe und </w:t>
            </w:r>
            <w:r>
              <w:rPr>
                <w:sz w:val="16"/>
              </w:rPr>
              <w:t>Behandlungen</w:t>
            </w:r>
          </w:p>
          <w:p w14:paraId="4747C050" w14:textId="77777777" w:rsidR="00AA047D" w:rsidRDefault="00AA047D">
            <w:pPr>
              <w:pStyle w:val="Funotentext"/>
              <w:spacing w:after="0" w:line="320" w:lineRule="exact"/>
              <w:jc w:val="both"/>
              <w:rPr>
                <w:sz w:val="16"/>
              </w:rPr>
            </w:pPr>
          </w:p>
          <w:p w14:paraId="26A9909C" w14:textId="77777777" w:rsidR="00AA047D" w:rsidRDefault="00AA047D">
            <w:pPr>
              <w:pStyle w:val="Funotentext"/>
              <w:spacing w:after="0" w:line="320" w:lineRule="exact"/>
              <w:jc w:val="both"/>
              <w:rPr>
                <w:sz w:val="16"/>
              </w:rPr>
            </w:pPr>
          </w:p>
        </w:tc>
        <w:tc>
          <w:tcPr>
            <w:tcW w:w="1831" w:type="dxa"/>
            <w:gridSpan w:val="5"/>
            <w:tcBorders>
              <w:bottom w:val="single" w:sz="4" w:space="0" w:color="auto"/>
            </w:tcBorders>
          </w:tcPr>
          <w:p w14:paraId="521D7874" w14:textId="77777777" w:rsidR="00AA047D" w:rsidRDefault="0053644C">
            <w:pPr>
              <w:pStyle w:val="Funotentext"/>
              <w:spacing w:after="0" w:line="320" w:lineRule="exact"/>
              <w:jc w:val="both"/>
            </w:pPr>
            <w:r>
              <w:rPr>
                <w:sz w:val="16"/>
              </w:rPr>
              <w:t>Tierexperimentelle, versuchstierkundliche Erfahrung (Zeitangabe)</w:t>
            </w:r>
          </w:p>
        </w:tc>
        <w:tc>
          <w:tcPr>
            <w:tcW w:w="1853" w:type="dxa"/>
            <w:gridSpan w:val="2"/>
            <w:tcBorders>
              <w:bottom w:val="single" w:sz="4" w:space="0" w:color="auto"/>
            </w:tcBorders>
          </w:tcPr>
          <w:p w14:paraId="4FA2D46E" w14:textId="77777777" w:rsidR="00AA047D" w:rsidRDefault="0053644C">
            <w:pPr>
              <w:pStyle w:val="Funotentext"/>
              <w:spacing w:after="0" w:line="320" w:lineRule="exact"/>
              <w:jc w:val="both"/>
              <w:rPr>
                <w:sz w:val="16"/>
              </w:rPr>
            </w:pPr>
            <w:r>
              <w:rPr>
                <w:sz w:val="16"/>
              </w:rPr>
              <w:t>Bereits</w:t>
            </w:r>
          </w:p>
          <w:p w14:paraId="34BC5515" w14:textId="77777777" w:rsidR="00AA047D" w:rsidRDefault="0053644C">
            <w:pPr>
              <w:spacing w:after="0" w:line="320" w:lineRule="exact"/>
              <w:jc w:val="both"/>
            </w:pPr>
            <w:r>
              <w:t>vorliegende</w:t>
            </w:r>
          </w:p>
          <w:p w14:paraId="3818C74B" w14:textId="77777777" w:rsidR="00AA047D" w:rsidRDefault="0053644C">
            <w:pPr>
              <w:pStyle w:val="Funotentext"/>
              <w:spacing w:after="0" w:line="320" w:lineRule="exact"/>
              <w:jc w:val="both"/>
              <w:rPr>
                <w:sz w:val="16"/>
                <w:szCs w:val="16"/>
              </w:rPr>
            </w:pPr>
            <w:r>
              <w:rPr>
                <w:sz w:val="16"/>
                <w:szCs w:val="16"/>
              </w:rPr>
              <w:t>Geschäftszeichen</w:t>
            </w:r>
          </w:p>
          <w:p w14:paraId="29A258B9" w14:textId="77777777" w:rsidR="00AA047D" w:rsidRDefault="0053644C">
            <w:pPr>
              <w:pStyle w:val="Funotentext"/>
              <w:spacing w:after="0" w:line="320" w:lineRule="exact"/>
              <w:jc w:val="both"/>
              <w:rPr>
                <w:sz w:val="16"/>
                <w:szCs w:val="16"/>
              </w:rPr>
            </w:pPr>
            <w:r>
              <w:rPr>
                <w:sz w:val="16"/>
                <w:szCs w:val="16"/>
              </w:rPr>
              <w:t>dieser</w:t>
            </w:r>
          </w:p>
          <w:p w14:paraId="543267D4" w14:textId="77777777" w:rsidR="00AA047D" w:rsidRDefault="0053644C">
            <w:pPr>
              <w:pStyle w:val="Funotentext"/>
              <w:spacing w:after="0" w:line="320" w:lineRule="exact"/>
              <w:jc w:val="both"/>
              <w:rPr>
                <w:sz w:val="16"/>
                <w:szCs w:val="16"/>
              </w:rPr>
            </w:pPr>
            <w:r>
              <w:rPr>
                <w:sz w:val="16"/>
                <w:szCs w:val="16"/>
              </w:rPr>
              <w:t>Genehmigungsbehörde</w:t>
            </w:r>
          </w:p>
        </w:tc>
      </w:tr>
      <w:tr w:rsidR="00AA047D" w14:paraId="283FAED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46D92CAF" w14:textId="77777777" w:rsidR="00AA047D" w:rsidRDefault="00AA047D">
            <w:pPr>
              <w:pStyle w:val="Funotentext"/>
              <w:spacing w:after="0" w:line="320" w:lineRule="exact"/>
              <w:jc w:val="both"/>
              <w:rPr>
                <w:sz w:val="16"/>
              </w:rPr>
            </w:pPr>
          </w:p>
        </w:tc>
        <w:tc>
          <w:tcPr>
            <w:tcW w:w="1262" w:type="dxa"/>
            <w:gridSpan w:val="4"/>
            <w:tcBorders>
              <w:bottom w:val="nil"/>
            </w:tcBorders>
          </w:tcPr>
          <w:p w14:paraId="1494138A" w14:textId="77777777" w:rsidR="00AA047D" w:rsidRDefault="0053644C">
            <w:pPr>
              <w:spacing w:after="0" w:line="320" w:lineRule="exact"/>
              <w:rPr>
                <w:rStyle w:val="Ausfllhilfe"/>
              </w:rPr>
            </w:pPr>
            <w:r>
              <w:rPr>
                <w:rStyle w:val="Ausfllhilfe"/>
              </w:rPr>
              <w:t>kompletter Name inkl. Titel</w:t>
            </w:r>
          </w:p>
          <w:p w14:paraId="0FBE4012" w14:textId="77777777" w:rsidR="00AA047D" w:rsidRDefault="00AA047D">
            <w:pPr>
              <w:spacing w:after="0" w:line="320" w:lineRule="exact"/>
              <w:rPr>
                <w:rStyle w:val="Ausfllhilfe"/>
              </w:rPr>
            </w:pPr>
          </w:p>
          <w:p w14:paraId="10ACA917" w14:textId="77777777" w:rsidR="00AA047D" w:rsidRDefault="0053644C">
            <w:pPr>
              <w:spacing w:after="0" w:line="320" w:lineRule="exact"/>
              <w:rPr>
                <w:rStyle w:val="Ausfllhilfe"/>
              </w:rPr>
            </w:pPr>
            <w:r>
              <w:rPr>
                <w:rStyle w:val="Ausfllhilfe"/>
              </w:rPr>
              <w:t>und/ oder:</w:t>
            </w:r>
          </w:p>
        </w:tc>
        <w:tc>
          <w:tcPr>
            <w:tcW w:w="1558" w:type="dxa"/>
            <w:gridSpan w:val="5"/>
            <w:tcBorders>
              <w:bottom w:val="nil"/>
            </w:tcBorders>
          </w:tcPr>
          <w:p w14:paraId="4ADF93D3" w14:textId="77777777" w:rsidR="00AA047D" w:rsidRDefault="0053644C">
            <w:pPr>
              <w:spacing w:after="0" w:line="320" w:lineRule="exact"/>
              <w:rPr>
                <w:rStyle w:val="Ausfllhilfe"/>
              </w:rPr>
            </w:pPr>
            <w:r>
              <w:rPr>
                <w:rStyle w:val="Ausfllhilfe"/>
              </w:rPr>
              <w:t xml:space="preserve">bspw.: Medizin, Tiermedizin, Biologie/Zoologie, Master </w:t>
            </w:r>
            <w:proofErr w:type="spellStart"/>
            <w:r>
              <w:rPr>
                <w:rStyle w:val="Ausfllhilfe"/>
              </w:rPr>
              <w:t>of</w:t>
            </w:r>
            <w:proofErr w:type="spellEnd"/>
            <w:r>
              <w:rPr>
                <w:rStyle w:val="Ausfllhilfe"/>
              </w:rPr>
              <w:t xml:space="preserve"> Science Molekulare Biotechnologie, Master </w:t>
            </w:r>
            <w:proofErr w:type="spellStart"/>
            <w:r>
              <w:rPr>
                <w:rStyle w:val="Ausfllhilfe"/>
              </w:rPr>
              <w:t>of</w:t>
            </w:r>
            <w:proofErr w:type="spellEnd"/>
            <w:r>
              <w:rPr>
                <w:rStyle w:val="Ausfllhilfe"/>
              </w:rPr>
              <w:t xml:space="preserve"> Science Biologie</w:t>
            </w:r>
          </w:p>
        </w:tc>
        <w:tc>
          <w:tcPr>
            <w:tcW w:w="2663" w:type="dxa"/>
            <w:gridSpan w:val="8"/>
            <w:tcBorders>
              <w:bottom w:val="nil"/>
            </w:tcBorders>
          </w:tcPr>
          <w:p w14:paraId="7E36CF87" w14:textId="77777777" w:rsidR="00AA047D" w:rsidRDefault="0053644C">
            <w:pPr>
              <w:spacing w:after="0" w:line="320" w:lineRule="exact"/>
              <w:rPr>
                <w:rStyle w:val="Ausfllhilfe"/>
              </w:rPr>
            </w:pPr>
            <w:r>
              <w:rPr>
                <w:rStyle w:val="Ausfllhilfe"/>
              </w:rPr>
              <w:t xml:space="preserve">Wer macht was? Tätigkeiten auflisten: bspw. Applikationen (iv, </w:t>
            </w:r>
            <w:proofErr w:type="spellStart"/>
            <w:r>
              <w:rPr>
                <w:rStyle w:val="Ausfllhilfe"/>
              </w:rPr>
              <w:t>ip</w:t>
            </w:r>
            <w:proofErr w:type="spellEnd"/>
            <w:r>
              <w:rPr>
                <w:rStyle w:val="Ausfllhilfe"/>
              </w:rPr>
              <w:t xml:space="preserve">, oral) Tötung der Tiere, retrobulbäre Blutentnahme unter </w:t>
            </w:r>
            <w:proofErr w:type="spellStart"/>
            <w:r>
              <w:rPr>
                <w:rStyle w:val="Ausfllhilfe"/>
              </w:rPr>
              <w:t>Isoflurannark</w:t>
            </w:r>
            <w:r>
              <w:rPr>
                <w:rStyle w:val="Ausfllhilfe"/>
              </w:rPr>
              <w:t>ose</w:t>
            </w:r>
            <w:proofErr w:type="spellEnd"/>
            <w:r>
              <w:rPr>
                <w:rStyle w:val="Ausfllhilfe"/>
              </w:rPr>
              <w:t xml:space="preserve">, Bestimmung des Allgemeinzustandes, </w:t>
            </w:r>
          </w:p>
          <w:p w14:paraId="17C471FF" w14:textId="77777777" w:rsidR="00AA047D" w:rsidRDefault="0053644C">
            <w:pPr>
              <w:spacing w:after="0" w:line="320" w:lineRule="exact"/>
              <w:rPr>
                <w:rStyle w:val="Ausfllhilfe"/>
              </w:rPr>
            </w:pPr>
            <w:r>
              <w:rPr>
                <w:rStyle w:val="Ausfllhilfe"/>
              </w:rPr>
              <w:t>Tötung der Tiere, Sektion</w:t>
            </w:r>
          </w:p>
        </w:tc>
        <w:tc>
          <w:tcPr>
            <w:tcW w:w="1831" w:type="dxa"/>
            <w:gridSpan w:val="5"/>
            <w:tcBorders>
              <w:bottom w:val="nil"/>
            </w:tcBorders>
          </w:tcPr>
          <w:p w14:paraId="6655F22A" w14:textId="77777777" w:rsidR="00AA047D" w:rsidRDefault="0053644C">
            <w:pPr>
              <w:spacing w:after="0" w:line="320" w:lineRule="exact"/>
              <w:rPr>
                <w:rStyle w:val="Ausfllhilfe"/>
              </w:rPr>
            </w:pPr>
            <w:r>
              <w:rPr>
                <w:rStyle w:val="Ausfllhilfe"/>
              </w:rPr>
              <w:t>x Jahre Erfahrung mit Tierversuchen, FELASA B adäquater Kurs Bescheinigung</w:t>
            </w:r>
          </w:p>
        </w:tc>
        <w:tc>
          <w:tcPr>
            <w:tcW w:w="1853" w:type="dxa"/>
            <w:gridSpan w:val="2"/>
            <w:tcBorders>
              <w:bottom w:val="nil"/>
            </w:tcBorders>
          </w:tcPr>
          <w:p w14:paraId="0A382DBF" w14:textId="77777777" w:rsidR="00AA047D" w:rsidRDefault="0053644C">
            <w:pPr>
              <w:spacing w:after="0" w:line="320" w:lineRule="exact"/>
              <w:rPr>
                <w:rStyle w:val="Ausfllhilfe"/>
              </w:rPr>
            </w:pPr>
            <w:r>
              <w:rPr>
                <w:rStyle w:val="Ausfllhilfe"/>
              </w:rPr>
              <w:t>Hier jeweils jedes vorhandene Aktenzeichen (früheres Az. des LANUV) der Person auflisten.</w:t>
            </w:r>
          </w:p>
        </w:tc>
      </w:tr>
      <w:tr w:rsidR="00AA047D" w14:paraId="5B257E7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2E2409C9" w14:textId="77777777" w:rsidR="00AA047D" w:rsidRDefault="00AA047D">
            <w:pPr>
              <w:pStyle w:val="Funotentext"/>
              <w:spacing w:after="0" w:line="320" w:lineRule="exact"/>
              <w:jc w:val="both"/>
              <w:rPr>
                <w:sz w:val="16"/>
              </w:rPr>
            </w:pPr>
          </w:p>
        </w:tc>
        <w:tc>
          <w:tcPr>
            <w:tcW w:w="1262" w:type="dxa"/>
            <w:gridSpan w:val="4"/>
            <w:tcBorders>
              <w:top w:val="nil"/>
            </w:tcBorders>
          </w:tcPr>
          <w:p w14:paraId="37983205" w14:textId="77777777" w:rsidR="00AA047D" w:rsidRDefault="0053644C">
            <w:pPr>
              <w:spacing w:after="0" w:line="320" w:lineRule="exact"/>
              <w:rPr>
                <w:rStyle w:val="Ausfllhilfe"/>
              </w:rPr>
            </w:pPr>
            <w:r>
              <w:rPr>
                <w:rStyle w:val="Ausfllhilfe"/>
              </w:rPr>
              <w:t xml:space="preserve">s. </w:t>
            </w:r>
            <w:r>
              <w:rPr>
                <w:rStyle w:val="Ausfllhilfe"/>
              </w:rPr>
              <w:t>Antragsteller(in) oder Leitung des Versuchsvorhabens</w:t>
            </w:r>
          </w:p>
        </w:tc>
        <w:tc>
          <w:tcPr>
            <w:tcW w:w="1558" w:type="dxa"/>
            <w:gridSpan w:val="5"/>
            <w:tcBorders>
              <w:top w:val="nil"/>
            </w:tcBorders>
          </w:tcPr>
          <w:p w14:paraId="64C3C706" w14:textId="77777777" w:rsidR="00AA047D" w:rsidRDefault="00AA047D">
            <w:pPr>
              <w:spacing w:after="0" w:line="320" w:lineRule="exact"/>
              <w:rPr>
                <w:rStyle w:val="Ausfllhilfe"/>
              </w:rPr>
            </w:pPr>
          </w:p>
        </w:tc>
        <w:tc>
          <w:tcPr>
            <w:tcW w:w="2663" w:type="dxa"/>
            <w:gridSpan w:val="8"/>
            <w:tcBorders>
              <w:top w:val="nil"/>
            </w:tcBorders>
          </w:tcPr>
          <w:p w14:paraId="45B72FE2" w14:textId="77777777" w:rsidR="00AA047D" w:rsidRDefault="0053644C">
            <w:pPr>
              <w:spacing w:after="0" w:line="320" w:lineRule="exact"/>
              <w:rPr>
                <w:rStyle w:val="Ausfllhilfe"/>
              </w:rPr>
            </w:pPr>
            <w:r>
              <w:rPr>
                <w:rStyle w:val="Ausfllhilfe"/>
              </w:rPr>
              <w:t>bspw.: Narkose und operativer Eingriff, Analgesie und postoperative Betreuung</w:t>
            </w:r>
          </w:p>
        </w:tc>
        <w:tc>
          <w:tcPr>
            <w:tcW w:w="1831" w:type="dxa"/>
            <w:gridSpan w:val="5"/>
            <w:tcBorders>
              <w:top w:val="nil"/>
            </w:tcBorders>
          </w:tcPr>
          <w:p w14:paraId="1FB4D0DD" w14:textId="77777777" w:rsidR="00AA047D" w:rsidRDefault="0053644C">
            <w:pPr>
              <w:spacing w:after="0" w:line="320" w:lineRule="exact"/>
              <w:rPr>
                <w:rStyle w:val="Ausfllhilfe"/>
              </w:rPr>
            </w:pPr>
            <w:r>
              <w:rPr>
                <w:rStyle w:val="Ausfllhilfe"/>
              </w:rPr>
              <w:t>Mehr als xx Jahre Erfahrung mit Tier-versuchen</w:t>
            </w:r>
          </w:p>
        </w:tc>
        <w:tc>
          <w:tcPr>
            <w:tcW w:w="1853" w:type="dxa"/>
            <w:gridSpan w:val="2"/>
            <w:tcBorders>
              <w:top w:val="nil"/>
            </w:tcBorders>
          </w:tcPr>
          <w:p w14:paraId="76BD6701" w14:textId="77777777" w:rsidR="00AA047D" w:rsidRDefault="00AA047D">
            <w:pPr>
              <w:spacing w:after="0" w:line="320" w:lineRule="exact"/>
              <w:rPr>
                <w:rStyle w:val="Ausfllhilfe"/>
              </w:rPr>
            </w:pPr>
          </w:p>
        </w:tc>
      </w:tr>
      <w:tr w:rsidR="00AA047D" w14:paraId="28D39E1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48713A53" w14:textId="77777777" w:rsidR="00AA047D" w:rsidRDefault="00AA047D">
            <w:pPr>
              <w:pStyle w:val="Funotentext"/>
              <w:spacing w:after="0" w:line="320" w:lineRule="exact"/>
              <w:jc w:val="both"/>
              <w:rPr>
                <w:sz w:val="16"/>
              </w:rPr>
            </w:pPr>
          </w:p>
        </w:tc>
        <w:tc>
          <w:tcPr>
            <w:tcW w:w="1262" w:type="dxa"/>
            <w:gridSpan w:val="4"/>
          </w:tcPr>
          <w:p w14:paraId="3AD76A9A"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1"/>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558" w:type="dxa"/>
            <w:gridSpan w:val="5"/>
          </w:tcPr>
          <w:p w14:paraId="752177B9"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4"/>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2663" w:type="dxa"/>
            <w:gridSpan w:val="8"/>
          </w:tcPr>
          <w:p w14:paraId="1FFAF5F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7"/>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31" w:type="dxa"/>
            <w:gridSpan w:val="5"/>
          </w:tcPr>
          <w:p w14:paraId="79BB8F19"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0"/>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53" w:type="dxa"/>
            <w:gridSpan w:val="2"/>
          </w:tcPr>
          <w:p w14:paraId="2B6DA805"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3"/>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r>
      <w:tr w:rsidR="00AA047D" w14:paraId="198545C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596381E9" w14:textId="77777777" w:rsidR="00AA047D" w:rsidRDefault="00AA047D">
            <w:pPr>
              <w:pStyle w:val="Funotentext"/>
              <w:spacing w:after="0" w:line="320" w:lineRule="exact"/>
              <w:jc w:val="both"/>
              <w:rPr>
                <w:sz w:val="16"/>
              </w:rPr>
            </w:pPr>
          </w:p>
        </w:tc>
        <w:tc>
          <w:tcPr>
            <w:tcW w:w="1262" w:type="dxa"/>
            <w:gridSpan w:val="4"/>
          </w:tcPr>
          <w:p w14:paraId="597BA707"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1"/>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558" w:type="dxa"/>
            <w:gridSpan w:val="5"/>
          </w:tcPr>
          <w:p w14:paraId="77C39A25"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4"/>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2663" w:type="dxa"/>
            <w:gridSpan w:val="8"/>
          </w:tcPr>
          <w:p w14:paraId="25FD7F25"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7"/>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31" w:type="dxa"/>
            <w:gridSpan w:val="5"/>
          </w:tcPr>
          <w:p w14:paraId="0903721B"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0"/>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53" w:type="dxa"/>
            <w:gridSpan w:val="2"/>
          </w:tcPr>
          <w:p w14:paraId="643D2A1B"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3"/>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r>
      <w:tr w:rsidR="00AA047D" w14:paraId="52DE1A4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single" w:sz="4" w:space="0" w:color="auto"/>
            </w:tcBorders>
          </w:tcPr>
          <w:p w14:paraId="28D268FD" w14:textId="77777777" w:rsidR="00AA047D" w:rsidRDefault="00AA047D">
            <w:pPr>
              <w:pStyle w:val="Funotentext"/>
              <w:spacing w:after="0" w:line="320" w:lineRule="exact"/>
              <w:jc w:val="both"/>
              <w:rPr>
                <w:sz w:val="16"/>
              </w:rPr>
            </w:pPr>
          </w:p>
        </w:tc>
        <w:tc>
          <w:tcPr>
            <w:tcW w:w="1262" w:type="dxa"/>
            <w:gridSpan w:val="4"/>
          </w:tcPr>
          <w:p w14:paraId="2B128442"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1"/>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558" w:type="dxa"/>
            <w:gridSpan w:val="5"/>
          </w:tcPr>
          <w:p w14:paraId="0068A35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4"/>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2663" w:type="dxa"/>
            <w:gridSpan w:val="8"/>
          </w:tcPr>
          <w:p w14:paraId="494FA98F"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7"/>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31" w:type="dxa"/>
            <w:gridSpan w:val="5"/>
          </w:tcPr>
          <w:p w14:paraId="1028A214"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0"/>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53" w:type="dxa"/>
            <w:gridSpan w:val="2"/>
          </w:tcPr>
          <w:p w14:paraId="01DE93F0"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3"/>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r>
      <w:tr w:rsidR="00AA047D" w14:paraId="53ADDC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3"/>
        </w:trPr>
        <w:tc>
          <w:tcPr>
            <w:tcW w:w="778" w:type="dxa"/>
            <w:tcBorders>
              <w:bottom w:val="nil"/>
            </w:tcBorders>
          </w:tcPr>
          <w:p w14:paraId="2DA30990" w14:textId="77777777" w:rsidR="00AA047D" w:rsidRDefault="0053644C">
            <w:pPr>
              <w:pStyle w:val="Funotentext"/>
              <w:spacing w:after="0" w:line="320" w:lineRule="exact"/>
              <w:jc w:val="both"/>
              <w:rPr>
                <w:b/>
              </w:rPr>
            </w:pPr>
            <w:r>
              <w:rPr>
                <w:b/>
              </w:rPr>
              <w:t>2.4.2</w:t>
            </w:r>
          </w:p>
        </w:tc>
        <w:tc>
          <w:tcPr>
            <w:tcW w:w="9167" w:type="dxa"/>
            <w:gridSpan w:val="24"/>
          </w:tcPr>
          <w:p w14:paraId="62B295C7" w14:textId="77777777" w:rsidR="00AA047D" w:rsidRDefault="0053644C">
            <w:pPr>
              <w:pStyle w:val="Funotentext"/>
              <w:spacing w:after="0" w:line="320" w:lineRule="exact"/>
              <w:jc w:val="both"/>
              <w:rPr>
                <w:b/>
              </w:rPr>
            </w:pPr>
            <w:r>
              <w:rPr>
                <w:b/>
              </w:rPr>
              <w:t>Studierende ohne abgeschlossenes Hochschulstudium (Immatrikulationsbescheinigung beilegen)</w:t>
            </w:r>
          </w:p>
          <w:p w14:paraId="7828E388" w14:textId="77777777" w:rsidR="00AA047D" w:rsidRDefault="0053644C">
            <w:pPr>
              <w:spacing w:after="0" w:line="320" w:lineRule="exact"/>
              <w:rPr>
                <w:rStyle w:val="Ausfllhilfe"/>
              </w:rPr>
            </w:pPr>
            <w:r>
              <w:rPr>
                <w:rStyle w:val="Ausfllhilfe"/>
              </w:rPr>
              <w:t>In diese Tabelle bitte nur Personen eintragen, die noch keinen Studienabschluss haben.</w:t>
            </w:r>
          </w:p>
        </w:tc>
      </w:tr>
      <w:tr w:rsidR="00AA047D" w14:paraId="4435C2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406"/>
        </w:trPr>
        <w:tc>
          <w:tcPr>
            <w:tcW w:w="778" w:type="dxa"/>
            <w:tcBorders>
              <w:top w:val="nil"/>
              <w:bottom w:val="nil"/>
            </w:tcBorders>
          </w:tcPr>
          <w:p w14:paraId="4FEB63F4" w14:textId="77777777" w:rsidR="00AA047D" w:rsidRDefault="00AA047D">
            <w:pPr>
              <w:pStyle w:val="Funotentext"/>
              <w:spacing w:after="0" w:line="320" w:lineRule="exact"/>
              <w:jc w:val="both"/>
              <w:rPr>
                <w:b/>
              </w:rPr>
            </w:pPr>
          </w:p>
        </w:tc>
        <w:tc>
          <w:tcPr>
            <w:tcW w:w="1262" w:type="dxa"/>
            <w:gridSpan w:val="4"/>
          </w:tcPr>
          <w:p w14:paraId="146659C4" w14:textId="77777777" w:rsidR="00AA047D" w:rsidRDefault="0053644C">
            <w:pPr>
              <w:pStyle w:val="Funotentext"/>
              <w:spacing w:after="0" w:line="320" w:lineRule="exact"/>
              <w:jc w:val="both"/>
            </w:pPr>
            <w:r>
              <w:rPr>
                <w:sz w:val="16"/>
              </w:rPr>
              <w:t>Name</w:t>
            </w:r>
          </w:p>
        </w:tc>
        <w:tc>
          <w:tcPr>
            <w:tcW w:w="1558" w:type="dxa"/>
            <w:gridSpan w:val="5"/>
          </w:tcPr>
          <w:p w14:paraId="358E6AAD" w14:textId="77777777" w:rsidR="00AA047D" w:rsidRDefault="0053644C">
            <w:pPr>
              <w:pStyle w:val="Funotentext"/>
              <w:spacing w:after="0" w:line="320" w:lineRule="exact"/>
              <w:jc w:val="both"/>
            </w:pPr>
            <w:r>
              <w:rPr>
                <w:sz w:val="16"/>
              </w:rPr>
              <w:t>Studienrichtung</w:t>
            </w:r>
          </w:p>
        </w:tc>
        <w:tc>
          <w:tcPr>
            <w:tcW w:w="2663" w:type="dxa"/>
            <w:gridSpan w:val="8"/>
          </w:tcPr>
          <w:p w14:paraId="339F4AB6" w14:textId="77777777" w:rsidR="00AA047D" w:rsidRDefault="0053644C">
            <w:pPr>
              <w:pStyle w:val="Funotentext"/>
              <w:spacing w:after="0" w:line="320" w:lineRule="exact"/>
              <w:rPr>
                <w:sz w:val="16"/>
              </w:rPr>
            </w:pPr>
            <w:r>
              <w:rPr>
                <w:sz w:val="16"/>
              </w:rPr>
              <w:t xml:space="preserve">Art der </w:t>
            </w:r>
            <w:r>
              <w:rPr>
                <w:sz w:val="16"/>
              </w:rPr>
              <w:t>Versuchsbeteiligung (operative, nichtoperative Eingriffe, Verlaufskontrollen, Blutentnahmen etc.); bitte detaillierte Auflistung der einzelnen Eingriffe und Behandlungen</w:t>
            </w:r>
          </w:p>
          <w:p w14:paraId="0101F61F" w14:textId="77777777" w:rsidR="00AA047D" w:rsidRDefault="00AA047D">
            <w:pPr>
              <w:pStyle w:val="Funotentext"/>
              <w:spacing w:after="0" w:line="320" w:lineRule="exact"/>
              <w:jc w:val="both"/>
              <w:rPr>
                <w:sz w:val="16"/>
              </w:rPr>
            </w:pPr>
          </w:p>
          <w:p w14:paraId="434BBA1C" w14:textId="77777777" w:rsidR="00AA047D" w:rsidRDefault="00AA047D">
            <w:pPr>
              <w:pStyle w:val="Funotentext"/>
              <w:spacing w:after="0" w:line="320" w:lineRule="exact"/>
              <w:jc w:val="both"/>
              <w:rPr>
                <w:sz w:val="16"/>
              </w:rPr>
            </w:pPr>
          </w:p>
        </w:tc>
        <w:tc>
          <w:tcPr>
            <w:tcW w:w="1831" w:type="dxa"/>
            <w:gridSpan w:val="5"/>
          </w:tcPr>
          <w:p w14:paraId="4B2F9C83" w14:textId="77777777" w:rsidR="00AA047D" w:rsidRDefault="0053644C">
            <w:pPr>
              <w:pStyle w:val="Funotentext"/>
              <w:spacing w:after="0" w:line="320" w:lineRule="exact"/>
              <w:jc w:val="both"/>
            </w:pPr>
            <w:r>
              <w:rPr>
                <w:sz w:val="16"/>
              </w:rPr>
              <w:t>Tierexperimentelle, versuchstierkundliche Erfahrung (Zeitangabe)</w:t>
            </w:r>
          </w:p>
        </w:tc>
        <w:tc>
          <w:tcPr>
            <w:tcW w:w="1853" w:type="dxa"/>
            <w:gridSpan w:val="2"/>
          </w:tcPr>
          <w:p w14:paraId="7C9438CF" w14:textId="77777777" w:rsidR="00AA047D" w:rsidRDefault="0053644C">
            <w:pPr>
              <w:pStyle w:val="Funotentext"/>
              <w:spacing w:after="0" w:line="320" w:lineRule="exact"/>
              <w:jc w:val="both"/>
              <w:rPr>
                <w:sz w:val="16"/>
              </w:rPr>
            </w:pPr>
            <w:r>
              <w:rPr>
                <w:sz w:val="16"/>
              </w:rPr>
              <w:t>Bereits</w:t>
            </w:r>
          </w:p>
          <w:p w14:paraId="5D545AA1" w14:textId="77777777" w:rsidR="00AA047D" w:rsidRDefault="0053644C">
            <w:pPr>
              <w:spacing w:after="0" w:line="320" w:lineRule="exact"/>
              <w:jc w:val="both"/>
            </w:pPr>
            <w:r>
              <w:t>vorliegende</w:t>
            </w:r>
          </w:p>
          <w:p w14:paraId="0825AF07" w14:textId="77777777" w:rsidR="00AA047D" w:rsidRDefault="0053644C">
            <w:pPr>
              <w:pStyle w:val="Funotentext"/>
              <w:spacing w:after="0" w:line="320" w:lineRule="exact"/>
              <w:jc w:val="both"/>
              <w:rPr>
                <w:sz w:val="16"/>
                <w:szCs w:val="16"/>
              </w:rPr>
            </w:pPr>
            <w:r>
              <w:rPr>
                <w:sz w:val="16"/>
                <w:szCs w:val="16"/>
              </w:rPr>
              <w:t>Geschäftszeichen</w:t>
            </w:r>
          </w:p>
          <w:p w14:paraId="28B85F89" w14:textId="77777777" w:rsidR="00AA047D" w:rsidRDefault="0053644C">
            <w:pPr>
              <w:pStyle w:val="Funotentext"/>
              <w:spacing w:after="0" w:line="320" w:lineRule="exact"/>
              <w:jc w:val="both"/>
              <w:rPr>
                <w:sz w:val="16"/>
                <w:szCs w:val="16"/>
              </w:rPr>
            </w:pPr>
            <w:r>
              <w:rPr>
                <w:sz w:val="16"/>
                <w:szCs w:val="16"/>
              </w:rPr>
              <w:t>dieser Genehmigungsbehörde</w:t>
            </w:r>
          </w:p>
        </w:tc>
      </w:tr>
      <w:tr w:rsidR="00AA047D" w14:paraId="72F2BB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5D82808A" w14:textId="77777777" w:rsidR="00AA047D" w:rsidRDefault="00AA047D">
            <w:pPr>
              <w:pStyle w:val="Funotentext"/>
              <w:spacing w:after="0" w:line="320" w:lineRule="exact"/>
              <w:jc w:val="both"/>
              <w:rPr>
                <w:sz w:val="16"/>
              </w:rPr>
            </w:pPr>
          </w:p>
        </w:tc>
        <w:tc>
          <w:tcPr>
            <w:tcW w:w="1262" w:type="dxa"/>
            <w:gridSpan w:val="4"/>
          </w:tcPr>
          <w:p w14:paraId="728A148F" w14:textId="77777777" w:rsidR="00AA047D" w:rsidRDefault="0053644C">
            <w:pPr>
              <w:spacing w:after="0" w:line="320" w:lineRule="exact"/>
              <w:rPr>
                <w:rStyle w:val="Ausfllhilfe"/>
              </w:rPr>
            </w:pPr>
            <w:r>
              <w:rPr>
                <w:rStyle w:val="Ausfllhilfe"/>
              </w:rPr>
              <w:t xml:space="preserve">kompletter Name </w:t>
            </w:r>
          </w:p>
        </w:tc>
        <w:tc>
          <w:tcPr>
            <w:tcW w:w="1558" w:type="dxa"/>
            <w:gridSpan w:val="5"/>
          </w:tcPr>
          <w:p w14:paraId="36439767" w14:textId="77777777" w:rsidR="00AA047D" w:rsidRDefault="0053644C">
            <w:pPr>
              <w:spacing w:after="0" w:line="320" w:lineRule="exact"/>
              <w:rPr>
                <w:rStyle w:val="Ausfllhilfe"/>
              </w:rPr>
            </w:pPr>
            <w:r>
              <w:rPr>
                <w:rStyle w:val="Ausfllhilfe"/>
              </w:rPr>
              <w:t>bspw.: Humanmedizin,…</w:t>
            </w:r>
          </w:p>
        </w:tc>
        <w:tc>
          <w:tcPr>
            <w:tcW w:w="2663" w:type="dxa"/>
            <w:gridSpan w:val="8"/>
          </w:tcPr>
          <w:p w14:paraId="5A142228" w14:textId="77777777" w:rsidR="00AA047D" w:rsidRDefault="0053644C">
            <w:pPr>
              <w:spacing w:after="0" w:line="320" w:lineRule="exact"/>
              <w:rPr>
                <w:rStyle w:val="Ausfllhilfe"/>
              </w:rPr>
            </w:pPr>
            <w:r>
              <w:rPr>
                <w:rStyle w:val="Ausfllhilfe"/>
              </w:rPr>
              <w:t>Wer macht was? Tätigkeiten auflisten, soweit befugt und mit ausriechender Fachkenntnis</w:t>
            </w:r>
          </w:p>
        </w:tc>
        <w:tc>
          <w:tcPr>
            <w:tcW w:w="1831" w:type="dxa"/>
            <w:gridSpan w:val="5"/>
          </w:tcPr>
          <w:p w14:paraId="516F4D45" w14:textId="77777777" w:rsidR="00AA047D" w:rsidRDefault="0053644C">
            <w:pPr>
              <w:spacing w:after="0" w:line="320" w:lineRule="exact"/>
              <w:rPr>
                <w:rStyle w:val="Ausfllhilfe"/>
              </w:rPr>
            </w:pPr>
            <w:r>
              <w:rPr>
                <w:rStyle w:val="Ausfllhilfe"/>
              </w:rPr>
              <w:t>Bspw.: FELASA B adäquater Kurs</w:t>
            </w:r>
          </w:p>
        </w:tc>
        <w:tc>
          <w:tcPr>
            <w:tcW w:w="1853" w:type="dxa"/>
            <w:gridSpan w:val="2"/>
          </w:tcPr>
          <w:p w14:paraId="35F429C2" w14:textId="77777777" w:rsidR="00AA047D" w:rsidRDefault="0053644C">
            <w:pPr>
              <w:spacing w:after="0" w:line="320" w:lineRule="exact"/>
              <w:rPr>
                <w:rStyle w:val="Ausfllhilfe"/>
              </w:rPr>
            </w:pPr>
            <w:r>
              <w:rPr>
                <w:rStyle w:val="Ausfllhilfe"/>
              </w:rPr>
              <w:t xml:space="preserve">Hier jeweils jedes vorhandene Aktenzeichen (früheres Az. des </w:t>
            </w:r>
            <w:r>
              <w:rPr>
                <w:rStyle w:val="Ausfllhilfe"/>
              </w:rPr>
              <w:lastRenderedPageBreak/>
              <w:t>LANUV) der Person auflisten.</w:t>
            </w:r>
          </w:p>
        </w:tc>
      </w:tr>
      <w:tr w:rsidR="00AA047D" w14:paraId="214956A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6504E83F" w14:textId="77777777" w:rsidR="00AA047D" w:rsidRDefault="00AA047D">
            <w:pPr>
              <w:pStyle w:val="Funotentext"/>
              <w:spacing w:after="0" w:line="320" w:lineRule="exact"/>
              <w:jc w:val="both"/>
              <w:rPr>
                <w:sz w:val="16"/>
              </w:rPr>
            </w:pPr>
          </w:p>
        </w:tc>
        <w:tc>
          <w:tcPr>
            <w:tcW w:w="1262" w:type="dxa"/>
            <w:gridSpan w:val="4"/>
          </w:tcPr>
          <w:p w14:paraId="084EACCE"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1"/>
                  <w:enabled/>
                  <w:calcOnExit w:val="0"/>
                  <w:textInput/>
                </w:ffData>
              </w:fldChar>
            </w:r>
            <w:bookmarkStart w:id="31" w:name="Text91"/>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1"/>
          </w:p>
        </w:tc>
        <w:tc>
          <w:tcPr>
            <w:tcW w:w="1558" w:type="dxa"/>
            <w:gridSpan w:val="5"/>
          </w:tcPr>
          <w:p w14:paraId="4D480E3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4"/>
                  <w:enabled/>
                  <w:calcOnExit w:val="0"/>
                  <w:textInput/>
                </w:ffData>
              </w:fldChar>
            </w:r>
            <w:bookmarkStart w:id="32" w:name="Text94"/>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2"/>
          </w:p>
        </w:tc>
        <w:tc>
          <w:tcPr>
            <w:tcW w:w="2663" w:type="dxa"/>
            <w:gridSpan w:val="8"/>
          </w:tcPr>
          <w:p w14:paraId="605704DD"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7"/>
                  <w:enabled/>
                  <w:calcOnExit w:val="0"/>
                  <w:textInput/>
                </w:ffData>
              </w:fldChar>
            </w:r>
            <w:bookmarkStart w:id="33" w:name="Text97"/>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3"/>
          </w:p>
        </w:tc>
        <w:tc>
          <w:tcPr>
            <w:tcW w:w="1831" w:type="dxa"/>
            <w:gridSpan w:val="5"/>
          </w:tcPr>
          <w:p w14:paraId="05626FCD"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0"/>
                  <w:enabled/>
                  <w:calcOnExit w:val="0"/>
                  <w:textInput/>
                </w:ffData>
              </w:fldChar>
            </w:r>
            <w:bookmarkStart w:id="34" w:name="Text100"/>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4"/>
          </w:p>
        </w:tc>
        <w:tc>
          <w:tcPr>
            <w:tcW w:w="1853" w:type="dxa"/>
            <w:gridSpan w:val="2"/>
          </w:tcPr>
          <w:p w14:paraId="2C67B2F6"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3"/>
                  <w:enabled/>
                  <w:calcOnExit w:val="0"/>
                  <w:textInput/>
                </w:ffData>
              </w:fldChar>
            </w:r>
            <w:bookmarkStart w:id="35" w:name="Text103"/>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5"/>
          </w:p>
        </w:tc>
      </w:tr>
      <w:tr w:rsidR="00AA047D" w14:paraId="7D1E93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158DB22A" w14:textId="77777777" w:rsidR="00AA047D" w:rsidRDefault="00AA047D">
            <w:pPr>
              <w:pStyle w:val="Funotentext"/>
              <w:spacing w:after="0" w:line="320" w:lineRule="exact"/>
              <w:jc w:val="both"/>
              <w:rPr>
                <w:sz w:val="16"/>
              </w:rPr>
            </w:pPr>
          </w:p>
        </w:tc>
        <w:tc>
          <w:tcPr>
            <w:tcW w:w="1262" w:type="dxa"/>
            <w:gridSpan w:val="4"/>
          </w:tcPr>
          <w:p w14:paraId="77F8ADE7"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2"/>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558" w:type="dxa"/>
            <w:gridSpan w:val="5"/>
          </w:tcPr>
          <w:p w14:paraId="1A345D0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5"/>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2663" w:type="dxa"/>
            <w:gridSpan w:val="8"/>
          </w:tcPr>
          <w:p w14:paraId="65E25F03"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8"/>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31" w:type="dxa"/>
            <w:gridSpan w:val="5"/>
          </w:tcPr>
          <w:p w14:paraId="3863E522"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1"/>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53" w:type="dxa"/>
            <w:gridSpan w:val="2"/>
          </w:tcPr>
          <w:p w14:paraId="6B5A2A88"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4"/>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r>
      <w:tr w:rsidR="00AA047D" w14:paraId="4D09D9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2"/>
        </w:trPr>
        <w:tc>
          <w:tcPr>
            <w:tcW w:w="778" w:type="dxa"/>
            <w:tcBorders>
              <w:top w:val="nil"/>
              <w:bottom w:val="single" w:sz="4" w:space="0" w:color="auto"/>
            </w:tcBorders>
          </w:tcPr>
          <w:p w14:paraId="1918E4A2" w14:textId="77777777" w:rsidR="00AA047D" w:rsidRDefault="00AA047D">
            <w:pPr>
              <w:pStyle w:val="Funotentext"/>
              <w:spacing w:after="0" w:line="320" w:lineRule="exact"/>
              <w:jc w:val="both"/>
              <w:rPr>
                <w:sz w:val="16"/>
              </w:rPr>
            </w:pPr>
          </w:p>
        </w:tc>
        <w:tc>
          <w:tcPr>
            <w:tcW w:w="1262" w:type="dxa"/>
            <w:gridSpan w:val="4"/>
          </w:tcPr>
          <w:p w14:paraId="6B07E780"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2"/>
                  <w:enabled/>
                  <w:calcOnExit w:val="0"/>
                  <w:textInput/>
                </w:ffData>
              </w:fldChar>
            </w:r>
            <w:bookmarkStart w:id="36" w:name="Text92"/>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6"/>
          </w:p>
        </w:tc>
        <w:tc>
          <w:tcPr>
            <w:tcW w:w="1558" w:type="dxa"/>
            <w:gridSpan w:val="5"/>
          </w:tcPr>
          <w:p w14:paraId="294912B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5"/>
                  <w:enabled/>
                  <w:calcOnExit w:val="0"/>
                  <w:textInput/>
                </w:ffData>
              </w:fldChar>
            </w:r>
            <w:bookmarkStart w:id="37" w:name="Text95"/>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7"/>
          </w:p>
        </w:tc>
        <w:tc>
          <w:tcPr>
            <w:tcW w:w="2663" w:type="dxa"/>
            <w:gridSpan w:val="8"/>
          </w:tcPr>
          <w:p w14:paraId="73608C3D"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98"/>
                  <w:enabled/>
                  <w:calcOnExit w:val="0"/>
                  <w:textInput/>
                </w:ffData>
              </w:fldChar>
            </w:r>
            <w:bookmarkStart w:id="38" w:name="Text98"/>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8"/>
          </w:p>
        </w:tc>
        <w:tc>
          <w:tcPr>
            <w:tcW w:w="1831" w:type="dxa"/>
            <w:gridSpan w:val="5"/>
          </w:tcPr>
          <w:p w14:paraId="59F0E71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1"/>
                  <w:enabled/>
                  <w:calcOnExit w:val="0"/>
                  <w:textInput/>
                </w:ffData>
              </w:fldChar>
            </w:r>
            <w:bookmarkStart w:id="39" w:name="Text101"/>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39"/>
          </w:p>
        </w:tc>
        <w:tc>
          <w:tcPr>
            <w:tcW w:w="1853" w:type="dxa"/>
            <w:gridSpan w:val="2"/>
          </w:tcPr>
          <w:p w14:paraId="09DF0D31"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04"/>
                  <w:enabled/>
                  <w:calcOnExit w:val="0"/>
                  <w:textInput/>
                </w:ffData>
              </w:fldChar>
            </w:r>
            <w:bookmarkStart w:id="40" w:name="Text104"/>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40"/>
          </w:p>
        </w:tc>
      </w:tr>
      <w:tr w:rsidR="00AA047D" w14:paraId="389732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778" w:type="dxa"/>
            <w:tcBorders>
              <w:bottom w:val="nil"/>
            </w:tcBorders>
          </w:tcPr>
          <w:p w14:paraId="0DE924DE" w14:textId="77777777" w:rsidR="00AA047D" w:rsidRDefault="0053644C">
            <w:pPr>
              <w:pStyle w:val="Funotentext"/>
              <w:spacing w:after="0" w:line="320" w:lineRule="exact"/>
              <w:jc w:val="both"/>
              <w:rPr>
                <w:b/>
              </w:rPr>
            </w:pPr>
            <w:r>
              <w:br w:type="page"/>
            </w:r>
            <w:r>
              <w:rPr>
                <w:b/>
              </w:rPr>
              <w:t>2.4.3</w:t>
            </w:r>
          </w:p>
        </w:tc>
        <w:tc>
          <w:tcPr>
            <w:tcW w:w="9167" w:type="dxa"/>
            <w:gridSpan w:val="24"/>
            <w:vAlign w:val="bottom"/>
          </w:tcPr>
          <w:p w14:paraId="443822AD" w14:textId="77777777" w:rsidR="00AA047D" w:rsidRDefault="0053644C">
            <w:pPr>
              <w:pStyle w:val="Funotentext"/>
              <w:spacing w:after="0" w:line="320" w:lineRule="exact"/>
              <w:jc w:val="both"/>
              <w:rPr>
                <w:b/>
              </w:rPr>
            </w:pPr>
            <w:r>
              <w:rPr>
                <w:b/>
              </w:rPr>
              <w:t>Nichtakademisches, technisches und pflegerisches Personal (Berufsnachweis beilegen)</w:t>
            </w:r>
          </w:p>
        </w:tc>
      </w:tr>
      <w:tr w:rsidR="00AA047D" w14:paraId="396BB53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754"/>
        </w:trPr>
        <w:tc>
          <w:tcPr>
            <w:tcW w:w="778" w:type="dxa"/>
            <w:tcBorders>
              <w:top w:val="nil"/>
              <w:bottom w:val="nil"/>
            </w:tcBorders>
          </w:tcPr>
          <w:p w14:paraId="1B743317" w14:textId="77777777" w:rsidR="00AA047D" w:rsidRDefault="00AA047D">
            <w:pPr>
              <w:pStyle w:val="Funotentext"/>
              <w:spacing w:after="0" w:line="320" w:lineRule="exact"/>
              <w:jc w:val="both"/>
              <w:rPr>
                <w:b/>
              </w:rPr>
            </w:pPr>
          </w:p>
        </w:tc>
        <w:tc>
          <w:tcPr>
            <w:tcW w:w="1262" w:type="dxa"/>
            <w:gridSpan w:val="4"/>
          </w:tcPr>
          <w:p w14:paraId="53D8C542" w14:textId="77777777" w:rsidR="00AA047D" w:rsidRDefault="0053644C">
            <w:pPr>
              <w:pStyle w:val="Funotentext"/>
              <w:spacing w:after="0" w:line="320" w:lineRule="exact"/>
              <w:jc w:val="both"/>
            </w:pPr>
            <w:r>
              <w:rPr>
                <w:sz w:val="16"/>
              </w:rPr>
              <w:t>Name</w:t>
            </w:r>
          </w:p>
        </w:tc>
        <w:tc>
          <w:tcPr>
            <w:tcW w:w="1558" w:type="dxa"/>
            <w:gridSpan w:val="5"/>
          </w:tcPr>
          <w:p w14:paraId="3E144EE4" w14:textId="77777777" w:rsidR="00AA047D" w:rsidRDefault="0053644C">
            <w:pPr>
              <w:pStyle w:val="Funotentext"/>
              <w:spacing w:after="0" w:line="320" w:lineRule="exact"/>
              <w:jc w:val="both"/>
            </w:pPr>
            <w:r>
              <w:rPr>
                <w:sz w:val="16"/>
              </w:rPr>
              <w:t>Berufsausbildung</w:t>
            </w:r>
          </w:p>
        </w:tc>
        <w:tc>
          <w:tcPr>
            <w:tcW w:w="2663" w:type="dxa"/>
            <w:gridSpan w:val="8"/>
          </w:tcPr>
          <w:p w14:paraId="2C235978" w14:textId="77777777" w:rsidR="00AA047D" w:rsidRDefault="0053644C">
            <w:pPr>
              <w:pStyle w:val="Funotentext"/>
              <w:spacing w:after="0" w:line="320" w:lineRule="exact"/>
              <w:rPr>
                <w:sz w:val="16"/>
              </w:rPr>
            </w:pPr>
            <w:r>
              <w:rPr>
                <w:sz w:val="16"/>
                <w:szCs w:val="16"/>
              </w:rPr>
              <w:t xml:space="preserve">Art der Versuchsbeteiligung (Behandlungen, Verlaufskontrollen, Blutentnahmen etc.); </w:t>
            </w:r>
            <w:r>
              <w:rPr>
                <w:sz w:val="16"/>
              </w:rPr>
              <w:t>bitte detaillierte Auflistung der einzelnen Eingriffe und Behandlungen</w:t>
            </w:r>
          </w:p>
          <w:p w14:paraId="632C25DC" w14:textId="77777777" w:rsidR="00AA047D" w:rsidRDefault="00AA047D">
            <w:pPr>
              <w:pStyle w:val="Funotentext"/>
              <w:spacing w:after="0" w:line="320" w:lineRule="exact"/>
              <w:jc w:val="both"/>
              <w:rPr>
                <w:sz w:val="16"/>
              </w:rPr>
            </w:pPr>
          </w:p>
        </w:tc>
        <w:tc>
          <w:tcPr>
            <w:tcW w:w="1831" w:type="dxa"/>
            <w:gridSpan w:val="5"/>
          </w:tcPr>
          <w:p w14:paraId="2FB55DE3" w14:textId="77777777" w:rsidR="00AA047D" w:rsidRDefault="0053644C">
            <w:pPr>
              <w:pStyle w:val="Funotentext"/>
              <w:spacing w:after="0" w:line="320" w:lineRule="exact"/>
              <w:rPr>
                <w:u w:val="single"/>
              </w:rPr>
            </w:pPr>
            <w:r>
              <w:rPr>
                <w:sz w:val="16"/>
              </w:rPr>
              <w:t>Tierexperimentelle, versuchstierkundliche</w:t>
            </w:r>
            <w:r>
              <w:rPr>
                <w:sz w:val="16"/>
              </w:rPr>
              <w:t xml:space="preserve"> Erfahrung bzw. Fachkenntnisse in Versuchstierhaltung </w:t>
            </w:r>
            <w:r>
              <w:rPr>
                <w:spacing w:val="-4"/>
                <w:sz w:val="16"/>
              </w:rPr>
              <w:t>und -pflege (Zeitangabe)</w:t>
            </w:r>
          </w:p>
        </w:tc>
        <w:tc>
          <w:tcPr>
            <w:tcW w:w="1853" w:type="dxa"/>
            <w:gridSpan w:val="2"/>
          </w:tcPr>
          <w:p w14:paraId="5BDF95B2" w14:textId="77777777" w:rsidR="00AA047D" w:rsidRDefault="0053644C">
            <w:pPr>
              <w:pStyle w:val="Funotentext"/>
              <w:spacing w:after="0" w:line="320" w:lineRule="exact"/>
              <w:jc w:val="both"/>
              <w:rPr>
                <w:sz w:val="16"/>
              </w:rPr>
            </w:pPr>
            <w:r>
              <w:rPr>
                <w:sz w:val="16"/>
              </w:rPr>
              <w:t>Bereits</w:t>
            </w:r>
          </w:p>
          <w:p w14:paraId="2B7EAB67" w14:textId="77777777" w:rsidR="00AA047D" w:rsidRDefault="0053644C">
            <w:pPr>
              <w:spacing w:after="0" w:line="320" w:lineRule="exact"/>
              <w:jc w:val="both"/>
            </w:pPr>
            <w:r>
              <w:t>vorliegende</w:t>
            </w:r>
          </w:p>
          <w:p w14:paraId="35824AD0" w14:textId="77777777" w:rsidR="00AA047D" w:rsidRDefault="0053644C">
            <w:pPr>
              <w:pStyle w:val="Funotentext"/>
              <w:spacing w:after="0" w:line="320" w:lineRule="exact"/>
              <w:jc w:val="both"/>
              <w:rPr>
                <w:sz w:val="16"/>
                <w:szCs w:val="16"/>
              </w:rPr>
            </w:pPr>
            <w:r>
              <w:rPr>
                <w:sz w:val="16"/>
                <w:szCs w:val="16"/>
              </w:rPr>
              <w:t>Geschäftszeichen</w:t>
            </w:r>
          </w:p>
          <w:p w14:paraId="627CD079" w14:textId="77777777" w:rsidR="00AA047D" w:rsidRDefault="0053644C">
            <w:pPr>
              <w:pStyle w:val="Funotentext"/>
              <w:spacing w:after="0" w:line="320" w:lineRule="exact"/>
              <w:jc w:val="both"/>
              <w:rPr>
                <w:sz w:val="16"/>
                <w:szCs w:val="16"/>
              </w:rPr>
            </w:pPr>
            <w:r>
              <w:rPr>
                <w:sz w:val="16"/>
                <w:szCs w:val="16"/>
              </w:rPr>
              <w:t>dieser</w:t>
            </w:r>
          </w:p>
          <w:p w14:paraId="695693A9" w14:textId="77777777" w:rsidR="00AA047D" w:rsidRDefault="0053644C">
            <w:pPr>
              <w:pStyle w:val="Funotentext"/>
              <w:spacing w:after="0" w:line="320" w:lineRule="exact"/>
              <w:jc w:val="both"/>
              <w:rPr>
                <w:sz w:val="16"/>
                <w:szCs w:val="16"/>
              </w:rPr>
            </w:pPr>
            <w:r>
              <w:rPr>
                <w:sz w:val="16"/>
                <w:szCs w:val="16"/>
              </w:rPr>
              <w:t>Genehmigungsbehörde</w:t>
            </w:r>
          </w:p>
        </w:tc>
      </w:tr>
      <w:tr w:rsidR="00AA047D" w14:paraId="32F9420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74135A90" w14:textId="77777777" w:rsidR="00AA047D" w:rsidRDefault="00AA047D">
            <w:pPr>
              <w:pStyle w:val="Funotentext"/>
              <w:spacing w:after="0" w:line="320" w:lineRule="exact"/>
              <w:jc w:val="both"/>
              <w:rPr>
                <w:sz w:val="16"/>
              </w:rPr>
            </w:pPr>
          </w:p>
        </w:tc>
        <w:tc>
          <w:tcPr>
            <w:tcW w:w="1262" w:type="dxa"/>
            <w:gridSpan w:val="4"/>
          </w:tcPr>
          <w:p w14:paraId="25863BE0" w14:textId="77777777" w:rsidR="00AA047D" w:rsidRDefault="0053644C">
            <w:pPr>
              <w:spacing w:after="0" w:line="320" w:lineRule="exact"/>
              <w:rPr>
                <w:rStyle w:val="Ausfllhilfe"/>
              </w:rPr>
            </w:pPr>
            <w:r>
              <w:rPr>
                <w:rStyle w:val="Ausfllhilfe"/>
              </w:rPr>
              <w:t>kompletter Name inkl. Titel</w:t>
            </w:r>
          </w:p>
        </w:tc>
        <w:tc>
          <w:tcPr>
            <w:tcW w:w="1558" w:type="dxa"/>
            <w:gridSpan w:val="5"/>
          </w:tcPr>
          <w:p w14:paraId="29B3DA11" w14:textId="77777777" w:rsidR="00AA047D" w:rsidRDefault="0053644C">
            <w:pPr>
              <w:spacing w:after="0" w:line="320" w:lineRule="exact"/>
              <w:rPr>
                <w:rStyle w:val="Ausfllhilfe"/>
              </w:rPr>
            </w:pPr>
            <w:r>
              <w:rPr>
                <w:rStyle w:val="Ausfllhilfe"/>
              </w:rPr>
              <w:t>bspw.: BTA</w:t>
            </w:r>
          </w:p>
        </w:tc>
        <w:tc>
          <w:tcPr>
            <w:tcW w:w="2663" w:type="dxa"/>
            <w:gridSpan w:val="8"/>
          </w:tcPr>
          <w:p w14:paraId="73C181E8" w14:textId="77777777" w:rsidR="00AA047D" w:rsidRDefault="0053644C">
            <w:pPr>
              <w:spacing w:after="0" w:line="320" w:lineRule="exact"/>
              <w:rPr>
                <w:rStyle w:val="Ausfllhilfe"/>
              </w:rPr>
            </w:pPr>
            <w:r>
              <w:rPr>
                <w:rStyle w:val="Ausfllhilfe"/>
              </w:rPr>
              <w:t xml:space="preserve">Wer macht was? Tätigkeiten auflisten: bspw. Applikationen (iv, </w:t>
            </w:r>
            <w:proofErr w:type="spellStart"/>
            <w:r>
              <w:rPr>
                <w:rStyle w:val="Ausfllhilfe"/>
              </w:rPr>
              <w:t>ip</w:t>
            </w:r>
            <w:proofErr w:type="spellEnd"/>
            <w:r>
              <w:rPr>
                <w:rStyle w:val="Ausfllhilfe"/>
              </w:rPr>
              <w:t xml:space="preserve">, oral) Tötung der Tiere, retrobulbäre Blutentnahme unter </w:t>
            </w:r>
            <w:proofErr w:type="spellStart"/>
            <w:r>
              <w:rPr>
                <w:rStyle w:val="Ausfllhilfe"/>
              </w:rPr>
              <w:t>Isoflurannarkose</w:t>
            </w:r>
            <w:proofErr w:type="spellEnd"/>
            <w:r>
              <w:rPr>
                <w:rStyle w:val="Ausfllhilfe"/>
              </w:rPr>
              <w:t>, Bestimmung des Allgemeinzustandes, Tötung der Tiere, Sektion</w:t>
            </w:r>
          </w:p>
        </w:tc>
        <w:tc>
          <w:tcPr>
            <w:tcW w:w="1831" w:type="dxa"/>
            <w:gridSpan w:val="5"/>
          </w:tcPr>
          <w:p w14:paraId="61A1A946" w14:textId="77777777" w:rsidR="00AA047D" w:rsidRDefault="0053644C">
            <w:pPr>
              <w:spacing w:after="0" w:line="320" w:lineRule="exact"/>
              <w:rPr>
                <w:rStyle w:val="Ausfllhilfe"/>
              </w:rPr>
            </w:pPr>
            <w:r>
              <w:rPr>
                <w:rStyle w:val="Ausfllhilfe"/>
              </w:rPr>
              <w:t>bspw.: FELASA B adäquater Kurs,</w:t>
            </w:r>
          </w:p>
          <w:p w14:paraId="11E7D659" w14:textId="77777777" w:rsidR="00AA047D" w:rsidRDefault="0053644C">
            <w:pPr>
              <w:spacing w:after="0" w:line="320" w:lineRule="exact"/>
              <w:rPr>
                <w:rStyle w:val="Ausfllhilfe"/>
              </w:rPr>
            </w:pPr>
            <w:r>
              <w:rPr>
                <w:rStyle w:val="Ausfllhilfe"/>
              </w:rPr>
              <w:t>mehr als x Jahre Erfah</w:t>
            </w:r>
            <w:r>
              <w:rPr>
                <w:rStyle w:val="Ausfllhilfe"/>
              </w:rPr>
              <w:t xml:space="preserve">rung (Maus, Ratte, Meerschweinchen)Ausnahme-genehmigung vom Veterinäramt </w:t>
            </w:r>
            <w:proofErr w:type="spellStart"/>
            <w:r>
              <w:rPr>
                <w:rStyle w:val="Ausfllhilfe"/>
              </w:rPr>
              <w:t>xy</w:t>
            </w:r>
            <w:proofErr w:type="spellEnd"/>
            <w:r>
              <w:rPr>
                <w:rStyle w:val="Ausfllhilfe"/>
              </w:rPr>
              <w:t xml:space="preserve"> liegt vor</w:t>
            </w:r>
          </w:p>
        </w:tc>
        <w:tc>
          <w:tcPr>
            <w:tcW w:w="1853" w:type="dxa"/>
            <w:gridSpan w:val="2"/>
          </w:tcPr>
          <w:p w14:paraId="0616C7BD" w14:textId="77777777" w:rsidR="00AA047D" w:rsidRDefault="0053644C">
            <w:pPr>
              <w:spacing w:after="0" w:line="320" w:lineRule="exact"/>
              <w:rPr>
                <w:rStyle w:val="Ausfllhilfe"/>
              </w:rPr>
            </w:pPr>
            <w:r>
              <w:rPr>
                <w:rStyle w:val="Ausfllhilfe"/>
              </w:rPr>
              <w:t>Hier jeweils jedes vorhandene Aktenzeichen (früheres Az. des LANUV) der Person auflisten.</w:t>
            </w:r>
          </w:p>
        </w:tc>
      </w:tr>
      <w:tr w:rsidR="00AA047D" w14:paraId="6A8F2FC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1F65D783" w14:textId="77777777" w:rsidR="00AA047D" w:rsidRDefault="00AA047D">
            <w:pPr>
              <w:pStyle w:val="Funotentext"/>
              <w:spacing w:after="0" w:line="320" w:lineRule="exact"/>
              <w:jc w:val="both"/>
              <w:rPr>
                <w:sz w:val="16"/>
              </w:rPr>
            </w:pPr>
          </w:p>
        </w:tc>
        <w:tc>
          <w:tcPr>
            <w:tcW w:w="1262" w:type="dxa"/>
            <w:gridSpan w:val="4"/>
          </w:tcPr>
          <w:p w14:paraId="21098A71"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0"/>
                  <w:enabled/>
                  <w:calcOnExit w:val="0"/>
                  <w:textInput/>
                </w:ffData>
              </w:fldChar>
            </w:r>
            <w:bookmarkStart w:id="41" w:name="Text110"/>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41"/>
          </w:p>
        </w:tc>
        <w:tc>
          <w:tcPr>
            <w:tcW w:w="1558" w:type="dxa"/>
            <w:gridSpan w:val="5"/>
          </w:tcPr>
          <w:p w14:paraId="0610E054"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1"/>
                  <w:enabled/>
                  <w:calcOnExit w:val="0"/>
                  <w:textInput/>
                </w:ffData>
              </w:fldChar>
            </w:r>
            <w:bookmarkStart w:id="42" w:name="Text111"/>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42"/>
          </w:p>
        </w:tc>
        <w:tc>
          <w:tcPr>
            <w:tcW w:w="2663" w:type="dxa"/>
            <w:gridSpan w:val="8"/>
          </w:tcPr>
          <w:p w14:paraId="507AB0BC"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2"/>
                  <w:enabled/>
                  <w:calcOnExit w:val="0"/>
                  <w:textInput/>
                </w:ffData>
              </w:fldChar>
            </w:r>
            <w:bookmarkStart w:id="43" w:name="Text112"/>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43"/>
          </w:p>
        </w:tc>
        <w:tc>
          <w:tcPr>
            <w:tcW w:w="1831" w:type="dxa"/>
            <w:gridSpan w:val="5"/>
          </w:tcPr>
          <w:p w14:paraId="0DDAFB4F"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3"/>
                  <w:enabled/>
                  <w:calcOnExit w:val="0"/>
                  <w:textInput/>
                </w:ffData>
              </w:fldChar>
            </w:r>
            <w:bookmarkStart w:id="44" w:name="Text113"/>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44"/>
          </w:p>
        </w:tc>
        <w:tc>
          <w:tcPr>
            <w:tcW w:w="1853" w:type="dxa"/>
            <w:gridSpan w:val="2"/>
          </w:tcPr>
          <w:p w14:paraId="24E7C577"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4"/>
                  <w:enabled/>
                  <w:calcOnExit w:val="0"/>
                  <w:textInput/>
                </w:ffData>
              </w:fldChar>
            </w:r>
            <w:bookmarkStart w:id="45" w:name="Text114"/>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bookmarkEnd w:id="45"/>
          </w:p>
        </w:tc>
      </w:tr>
      <w:tr w:rsidR="00AA047D" w14:paraId="1A78B8D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nil"/>
            </w:tcBorders>
          </w:tcPr>
          <w:p w14:paraId="122A0047" w14:textId="77777777" w:rsidR="00AA047D" w:rsidRDefault="00AA047D">
            <w:pPr>
              <w:pStyle w:val="Funotentext"/>
              <w:spacing w:after="0" w:line="320" w:lineRule="exact"/>
              <w:jc w:val="both"/>
              <w:rPr>
                <w:sz w:val="16"/>
              </w:rPr>
            </w:pPr>
          </w:p>
        </w:tc>
        <w:tc>
          <w:tcPr>
            <w:tcW w:w="1262" w:type="dxa"/>
            <w:gridSpan w:val="4"/>
          </w:tcPr>
          <w:p w14:paraId="705962BB"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0"/>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558" w:type="dxa"/>
            <w:gridSpan w:val="5"/>
          </w:tcPr>
          <w:p w14:paraId="302D8FF4"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1"/>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2663" w:type="dxa"/>
            <w:gridSpan w:val="8"/>
          </w:tcPr>
          <w:p w14:paraId="5EF84C65"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2"/>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31" w:type="dxa"/>
            <w:gridSpan w:val="5"/>
          </w:tcPr>
          <w:p w14:paraId="7697A6D7"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3"/>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53" w:type="dxa"/>
            <w:gridSpan w:val="2"/>
          </w:tcPr>
          <w:p w14:paraId="32E87261"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4"/>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r>
      <w:tr w:rsidR="00AA047D" w14:paraId="6099CAC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bottom w:val="single" w:sz="4" w:space="0" w:color="auto"/>
            </w:tcBorders>
          </w:tcPr>
          <w:p w14:paraId="24582CDC" w14:textId="77777777" w:rsidR="00AA047D" w:rsidRDefault="00AA047D">
            <w:pPr>
              <w:pStyle w:val="Funotentext"/>
              <w:spacing w:after="0" w:line="320" w:lineRule="exact"/>
              <w:jc w:val="both"/>
              <w:rPr>
                <w:sz w:val="16"/>
              </w:rPr>
            </w:pPr>
          </w:p>
        </w:tc>
        <w:tc>
          <w:tcPr>
            <w:tcW w:w="1262" w:type="dxa"/>
            <w:gridSpan w:val="4"/>
          </w:tcPr>
          <w:p w14:paraId="65BDA719"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0"/>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558" w:type="dxa"/>
            <w:gridSpan w:val="5"/>
          </w:tcPr>
          <w:p w14:paraId="37C0463F"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1"/>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2663" w:type="dxa"/>
            <w:gridSpan w:val="8"/>
          </w:tcPr>
          <w:p w14:paraId="6653A265"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2"/>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31" w:type="dxa"/>
            <w:gridSpan w:val="5"/>
          </w:tcPr>
          <w:p w14:paraId="3189EFC8"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3"/>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c>
          <w:tcPr>
            <w:tcW w:w="1853" w:type="dxa"/>
            <w:gridSpan w:val="2"/>
          </w:tcPr>
          <w:p w14:paraId="13C0A580" w14:textId="77777777" w:rsidR="00AA047D" w:rsidRDefault="0053644C">
            <w:pPr>
              <w:pStyle w:val="Funotentext"/>
              <w:spacing w:after="0" w:line="320" w:lineRule="exact"/>
              <w:jc w:val="both"/>
              <w:rPr>
                <w:color w:val="5F497A" w:themeColor="accent4" w:themeShade="BF"/>
                <w:sz w:val="16"/>
              </w:rPr>
            </w:pPr>
            <w:r>
              <w:rPr>
                <w:color w:val="5F497A" w:themeColor="accent4" w:themeShade="BF"/>
                <w:sz w:val="16"/>
              </w:rPr>
              <w:fldChar w:fldCharType="begin">
                <w:ffData>
                  <w:name w:val="Text114"/>
                  <w:enabled/>
                  <w:calcOnExit w:val="0"/>
                  <w:textInput/>
                </w:ffData>
              </w:fldChar>
            </w:r>
            <w:r>
              <w:rPr>
                <w:color w:val="5F497A" w:themeColor="accent4" w:themeShade="BF"/>
                <w:sz w:val="16"/>
              </w:rPr>
              <w:instrText xml:space="preserve"> FORMTEXT </w:instrText>
            </w:r>
            <w:r>
              <w:rPr>
                <w:color w:val="5F497A" w:themeColor="accent4" w:themeShade="BF"/>
                <w:sz w:val="16"/>
              </w:rPr>
            </w:r>
            <w:r>
              <w:rPr>
                <w:color w:val="5F497A" w:themeColor="accent4" w:themeShade="BF"/>
                <w:sz w:val="16"/>
              </w:rPr>
              <w:fldChar w:fldCharType="separate"/>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noProof/>
                <w:color w:val="5F497A" w:themeColor="accent4" w:themeShade="BF"/>
                <w:sz w:val="16"/>
              </w:rPr>
              <w:t> </w:t>
            </w:r>
            <w:r>
              <w:rPr>
                <w:color w:val="5F497A" w:themeColor="accent4" w:themeShade="BF"/>
                <w:sz w:val="16"/>
              </w:rPr>
              <w:fldChar w:fldCharType="end"/>
            </w:r>
          </w:p>
        </w:tc>
      </w:tr>
      <w:tr w:rsidR="00AA047D" w14:paraId="5B906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778" w:type="dxa"/>
            <w:tcBorders>
              <w:bottom w:val="nil"/>
            </w:tcBorders>
          </w:tcPr>
          <w:p w14:paraId="07064098" w14:textId="77777777" w:rsidR="00AA047D" w:rsidRDefault="0053644C">
            <w:pPr>
              <w:pStyle w:val="Funotentext"/>
              <w:spacing w:after="0" w:line="320" w:lineRule="exact"/>
              <w:jc w:val="both"/>
              <w:rPr>
                <w:b/>
              </w:rPr>
            </w:pPr>
            <w:r>
              <w:rPr>
                <w:b/>
              </w:rPr>
              <w:t>2.5</w:t>
            </w:r>
          </w:p>
        </w:tc>
        <w:tc>
          <w:tcPr>
            <w:tcW w:w="9167" w:type="dxa"/>
            <w:gridSpan w:val="24"/>
          </w:tcPr>
          <w:p w14:paraId="15E8AF15" w14:textId="77777777" w:rsidR="00AA047D" w:rsidRDefault="0053644C">
            <w:pPr>
              <w:pStyle w:val="Funotentext"/>
              <w:spacing w:after="0" w:line="320" w:lineRule="exact"/>
              <w:jc w:val="both"/>
              <w:rPr>
                <w:b/>
                <w:color w:val="00B050"/>
              </w:rPr>
            </w:pPr>
            <w:r>
              <w:rPr>
                <w:b/>
              </w:rPr>
              <w:t>Im Falle einer Betäubung Namen der Personen, welche die Betäubung durchführen oder die Durchführung der Betäubung im Rahmen e</w:t>
            </w:r>
            <w:r>
              <w:rPr>
                <w:b/>
              </w:rPr>
              <w:t xml:space="preserve">iner Aus-, Fort und Weiterbildung beaufsichtigen </w:t>
            </w:r>
            <w:r>
              <w:rPr>
                <w:rStyle w:val="Endnotenzeichen"/>
                <w:b/>
                <w:color w:val="00B050"/>
                <w:vertAlign w:val="baseline"/>
              </w:rPr>
              <w:endnoteReference w:id="21"/>
            </w:r>
            <w:r>
              <w:rPr>
                <w:b/>
                <w:color w:val="00B050"/>
              </w:rPr>
              <w:t>)</w:t>
            </w:r>
          </w:p>
          <w:p w14:paraId="1A918462" w14:textId="77777777" w:rsidR="00AA047D" w:rsidRDefault="0053644C">
            <w:pPr>
              <w:spacing w:after="0" w:line="320" w:lineRule="exact"/>
              <w:rPr>
                <w:rStyle w:val="Ausfllhilfe"/>
              </w:rPr>
            </w:pPr>
            <w:r>
              <w:rPr>
                <w:rStyle w:val="Ausfllhilfe"/>
              </w:rPr>
              <w:t>Die Betäubung von Wirbeltieren darf gem. § 17 Abs. 2 Satz 3 TierSchVersV nur durch Personen mit abgeschlossenem Hochschulstudium der Veterinärmedizin, Medizin oder der Zahnmedizin erfolgen. Darüber hinau</w:t>
            </w:r>
            <w:r>
              <w:rPr>
                <w:rStyle w:val="Ausfllhilfe"/>
              </w:rPr>
              <w:t>s zugelassen sind Personen mit abgeschlossenem naturwissenschaftlichem Hochschulstudium, die nachweislich die erforderlichen Kenntnisse und Fähigkeiten haben oder Personen, die aufgrund einer abgeschlossenen Berufsausbildung nachweislich die erforderlichen</w:t>
            </w:r>
            <w:r>
              <w:rPr>
                <w:rStyle w:val="Ausfllhilfe"/>
              </w:rPr>
              <w:t xml:space="preserve"> Kenntnisse und Fähigkeiten besitzen. Soweit die Durchführung der Betäubung Ausbildungs-, Fortbildungs- oder Weiterbildungszwecken dient, kann diese von Personen durchgeführt werden, die die Ausbildungsvoraussetzung (siehe oben) nicht erfüllen, sofern die </w:t>
            </w:r>
            <w:r>
              <w:rPr>
                <w:rStyle w:val="Ausfllhilfe"/>
              </w:rPr>
              <w:t>Betäubung unter Aufsicht einer entsprechend sachkundigen Person vorgenommen wird.</w:t>
            </w:r>
          </w:p>
        </w:tc>
      </w:tr>
      <w:tr w:rsidR="00AA047D" w14:paraId="451D5C5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2"/>
        </w:trPr>
        <w:tc>
          <w:tcPr>
            <w:tcW w:w="778" w:type="dxa"/>
            <w:tcBorders>
              <w:top w:val="nil"/>
              <w:bottom w:val="nil"/>
            </w:tcBorders>
          </w:tcPr>
          <w:p w14:paraId="4F1561A6" w14:textId="77777777" w:rsidR="00AA047D" w:rsidRDefault="00AA047D">
            <w:pPr>
              <w:pStyle w:val="Funotentext"/>
              <w:spacing w:after="0" w:line="320" w:lineRule="exact"/>
              <w:jc w:val="both"/>
              <w:rPr>
                <w:b/>
              </w:rPr>
            </w:pPr>
          </w:p>
        </w:tc>
        <w:tc>
          <w:tcPr>
            <w:tcW w:w="2253" w:type="dxa"/>
            <w:gridSpan w:val="6"/>
          </w:tcPr>
          <w:p w14:paraId="024FF1D4" w14:textId="77777777" w:rsidR="00AA047D" w:rsidRDefault="0053644C">
            <w:pPr>
              <w:pStyle w:val="Funotentext"/>
              <w:spacing w:after="0" w:line="320" w:lineRule="exact"/>
              <w:jc w:val="both"/>
              <w:rPr>
                <w:sz w:val="16"/>
              </w:rPr>
            </w:pPr>
            <w:r>
              <w:rPr>
                <w:sz w:val="16"/>
              </w:rPr>
              <w:t>Name</w:t>
            </w:r>
          </w:p>
        </w:tc>
        <w:tc>
          <w:tcPr>
            <w:tcW w:w="2266" w:type="dxa"/>
            <w:gridSpan w:val="9"/>
          </w:tcPr>
          <w:p w14:paraId="4FFD014B" w14:textId="77777777" w:rsidR="00AA047D" w:rsidRDefault="0053644C">
            <w:pPr>
              <w:pStyle w:val="Funotentext"/>
              <w:spacing w:after="0" w:line="320" w:lineRule="exact"/>
              <w:jc w:val="both"/>
              <w:rPr>
                <w:sz w:val="16"/>
              </w:rPr>
            </w:pPr>
            <w:r>
              <w:rPr>
                <w:sz w:val="16"/>
              </w:rPr>
              <w:t>Berufsausbildung</w:t>
            </w:r>
          </w:p>
        </w:tc>
        <w:tc>
          <w:tcPr>
            <w:tcW w:w="2406" w:type="dxa"/>
            <w:gridSpan w:val="6"/>
          </w:tcPr>
          <w:p w14:paraId="38278BB1" w14:textId="77777777" w:rsidR="00AA047D" w:rsidRDefault="0053644C">
            <w:pPr>
              <w:pStyle w:val="Funotentext"/>
              <w:spacing w:after="0" w:line="320" w:lineRule="exact"/>
              <w:rPr>
                <w:spacing w:val="-3"/>
                <w:u w:val="single"/>
              </w:rPr>
            </w:pPr>
            <w:r>
              <w:rPr>
                <w:spacing w:val="-3"/>
                <w:sz w:val="16"/>
              </w:rPr>
              <w:t xml:space="preserve">Tierexperimentelle, </w:t>
            </w:r>
            <w:proofErr w:type="spellStart"/>
            <w:r>
              <w:rPr>
                <w:spacing w:val="-3"/>
                <w:sz w:val="16"/>
              </w:rPr>
              <w:t>versuchstierkundl</w:t>
            </w:r>
            <w:proofErr w:type="spellEnd"/>
            <w:r>
              <w:rPr>
                <w:spacing w:val="-3"/>
                <w:sz w:val="16"/>
              </w:rPr>
              <w:t>. Erfahrung (Zeitangabe)</w:t>
            </w:r>
          </w:p>
        </w:tc>
        <w:tc>
          <w:tcPr>
            <w:tcW w:w="2242" w:type="dxa"/>
            <w:gridSpan w:val="3"/>
          </w:tcPr>
          <w:p w14:paraId="6026CFED" w14:textId="77777777" w:rsidR="00AA047D" w:rsidRDefault="0053644C">
            <w:pPr>
              <w:pStyle w:val="Funotentext"/>
              <w:spacing w:after="0" w:line="320" w:lineRule="exact"/>
              <w:rPr>
                <w:sz w:val="16"/>
              </w:rPr>
            </w:pPr>
            <w:r>
              <w:rPr>
                <w:sz w:val="16"/>
              </w:rPr>
              <w:t>Bereits vorliegende</w:t>
            </w:r>
          </w:p>
          <w:p w14:paraId="4C03B401" w14:textId="77777777" w:rsidR="00AA047D" w:rsidRDefault="0053644C">
            <w:pPr>
              <w:spacing w:after="0" w:line="320" w:lineRule="exact"/>
              <w:rPr>
                <w:szCs w:val="16"/>
              </w:rPr>
            </w:pPr>
            <w:r>
              <w:rPr>
                <w:szCs w:val="16"/>
              </w:rPr>
              <w:t>Geschäftszeichen dieser Genehmigungsbehörde</w:t>
            </w:r>
          </w:p>
        </w:tc>
      </w:tr>
      <w:tr w:rsidR="00AA047D" w14:paraId="560C68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Borders>
              <w:top w:val="nil"/>
            </w:tcBorders>
          </w:tcPr>
          <w:p w14:paraId="126C1E25" w14:textId="77777777" w:rsidR="00AA047D" w:rsidRDefault="00AA047D">
            <w:pPr>
              <w:pStyle w:val="Funotentext"/>
              <w:spacing w:after="0" w:line="320" w:lineRule="exact"/>
              <w:jc w:val="both"/>
              <w:rPr>
                <w:sz w:val="16"/>
              </w:rPr>
            </w:pPr>
          </w:p>
        </w:tc>
        <w:tc>
          <w:tcPr>
            <w:tcW w:w="2253" w:type="dxa"/>
            <w:gridSpan w:val="6"/>
          </w:tcPr>
          <w:p w14:paraId="58CD2F2E" w14:textId="77777777" w:rsidR="00AA047D" w:rsidRDefault="0053644C">
            <w:pPr>
              <w:spacing w:after="0" w:line="320" w:lineRule="exact"/>
              <w:rPr>
                <w:rStyle w:val="Ausfllhilfe"/>
              </w:rPr>
            </w:pPr>
            <w:r>
              <w:rPr>
                <w:rStyle w:val="Ausfllhilfe"/>
              </w:rPr>
              <w:t xml:space="preserve">kompletter Name </w:t>
            </w:r>
            <w:r>
              <w:rPr>
                <w:rStyle w:val="Ausfllhilfe"/>
              </w:rPr>
              <w:t>inkl. Titel</w:t>
            </w:r>
          </w:p>
        </w:tc>
        <w:tc>
          <w:tcPr>
            <w:tcW w:w="2266" w:type="dxa"/>
            <w:gridSpan w:val="9"/>
          </w:tcPr>
          <w:p w14:paraId="5297EB53" w14:textId="77777777" w:rsidR="00AA047D" w:rsidRDefault="0053644C">
            <w:pPr>
              <w:spacing w:after="0" w:line="320" w:lineRule="exact"/>
              <w:rPr>
                <w:rStyle w:val="Ausfllhilfe"/>
              </w:rPr>
            </w:pPr>
            <w:r>
              <w:rPr>
                <w:rStyle w:val="Ausfllhilfe"/>
              </w:rPr>
              <w:t xml:space="preserve">bspw.: Biotechnologin/ Biotechnologe, </w:t>
            </w:r>
            <w:r>
              <w:rPr>
                <w:rStyle w:val="Ausfllhilfe"/>
              </w:rPr>
              <w:lastRenderedPageBreak/>
              <w:t>Tierärztin / Tierarzt, Humanmediziner(in),…</w:t>
            </w:r>
          </w:p>
        </w:tc>
        <w:tc>
          <w:tcPr>
            <w:tcW w:w="2406" w:type="dxa"/>
            <w:gridSpan w:val="6"/>
          </w:tcPr>
          <w:p w14:paraId="292BB368" w14:textId="77777777" w:rsidR="00AA047D" w:rsidRDefault="0053644C">
            <w:pPr>
              <w:spacing w:after="0" w:line="320" w:lineRule="exact"/>
              <w:rPr>
                <w:rStyle w:val="Ausfllhilfe"/>
              </w:rPr>
            </w:pPr>
            <w:r>
              <w:rPr>
                <w:rStyle w:val="Ausfllhilfe"/>
              </w:rPr>
              <w:lastRenderedPageBreak/>
              <w:t xml:space="preserve">bisherige tierexperimentelle Berufserfahrung mit </w:t>
            </w:r>
            <w:r>
              <w:rPr>
                <w:rStyle w:val="Ausfllhilfe"/>
              </w:rPr>
              <w:lastRenderedPageBreak/>
              <w:t xml:space="preserve">Zeitangaben vermerken (&gt; Jahre), Tätigkeiten </w:t>
            </w:r>
            <w:proofErr w:type="spellStart"/>
            <w:r>
              <w:rPr>
                <w:rStyle w:val="Ausfllhilfe"/>
              </w:rPr>
              <w:t>ange</w:t>
            </w:r>
            <w:proofErr w:type="spellEnd"/>
            <w:r>
              <w:rPr>
                <w:rStyle w:val="Ausfllhilfe"/>
              </w:rPr>
              <w:t xml:space="preserve">                                                                </w:t>
            </w:r>
            <w:r>
              <w:rPr>
                <w:rStyle w:val="Ausfllhilfe"/>
              </w:rPr>
              <w:t xml:space="preserve">                                                                                                                                                                                                                                                                </w:t>
            </w:r>
            <w:r>
              <w:rPr>
                <w:rStyle w:val="Ausfllhilfe"/>
              </w:rPr>
              <w:t xml:space="preserve">                                                                                                                                                                                                                                                                </w:t>
            </w:r>
            <w:r>
              <w:rPr>
                <w:rStyle w:val="Ausfllhilfe"/>
              </w:rPr>
              <w:t xml:space="preserve">                                                                                                                                                                                                                                                                </w:t>
            </w:r>
            <w:r>
              <w:rPr>
                <w:rStyle w:val="Ausfllhilfe"/>
              </w:rPr>
              <w:t xml:space="preserve">                  </w:t>
            </w:r>
            <w:proofErr w:type="spellStart"/>
            <w:r>
              <w:rPr>
                <w:rStyle w:val="Ausfllhilfe"/>
              </w:rPr>
              <w:t>ben</w:t>
            </w:r>
            <w:proofErr w:type="spellEnd"/>
            <w:r>
              <w:rPr>
                <w:rStyle w:val="Ausfllhilfe"/>
              </w:rPr>
              <w:t xml:space="preserve">: bspw. Applikationen (iv, </w:t>
            </w:r>
            <w:proofErr w:type="spellStart"/>
            <w:r>
              <w:rPr>
                <w:rStyle w:val="Ausfllhilfe"/>
              </w:rPr>
              <w:t>ip</w:t>
            </w:r>
            <w:proofErr w:type="spellEnd"/>
            <w:r>
              <w:rPr>
                <w:rStyle w:val="Ausfllhilfe"/>
              </w:rPr>
              <w:t xml:space="preserve">, oral) Tötung der Tiere, retrobulbäre Blutentnahme unter </w:t>
            </w:r>
            <w:proofErr w:type="spellStart"/>
            <w:r>
              <w:rPr>
                <w:rStyle w:val="Ausfllhilfe"/>
              </w:rPr>
              <w:t>Isoflurannarkose</w:t>
            </w:r>
            <w:proofErr w:type="spellEnd"/>
            <w:r>
              <w:rPr>
                <w:rStyle w:val="Ausfllhilfe"/>
              </w:rPr>
              <w:t>, Bestimmung des Allgemeinzustandes, Tötung der Tiere, Sektion</w:t>
            </w:r>
          </w:p>
        </w:tc>
        <w:tc>
          <w:tcPr>
            <w:tcW w:w="2242" w:type="dxa"/>
            <w:gridSpan w:val="3"/>
          </w:tcPr>
          <w:p w14:paraId="0C8E77F9" w14:textId="77777777" w:rsidR="00AA047D" w:rsidRDefault="0053644C">
            <w:pPr>
              <w:spacing w:after="0" w:line="320" w:lineRule="exact"/>
              <w:rPr>
                <w:rStyle w:val="Ausfllhilfe"/>
              </w:rPr>
            </w:pPr>
            <w:r>
              <w:rPr>
                <w:rStyle w:val="Ausfllhilfe"/>
              </w:rPr>
              <w:lastRenderedPageBreak/>
              <w:t xml:space="preserve">Hier jeweils jedes vorhandene Aktenzeichen (früheres </w:t>
            </w:r>
            <w:r>
              <w:rPr>
                <w:rStyle w:val="Ausfllhilfe"/>
              </w:rPr>
              <w:lastRenderedPageBreak/>
              <w:t>Az. des LANUV) d</w:t>
            </w:r>
            <w:r>
              <w:rPr>
                <w:rStyle w:val="Ausfllhilfe"/>
              </w:rPr>
              <w:t>er Person auflisten, oder Erfahrungen auflisten. Bspw.:</w:t>
            </w:r>
          </w:p>
          <w:p w14:paraId="509D411B" w14:textId="77777777" w:rsidR="00AA047D" w:rsidRDefault="0053644C">
            <w:pPr>
              <w:spacing w:after="0" w:line="320" w:lineRule="exact"/>
              <w:rPr>
                <w:rStyle w:val="Ausfllhilfe"/>
              </w:rPr>
            </w:pPr>
            <w:r>
              <w:rPr>
                <w:rStyle w:val="Ausfllhilfe"/>
              </w:rPr>
              <w:t>FELASA B adäquater Kurs</w:t>
            </w:r>
          </w:p>
          <w:p w14:paraId="3BD784BF" w14:textId="77777777" w:rsidR="00AA047D" w:rsidRDefault="0053644C">
            <w:pPr>
              <w:spacing w:after="0" w:line="320" w:lineRule="exact"/>
              <w:rPr>
                <w:rStyle w:val="Ausfllhilfe"/>
              </w:rPr>
            </w:pPr>
            <w:r>
              <w:rPr>
                <w:rStyle w:val="Ausfllhilfe"/>
              </w:rPr>
              <w:t>Erfahrung mit Meerschweinchen, Mäuse, Schweine, Kaninchen, Schafe, &gt; x Jahre</w:t>
            </w:r>
          </w:p>
        </w:tc>
      </w:tr>
      <w:tr w:rsidR="00AA047D" w14:paraId="62A608D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Pr>
          <w:p w14:paraId="350C4426" w14:textId="77777777" w:rsidR="00AA047D" w:rsidRDefault="00AA047D">
            <w:pPr>
              <w:pStyle w:val="Funotentext"/>
              <w:spacing w:after="0" w:line="320" w:lineRule="exact"/>
              <w:jc w:val="both"/>
              <w:rPr>
                <w:sz w:val="16"/>
              </w:rPr>
            </w:pPr>
          </w:p>
        </w:tc>
        <w:tc>
          <w:tcPr>
            <w:tcW w:w="2253" w:type="dxa"/>
            <w:gridSpan w:val="6"/>
          </w:tcPr>
          <w:p w14:paraId="329F3E85" w14:textId="77777777" w:rsidR="00AA047D" w:rsidRDefault="0053644C">
            <w:pPr>
              <w:pStyle w:val="Funotentext"/>
              <w:spacing w:after="0" w:line="320" w:lineRule="exact"/>
              <w:jc w:val="both"/>
              <w:rPr>
                <w:sz w:val="16"/>
              </w:rPr>
            </w:pPr>
            <w:r>
              <w:rPr>
                <w:sz w:val="16"/>
              </w:rPr>
              <w:fldChar w:fldCharType="begin">
                <w:ffData>
                  <w:name w:val="Text121"/>
                  <w:enabled/>
                  <w:calcOnExit w:val="0"/>
                  <w:textInput/>
                </w:ffData>
              </w:fldChar>
            </w:r>
            <w:bookmarkStart w:id="46" w:name="Text121"/>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6"/>
          </w:p>
        </w:tc>
        <w:tc>
          <w:tcPr>
            <w:tcW w:w="2266" w:type="dxa"/>
            <w:gridSpan w:val="9"/>
          </w:tcPr>
          <w:p w14:paraId="222E508E" w14:textId="77777777" w:rsidR="00AA047D" w:rsidRDefault="0053644C">
            <w:pPr>
              <w:pStyle w:val="Funotentext"/>
              <w:spacing w:after="0" w:line="320" w:lineRule="exact"/>
              <w:jc w:val="both"/>
              <w:rPr>
                <w:sz w:val="16"/>
              </w:rPr>
            </w:pPr>
            <w:r>
              <w:rPr>
                <w:sz w:val="16"/>
              </w:rPr>
              <w:fldChar w:fldCharType="begin">
                <w:ffData>
                  <w:name w:val="Text124"/>
                  <w:enabled/>
                  <w:calcOnExit w:val="0"/>
                  <w:textInput/>
                </w:ffData>
              </w:fldChar>
            </w:r>
            <w:bookmarkStart w:id="47" w:name="Text12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7"/>
          </w:p>
        </w:tc>
        <w:tc>
          <w:tcPr>
            <w:tcW w:w="2406" w:type="dxa"/>
            <w:gridSpan w:val="6"/>
          </w:tcPr>
          <w:p w14:paraId="65D52210" w14:textId="77777777" w:rsidR="00AA047D" w:rsidRDefault="0053644C">
            <w:pPr>
              <w:pStyle w:val="Funotentext"/>
              <w:spacing w:after="0" w:line="320" w:lineRule="exact"/>
              <w:jc w:val="both"/>
              <w:rPr>
                <w:sz w:val="16"/>
              </w:rPr>
            </w:pPr>
            <w:r>
              <w:rPr>
                <w:sz w:val="16"/>
              </w:rPr>
              <w:fldChar w:fldCharType="begin">
                <w:ffData>
                  <w:name w:val="Text127"/>
                  <w:enabled/>
                  <w:calcOnExit w:val="0"/>
                  <w:textInput/>
                </w:ffData>
              </w:fldChar>
            </w:r>
            <w:bookmarkStart w:id="48" w:name="Text12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8"/>
          </w:p>
        </w:tc>
        <w:tc>
          <w:tcPr>
            <w:tcW w:w="2242" w:type="dxa"/>
            <w:gridSpan w:val="3"/>
          </w:tcPr>
          <w:p w14:paraId="3C88AEC8" w14:textId="77777777" w:rsidR="00AA047D" w:rsidRDefault="0053644C">
            <w:pPr>
              <w:pStyle w:val="Funotentext"/>
              <w:spacing w:after="0" w:line="320" w:lineRule="exact"/>
              <w:jc w:val="both"/>
              <w:rPr>
                <w:sz w:val="16"/>
              </w:rPr>
            </w:pPr>
            <w:r>
              <w:rPr>
                <w:sz w:val="16"/>
              </w:rPr>
              <w:fldChar w:fldCharType="begin">
                <w:ffData>
                  <w:name w:val="Text130"/>
                  <w:enabled/>
                  <w:calcOnExit w:val="0"/>
                  <w:textInput/>
                </w:ffData>
              </w:fldChar>
            </w:r>
            <w:bookmarkStart w:id="49" w:name="Text13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9"/>
          </w:p>
        </w:tc>
      </w:tr>
      <w:tr w:rsidR="00AA047D" w14:paraId="3A53CD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Pr>
          <w:p w14:paraId="16AF212A" w14:textId="77777777" w:rsidR="00AA047D" w:rsidRDefault="00AA047D">
            <w:pPr>
              <w:pStyle w:val="Funotentext"/>
              <w:spacing w:after="0" w:line="320" w:lineRule="exact"/>
              <w:jc w:val="both"/>
              <w:rPr>
                <w:sz w:val="16"/>
              </w:rPr>
            </w:pPr>
          </w:p>
        </w:tc>
        <w:tc>
          <w:tcPr>
            <w:tcW w:w="2253" w:type="dxa"/>
            <w:gridSpan w:val="6"/>
          </w:tcPr>
          <w:p w14:paraId="57980D0A" w14:textId="77777777" w:rsidR="00AA047D" w:rsidRDefault="0053644C">
            <w:pPr>
              <w:pStyle w:val="Funotentext"/>
              <w:spacing w:after="0" w:line="320" w:lineRule="exact"/>
              <w:jc w:val="both"/>
              <w:rPr>
                <w:sz w:val="16"/>
              </w:rPr>
            </w:pPr>
            <w:r>
              <w:rPr>
                <w:sz w:val="16"/>
              </w:rPr>
              <w:fldChar w:fldCharType="begin">
                <w:ffData>
                  <w:name w:val="Text121"/>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266" w:type="dxa"/>
            <w:gridSpan w:val="9"/>
          </w:tcPr>
          <w:p w14:paraId="7F392F17" w14:textId="77777777" w:rsidR="00AA047D" w:rsidRDefault="0053644C">
            <w:pPr>
              <w:pStyle w:val="Funotentext"/>
              <w:spacing w:after="0" w:line="320" w:lineRule="exact"/>
              <w:jc w:val="both"/>
              <w:rPr>
                <w:sz w:val="16"/>
              </w:rPr>
            </w:pPr>
            <w:r>
              <w:rPr>
                <w:sz w:val="16"/>
              </w:rPr>
              <w:fldChar w:fldCharType="begin">
                <w:ffData>
                  <w:name w:val="Text12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406" w:type="dxa"/>
            <w:gridSpan w:val="6"/>
          </w:tcPr>
          <w:p w14:paraId="4FD08C3A" w14:textId="77777777" w:rsidR="00AA047D" w:rsidRDefault="0053644C">
            <w:pPr>
              <w:pStyle w:val="Funotentext"/>
              <w:spacing w:after="0" w:line="320" w:lineRule="exact"/>
              <w:jc w:val="both"/>
              <w:rPr>
                <w:sz w:val="16"/>
              </w:rPr>
            </w:pPr>
            <w:r>
              <w:rPr>
                <w:sz w:val="16"/>
              </w:rPr>
              <w:fldChar w:fldCharType="begin">
                <w:ffData>
                  <w:name w:val="Text127"/>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242" w:type="dxa"/>
            <w:gridSpan w:val="3"/>
          </w:tcPr>
          <w:p w14:paraId="0EA0651D" w14:textId="77777777" w:rsidR="00AA047D" w:rsidRDefault="0053644C">
            <w:pPr>
              <w:pStyle w:val="Funotentext"/>
              <w:spacing w:after="0" w:line="320" w:lineRule="exact"/>
              <w:jc w:val="both"/>
              <w:rPr>
                <w:sz w:val="16"/>
              </w:rPr>
            </w:pPr>
            <w:r>
              <w:rPr>
                <w:sz w:val="16"/>
              </w:rPr>
              <w:fldChar w:fldCharType="begin">
                <w:ffData>
                  <w:name w:val="Text13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A047D" w14:paraId="48E24F5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778" w:type="dxa"/>
          </w:tcPr>
          <w:p w14:paraId="3BFC7171" w14:textId="77777777" w:rsidR="00AA047D" w:rsidRDefault="00AA047D">
            <w:pPr>
              <w:pStyle w:val="Funotentext"/>
              <w:spacing w:after="0" w:line="320" w:lineRule="exact"/>
              <w:jc w:val="both"/>
              <w:rPr>
                <w:sz w:val="16"/>
              </w:rPr>
            </w:pPr>
          </w:p>
        </w:tc>
        <w:tc>
          <w:tcPr>
            <w:tcW w:w="2253" w:type="dxa"/>
            <w:gridSpan w:val="6"/>
          </w:tcPr>
          <w:p w14:paraId="5E98C148" w14:textId="77777777" w:rsidR="00AA047D" w:rsidRDefault="0053644C">
            <w:pPr>
              <w:pStyle w:val="Funotentext"/>
              <w:spacing w:after="0" w:line="320" w:lineRule="exact"/>
              <w:jc w:val="both"/>
              <w:rPr>
                <w:sz w:val="16"/>
              </w:rPr>
            </w:pPr>
            <w:r>
              <w:rPr>
                <w:sz w:val="16"/>
              </w:rPr>
              <w:fldChar w:fldCharType="begin">
                <w:ffData>
                  <w:name w:val="Text121"/>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266" w:type="dxa"/>
            <w:gridSpan w:val="9"/>
          </w:tcPr>
          <w:p w14:paraId="253BE111" w14:textId="77777777" w:rsidR="00AA047D" w:rsidRDefault="0053644C">
            <w:pPr>
              <w:pStyle w:val="Funotentext"/>
              <w:spacing w:after="0" w:line="320" w:lineRule="exact"/>
              <w:jc w:val="both"/>
              <w:rPr>
                <w:sz w:val="16"/>
              </w:rPr>
            </w:pPr>
            <w:r>
              <w:rPr>
                <w:sz w:val="16"/>
              </w:rPr>
              <w:fldChar w:fldCharType="begin">
                <w:ffData>
                  <w:name w:val="Text12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406" w:type="dxa"/>
            <w:gridSpan w:val="6"/>
          </w:tcPr>
          <w:p w14:paraId="053610F6" w14:textId="77777777" w:rsidR="00AA047D" w:rsidRDefault="0053644C">
            <w:pPr>
              <w:pStyle w:val="Funotentext"/>
              <w:spacing w:after="0" w:line="320" w:lineRule="exact"/>
              <w:jc w:val="both"/>
              <w:rPr>
                <w:sz w:val="16"/>
              </w:rPr>
            </w:pPr>
            <w:r>
              <w:rPr>
                <w:sz w:val="16"/>
              </w:rPr>
              <w:fldChar w:fldCharType="begin">
                <w:ffData>
                  <w:name w:val="Text127"/>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c>
          <w:tcPr>
            <w:tcW w:w="2242" w:type="dxa"/>
            <w:gridSpan w:val="3"/>
          </w:tcPr>
          <w:p w14:paraId="0635614C" w14:textId="77777777" w:rsidR="00AA047D" w:rsidRDefault="0053644C">
            <w:pPr>
              <w:pStyle w:val="Funotentext"/>
              <w:spacing w:after="0" w:line="320" w:lineRule="exact"/>
              <w:jc w:val="both"/>
              <w:rPr>
                <w:sz w:val="16"/>
              </w:rPr>
            </w:pPr>
            <w:r>
              <w:rPr>
                <w:sz w:val="16"/>
              </w:rPr>
              <w:fldChar w:fldCharType="begin">
                <w:ffData>
                  <w:name w:val="Text13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A047D" w14:paraId="1AA4534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3"/>
        </w:trPr>
        <w:tc>
          <w:tcPr>
            <w:tcW w:w="778" w:type="dxa"/>
            <w:tcBorders>
              <w:bottom w:val="single" w:sz="4" w:space="0" w:color="auto"/>
            </w:tcBorders>
          </w:tcPr>
          <w:p w14:paraId="2D0B89D0" w14:textId="77777777" w:rsidR="00AA047D" w:rsidRDefault="0053644C">
            <w:pPr>
              <w:pStyle w:val="Funotentext"/>
              <w:spacing w:after="0" w:line="320" w:lineRule="exact"/>
              <w:jc w:val="both"/>
              <w:rPr>
                <w:b/>
              </w:rPr>
            </w:pPr>
            <w:r>
              <w:rPr>
                <w:b/>
              </w:rPr>
              <w:t>2.6</w:t>
            </w:r>
          </w:p>
        </w:tc>
        <w:tc>
          <w:tcPr>
            <w:tcW w:w="9167" w:type="dxa"/>
            <w:gridSpan w:val="24"/>
          </w:tcPr>
          <w:p w14:paraId="2EB2C109" w14:textId="77777777" w:rsidR="00AA047D" w:rsidRDefault="0053644C">
            <w:pPr>
              <w:pStyle w:val="Funotentext"/>
              <w:spacing w:after="0" w:line="320" w:lineRule="exact"/>
              <w:jc w:val="both"/>
              <w:rPr>
                <w:b/>
              </w:rPr>
            </w:pPr>
            <w:r>
              <w:rPr>
                <w:b/>
              </w:rPr>
              <w:t>Berechtigung der Personen zur Benutzung der</w:t>
            </w:r>
            <w:r>
              <w:rPr>
                <w:b/>
              </w:rPr>
              <w:t xml:space="preserve"> Einrichtung, in der die Tierversuche durchgeführt werden (§ 8 Abs. 2 TierSchG)</w:t>
            </w:r>
          </w:p>
        </w:tc>
      </w:tr>
      <w:tr w:rsidR="00AA047D" w14:paraId="1B91D4A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33"/>
        </w:trPr>
        <w:tc>
          <w:tcPr>
            <w:tcW w:w="778" w:type="dxa"/>
            <w:tcBorders>
              <w:bottom w:val="nil"/>
            </w:tcBorders>
          </w:tcPr>
          <w:p w14:paraId="2D1ACE6A" w14:textId="77777777" w:rsidR="00AA047D" w:rsidRDefault="0053644C">
            <w:pPr>
              <w:pStyle w:val="Funotentext"/>
              <w:spacing w:after="0" w:line="320" w:lineRule="exact"/>
              <w:jc w:val="both"/>
              <w:rPr>
                <w:b/>
              </w:rPr>
            </w:pPr>
            <w:r>
              <w:rPr>
                <w:b/>
              </w:rPr>
              <w:t>2.6.1</w:t>
            </w:r>
          </w:p>
        </w:tc>
        <w:tc>
          <w:tcPr>
            <w:tcW w:w="9167" w:type="dxa"/>
            <w:gridSpan w:val="24"/>
            <w:vAlign w:val="bottom"/>
          </w:tcPr>
          <w:p w14:paraId="786D7E43" w14:textId="77777777" w:rsidR="00AA047D" w:rsidRDefault="0053644C">
            <w:pPr>
              <w:pStyle w:val="Funotentext"/>
              <w:spacing w:after="0" w:line="320" w:lineRule="exact"/>
              <w:jc w:val="both"/>
              <w:rPr>
                <w:b/>
              </w:rPr>
            </w:pPr>
            <w:r>
              <w:rPr>
                <w:b/>
              </w:rPr>
              <w:t>Sind die genannten Personen bei der Einrichtung beschäftigt?</w:t>
            </w:r>
          </w:p>
        </w:tc>
      </w:tr>
      <w:tr w:rsidR="00AA047D" w14:paraId="1D34284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trPr>
        <w:tc>
          <w:tcPr>
            <w:tcW w:w="778" w:type="dxa"/>
            <w:tcBorders>
              <w:top w:val="nil"/>
              <w:bottom w:val="single" w:sz="4" w:space="0" w:color="auto"/>
            </w:tcBorders>
          </w:tcPr>
          <w:p w14:paraId="44984F34" w14:textId="77777777" w:rsidR="00AA047D" w:rsidRDefault="00AA047D">
            <w:pPr>
              <w:pStyle w:val="Funotentext"/>
              <w:spacing w:after="0" w:line="320" w:lineRule="exact"/>
              <w:jc w:val="both"/>
            </w:pPr>
          </w:p>
        </w:tc>
        <w:tc>
          <w:tcPr>
            <w:tcW w:w="988" w:type="dxa"/>
            <w:gridSpan w:val="2"/>
            <w:vAlign w:val="center"/>
          </w:tcPr>
          <w:p w14:paraId="222368BE" w14:textId="77777777" w:rsidR="00AA047D" w:rsidRDefault="0053644C">
            <w:pPr>
              <w:pStyle w:val="Funotentext"/>
              <w:spacing w:after="0" w:line="320" w:lineRule="exact"/>
              <w:jc w:val="both"/>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Ja</w:t>
            </w:r>
          </w:p>
        </w:tc>
        <w:tc>
          <w:tcPr>
            <w:tcW w:w="994" w:type="dxa"/>
            <w:gridSpan w:val="3"/>
            <w:vAlign w:val="center"/>
          </w:tcPr>
          <w:p w14:paraId="4375F540" w14:textId="77777777" w:rsidR="00AA047D" w:rsidRDefault="0053644C">
            <w:pPr>
              <w:pStyle w:val="Funotentext"/>
              <w:spacing w:after="0" w:line="320" w:lineRule="exact"/>
              <w:jc w:val="both"/>
            </w:pPr>
            <w:r>
              <w:fldChar w:fldCharType="begin">
                <w:ffData>
                  <w:name w:val="Kontrollkästchen14"/>
                  <w:enabled/>
                  <w:calcOnExit w:val="0"/>
                  <w:checkBox>
                    <w:sizeAuto/>
                    <w:default w:val="0"/>
                  </w:checkBox>
                </w:ffData>
              </w:fldChar>
            </w:r>
            <w:r>
              <w:instrText xml:space="preserve"> FORMCHECKBOX </w:instrText>
            </w:r>
            <w:r>
              <w:fldChar w:fldCharType="separate"/>
            </w:r>
            <w:r>
              <w:fldChar w:fldCharType="end"/>
            </w:r>
            <w:r>
              <w:t xml:space="preserve"> Nein</w:t>
            </w:r>
          </w:p>
        </w:tc>
        <w:tc>
          <w:tcPr>
            <w:tcW w:w="7185" w:type="dxa"/>
            <w:gridSpan w:val="19"/>
            <w:vAlign w:val="center"/>
          </w:tcPr>
          <w:p w14:paraId="1F4E62E2" w14:textId="77777777" w:rsidR="00AA047D" w:rsidRDefault="00AA047D">
            <w:pPr>
              <w:pStyle w:val="Funotentext"/>
              <w:spacing w:after="0" w:line="320" w:lineRule="exact"/>
              <w:jc w:val="both"/>
            </w:pPr>
          </w:p>
        </w:tc>
      </w:tr>
      <w:tr w:rsidR="00AA047D" w14:paraId="741BEC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778" w:type="dxa"/>
            <w:tcBorders>
              <w:bottom w:val="nil"/>
            </w:tcBorders>
          </w:tcPr>
          <w:p w14:paraId="74FA2420" w14:textId="77777777" w:rsidR="00AA047D" w:rsidRDefault="0053644C">
            <w:pPr>
              <w:pStyle w:val="Funotentext"/>
              <w:spacing w:after="0" w:line="320" w:lineRule="exact"/>
              <w:jc w:val="both"/>
              <w:rPr>
                <w:b/>
              </w:rPr>
            </w:pPr>
            <w:r>
              <w:rPr>
                <w:b/>
              </w:rPr>
              <w:t>2.6.2</w:t>
            </w:r>
          </w:p>
        </w:tc>
        <w:tc>
          <w:tcPr>
            <w:tcW w:w="9167" w:type="dxa"/>
            <w:gridSpan w:val="24"/>
          </w:tcPr>
          <w:p w14:paraId="3B48D4E3" w14:textId="77777777" w:rsidR="00AA047D" w:rsidRDefault="0053644C">
            <w:pPr>
              <w:pStyle w:val="Funotentext"/>
              <w:spacing w:after="0" w:line="320" w:lineRule="exact"/>
              <w:jc w:val="both"/>
            </w:pPr>
            <w:r>
              <w:t xml:space="preserve">Wenn </w:t>
            </w:r>
            <w:r>
              <w:rPr>
                <w:b/>
              </w:rPr>
              <w:t>Nein</w:t>
            </w:r>
            <w:r>
              <w:t xml:space="preserve">, sind sie mit Zustimmung der verantwortlichen Leitung der </w:t>
            </w:r>
            <w:r>
              <w:t>Einrichtung zur Benutzung der Einrichtung befugt?</w:t>
            </w:r>
          </w:p>
        </w:tc>
      </w:tr>
      <w:tr w:rsidR="00AA047D" w14:paraId="69C83A3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trPr>
        <w:tc>
          <w:tcPr>
            <w:tcW w:w="778" w:type="dxa"/>
            <w:tcBorders>
              <w:top w:val="nil"/>
              <w:bottom w:val="nil"/>
            </w:tcBorders>
          </w:tcPr>
          <w:p w14:paraId="6E524A29" w14:textId="77777777" w:rsidR="00AA047D" w:rsidRDefault="00AA047D">
            <w:pPr>
              <w:pStyle w:val="Funotentext"/>
              <w:spacing w:after="0" w:line="320" w:lineRule="exact"/>
              <w:jc w:val="both"/>
            </w:pPr>
          </w:p>
        </w:tc>
        <w:tc>
          <w:tcPr>
            <w:tcW w:w="988" w:type="dxa"/>
            <w:gridSpan w:val="2"/>
            <w:vAlign w:val="center"/>
          </w:tcPr>
          <w:p w14:paraId="65F3E707" w14:textId="77777777" w:rsidR="00AA047D" w:rsidRDefault="0053644C">
            <w:pPr>
              <w:pStyle w:val="Funotentext"/>
              <w:spacing w:after="0" w:line="320" w:lineRule="exact"/>
              <w:jc w:val="both"/>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Ja</w:t>
            </w:r>
          </w:p>
        </w:tc>
        <w:tc>
          <w:tcPr>
            <w:tcW w:w="994" w:type="dxa"/>
            <w:gridSpan w:val="3"/>
            <w:vAlign w:val="center"/>
          </w:tcPr>
          <w:p w14:paraId="58F2D32E" w14:textId="77777777" w:rsidR="00AA047D" w:rsidRDefault="00AA047D">
            <w:pPr>
              <w:pStyle w:val="Funotentext"/>
              <w:spacing w:after="0" w:line="320" w:lineRule="exact"/>
              <w:jc w:val="both"/>
            </w:pPr>
          </w:p>
        </w:tc>
        <w:tc>
          <w:tcPr>
            <w:tcW w:w="7185" w:type="dxa"/>
            <w:gridSpan w:val="19"/>
            <w:vAlign w:val="center"/>
          </w:tcPr>
          <w:p w14:paraId="769C6B2B" w14:textId="77777777" w:rsidR="00AA047D" w:rsidRDefault="00AA047D">
            <w:pPr>
              <w:pStyle w:val="Funotentext"/>
              <w:spacing w:after="0" w:line="320" w:lineRule="exact"/>
              <w:jc w:val="both"/>
            </w:pPr>
          </w:p>
        </w:tc>
      </w:tr>
      <w:tr w:rsidR="00AA047D" w14:paraId="726474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trPr>
        <w:tc>
          <w:tcPr>
            <w:tcW w:w="778" w:type="dxa"/>
            <w:tcBorders>
              <w:top w:val="nil"/>
              <w:bottom w:val="nil"/>
            </w:tcBorders>
          </w:tcPr>
          <w:p w14:paraId="416D6775" w14:textId="77777777" w:rsidR="00AA047D" w:rsidRDefault="00AA047D">
            <w:pPr>
              <w:pStyle w:val="berschrift2"/>
              <w:numPr>
                <w:ilvl w:val="0"/>
                <w:numId w:val="0"/>
              </w:numPr>
              <w:spacing w:before="0" w:after="0" w:line="320" w:lineRule="exact"/>
              <w:jc w:val="both"/>
              <w:rPr>
                <w:sz w:val="20"/>
              </w:rPr>
            </w:pPr>
          </w:p>
        </w:tc>
        <w:tc>
          <w:tcPr>
            <w:tcW w:w="9167" w:type="dxa"/>
            <w:gridSpan w:val="24"/>
            <w:vAlign w:val="bottom"/>
          </w:tcPr>
          <w:p w14:paraId="1D26BE6F" w14:textId="77777777" w:rsidR="00AA047D" w:rsidRDefault="0053644C">
            <w:pPr>
              <w:pStyle w:val="berschrift2"/>
              <w:numPr>
                <w:ilvl w:val="0"/>
                <w:numId w:val="0"/>
              </w:numPr>
              <w:spacing w:before="0" w:after="0" w:line="320" w:lineRule="exact"/>
              <w:jc w:val="both"/>
              <w:rPr>
                <w:b w:val="0"/>
                <w:sz w:val="20"/>
              </w:rPr>
            </w:pPr>
            <w:r>
              <w:rPr>
                <w:b w:val="0"/>
                <w:sz w:val="20"/>
              </w:rPr>
              <w:t xml:space="preserve">Art und Umfang der Befugnisse </w:t>
            </w:r>
            <w:r>
              <w:rPr>
                <w:b w:val="0"/>
                <w:szCs w:val="16"/>
              </w:rPr>
              <w:t xml:space="preserve">(bitte schriftliche Bestätigung der verantwortlichen Leitung der </w:t>
            </w:r>
            <w:r>
              <w:rPr>
                <w:b w:val="0"/>
                <w:szCs w:val="16"/>
              </w:rPr>
              <w:t>Einrichtung beifügen)</w:t>
            </w:r>
            <w:r>
              <w:rPr>
                <w:b w:val="0"/>
                <w:sz w:val="20"/>
              </w:rPr>
              <w:t>:</w:t>
            </w:r>
          </w:p>
        </w:tc>
      </w:tr>
      <w:tr w:rsidR="00AA047D" w14:paraId="799EB0D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rPr>
        <w:tc>
          <w:tcPr>
            <w:tcW w:w="778" w:type="dxa"/>
            <w:tcBorders>
              <w:top w:val="nil"/>
            </w:tcBorders>
          </w:tcPr>
          <w:p w14:paraId="12D16EBB" w14:textId="77777777" w:rsidR="00AA047D" w:rsidRDefault="00AA047D">
            <w:pPr>
              <w:pStyle w:val="berschrift2"/>
              <w:keepNext w:val="0"/>
              <w:numPr>
                <w:ilvl w:val="0"/>
                <w:numId w:val="0"/>
              </w:numPr>
              <w:spacing w:before="0" w:after="0" w:line="320" w:lineRule="exact"/>
              <w:jc w:val="both"/>
              <w:rPr>
                <w:sz w:val="20"/>
              </w:rPr>
            </w:pPr>
          </w:p>
        </w:tc>
        <w:tc>
          <w:tcPr>
            <w:tcW w:w="9167" w:type="dxa"/>
            <w:gridSpan w:val="24"/>
          </w:tcPr>
          <w:p w14:paraId="0791A61F" w14:textId="77777777" w:rsidR="00AA047D" w:rsidRDefault="0053644C">
            <w:pPr>
              <w:spacing w:after="0" w:line="320" w:lineRule="exact"/>
              <w:rPr>
                <w:rStyle w:val="Ausfllhilfe"/>
              </w:rPr>
            </w:pPr>
            <w:r>
              <w:rPr>
                <w:rStyle w:val="Ausfllhilfe"/>
              </w:rPr>
              <w:t>Wer hat wann wofür Zugangsberechtigung?</w:t>
            </w:r>
          </w:p>
        </w:tc>
      </w:tr>
      <w:tr w:rsidR="00AA047D" w14:paraId="2F92508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rPr>
        <w:tc>
          <w:tcPr>
            <w:tcW w:w="778" w:type="dxa"/>
            <w:tcBorders>
              <w:bottom w:val="single" w:sz="4" w:space="0" w:color="auto"/>
            </w:tcBorders>
          </w:tcPr>
          <w:p w14:paraId="57F380DF" w14:textId="77777777" w:rsidR="00AA047D" w:rsidRDefault="0053644C">
            <w:pPr>
              <w:pStyle w:val="Funotentext"/>
              <w:spacing w:after="0" w:line="320" w:lineRule="exact"/>
              <w:jc w:val="both"/>
              <w:rPr>
                <w:b/>
              </w:rPr>
            </w:pPr>
            <w:r>
              <w:rPr>
                <w:b/>
              </w:rPr>
              <w:t>2.7</w:t>
            </w:r>
          </w:p>
        </w:tc>
        <w:tc>
          <w:tcPr>
            <w:tcW w:w="9167" w:type="dxa"/>
            <w:gridSpan w:val="24"/>
          </w:tcPr>
          <w:p w14:paraId="33A3D795" w14:textId="77777777" w:rsidR="00AA047D" w:rsidRDefault="0053644C">
            <w:pPr>
              <w:pStyle w:val="Funotentext"/>
              <w:spacing w:after="0" w:line="320" w:lineRule="exact"/>
              <w:jc w:val="both"/>
              <w:rPr>
                <w:b/>
              </w:rPr>
            </w:pPr>
            <w:r>
              <w:rPr>
                <w:b/>
              </w:rPr>
              <w:t>Personen, die für die Pflege, Betreuung und medizinische Versorgung der Versuchstiere verantwortlich sind:</w:t>
            </w:r>
          </w:p>
        </w:tc>
      </w:tr>
      <w:tr w:rsidR="00AA047D" w14:paraId="1E8E0CE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rPr>
        <w:tc>
          <w:tcPr>
            <w:tcW w:w="778" w:type="dxa"/>
            <w:tcBorders>
              <w:bottom w:val="nil"/>
            </w:tcBorders>
          </w:tcPr>
          <w:p w14:paraId="1B2876B5" w14:textId="77777777" w:rsidR="00AA047D" w:rsidRDefault="0053644C">
            <w:pPr>
              <w:pStyle w:val="Funotentext"/>
              <w:spacing w:after="0" w:line="320" w:lineRule="exact"/>
              <w:jc w:val="both"/>
              <w:rPr>
                <w:b/>
              </w:rPr>
            </w:pPr>
            <w:r>
              <w:rPr>
                <w:b/>
              </w:rPr>
              <w:t>2.7.1</w:t>
            </w:r>
          </w:p>
        </w:tc>
        <w:tc>
          <w:tcPr>
            <w:tcW w:w="9167" w:type="dxa"/>
            <w:gridSpan w:val="24"/>
          </w:tcPr>
          <w:p w14:paraId="7A5EB68C" w14:textId="77777777" w:rsidR="00AA047D" w:rsidRDefault="0053644C">
            <w:pPr>
              <w:pStyle w:val="Funotentext"/>
              <w:spacing w:after="0" w:line="320" w:lineRule="exact"/>
              <w:jc w:val="both"/>
              <w:rPr>
                <w:b/>
              </w:rPr>
            </w:pPr>
            <w:r>
              <w:rPr>
                <w:b/>
              </w:rPr>
              <w:t xml:space="preserve">Namen, dienstliche Anschrift und Qualifikation der für die Pflege und </w:t>
            </w:r>
            <w:r>
              <w:rPr>
                <w:b/>
              </w:rPr>
              <w:t>Betreuung der Tiere verantwortlichen Personen:</w:t>
            </w:r>
          </w:p>
        </w:tc>
      </w:tr>
      <w:tr w:rsidR="00AA047D" w14:paraId="501E493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00"/>
        </w:trPr>
        <w:tc>
          <w:tcPr>
            <w:tcW w:w="778" w:type="dxa"/>
            <w:tcBorders>
              <w:top w:val="nil"/>
              <w:bottom w:val="nil"/>
            </w:tcBorders>
          </w:tcPr>
          <w:p w14:paraId="4A92A182" w14:textId="77777777" w:rsidR="00AA047D" w:rsidRDefault="00AA047D">
            <w:pPr>
              <w:pStyle w:val="Funotentext"/>
              <w:spacing w:after="0" w:line="320" w:lineRule="exact"/>
              <w:jc w:val="both"/>
            </w:pPr>
          </w:p>
        </w:tc>
        <w:tc>
          <w:tcPr>
            <w:tcW w:w="2402" w:type="dxa"/>
            <w:gridSpan w:val="8"/>
            <w:vAlign w:val="center"/>
          </w:tcPr>
          <w:p w14:paraId="764AE804" w14:textId="77777777" w:rsidR="00AA047D" w:rsidRDefault="0053644C">
            <w:pPr>
              <w:pStyle w:val="Funotentext"/>
              <w:spacing w:after="0" w:line="320" w:lineRule="exact"/>
              <w:jc w:val="both"/>
            </w:pPr>
            <w:r>
              <w:t>Name</w:t>
            </w:r>
          </w:p>
        </w:tc>
        <w:tc>
          <w:tcPr>
            <w:tcW w:w="3370" w:type="dxa"/>
            <w:gridSpan w:val="10"/>
            <w:vAlign w:val="center"/>
          </w:tcPr>
          <w:p w14:paraId="32B3E1F5" w14:textId="77777777" w:rsidR="00AA047D" w:rsidRDefault="0053644C">
            <w:pPr>
              <w:pStyle w:val="Funotentext"/>
              <w:spacing w:after="0" w:line="320" w:lineRule="exact"/>
              <w:jc w:val="both"/>
            </w:pPr>
            <w:r>
              <w:t>Dienstliche Anschrift</w:t>
            </w:r>
          </w:p>
        </w:tc>
        <w:tc>
          <w:tcPr>
            <w:tcW w:w="3395" w:type="dxa"/>
            <w:gridSpan w:val="6"/>
            <w:vAlign w:val="center"/>
          </w:tcPr>
          <w:p w14:paraId="39F03B43" w14:textId="77777777" w:rsidR="00AA047D" w:rsidRDefault="0053644C">
            <w:pPr>
              <w:pStyle w:val="Funotentext"/>
              <w:spacing w:after="0" w:line="320" w:lineRule="exact"/>
              <w:jc w:val="both"/>
            </w:pPr>
            <w:r>
              <w:t>Qualifikation</w:t>
            </w:r>
          </w:p>
        </w:tc>
      </w:tr>
      <w:tr w:rsidR="00AA047D" w14:paraId="0F7CB33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Borders>
              <w:top w:val="nil"/>
              <w:bottom w:val="nil"/>
            </w:tcBorders>
          </w:tcPr>
          <w:p w14:paraId="34EB8E96" w14:textId="77777777" w:rsidR="00AA047D" w:rsidRDefault="00AA047D">
            <w:pPr>
              <w:pStyle w:val="Funotentext"/>
              <w:spacing w:after="0" w:line="320" w:lineRule="exact"/>
              <w:jc w:val="both"/>
            </w:pPr>
          </w:p>
        </w:tc>
        <w:tc>
          <w:tcPr>
            <w:tcW w:w="2402" w:type="dxa"/>
            <w:gridSpan w:val="8"/>
          </w:tcPr>
          <w:p w14:paraId="4BC9CE88" w14:textId="77777777" w:rsidR="00AA047D" w:rsidRDefault="0053644C">
            <w:pPr>
              <w:spacing w:after="0" w:line="320" w:lineRule="exact"/>
              <w:rPr>
                <w:rStyle w:val="Ausfllhilfe"/>
              </w:rPr>
            </w:pPr>
            <w:r>
              <w:rPr>
                <w:rStyle w:val="Ausfllhilfe"/>
              </w:rPr>
              <w:t>kompletter Name inkl. Titel</w:t>
            </w:r>
          </w:p>
          <w:p w14:paraId="18052089" w14:textId="77777777" w:rsidR="00AA047D" w:rsidRDefault="0053644C">
            <w:pPr>
              <w:spacing w:after="0" w:line="320" w:lineRule="exact"/>
              <w:rPr>
                <w:rStyle w:val="Ausfllhilfe"/>
              </w:rPr>
            </w:pPr>
            <w:r>
              <w:rPr>
                <w:rStyle w:val="Ausfllhilfe"/>
              </w:rPr>
              <w:t>An dieser Stelle sollte zumindest eine für die Pflege und Betreuung der Tiere (leitende) Person benannt sein.</w:t>
            </w:r>
          </w:p>
        </w:tc>
        <w:tc>
          <w:tcPr>
            <w:tcW w:w="3370" w:type="dxa"/>
            <w:gridSpan w:val="10"/>
          </w:tcPr>
          <w:p w14:paraId="17BDD52E" w14:textId="77777777" w:rsidR="00AA047D" w:rsidRDefault="0053644C">
            <w:pPr>
              <w:spacing w:after="0" w:line="320" w:lineRule="exact"/>
              <w:rPr>
                <w:rStyle w:val="Ausfllhilfe"/>
              </w:rPr>
            </w:pPr>
            <w:r>
              <w:rPr>
                <w:rStyle w:val="Ausfllhilfe"/>
              </w:rPr>
              <w:t>Straße 1, 23456 Ort</w:t>
            </w:r>
          </w:p>
        </w:tc>
        <w:tc>
          <w:tcPr>
            <w:tcW w:w="3395" w:type="dxa"/>
            <w:gridSpan w:val="6"/>
          </w:tcPr>
          <w:p w14:paraId="68A7FC08" w14:textId="77777777" w:rsidR="00AA047D" w:rsidRDefault="0053644C">
            <w:pPr>
              <w:spacing w:after="0" w:line="320" w:lineRule="exact"/>
              <w:rPr>
                <w:rStyle w:val="Ausfllhilfe"/>
              </w:rPr>
            </w:pPr>
            <w:r>
              <w:rPr>
                <w:rStyle w:val="Ausfllhilfe"/>
              </w:rPr>
              <w:t>Alle Qualifikationen auflisten, bisherige tierexperimentelle Berufserfahrung mit Zeitangaben vermerken</w:t>
            </w:r>
          </w:p>
        </w:tc>
      </w:tr>
      <w:tr w:rsidR="00AA047D" w14:paraId="59B5E3C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Borders>
              <w:top w:val="nil"/>
              <w:bottom w:val="nil"/>
            </w:tcBorders>
          </w:tcPr>
          <w:p w14:paraId="3DF35B68" w14:textId="77777777" w:rsidR="00AA047D" w:rsidRDefault="00AA047D">
            <w:pPr>
              <w:pStyle w:val="Funotentext"/>
              <w:spacing w:after="0" w:line="320" w:lineRule="exact"/>
              <w:jc w:val="both"/>
            </w:pPr>
          </w:p>
        </w:tc>
        <w:tc>
          <w:tcPr>
            <w:tcW w:w="2402" w:type="dxa"/>
            <w:gridSpan w:val="8"/>
          </w:tcPr>
          <w:p w14:paraId="3C06813E" w14:textId="77777777" w:rsidR="00AA047D" w:rsidRDefault="0053644C">
            <w:pPr>
              <w:spacing w:after="0" w:line="320" w:lineRule="exact"/>
              <w:rPr>
                <w:rStyle w:val="Ausfllhilfe"/>
              </w:rPr>
            </w:pPr>
            <w:r>
              <w:rPr>
                <w:rStyle w:val="Ausfllhilfe"/>
              </w:rPr>
              <w:t>Tierpfleger(in) des Institutes für Versuchstierkunde</w:t>
            </w:r>
          </w:p>
        </w:tc>
        <w:tc>
          <w:tcPr>
            <w:tcW w:w="3370" w:type="dxa"/>
            <w:gridSpan w:val="10"/>
          </w:tcPr>
          <w:p w14:paraId="609906E8" w14:textId="77777777" w:rsidR="00AA047D" w:rsidRDefault="0053644C">
            <w:pPr>
              <w:spacing w:after="0" w:line="320" w:lineRule="exact"/>
              <w:rPr>
                <w:rStyle w:val="Ausfllhilfe"/>
              </w:rPr>
            </w:pPr>
            <w:r>
              <w:rPr>
                <w:rStyle w:val="Ausfllhilfe"/>
              </w:rPr>
              <w:t>Straße 1, 23456 Ort</w:t>
            </w:r>
          </w:p>
        </w:tc>
        <w:tc>
          <w:tcPr>
            <w:tcW w:w="3395" w:type="dxa"/>
            <w:gridSpan w:val="6"/>
          </w:tcPr>
          <w:p w14:paraId="69AAD4E2" w14:textId="77777777" w:rsidR="00AA047D" w:rsidRDefault="0053644C">
            <w:pPr>
              <w:spacing w:after="0" w:line="320" w:lineRule="exact"/>
              <w:rPr>
                <w:rStyle w:val="Ausfllhilfe"/>
              </w:rPr>
            </w:pPr>
            <w:r>
              <w:rPr>
                <w:rStyle w:val="Ausfllhilfe"/>
              </w:rPr>
              <w:t xml:space="preserve">Tierpfleger(in) Klinik und Forschung und Tiermedizinische </w:t>
            </w:r>
            <w:r>
              <w:rPr>
                <w:rStyle w:val="Ausfllhilfe"/>
              </w:rPr>
              <w:t>Fachangestellte</w:t>
            </w:r>
          </w:p>
        </w:tc>
      </w:tr>
      <w:tr w:rsidR="00AA047D" w14:paraId="43F0F95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Borders>
              <w:top w:val="nil"/>
              <w:bottom w:val="nil"/>
            </w:tcBorders>
          </w:tcPr>
          <w:p w14:paraId="31F1196C" w14:textId="77777777" w:rsidR="00AA047D" w:rsidRDefault="00AA047D">
            <w:pPr>
              <w:pStyle w:val="Funotentext"/>
              <w:spacing w:after="0" w:line="320" w:lineRule="exact"/>
              <w:jc w:val="both"/>
            </w:pPr>
          </w:p>
        </w:tc>
        <w:tc>
          <w:tcPr>
            <w:tcW w:w="2402" w:type="dxa"/>
            <w:gridSpan w:val="8"/>
          </w:tcPr>
          <w:p w14:paraId="096917EF" w14:textId="77777777" w:rsidR="00AA047D" w:rsidRDefault="0053644C">
            <w:pPr>
              <w:pStyle w:val="Funotentext"/>
              <w:spacing w:after="0" w:line="320" w:lineRule="exact"/>
              <w:jc w:val="both"/>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0" w:type="dxa"/>
            <w:gridSpan w:val="10"/>
          </w:tcPr>
          <w:p w14:paraId="1FC7DB2E" w14:textId="77777777" w:rsidR="00AA047D" w:rsidRDefault="0053644C">
            <w:pPr>
              <w:pStyle w:val="Funotentext"/>
              <w:spacing w:after="0" w:line="320" w:lineRule="exact"/>
              <w:jc w:val="both"/>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6"/>
          </w:tcPr>
          <w:p w14:paraId="513045C2" w14:textId="77777777" w:rsidR="00AA047D" w:rsidRDefault="0053644C">
            <w:pPr>
              <w:pStyle w:val="Funotentext"/>
              <w:spacing w:after="0" w:line="320" w:lineRule="exact"/>
              <w:jc w:val="both"/>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047D" w14:paraId="7E601AF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Borders>
              <w:top w:val="nil"/>
            </w:tcBorders>
          </w:tcPr>
          <w:p w14:paraId="0E9A84F5" w14:textId="77777777" w:rsidR="00AA047D" w:rsidRDefault="00AA047D">
            <w:pPr>
              <w:pStyle w:val="Funotentext"/>
              <w:spacing w:after="0" w:line="320" w:lineRule="exact"/>
              <w:jc w:val="both"/>
            </w:pPr>
          </w:p>
        </w:tc>
        <w:tc>
          <w:tcPr>
            <w:tcW w:w="2402" w:type="dxa"/>
            <w:gridSpan w:val="8"/>
          </w:tcPr>
          <w:p w14:paraId="58EB5244" w14:textId="77777777" w:rsidR="00AA047D" w:rsidRDefault="0053644C">
            <w:pPr>
              <w:pStyle w:val="Funotentext"/>
              <w:spacing w:after="0" w:line="320" w:lineRule="exact"/>
              <w:jc w:val="both"/>
            </w:pPr>
            <w:r>
              <w:fldChar w:fldCharType="begin">
                <w:ffData>
                  <w:name w:val="Text138"/>
                  <w:enabled/>
                  <w:calcOnExit w:val="0"/>
                  <w:textInput/>
                </w:ffData>
              </w:fldChar>
            </w:r>
            <w:bookmarkStart w:id="50" w:name="Text1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3370" w:type="dxa"/>
            <w:gridSpan w:val="10"/>
          </w:tcPr>
          <w:p w14:paraId="56BFDB6F" w14:textId="77777777" w:rsidR="00AA047D" w:rsidRDefault="0053644C">
            <w:pPr>
              <w:pStyle w:val="Funotentext"/>
              <w:spacing w:after="0" w:line="320" w:lineRule="exact"/>
              <w:jc w:val="both"/>
            </w:pPr>
            <w:r>
              <w:fldChar w:fldCharType="begin">
                <w:ffData>
                  <w:name w:val="Text139"/>
                  <w:enabled/>
                  <w:calcOnExit w:val="0"/>
                  <w:textInput/>
                </w:ffData>
              </w:fldChar>
            </w:r>
            <w:bookmarkStart w:id="51" w:name="Text1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3395" w:type="dxa"/>
            <w:gridSpan w:val="6"/>
          </w:tcPr>
          <w:p w14:paraId="19521E46" w14:textId="77777777" w:rsidR="00AA047D" w:rsidRDefault="0053644C">
            <w:pPr>
              <w:pStyle w:val="Funotentext"/>
              <w:spacing w:after="0" w:line="320" w:lineRule="exact"/>
              <w:jc w:val="both"/>
            </w:pPr>
            <w:r>
              <w:fldChar w:fldCharType="begin">
                <w:ffData>
                  <w:name w:val="Text167"/>
                  <w:enabled/>
                  <w:calcOnExit w:val="0"/>
                  <w:textInput/>
                </w:ffData>
              </w:fldChar>
            </w:r>
            <w:bookmarkStart w:id="52" w:name="Text1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r w:rsidR="00AA047D" w14:paraId="5343D91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rPr>
        <w:tc>
          <w:tcPr>
            <w:tcW w:w="778" w:type="dxa"/>
          </w:tcPr>
          <w:p w14:paraId="47F6CCF8" w14:textId="77777777" w:rsidR="00AA047D" w:rsidRDefault="0053644C">
            <w:pPr>
              <w:pStyle w:val="Funotentext"/>
              <w:spacing w:after="0" w:line="320" w:lineRule="exact"/>
              <w:jc w:val="both"/>
              <w:rPr>
                <w:b/>
              </w:rPr>
            </w:pPr>
            <w:r>
              <w:rPr>
                <w:b/>
              </w:rPr>
              <w:lastRenderedPageBreak/>
              <w:t>2.7.2</w:t>
            </w:r>
          </w:p>
        </w:tc>
        <w:tc>
          <w:tcPr>
            <w:tcW w:w="9167" w:type="dxa"/>
            <w:gridSpan w:val="24"/>
          </w:tcPr>
          <w:p w14:paraId="62222720" w14:textId="77777777" w:rsidR="00AA047D" w:rsidRDefault="0053644C">
            <w:pPr>
              <w:pStyle w:val="Funotentext"/>
              <w:spacing w:after="0" w:line="320" w:lineRule="exact"/>
              <w:jc w:val="both"/>
              <w:rPr>
                <w:b/>
              </w:rPr>
            </w:pPr>
            <w:r>
              <w:rPr>
                <w:b/>
              </w:rPr>
              <w:t xml:space="preserve">Namen, </w:t>
            </w:r>
            <w:r>
              <w:rPr>
                <w:b/>
              </w:rPr>
              <w:t>dienstliche Anschrift und Qualifikation der für die medizinische Versorgung verantwortlichen Personen:</w:t>
            </w:r>
          </w:p>
        </w:tc>
      </w:tr>
      <w:tr w:rsidR="00AA047D" w14:paraId="2E0D656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00"/>
        </w:trPr>
        <w:tc>
          <w:tcPr>
            <w:tcW w:w="778" w:type="dxa"/>
          </w:tcPr>
          <w:p w14:paraId="6CEBC807" w14:textId="77777777" w:rsidR="00AA047D" w:rsidRDefault="00AA047D">
            <w:pPr>
              <w:pStyle w:val="Funotentext"/>
              <w:spacing w:after="0" w:line="320" w:lineRule="exact"/>
              <w:jc w:val="both"/>
            </w:pPr>
          </w:p>
        </w:tc>
        <w:tc>
          <w:tcPr>
            <w:tcW w:w="2395" w:type="dxa"/>
            <w:gridSpan w:val="7"/>
            <w:vAlign w:val="center"/>
          </w:tcPr>
          <w:p w14:paraId="2C65A6BC" w14:textId="77777777" w:rsidR="00AA047D" w:rsidRDefault="0053644C">
            <w:pPr>
              <w:pStyle w:val="Funotentext"/>
              <w:spacing w:after="0" w:line="320" w:lineRule="exact"/>
              <w:jc w:val="both"/>
            </w:pPr>
            <w:r>
              <w:t>Name</w:t>
            </w:r>
          </w:p>
        </w:tc>
        <w:tc>
          <w:tcPr>
            <w:tcW w:w="3377" w:type="dxa"/>
            <w:gridSpan w:val="11"/>
            <w:vAlign w:val="center"/>
          </w:tcPr>
          <w:p w14:paraId="52BA4D3E" w14:textId="77777777" w:rsidR="00AA047D" w:rsidRDefault="0053644C">
            <w:pPr>
              <w:pStyle w:val="Funotentext"/>
              <w:spacing w:after="0" w:line="320" w:lineRule="exact"/>
              <w:jc w:val="both"/>
            </w:pPr>
            <w:r>
              <w:t>Dienstliche Anschrift</w:t>
            </w:r>
          </w:p>
        </w:tc>
        <w:tc>
          <w:tcPr>
            <w:tcW w:w="3395" w:type="dxa"/>
            <w:gridSpan w:val="6"/>
            <w:vAlign w:val="center"/>
          </w:tcPr>
          <w:p w14:paraId="50322049" w14:textId="77777777" w:rsidR="00AA047D" w:rsidRDefault="0053644C">
            <w:pPr>
              <w:pStyle w:val="Funotentext"/>
              <w:spacing w:after="0" w:line="320" w:lineRule="exact"/>
              <w:jc w:val="both"/>
            </w:pPr>
            <w:r>
              <w:t>Qualifikation</w:t>
            </w:r>
          </w:p>
        </w:tc>
      </w:tr>
      <w:tr w:rsidR="00AA047D" w14:paraId="560DBC5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Pr>
          <w:p w14:paraId="52F865A1" w14:textId="77777777" w:rsidR="00AA047D" w:rsidRDefault="00AA047D">
            <w:pPr>
              <w:pStyle w:val="Funotentext"/>
              <w:spacing w:after="0" w:line="320" w:lineRule="exact"/>
              <w:jc w:val="both"/>
            </w:pPr>
          </w:p>
        </w:tc>
        <w:tc>
          <w:tcPr>
            <w:tcW w:w="2395" w:type="dxa"/>
            <w:gridSpan w:val="7"/>
          </w:tcPr>
          <w:p w14:paraId="1E5FAE54" w14:textId="77777777" w:rsidR="00AA047D" w:rsidRDefault="0053644C">
            <w:pPr>
              <w:spacing w:after="0" w:line="320" w:lineRule="exact"/>
              <w:rPr>
                <w:rStyle w:val="Ausfllhilfe"/>
              </w:rPr>
            </w:pPr>
            <w:r>
              <w:rPr>
                <w:rStyle w:val="Ausfllhilfe"/>
              </w:rPr>
              <w:t>kompletter Name mit Titel</w:t>
            </w:r>
          </w:p>
        </w:tc>
        <w:tc>
          <w:tcPr>
            <w:tcW w:w="3377" w:type="dxa"/>
            <w:gridSpan w:val="11"/>
          </w:tcPr>
          <w:p w14:paraId="57AF8203" w14:textId="77777777" w:rsidR="00AA047D" w:rsidRDefault="0053644C">
            <w:pPr>
              <w:spacing w:after="0" w:line="320" w:lineRule="exact"/>
              <w:rPr>
                <w:rStyle w:val="Ausfllhilfe"/>
              </w:rPr>
            </w:pPr>
            <w:r>
              <w:rPr>
                <w:rStyle w:val="Ausfllhilfe"/>
              </w:rPr>
              <w:t>Klinik/Institut/Fakultät/Universität, Straße 1, 23456 Ort</w:t>
            </w:r>
          </w:p>
        </w:tc>
        <w:tc>
          <w:tcPr>
            <w:tcW w:w="3395" w:type="dxa"/>
            <w:gridSpan w:val="6"/>
          </w:tcPr>
          <w:p w14:paraId="031BA175" w14:textId="77777777" w:rsidR="00AA047D" w:rsidRDefault="0053644C">
            <w:pPr>
              <w:spacing w:after="0" w:line="320" w:lineRule="exact"/>
              <w:rPr>
                <w:rStyle w:val="Ausfllhilfe"/>
              </w:rPr>
            </w:pPr>
            <w:r>
              <w:rPr>
                <w:rStyle w:val="Ausfllhilfe"/>
              </w:rPr>
              <w:t>abgeschlossenes Studium der  Veterinärmedizin, Tierärztin / Tierarzt in der Weiterbildung zu Fachtierärztin Versuchstierkunde</w:t>
            </w:r>
          </w:p>
        </w:tc>
      </w:tr>
      <w:tr w:rsidR="00AA047D" w14:paraId="40007A6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Pr>
          <w:p w14:paraId="67FFA109" w14:textId="77777777" w:rsidR="00AA047D" w:rsidRDefault="00AA047D">
            <w:pPr>
              <w:pStyle w:val="Funotentext"/>
              <w:spacing w:after="0" w:line="320" w:lineRule="exact"/>
              <w:jc w:val="both"/>
            </w:pPr>
          </w:p>
        </w:tc>
        <w:tc>
          <w:tcPr>
            <w:tcW w:w="2395" w:type="dxa"/>
            <w:gridSpan w:val="7"/>
          </w:tcPr>
          <w:p w14:paraId="54D1CD08" w14:textId="77777777" w:rsidR="00AA047D" w:rsidRDefault="0053644C">
            <w:pPr>
              <w:pStyle w:val="Funotentext"/>
              <w:spacing w:after="0" w:line="320" w:lineRule="exact"/>
              <w:jc w:val="both"/>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7" w:type="dxa"/>
            <w:gridSpan w:val="11"/>
          </w:tcPr>
          <w:p w14:paraId="0FB381ED" w14:textId="77777777" w:rsidR="00AA047D" w:rsidRDefault="0053644C">
            <w:pPr>
              <w:pStyle w:val="Funotentext"/>
              <w:spacing w:after="0" w:line="320" w:lineRule="exact"/>
              <w:jc w:val="both"/>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6"/>
          </w:tcPr>
          <w:p w14:paraId="748C28A7" w14:textId="77777777" w:rsidR="00AA047D" w:rsidRDefault="0053644C">
            <w:pPr>
              <w:pStyle w:val="Funotentext"/>
              <w:spacing w:after="0" w:line="320" w:lineRule="exact"/>
              <w:jc w:val="both"/>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047D" w14:paraId="761F268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778" w:type="dxa"/>
          </w:tcPr>
          <w:p w14:paraId="6D651623" w14:textId="77777777" w:rsidR="00AA047D" w:rsidRDefault="00AA047D">
            <w:pPr>
              <w:pStyle w:val="Funotentext"/>
              <w:spacing w:after="0" w:line="320" w:lineRule="exact"/>
              <w:jc w:val="both"/>
            </w:pPr>
          </w:p>
        </w:tc>
        <w:tc>
          <w:tcPr>
            <w:tcW w:w="2395" w:type="dxa"/>
            <w:gridSpan w:val="7"/>
          </w:tcPr>
          <w:p w14:paraId="5A0F308D" w14:textId="77777777" w:rsidR="00AA047D" w:rsidRDefault="0053644C">
            <w:pPr>
              <w:pStyle w:val="Funotentext"/>
              <w:spacing w:after="0" w:line="320" w:lineRule="exact"/>
              <w:jc w:val="both"/>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7" w:type="dxa"/>
            <w:gridSpan w:val="11"/>
          </w:tcPr>
          <w:p w14:paraId="13C68A89" w14:textId="77777777" w:rsidR="00AA047D" w:rsidRDefault="0053644C">
            <w:pPr>
              <w:pStyle w:val="Funotentext"/>
              <w:spacing w:after="0" w:line="320" w:lineRule="exact"/>
              <w:jc w:val="both"/>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6"/>
          </w:tcPr>
          <w:p w14:paraId="42BD602B" w14:textId="77777777" w:rsidR="00AA047D" w:rsidRDefault="0053644C">
            <w:pPr>
              <w:pStyle w:val="Funotentext"/>
              <w:spacing w:after="0" w:line="320" w:lineRule="exact"/>
              <w:jc w:val="both"/>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047D" w14:paraId="7F5297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7"/>
        </w:trPr>
        <w:tc>
          <w:tcPr>
            <w:tcW w:w="778" w:type="dxa"/>
          </w:tcPr>
          <w:p w14:paraId="24156814" w14:textId="77777777" w:rsidR="00AA047D" w:rsidRDefault="0053644C">
            <w:pPr>
              <w:pStyle w:val="Funotentext"/>
              <w:spacing w:after="0" w:line="320" w:lineRule="exact"/>
              <w:jc w:val="both"/>
              <w:rPr>
                <w:b/>
              </w:rPr>
            </w:pPr>
            <w:r>
              <w:rPr>
                <w:b/>
              </w:rPr>
              <w:t>2.7.3</w:t>
            </w:r>
          </w:p>
        </w:tc>
        <w:tc>
          <w:tcPr>
            <w:tcW w:w="9167" w:type="dxa"/>
            <w:gridSpan w:val="24"/>
          </w:tcPr>
          <w:p w14:paraId="64467DBD" w14:textId="77777777" w:rsidR="00AA047D" w:rsidRDefault="0053644C">
            <w:pPr>
              <w:pStyle w:val="Funotentext"/>
              <w:spacing w:after="0" w:line="320" w:lineRule="exact"/>
              <w:jc w:val="both"/>
              <w:rPr>
                <w:b/>
                <w:spacing w:val="-4"/>
              </w:rPr>
            </w:pPr>
            <w:r>
              <w:rPr>
                <w:b/>
                <w:spacing w:val="-4"/>
              </w:rPr>
              <w:t>Name und dienstliche Anschrift der Tierärztin/des Tierarztes, der/dem nach Abschluss des Versuchs die überlebenden Tiere der in § 28 Abs. 1 Satz 2 TierSchVersV genannten Arten vorgestellt</w:t>
            </w:r>
            <w:r>
              <w:rPr>
                <w:b/>
                <w:spacing w:val="-4"/>
              </w:rPr>
              <w:t xml:space="preserve"> werden:</w:t>
            </w:r>
          </w:p>
        </w:tc>
      </w:tr>
      <w:tr w:rsidR="00AA047D" w14:paraId="5E23FD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trPr>
        <w:tc>
          <w:tcPr>
            <w:tcW w:w="778" w:type="dxa"/>
          </w:tcPr>
          <w:p w14:paraId="1E8BBDAF" w14:textId="77777777" w:rsidR="00AA047D" w:rsidRDefault="00AA047D">
            <w:pPr>
              <w:pStyle w:val="Funotentext"/>
              <w:spacing w:after="0" w:line="320" w:lineRule="exact"/>
              <w:jc w:val="both"/>
            </w:pPr>
          </w:p>
        </w:tc>
        <w:tc>
          <w:tcPr>
            <w:tcW w:w="3533" w:type="dxa"/>
            <w:gridSpan w:val="12"/>
            <w:vAlign w:val="center"/>
          </w:tcPr>
          <w:p w14:paraId="71F8997E" w14:textId="77777777" w:rsidR="00AA047D" w:rsidRDefault="0053644C">
            <w:pPr>
              <w:pStyle w:val="Funotentext"/>
              <w:spacing w:after="0" w:line="320" w:lineRule="exact"/>
              <w:jc w:val="both"/>
            </w:pPr>
            <w:r>
              <w:t>Name</w:t>
            </w:r>
          </w:p>
        </w:tc>
        <w:tc>
          <w:tcPr>
            <w:tcW w:w="5634" w:type="dxa"/>
            <w:gridSpan w:val="12"/>
            <w:vAlign w:val="center"/>
          </w:tcPr>
          <w:p w14:paraId="69257C71" w14:textId="77777777" w:rsidR="00AA047D" w:rsidRDefault="0053644C">
            <w:pPr>
              <w:pStyle w:val="Funotentext"/>
              <w:spacing w:after="0" w:line="320" w:lineRule="exact"/>
              <w:jc w:val="both"/>
            </w:pPr>
            <w:r>
              <w:t>Dienstliche Anschrift</w:t>
            </w:r>
          </w:p>
        </w:tc>
      </w:tr>
      <w:tr w:rsidR="00AA047D" w14:paraId="40650EE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trPr>
        <w:tc>
          <w:tcPr>
            <w:tcW w:w="778" w:type="dxa"/>
          </w:tcPr>
          <w:p w14:paraId="25AFBB2F" w14:textId="77777777" w:rsidR="00AA047D" w:rsidRDefault="00AA047D">
            <w:pPr>
              <w:pStyle w:val="Funotentext"/>
              <w:spacing w:after="0" w:line="320" w:lineRule="exact"/>
              <w:jc w:val="both"/>
            </w:pPr>
          </w:p>
        </w:tc>
        <w:tc>
          <w:tcPr>
            <w:tcW w:w="3533" w:type="dxa"/>
            <w:gridSpan w:val="12"/>
          </w:tcPr>
          <w:p w14:paraId="61ACBD48" w14:textId="77777777" w:rsidR="00AA047D" w:rsidRDefault="0053644C">
            <w:pPr>
              <w:spacing w:after="0" w:line="320" w:lineRule="exact"/>
              <w:rPr>
                <w:rStyle w:val="Ausfllhilfe"/>
              </w:rPr>
            </w:pPr>
            <w:r>
              <w:rPr>
                <w:rStyle w:val="Ausfllhilfe"/>
              </w:rPr>
              <w:t>kompletter Name der Tierärztin/ des Tierarztes oder:</w:t>
            </w:r>
          </w:p>
          <w:p w14:paraId="3AE670BD" w14:textId="77777777" w:rsidR="00AA047D" w:rsidRDefault="0053644C">
            <w:pPr>
              <w:spacing w:after="0" w:line="320" w:lineRule="exact"/>
              <w:rPr>
                <w:rStyle w:val="Ausfllhilfe"/>
              </w:rPr>
            </w:pPr>
            <w:r>
              <w:rPr>
                <w:rStyle w:val="Ausfllhilfe"/>
              </w:rPr>
              <w:t>Angabe nur wenn die Tiere nicht am Ende des Versuchs getötet werden.</w:t>
            </w:r>
          </w:p>
          <w:p w14:paraId="357FC69F" w14:textId="77777777" w:rsidR="00AA047D" w:rsidRDefault="00AA047D">
            <w:pPr>
              <w:spacing w:after="0" w:line="320" w:lineRule="exact"/>
              <w:rPr>
                <w:rStyle w:val="Ausfllhilfe"/>
              </w:rPr>
            </w:pPr>
          </w:p>
          <w:p w14:paraId="01F391F0" w14:textId="77777777" w:rsidR="00AA047D" w:rsidRDefault="00AA047D">
            <w:pPr>
              <w:spacing w:after="0" w:line="320" w:lineRule="exact"/>
              <w:rPr>
                <w:rStyle w:val="Ausfllhilfe"/>
              </w:rPr>
            </w:pPr>
          </w:p>
        </w:tc>
        <w:tc>
          <w:tcPr>
            <w:tcW w:w="5634" w:type="dxa"/>
            <w:gridSpan w:val="12"/>
          </w:tcPr>
          <w:p w14:paraId="7832654C" w14:textId="77777777" w:rsidR="00AA047D" w:rsidRDefault="0053644C">
            <w:pPr>
              <w:spacing w:after="0" w:line="320" w:lineRule="exact"/>
              <w:rPr>
                <w:rStyle w:val="Ausfllhilfe"/>
              </w:rPr>
            </w:pPr>
            <w:r>
              <w:rPr>
                <w:rStyle w:val="Ausfllhilfe"/>
              </w:rPr>
              <w:t>Klinik/Institut/Fakultät/Universität, Straße 1, 23456 Ort</w:t>
            </w:r>
          </w:p>
        </w:tc>
      </w:tr>
      <w:tr w:rsidR="00AA047D" w14:paraId="4C6DC48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567"/>
        </w:trPr>
        <w:tc>
          <w:tcPr>
            <w:tcW w:w="778" w:type="dxa"/>
          </w:tcPr>
          <w:p w14:paraId="7FF94287" w14:textId="77777777" w:rsidR="00AA047D" w:rsidRDefault="0053644C">
            <w:pPr>
              <w:pStyle w:val="Funotentext"/>
              <w:spacing w:after="0" w:line="320" w:lineRule="exact"/>
              <w:rPr>
                <w:b/>
              </w:rPr>
            </w:pPr>
            <w:r>
              <w:rPr>
                <w:b/>
              </w:rPr>
              <w:t xml:space="preserve">3.  </w:t>
            </w:r>
          </w:p>
        </w:tc>
        <w:tc>
          <w:tcPr>
            <w:tcW w:w="8998" w:type="dxa"/>
            <w:gridSpan w:val="23"/>
          </w:tcPr>
          <w:p w14:paraId="187A1EFF" w14:textId="77777777" w:rsidR="00AA047D" w:rsidRDefault="0053644C">
            <w:pPr>
              <w:pStyle w:val="Funotentext"/>
              <w:spacing w:after="0" w:line="320" w:lineRule="exact"/>
              <w:jc w:val="both"/>
              <w:rPr>
                <w:b/>
              </w:rPr>
            </w:pPr>
            <w:r>
              <w:rPr>
                <w:b/>
              </w:rPr>
              <w:t xml:space="preserve">Organisatorische Voraussetzungen </w:t>
            </w:r>
          </w:p>
          <w:p w14:paraId="2003CA1F" w14:textId="77777777" w:rsidR="00AA047D" w:rsidRDefault="00AA047D">
            <w:pPr>
              <w:pStyle w:val="Funotentext"/>
              <w:spacing w:after="0" w:line="320" w:lineRule="exact"/>
              <w:jc w:val="both"/>
              <w:rPr>
                <w:b/>
              </w:rPr>
            </w:pPr>
          </w:p>
        </w:tc>
      </w:tr>
      <w:tr w:rsidR="00AA047D" w14:paraId="040993D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567"/>
        </w:trPr>
        <w:tc>
          <w:tcPr>
            <w:tcW w:w="778" w:type="dxa"/>
          </w:tcPr>
          <w:p w14:paraId="2A1A4564" w14:textId="77777777" w:rsidR="00AA047D" w:rsidRDefault="0053644C">
            <w:pPr>
              <w:pStyle w:val="Funotentext"/>
              <w:keepNext/>
              <w:spacing w:after="0" w:line="320" w:lineRule="exact"/>
              <w:jc w:val="both"/>
              <w:rPr>
                <w:b/>
              </w:rPr>
            </w:pPr>
            <w:r>
              <w:rPr>
                <w:b/>
              </w:rPr>
              <w:t>3.1</w:t>
            </w:r>
          </w:p>
        </w:tc>
        <w:tc>
          <w:tcPr>
            <w:tcW w:w="8998" w:type="dxa"/>
            <w:gridSpan w:val="23"/>
            <w:vAlign w:val="bottom"/>
          </w:tcPr>
          <w:p w14:paraId="4CE4E3F2" w14:textId="77777777" w:rsidR="00AA047D" w:rsidRDefault="0053644C">
            <w:pPr>
              <w:pStyle w:val="Funotentext"/>
              <w:keepNext/>
              <w:spacing w:after="0" w:line="320" w:lineRule="exact"/>
              <w:jc w:val="both"/>
              <w:rPr>
                <w:b/>
              </w:rPr>
            </w:pPr>
            <w:r>
              <w:rPr>
                <w:b/>
              </w:rPr>
              <w:t>Tierschutzbeauftragte/Tierschutzbeauftragter</w:t>
            </w:r>
          </w:p>
        </w:tc>
      </w:tr>
      <w:tr w:rsidR="00AA047D" w14:paraId="08192EB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400"/>
        </w:trPr>
        <w:tc>
          <w:tcPr>
            <w:tcW w:w="778" w:type="dxa"/>
          </w:tcPr>
          <w:p w14:paraId="7E7A0355" w14:textId="77777777" w:rsidR="00AA047D" w:rsidRDefault="00AA047D">
            <w:pPr>
              <w:pStyle w:val="Funotentext"/>
              <w:keepNext/>
              <w:spacing w:after="0" w:line="320" w:lineRule="exact"/>
              <w:jc w:val="both"/>
              <w:rPr>
                <w:sz w:val="14"/>
              </w:rPr>
            </w:pPr>
          </w:p>
        </w:tc>
        <w:tc>
          <w:tcPr>
            <w:tcW w:w="3533" w:type="dxa"/>
            <w:gridSpan w:val="12"/>
            <w:vAlign w:val="center"/>
          </w:tcPr>
          <w:p w14:paraId="29DEDEB9" w14:textId="77777777" w:rsidR="00AA047D" w:rsidRDefault="0053644C">
            <w:pPr>
              <w:pStyle w:val="Funotentext"/>
              <w:keepNext/>
              <w:spacing w:after="0" w:line="320" w:lineRule="exact"/>
              <w:jc w:val="both"/>
            </w:pPr>
            <w:r>
              <w:t>Name</w:t>
            </w:r>
          </w:p>
        </w:tc>
        <w:tc>
          <w:tcPr>
            <w:tcW w:w="5465" w:type="dxa"/>
            <w:gridSpan w:val="11"/>
            <w:vAlign w:val="center"/>
          </w:tcPr>
          <w:p w14:paraId="66132902" w14:textId="77777777" w:rsidR="00AA047D" w:rsidRDefault="0053644C">
            <w:pPr>
              <w:pStyle w:val="Funotentext"/>
              <w:keepNext/>
              <w:spacing w:after="0" w:line="320" w:lineRule="exact"/>
              <w:jc w:val="both"/>
            </w:pPr>
            <w:r>
              <w:t>Dienstliche Anschrift, Telefon, Telefax, E-Mail</w:t>
            </w:r>
          </w:p>
        </w:tc>
      </w:tr>
      <w:tr w:rsidR="00AA047D" w14:paraId="11F0B9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val="737"/>
        </w:trPr>
        <w:tc>
          <w:tcPr>
            <w:tcW w:w="778" w:type="dxa"/>
            <w:tcBorders>
              <w:bottom w:val="single" w:sz="4" w:space="0" w:color="auto"/>
            </w:tcBorders>
          </w:tcPr>
          <w:p w14:paraId="4921AEB2" w14:textId="77777777" w:rsidR="00AA047D" w:rsidRDefault="00AA047D">
            <w:pPr>
              <w:pStyle w:val="Funotentext"/>
              <w:keepNext/>
              <w:spacing w:after="0" w:line="320" w:lineRule="exact"/>
              <w:jc w:val="both"/>
              <w:rPr>
                <w:sz w:val="14"/>
              </w:rPr>
            </w:pPr>
          </w:p>
        </w:tc>
        <w:tc>
          <w:tcPr>
            <w:tcW w:w="3533" w:type="dxa"/>
            <w:gridSpan w:val="12"/>
          </w:tcPr>
          <w:p w14:paraId="2C37AD72" w14:textId="77777777" w:rsidR="00AA047D" w:rsidRDefault="0053644C">
            <w:pPr>
              <w:spacing w:after="0" w:line="320" w:lineRule="exact"/>
              <w:rPr>
                <w:rStyle w:val="Ausfllhilfe"/>
              </w:rPr>
            </w:pPr>
            <w:r>
              <w:rPr>
                <w:rStyle w:val="Ausfllhilfe"/>
              </w:rPr>
              <w:t>kompletter Name mit Titel</w:t>
            </w:r>
          </w:p>
        </w:tc>
        <w:tc>
          <w:tcPr>
            <w:tcW w:w="5465" w:type="dxa"/>
            <w:gridSpan w:val="11"/>
          </w:tcPr>
          <w:p w14:paraId="6F05AC87" w14:textId="77777777" w:rsidR="00AA047D" w:rsidRDefault="0053644C">
            <w:pPr>
              <w:spacing w:after="0" w:line="320" w:lineRule="exact"/>
              <w:rPr>
                <w:rStyle w:val="Ausfllhilfe"/>
              </w:rPr>
            </w:pPr>
            <w:r>
              <w:rPr>
                <w:rStyle w:val="Ausfllhilfe"/>
              </w:rPr>
              <w:t xml:space="preserve">Klinik/Institut/Fakultät/Universität, Straße 1, 23456 Ort </w:t>
            </w:r>
            <w:r>
              <w:rPr>
                <w:rStyle w:val="Ausfllhilfe"/>
              </w:rPr>
              <w:t>Tel. 0123-456789</w:t>
            </w:r>
          </w:p>
          <w:p w14:paraId="47B8A723" w14:textId="77777777" w:rsidR="00AA047D" w:rsidRDefault="0053644C">
            <w:pPr>
              <w:spacing w:after="0" w:line="320" w:lineRule="exact"/>
              <w:rPr>
                <w:rStyle w:val="Ausfllhilfe"/>
              </w:rPr>
            </w:pPr>
            <w:r>
              <w:rPr>
                <w:rStyle w:val="Ausfllhilfe"/>
              </w:rPr>
              <w:t>name@xxx.de</w:t>
            </w:r>
          </w:p>
        </w:tc>
      </w:tr>
      <w:tr w:rsidR="00AA047D" w14:paraId="27DFAD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val="495"/>
        </w:trPr>
        <w:tc>
          <w:tcPr>
            <w:tcW w:w="778" w:type="dxa"/>
            <w:tcBorders>
              <w:bottom w:val="nil"/>
            </w:tcBorders>
          </w:tcPr>
          <w:p w14:paraId="5B0401D8" w14:textId="77777777" w:rsidR="00AA047D" w:rsidRDefault="0053644C">
            <w:pPr>
              <w:pStyle w:val="Funotentext"/>
              <w:spacing w:after="0" w:line="320" w:lineRule="exact"/>
              <w:jc w:val="both"/>
              <w:rPr>
                <w:b/>
              </w:rPr>
            </w:pPr>
            <w:r>
              <w:rPr>
                <w:b/>
              </w:rPr>
              <w:t>3.2</w:t>
            </w:r>
          </w:p>
        </w:tc>
        <w:tc>
          <w:tcPr>
            <w:tcW w:w="8998" w:type="dxa"/>
            <w:gridSpan w:val="23"/>
          </w:tcPr>
          <w:p w14:paraId="43C7AC3C" w14:textId="77777777" w:rsidR="00AA047D" w:rsidRDefault="0053644C">
            <w:pPr>
              <w:pStyle w:val="Funotentext"/>
              <w:spacing w:after="0" w:line="320" w:lineRule="exact"/>
              <w:jc w:val="both"/>
              <w:rPr>
                <w:b/>
              </w:rPr>
            </w:pPr>
            <w:r>
              <w:rPr>
                <w:b/>
              </w:rPr>
              <w:t xml:space="preserve">Sind die Voraussetzungen zur Aufgabenerfüllung der/des Tierschutzbeauftragten gegeben (§ 10 TierSchG i. V. m. § 5 TierSchVersV)? </w:t>
            </w:r>
          </w:p>
          <w:p w14:paraId="5E2761CC" w14:textId="77777777" w:rsidR="00AA047D" w:rsidRDefault="0053644C">
            <w:pPr>
              <w:spacing w:after="0" w:line="320" w:lineRule="exact"/>
              <w:rPr>
                <w:rStyle w:val="Ausfllhilfe"/>
              </w:rPr>
            </w:pPr>
            <w:r>
              <w:rPr>
                <w:rStyle w:val="Ausfllhilfe"/>
              </w:rPr>
              <w:t>Ist diese(r) in der Lage unbeeinflusst und objektiv ihre/seine Meinung zu äußern?</w:t>
            </w:r>
          </w:p>
        </w:tc>
      </w:tr>
      <w:tr w:rsidR="00AA047D" w14:paraId="079F80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400"/>
        </w:trPr>
        <w:tc>
          <w:tcPr>
            <w:tcW w:w="778" w:type="dxa"/>
            <w:tcBorders>
              <w:top w:val="nil"/>
              <w:bottom w:val="single" w:sz="4" w:space="0" w:color="auto"/>
            </w:tcBorders>
          </w:tcPr>
          <w:p w14:paraId="4B0DBC30" w14:textId="77777777" w:rsidR="00AA047D" w:rsidRDefault="00AA047D">
            <w:pPr>
              <w:pStyle w:val="Funotentext"/>
              <w:spacing w:after="0" w:line="320" w:lineRule="exact"/>
              <w:jc w:val="both"/>
            </w:pPr>
          </w:p>
        </w:tc>
        <w:tc>
          <w:tcPr>
            <w:tcW w:w="988" w:type="dxa"/>
            <w:gridSpan w:val="2"/>
            <w:vAlign w:val="center"/>
          </w:tcPr>
          <w:p w14:paraId="68F96C1B" w14:textId="77777777" w:rsidR="00AA047D" w:rsidRDefault="0053644C">
            <w:pPr>
              <w:pStyle w:val="Funotentext"/>
              <w:spacing w:after="0" w:line="320" w:lineRule="exact"/>
              <w:jc w:val="both"/>
            </w:pPr>
            <w:r>
              <w:fldChar w:fldCharType="begin">
                <w:ffData>
                  <w:name w:val="Kontrollkästchen28"/>
                  <w:enabled/>
                  <w:calcOnExit w:val="0"/>
                  <w:checkBox>
                    <w:sizeAuto/>
                    <w:default w:val="0"/>
                  </w:checkBox>
                </w:ffData>
              </w:fldChar>
            </w:r>
            <w:bookmarkStart w:id="53" w:name="Kontrollkästchen28"/>
            <w:r>
              <w:instrText xml:space="preserve"> FORMCHECKBOX </w:instrText>
            </w:r>
            <w:r>
              <w:fldChar w:fldCharType="separate"/>
            </w:r>
            <w:r>
              <w:fldChar w:fldCharType="end"/>
            </w:r>
            <w:bookmarkEnd w:id="53"/>
            <w:r>
              <w:t xml:space="preserve"> Ja</w:t>
            </w:r>
          </w:p>
        </w:tc>
        <w:tc>
          <w:tcPr>
            <w:tcW w:w="994" w:type="dxa"/>
            <w:gridSpan w:val="3"/>
            <w:vAlign w:val="center"/>
          </w:tcPr>
          <w:p w14:paraId="43B52C83" w14:textId="77777777" w:rsidR="00AA047D" w:rsidRDefault="0053644C">
            <w:pPr>
              <w:pStyle w:val="Funotentext"/>
              <w:spacing w:after="0" w:line="320" w:lineRule="exact"/>
              <w:jc w:val="both"/>
            </w:pPr>
            <w:r>
              <w:fldChar w:fldCharType="begin">
                <w:ffData>
                  <w:name w:val="Kontrollkästchen29"/>
                  <w:enabled/>
                  <w:calcOnExit w:val="0"/>
                  <w:checkBox>
                    <w:sizeAuto/>
                    <w:default w:val="0"/>
                  </w:checkBox>
                </w:ffData>
              </w:fldChar>
            </w:r>
            <w:bookmarkStart w:id="54" w:name="Kontrollkästchen29"/>
            <w:r>
              <w:instrText xml:space="preserve"> FORMCHECKBOX </w:instrText>
            </w:r>
            <w:r>
              <w:fldChar w:fldCharType="separate"/>
            </w:r>
            <w:r>
              <w:fldChar w:fldCharType="end"/>
            </w:r>
            <w:bookmarkEnd w:id="54"/>
            <w:r>
              <w:t xml:space="preserve"> Nein</w:t>
            </w:r>
          </w:p>
        </w:tc>
        <w:tc>
          <w:tcPr>
            <w:tcW w:w="7016" w:type="dxa"/>
            <w:gridSpan w:val="18"/>
            <w:vAlign w:val="center"/>
          </w:tcPr>
          <w:p w14:paraId="18797C3A" w14:textId="77777777" w:rsidR="00AA047D" w:rsidRDefault="00AA047D">
            <w:pPr>
              <w:pStyle w:val="Funotentext"/>
              <w:spacing w:after="0" w:line="320" w:lineRule="exact"/>
              <w:jc w:val="both"/>
            </w:pPr>
          </w:p>
        </w:tc>
      </w:tr>
      <w:tr w:rsidR="00AA047D" w14:paraId="1781E91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val="574"/>
        </w:trPr>
        <w:tc>
          <w:tcPr>
            <w:tcW w:w="778" w:type="dxa"/>
            <w:tcBorders>
              <w:bottom w:val="nil"/>
            </w:tcBorders>
          </w:tcPr>
          <w:p w14:paraId="0D0C013F" w14:textId="77777777" w:rsidR="00AA047D" w:rsidRDefault="0053644C">
            <w:pPr>
              <w:pStyle w:val="Funotentext"/>
              <w:spacing w:after="0" w:line="320" w:lineRule="exact"/>
              <w:jc w:val="both"/>
              <w:rPr>
                <w:b/>
              </w:rPr>
            </w:pPr>
            <w:r>
              <w:rPr>
                <w:b/>
              </w:rPr>
              <w:t>3.3</w:t>
            </w:r>
          </w:p>
        </w:tc>
        <w:tc>
          <w:tcPr>
            <w:tcW w:w="8998" w:type="dxa"/>
            <w:gridSpan w:val="23"/>
          </w:tcPr>
          <w:p w14:paraId="20988DBA" w14:textId="77777777" w:rsidR="00AA047D" w:rsidRDefault="0053644C">
            <w:pPr>
              <w:pStyle w:val="Funotentext"/>
              <w:spacing w:after="0" w:line="320" w:lineRule="exact"/>
              <w:jc w:val="both"/>
              <w:rPr>
                <w:b/>
              </w:rPr>
            </w:pPr>
            <w:r>
              <w:rPr>
                <w:b/>
              </w:rPr>
              <w:t xml:space="preserve">Hat die/der Tierschutzbeauftragte eine Stellungnahme nach § 5 Abs. 4 Satz 2 Nr. 1 TierSchVersV abgegeben? </w:t>
            </w:r>
            <w:r>
              <w:rPr>
                <w:b/>
                <w:sz w:val="16"/>
                <w:szCs w:val="16"/>
              </w:rPr>
              <w:t>(Angabe entfällt bei Anzeigen)</w:t>
            </w:r>
          </w:p>
        </w:tc>
      </w:tr>
      <w:tr w:rsidR="00AA047D" w14:paraId="57CA7DB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374"/>
        </w:trPr>
        <w:tc>
          <w:tcPr>
            <w:tcW w:w="778" w:type="dxa"/>
            <w:tcBorders>
              <w:top w:val="nil"/>
              <w:bottom w:val="single" w:sz="4" w:space="0" w:color="auto"/>
            </w:tcBorders>
          </w:tcPr>
          <w:p w14:paraId="6DD907DA" w14:textId="77777777" w:rsidR="00AA047D" w:rsidRDefault="00AA047D">
            <w:pPr>
              <w:pStyle w:val="Funotentext"/>
              <w:spacing w:after="0" w:line="320" w:lineRule="exact"/>
              <w:jc w:val="both"/>
            </w:pPr>
          </w:p>
        </w:tc>
        <w:tc>
          <w:tcPr>
            <w:tcW w:w="2900" w:type="dxa"/>
            <w:gridSpan w:val="10"/>
            <w:vAlign w:val="center"/>
          </w:tcPr>
          <w:p w14:paraId="3A0F1BE0" w14:textId="77777777" w:rsidR="00AA047D" w:rsidRDefault="0053644C">
            <w:pPr>
              <w:pStyle w:val="Funotentext"/>
              <w:spacing w:after="0" w:line="320" w:lineRule="exact"/>
              <w:jc w:val="both"/>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liegt bei</w:t>
            </w:r>
          </w:p>
        </w:tc>
        <w:tc>
          <w:tcPr>
            <w:tcW w:w="2901" w:type="dxa"/>
            <w:gridSpan w:val="9"/>
            <w:vAlign w:val="center"/>
          </w:tcPr>
          <w:p w14:paraId="70AD2695" w14:textId="77777777" w:rsidR="00AA047D" w:rsidRDefault="0053644C">
            <w:pPr>
              <w:pStyle w:val="Funotentext"/>
              <w:spacing w:after="0" w:line="320" w:lineRule="exact"/>
              <w:jc w:val="both"/>
            </w:pPr>
            <w:r>
              <w:fldChar w:fldCharType="begin">
                <w:ffData>
                  <w:name w:val="Kontrollkästchen14"/>
                  <w:enabled/>
                  <w:calcOnExit w:val="0"/>
                  <w:checkBox>
                    <w:sizeAuto/>
                    <w:default w:val="0"/>
                  </w:checkBox>
                </w:ffData>
              </w:fldChar>
            </w:r>
            <w:r>
              <w:instrText xml:space="preserve"> FORMCHECKBOX </w:instrText>
            </w:r>
            <w:r>
              <w:fldChar w:fldCharType="separate"/>
            </w:r>
            <w:r>
              <w:fldChar w:fldCharType="end"/>
            </w:r>
            <w:r>
              <w:t xml:space="preserve"> wird nachgereicht</w:t>
            </w:r>
          </w:p>
        </w:tc>
        <w:tc>
          <w:tcPr>
            <w:tcW w:w="3197" w:type="dxa"/>
            <w:gridSpan w:val="4"/>
            <w:vAlign w:val="center"/>
          </w:tcPr>
          <w:p w14:paraId="3DAE0389" w14:textId="77777777" w:rsidR="00AA047D" w:rsidRDefault="00AA047D">
            <w:pPr>
              <w:pStyle w:val="Funotentext"/>
              <w:spacing w:after="0" w:line="320" w:lineRule="exact"/>
              <w:jc w:val="both"/>
            </w:pPr>
          </w:p>
        </w:tc>
      </w:tr>
      <w:tr w:rsidR="00AA047D" w14:paraId="0760BF2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val="492"/>
        </w:trPr>
        <w:tc>
          <w:tcPr>
            <w:tcW w:w="778" w:type="dxa"/>
            <w:tcBorders>
              <w:bottom w:val="nil"/>
            </w:tcBorders>
          </w:tcPr>
          <w:p w14:paraId="0E45418E" w14:textId="77777777" w:rsidR="00AA047D" w:rsidRDefault="0053644C">
            <w:pPr>
              <w:pStyle w:val="Funotentext"/>
              <w:spacing w:after="0" w:line="320" w:lineRule="exact"/>
              <w:jc w:val="both"/>
              <w:rPr>
                <w:b/>
              </w:rPr>
            </w:pPr>
            <w:r>
              <w:rPr>
                <w:b/>
              </w:rPr>
              <w:t>3.4</w:t>
            </w:r>
          </w:p>
        </w:tc>
        <w:tc>
          <w:tcPr>
            <w:tcW w:w="8998" w:type="dxa"/>
            <w:gridSpan w:val="23"/>
          </w:tcPr>
          <w:p w14:paraId="11F08BED" w14:textId="77777777" w:rsidR="00AA047D" w:rsidRDefault="0053644C">
            <w:pPr>
              <w:pStyle w:val="Funotentext"/>
              <w:spacing w:after="0" w:line="320" w:lineRule="exact"/>
              <w:jc w:val="both"/>
              <w:rPr>
                <w:sz w:val="16"/>
                <w:szCs w:val="16"/>
              </w:rPr>
            </w:pPr>
            <w:r>
              <w:rPr>
                <w:b/>
              </w:rPr>
              <w:t xml:space="preserve">Sind die zur Durchführung des Versuchsvorhabens erforderlichen Anlagen, Geräte und sonstigen sachlichen Mittel vorhanden (§ 8 Abs. 1 Satz 2 </w:t>
            </w:r>
            <w:r>
              <w:rPr>
                <w:b/>
              </w:rPr>
              <w:t>Nr. 3 TierSchG</w:t>
            </w:r>
            <w:r>
              <w:t xml:space="preserve">)? </w:t>
            </w:r>
            <w:r>
              <w:rPr>
                <w:sz w:val="16"/>
                <w:szCs w:val="16"/>
              </w:rPr>
              <w:t xml:space="preserve">(Hierzu ist ein Nachweis erforderlich für den die Stellungnahme der/des Tierschutzbeauftragten in Frage kommt) </w:t>
            </w:r>
          </w:p>
          <w:p w14:paraId="5434C46F" w14:textId="77777777" w:rsidR="00AA047D" w:rsidRDefault="0053644C">
            <w:pPr>
              <w:spacing w:after="0" w:line="320" w:lineRule="exact"/>
              <w:rPr>
                <w:rStyle w:val="Ausfllhilfe"/>
              </w:rPr>
            </w:pPr>
            <w:r>
              <w:rPr>
                <w:rStyle w:val="Ausfllhilfe"/>
              </w:rPr>
              <w:t>Bitte vorab prüfen und nachweisen können.</w:t>
            </w:r>
          </w:p>
        </w:tc>
      </w:tr>
      <w:tr w:rsidR="00AA047D" w14:paraId="29AE292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400"/>
        </w:trPr>
        <w:tc>
          <w:tcPr>
            <w:tcW w:w="778" w:type="dxa"/>
            <w:tcBorders>
              <w:top w:val="nil"/>
              <w:bottom w:val="single" w:sz="4" w:space="0" w:color="auto"/>
            </w:tcBorders>
          </w:tcPr>
          <w:p w14:paraId="2591F311" w14:textId="77777777" w:rsidR="00AA047D" w:rsidRDefault="00AA047D">
            <w:pPr>
              <w:pStyle w:val="Funotentext"/>
              <w:spacing w:after="0" w:line="320" w:lineRule="exact"/>
              <w:jc w:val="both"/>
            </w:pPr>
          </w:p>
        </w:tc>
        <w:tc>
          <w:tcPr>
            <w:tcW w:w="988" w:type="dxa"/>
            <w:gridSpan w:val="2"/>
            <w:vAlign w:val="center"/>
          </w:tcPr>
          <w:p w14:paraId="6B2699FB" w14:textId="77777777" w:rsidR="00AA047D" w:rsidRDefault="0053644C">
            <w:pPr>
              <w:pStyle w:val="Funotentext"/>
              <w:spacing w:after="0" w:line="320" w:lineRule="exact"/>
              <w:jc w:val="both"/>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Ja</w:t>
            </w:r>
          </w:p>
        </w:tc>
        <w:tc>
          <w:tcPr>
            <w:tcW w:w="994" w:type="dxa"/>
            <w:gridSpan w:val="3"/>
            <w:vAlign w:val="center"/>
          </w:tcPr>
          <w:p w14:paraId="42EE24F9" w14:textId="77777777" w:rsidR="00AA047D" w:rsidRDefault="0053644C">
            <w:pPr>
              <w:pStyle w:val="Funotentext"/>
              <w:spacing w:after="0" w:line="320" w:lineRule="exact"/>
              <w:jc w:val="both"/>
            </w:pPr>
            <w:r>
              <w:fldChar w:fldCharType="begin">
                <w:ffData>
                  <w:name w:val="Kontrollkästchen14"/>
                  <w:enabled/>
                  <w:calcOnExit w:val="0"/>
                  <w:checkBox>
                    <w:sizeAuto/>
                    <w:default w:val="0"/>
                  </w:checkBox>
                </w:ffData>
              </w:fldChar>
            </w:r>
            <w:r>
              <w:instrText xml:space="preserve"> FORMCHECKBOX </w:instrText>
            </w:r>
            <w:r>
              <w:fldChar w:fldCharType="separate"/>
            </w:r>
            <w:r>
              <w:fldChar w:fldCharType="end"/>
            </w:r>
            <w:r>
              <w:t xml:space="preserve"> Nein</w:t>
            </w:r>
          </w:p>
        </w:tc>
        <w:tc>
          <w:tcPr>
            <w:tcW w:w="7016" w:type="dxa"/>
            <w:gridSpan w:val="18"/>
            <w:vAlign w:val="center"/>
          </w:tcPr>
          <w:p w14:paraId="450D48C9" w14:textId="77777777" w:rsidR="00AA047D" w:rsidRDefault="00AA047D">
            <w:pPr>
              <w:pStyle w:val="Funotentext"/>
              <w:spacing w:after="0" w:line="320" w:lineRule="exact"/>
              <w:jc w:val="both"/>
            </w:pPr>
          </w:p>
        </w:tc>
      </w:tr>
      <w:tr w:rsidR="00AA047D" w14:paraId="3FF3084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val="421"/>
        </w:trPr>
        <w:tc>
          <w:tcPr>
            <w:tcW w:w="778" w:type="dxa"/>
            <w:tcBorders>
              <w:bottom w:val="nil"/>
            </w:tcBorders>
          </w:tcPr>
          <w:p w14:paraId="196E7B3E" w14:textId="77777777" w:rsidR="00AA047D" w:rsidRDefault="0053644C">
            <w:pPr>
              <w:pStyle w:val="Funotentext"/>
              <w:spacing w:after="0" w:line="320" w:lineRule="exact"/>
              <w:jc w:val="both"/>
              <w:rPr>
                <w:b/>
              </w:rPr>
            </w:pPr>
            <w:r>
              <w:rPr>
                <w:b/>
              </w:rPr>
              <w:t>3.5</w:t>
            </w:r>
          </w:p>
        </w:tc>
        <w:tc>
          <w:tcPr>
            <w:tcW w:w="8998" w:type="dxa"/>
            <w:gridSpan w:val="23"/>
            <w:vAlign w:val="bottom"/>
          </w:tcPr>
          <w:p w14:paraId="3E7AAF79" w14:textId="77777777" w:rsidR="00AA047D" w:rsidRDefault="0053644C">
            <w:pPr>
              <w:pStyle w:val="Funotentext"/>
              <w:spacing w:after="0" w:line="320" w:lineRule="exact"/>
              <w:jc w:val="both"/>
              <w:rPr>
                <w:sz w:val="16"/>
                <w:szCs w:val="16"/>
              </w:rPr>
            </w:pPr>
            <w:r>
              <w:rPr>
                <w:b/>
              </w:rPr>
              <w:t xml:space="preserve">Sind die notwendigen organisatorischen Voraussetzungen gegeben? </w:t>
            </w:r>
            <w:r>
              <w:rPr>
                <w:sz w:val="16"/>
                <w:szCs w:val="16"/>
              </w:rPr>
              <w:t xml:space="preserve">(Hierzu ist ein Nachweis erforderlich, für den die Stellungnahme der/des Tierschutzbeauftragten in Frage kommt) </w:t>
            </w:r>
          </w:p>
          <w:p w14:paraId="03AA8668" w14:textId="77777777" w:rsidR="00AA047D" w:rsidRDefault="0053644C">
            <w:pPr>
              <w:spacing w:after="0" w:line="320" w:lineRule="exact"/>
              <w:rPr>
                <w:rStyle w:val="Ausfllhilfe"/>
              </w:rPr>
            </w:pPr>
            <w:r>
              <w:rPr>
                <w:rStyle w:val="Ausfllhilfe"/>
              </w:rPr>
              <w:t>Bitte vorab prüfen und nachweisen können.</w:t>
            </w:r>
          </w:p>
        </w:tc>
      </w:tr>
      <w:tr w:rsidR="00AA047D" w14:paraId="026B88B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374"/>
        </w:trPr>
        <w:tc>
          <w:tcPr>
            <w:tcW w:w="778" w:type="dxa"/>
            <w:tcBorders>
              <w:top w:val="nil"/>
              <w:bottom w:val="single" w:sz="4" w:space="0" w:color="auto"/>
            </w:tcBorders>
          </w:tcPr>
          <w:p w14:paraId="6990F34A" w14:textId="77777777" w:rsidR="00AA047D" w:rsidRDefault="00AA047D">
            <w:pPr>
              <w:pStyle w:val="Funotentext"/>
              <w:spacing w:after="0" w:line="320" w:lineRule="exact"/>
              <w:jc w:val="both"/>
            </w:pPr>
          </w:p>
        </w:tc>
        <w:tc>
          <w:tcPr>
            <w:tcW w:w="988" w:type="dxa"/>
            <w:gridSpan w:val="2"/>
            <w:vAlign w:val="center"/>
          </w:tcPr>
          <w:p w14:paraId="78D24EDF" w14:textId="77777777" w:rsidR="00AA047D" w:rsidRDefault="0053644C">
            <w:pPr>
              <w:pStyle w:val="Funotentext"/>
              <w:spacing w:after="0" w:line="320" w:lineRule="exact"/>
              <w:jc w:val="both"/>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Ja</w:t>
            </w:r>
          </w:p>
        </w:tc>
        <w:tc>
          <w:tcPr>
            <w:tcW w:w="994" w:type="dxa"/>
            <w:gridSpan w:val="3"/>
            <w:vAlign w:val="center"/>
          </w:tcPr>
          <w:p w14:paraId="3728BDEB" w14:textId="77777777" w:rsidR="00AA047D" w:rsidRDefault="0053644C">
            <w:pPr>
              <w:pStyle w:val="Funotentext"/>
              <w:spacing w:after="0" w:line="320" w:lineRule="exact"/>
              <w:jc w:val="both"/>
            </w:pPr>
            <w:r>
              <w:fldChar w:fldCharType="begin">
                <w:ffData>
                  <w:name w:val="Kontrollkästchen14"/>
                  <w:enabled/>
                  <w:calcOnExit w:val="0"/>
                  <w:checkBox>
                    <w:sizeAuto/>
                    <w:default w:val="0"/>
                  </w:checkBox>
                </w:ffData>
              </w:fldChar>
            </w:r>
            <w:r>
              <w:instrText xml:space="preserve"> FORMCHECKBOX </w:instrText>
            </w:r>
            <w:r>
              <w:fldChar w:fldCharType="separate"/>
            </w:r>
            <w:r>
              <w:fldChar w:fldCharType="end"/>
            </w:r>
            <w:r>
              <w:t xml:space="preserve"> Nein</w:t>
            </w:r>
          </w:p>
        </w:tc>
        <w:tc>
          <w:tcPr>
            <w:tcW w:w="7016" w:type="dxa"/>
            <w:gridSpan w:val="18"/>
            <w:vAlign w:val="center"/>
          </w:tcPr>
          <w:p w14:paraId="310AB26B" w14:textId="77777777" w:rsidR="00AA047D" w:rsidRDefault="00AA047D">
            <w:pPr>
              <w:pStyle w:val="Funotentext"/>
              <w:spacing w:after="0" w:line="320" w:lineRule="exact"/>
              <w:jc w:val="both"/>
            </w:pPr>
          </w:p>
        </w:tc>
      </w:tr>
      <w:tr w:rsidR="00AA047D" w14:paraId="05A82AE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val="1046"/>
        </w:trPr>
        <w:tc>
          <w:tcPr>
            <w:tcW w:w="778" w:type="dxa"/>
            <w:tcBorders>
              <w:bottom w:val="nil"/>
            </w:tcBorders>
          </w:tcPr>
          <w:p w14:paraId="72699AA4" w14:textId="77777777" w:rsidR="00AA047D" w:rsidRDefault="0053644C">
            <w:pPr>
              <w:pStyle w:val="Funotentext"/>
              <w:spacing w:after="0" w:line="320" w:lineRule="exact"/>
              <w:jc w:val="both"/>
              <w:rPr>
                <w:b/>
              </w:rPr>
            </w:pPr>
            <w:r>
              <w:rPr>
                <w:b/>
              </w:rPr>
              <w:lastRenderedPageBreak/>
              <w:t>3.6</w:t>
            </w:r>
          </w:p>
        </w:tc>
        <w:tc>
          <w:tcPr>
            <w:tcW w:w="8998" w:type="dxa"/>
            <w:gridSpan w:val="23"/>
          </w:tcPr>
          <w:p w14:paraId="585E7991" w14:textId="77777777" w:rsidR="00AA047D" w:rsidRDefault="0053644C">
            <w:pPr>
              <w:pStyle w:val="Funotentext"/>
              <w:spacing w:after="0" w:line="320" w:lineRule="exact"/>
              <w:jc w:val="both"/>
              <w:rPr>
                <w:b/>
              </w:rPr>
            </w:pPr>
            <w:r>
              <w:rPr>
                <w:b/>
              </w:rPr>
              <w:t xml:space="preserve">Ist eine den Anforderungen des § 2 TierSchG i. V. m. § 1 und § 15 TierSchVersV entsprechende Unterbringung und Pflege einschließlich der Betreuung der Tiere sowie ihre medizinische Versorgung sichergestellt an den jeweiligen Orten? </w:t>
            </w:r>
          </w:p>
          <w:p w14:paraId="3B6AA77D" w14:textId="77777777" w:rsidR="00AA047D" w:rsidRDefault="0053644C">
            <w:pPr>
              <w:spacing w:after="0" w:line="320" w:lineRule="exact"/>
              <w:rPr>
                <w:rStyle w:val="Ausfllhilfe"/>
              </w:rPr>
            </w:pPr>
            <w:r>
              <w:rPr>
                <w:rStyle w:val="Ausfllhilfe"/>
              </w:rPr>
              <w:t xml:space="preserve">Bitte vorab prüfen und </w:t>
            </w:r>
            <w:r>
              <w:rPr>
                <w:rStyle w:val="Ausfllhilfe"/>
              </w:rPr>
              <w:t>nachweisen können. Sind ggf. zusätzliche Haltungsgenehmigungen notwendig?</w:t>
            </w:r>
          </w:p>
        </w:tc>
      </w:tr>
      <w:tr w:rsidR="00AA047D" w14:paraId="7AF5F3E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374"/>
        </w:trPr>
        <w:tc>
          <w:tcPr>
            <w:tcW w:w="778" w:type="dxa"/>
            <w:tcBorders>
              <w:top w:val="nil"/>
              <w:bottom w:val="single" w:sz="4" w:space="0" w:color="auto"/>
            </w:tcBorders>
          </w:tcPr>
          <w:p w14:paraId="1F826DC8" w14:textId="77777777" w:rsidR="00AA047D" w:rsidRDefault="00AA047D">
            <w:pPr>
              <w:pStyle w:val="Funotentext"/>
              <w:spacing w:after="0" w:line="320" w:lineRule="exact"/>
              <w:jc w:val="both"/>
            </w:pPr>
          </w:p>
        </w:tc>
        <w:tc>
          <w:tcPr>
            <w:tcW w:w="988" w:type="dxa"/>
            <w:gridSpan w:val="2"/>
            <w:vAlign w:val="center"/>
          </w:tcPr>
          <w:p w14:paraId="69BA5C48" w14:textId="77777777" w:rsidR="00AA047D" w:rsidRDefault="0053644C">
            <w:pPr>
              <w:pStyle w:val="Funotentext"/>
              <w:spacing w:after="0" w:line="320" w:lineRule="exact"/>
              <w:jc w:val="both"/>
            </w:pPr>
            <w:r>
              <w:fldChar w:fldCharType="begin">
                <w:ffData>
                  <w:name w:val="Kontrollkästchen13"/>
                  <w:enabled/>
                  <w:calcOnExit w:val="0"/>
                  <w:checkBox>
                    <w:sizeAuto/>
                    <w:default w:val="0"/>
                  </w:checkBox>
                </w:ffData>
              </w:fldChar>
            </w:r>
            <w:r>
              <w:instrText xml:space="preserve"> FORMCHECKBOX </w:instrText>
            </w:r>
            <w:r>
              <w:fldChar w:fldCharType="separate"/>
            </w:r>
            <w:r>
              <w:fldChar w:fldCharType="end"/>
            </w:r>
            <w:r>
              <w:t xml:space="preserve"> Ja</w:t>
            </w:r>
          </w:p>
        </w:tc>
        <w:tc>
          <w:tcPr>
            <w:tcW w:w="994" w:type="dxa"/>
            <w:gridSpan w:val="3"/>
            <w:vAlign w:val="center"/>
          </w:tcPr>
          <w:p w14:paraId="2D733310" w14:textId="77777777" w:rsidR="00AA047D" w:rsidRDefault="0053644C">
            <w:pPr>
              <w:pStyle w:val="Funotentext"/>
              <w:spacing w:after="0" w:line="320" w:lineRule="exact"/>
              <w:jc w:val="both"/>
            </w:pPr>
            <w:r>
              <w:fldChar w:fldCharType="begin">
                <w:ffData>
                  <w:name w:val="Kontrollkästchen14"/>
                  <w:enabled/>
                  <w:calcOnExit w:val="0"/>
                  <w:checkBox>
                    <w:sizeAuto/>
                    <w:default w:val="0"/>
                  </w:checkBox>
                </w:ffData>
              </w:fldChar>
            </w:r>
            <w:r>
              <w:instrText xml:space="preserve"> FORMCHECKBOX </w:instrText>
            </w:r>
            <w:r>
              <w:fldChar w:fldCharType="separate"/>
            </w:r>
            <w:r>
              <w:fldChar w:fldCharType="end"/>
            </w:r>
            <w:r>
              <w:t xml:space="preserve"> Nein</w:t>
            </w:r>
          </w:p>
        </w:tc>
        <w:tc>
          <w:tcPr>
            <w:tcW w:w="7016" w:type="dxa"/>
            <w:gridSpan w:val="18"/>
            <w:vAlign w:val="center"/>
          </w:tcPr>
          <w:p w14:paraId="377ABEC9" w14:textId="77777777" w:rsidR="00AA047D" w:rsidRDefault="0053644C">
            <w:pPr>
              <w:pStyle w:val="Funotentext"/>
              <w:spacing w:after="0" w:line="320" w:lineRule="exact"/>
              <w:jc w:val="both"/>
            </w:pPr>
            <w:r>
              <w:fldChar w:fldCharType="begin">
                <w:ffData>
                  <w:name w:val="Kontrollkästchen32"/>
                  <w:enabled/>
                  <w:calcOnExit w:val="0"/>
                  <w:checkBox>
                    <w:sizeAuto/>
                    <w:default w:val="0"/>
                  </w:checkBox>
                </w:ffData>
              </w:fldChar>
            </w:r>
            <w:r>
              <w:instrText xml:space="preserve"> FORMCHECKBOX </w:instrText>
            </w:r>
            <w:r>
              <w:fldChar w:fldCharType="separate"/>
            </w:r>
            <w:r>
              <w:fldChar w:fldCharType="end"/>
            </w:r>
            <w:r>
              <w:t xml:space="preserve"> Siehe Stellungnahme Tierschutzbeauftragte/Tierschutzbeauftragter</w:t>
            </w:r>
          </w:p>
        </w:tc>
      </w:tr>
      <w:tr w:rsidR="00AA047D" w14:paraId="69E5584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trHeight w:hRule="exact" w:val="990"/>
        </w:trPr>
        <w:tc>
          <w:tcPr>
            <w:tcW w:w="778" w:type="dxa"/>
            <w:tcBorders>
              <w:bottom w:val="nil"/>
            </w:tcBorders>
          </w:tcPr>
          <w:p w14:paraId="489B627A" w14:textId="77777777" w:rsidR="00AA047D" w:rsidRDefault="0053644C">
            <w:pPr>
              <w:pStyle w:val="Funotentext"/>
              <w:spacing w:after="0" w:line="320" w:lineRule="exact"/>
              <w:jc w:val="both"/>
              <w:rPr>
                <w:b/>
              </w:rPr>
            </w:pPr>
            <w:r>
              <w:rPr>
                <w:b/>
              </w:rPr>
              <w:t>3.7</w:t>
            </w:r>
          </w:p>
        </w:tc>
        <w:tc>
          <w:tcPr>
            <w:tcW w:w="8998" w:type="dxa"/>
            <w:gridSpan w:val="23"/>
            <w:vAlign w:val="center"/>
          </w:tcPr>
          <w:p w14:paraId="0C1DAF93" w14:textId="77777777" w:rsidR="00AA047D" w:rsidRDefault="0053644C">
            <w:pPr>
              <w:pStyle w:val="Funotentext"/>
              <w:spacing w:after="0" w:line="320" w:lineRule="exact"/>
              <w:jc w:val="both"/>
              <w:rPr>
                <w:b/>
              </w:rPr>
            </w:pPr>
            <w:r>
              <w:rPr>
                <w:b/>
              </w:rPr>
              <w:t xml:space="preserve">Mit welchen Methoden wird die Erfüllung der Anforderungen des § 7 Absatz 1 Satz 2 und 3 sowie des § 7a </w:t>
            </w:r>
            <w:r>
              <w:rPr>
                <w:b/>
              </w:rPr>
              <w:t>Absatz 2 Nummer 2, 4 und 5 des TierSchG an die Verwendung von Tieren in Verfahren sichergestellt?</w:t>
            </w:r>
          </w:p>
        </w:tc>
      </w:tr>
      <w:tr w:rsidR="00AA047D" w14:paraId="136215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374"/>
        </w:trPr>
        <w:tc>
          <w:tcPr>
            <w:tcW w:w="778" w:type="dxa"/>
            <w:tcBorders>
              <w:top w:val="nil"/>
              <w:bottom w:val="nil"/>
            </w:tcBorders>
            <w:vAlign w:val="center"/>
          </w:tcPr>
          <w:p w14:paraId="1E791070" w14:textId="77777777" w:rsidR="00AA047D" w:rsidRDefault="00AA047D">
            <w:pPr>
              <w:pStyle w:val="Funotentext"/>
              <w:spacing w:after="0" w:line="320" w:lineRule="exact"/>
              <w:jc w:val="both"/>
            </w:pPr>
          </w:p>
        </w:tc>
        <w:tc>
          <w:tcPr>
            <w:tcW w:w="8998" w:type="dxa"/>
            <w:gridSpan w:val="23"/>
            <w:vAlign w:val="center"/>
          </w:tcPr>
          <w:p w14:paraId="25784E57" w14:textId="77777777" w:rsidR="00AA047D" w:rsidRDefault="0053644C">
            <w:pPr>
              <w:pStyle w:val="Funotentext"/>
              <w:spacing w:after="0" w:line="320" w:lineRule="exact"/>
              <w:jc w:val="both"/>
            </w:pPr>
            <w:r>
              <w:rPr>
                <w:b/>
                <w:sz w:val="16"/>
                <w:szCs w:val="16"/>
              </w:rPr>
              <w:t>Erläuterungen:</w:t>
            </w:r>
          </w:p>
        </w:tc>
      </w:tr>
      <w:tr w:rsidR="00AA047D" w14:paraId="68A7C8B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800"/>
        </w:trPr>
        <w:tc>
          <w:tcPr>
            <w:tcW w:w="778" w:type="dxa"/>
            <w:tcBorders>
              <w:top w:val="nil"/>
            </w:tcBorders>
            <w:vAlign w:val="center"/>
          </w:tcPr>
          <w:p w14:paraId="34D35AAE" w14:textId="77777777" w:rsidR="00AA047D" w:rsidRDefault="00AA047D">
            <w:pPr>
              <w:pStyle w:val="Funotentext"/>
              <w:spacing w:after="0" w:line="320" w:lineRule="exact"/>
              <w:jc w:val="both"/>
            </w:pPr>
          </w:p>
        </w:tc>
        <w:tc>
          <w:tcPr>
            <w:tcW w:w="8998" w:type="dxa"/>
            <w:gridSpan w:val="23"/>
            <w:vAlign w:val="center"/>
          </w:tcPr>
          <w:p w14:paraId="2B4A9E4D" w14:textId="77777777" w:rsidR="00AA047D" w:rsidRDefault="0053644C">
            <w:pPr>
              <w:spacing w:after="0" w:line="320" w:lineRule="exact"/>
              <w:rPr>
                <w:rStyle w:val="Ausfllhilfe"/>
              </w:rPr>
            </w:pPr>
            <w:r>
              <w:rPr>
                <w:rStyle w:val="Ausfllhilfe"/>
              </w:rPr>
              <w:t xml:space="preserve">Darstellung der durch die versuchsleitende Person geplanten Maßnahmen zur Verbesserung der Methoden zur Reduktion der Schmerzen, </w:t>
            </w:r>
            <w:r>
              <w:rPr>
                <w:rStyle w:val="Ausfllhilfe"/>
              </w:rPr>
              <w:t>Leiden und Schäden der verwendeten Tiere).</w:t>
            </w:r>
          </w:p>
        </w:tc>
      </w:tr>
      <w:tr w:rsidR="00AA047D" w14:paraId="25EE641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Pr>
        <w:tc>
          <w:tcPr>
            <w:tcW w:w="9776" w:type="dxa"/>
            <w:gridSpan w:val="24"/>
            <w:vAlign w:val="center"/>
          </w:tcPr>
          <w:p w14:paraId="07CAE42E" w14:textId="77777777" w:rsidR="00AA047D" w:rsidRDefault="0053644C">
            <w:pPr>
              <w:pStyle w:val="Funotentext"/>
              <w:spacing w:after="0" w:line="320" w:lineRule="exact"/>
              <w:jc w:val="both"/>
              <w:rPr>
                <w:b/>
              </w:rPr>
            </w:pPr>
            <w:r>
              <w:rPr>
                <w:b/>
              </w:rPr>
              <w:t>4.           Gebührenrechtliche Angaben gem. § 9 Abs. 1 des Gebührengesetzes für das Land</w:t>
            </w:r>
          </w:p>
          <w:p w14:paraId="0DA05CD4" w14:textId="77777777" w:rsidR="00AA047D" w:rsidRDefault="0053644C">
            <w:pPr>
              <w:pStyle w:val="Kommentartext"/>
              <w:spacing w:after="0" w:line="320" w:lineRule="exact"/>
              <w:ind w:left="567" w:hanging="567"/>
              <w:jc w:val="both"/>
            </w:pPr>
            <w:r>
              <w:rPr>
                <w:b/>
              </w:rPr>
              <w:t xml:space="preserve">              Nordrhein-Westfalen (</w:t>
            </w:r>
            <w:proofErr w:type="spellStart"/>
            <w:r>
              <w:rPr>
                <w:b/>
              </w:rPr>
              <w:t>GebG</w:t>
            </w:r>
            <w:proofErr w:type="spellEnd"/>
            <w:r>
              <w:rPr>
                <w:b/>
              </w:rPr>
              <w:t xml:space="preserve"> NRW) </w:t>
            </w:r>
            <w:r>
              <w:rPr>
                <w:b/>
                <w:i/>
                <w:color w:val="00B050"/>
                <w:sz w:val="22"/>
              </w:rPr>
              <w:endnoteReference w:id="22"/>
            </w:r>
            <w:r>
              <w:rPr>
                <w:b/>
                <w:i/>
                <w:color w:val="00B050"/>
                <w:sz w:val="22"/>
              </w:rPr>
              <w:t>):</w:t>
            </w:r>
            <w:r>
              <w:t xml:space="preserve"> </w:t>
            </w:r>
          </w:p>
          <w:p w14:paraId="5C15F99F" w14:textId="77777777" w:rsidR="00AA047D" w:rsidRDefault="0053644C">
            <w:pPr>
              <w:pStyle w:val="Titel"/>
              <w:tabs>
                <w:tab w:val="left" w:pos="415"/>
              </w:tabs>
              <w:spacing w:after="0" w:line="320" w:lineRule="exact"/>
              <w:jc w:val="left"/>
              <w:rPr>
                <w:sz w:val="20"/>
              </w:rPr>
            </w:pPr>
            <w:r>
              <w:rPr>
                <w:sz w:val="20"/>
              </w:rPr>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ab/>
              <w:t xml:space="preserve">Antragsteller: Universität, jur. Person des </w:t>
            </w:r>
            <w:proofErr w:type="spellStart"/>
            <w:r>
              <w:rPr>
                <w:sz w:val="20"/>
              </w:rPr>
              <w:t>öffentl</w:t>
            </w:r>
            <w:proofErr w:type="spellEnd"/>
            <w:r>
              <w:rPr>
                <w:sz w:val="20"/>
              </w:rPr>
              <w:t>. Rechts, etc.</w:t>
            </w:r>
          </w:p>
          <w:p w14:paraId="521622F9" w14:textId="77777777" w:rsidR="00AA047D" w:rsidRDefault="0053644C">
            <w:pPr>
              <w:spacing w:after="0" w:line="320" w:lineRule="exact"/>
              <w:rPr>
                <w:sz w:val="20"/>
              </w:rPr>
            </w:pPr>
            <w:r>
              <w:rPr>
                <w:b/>
                <w:sz w:val="20"/>
              </w:rPr>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Ei</w:t>
            </w:r>
            <w:r>
              <w:rPr>
                <w:sz w:val="20"/>
              </w:rPr>
              <w:t xml:space="preserve">gener Auftrag, keine Gewinnerzielungsabsicht  </w:t>
            </w:r>
          </w:p>
          <w:p w14:paraId="36489EF9" w14:textId="77777777" w:rsidR="00AA047D" w:rsidRDefault="0053644C">
            <w:pPr>
              <w:spacing w:after="0" w:line="320" w:lineRule="exact"/>
              <w:rPr>
                <w:sz w:val="20"/>
              </w:rPr>
            </w:pPr>
            <w:r>
              <w:rPr>
                <w:b/>
                <w:sz w:val="20"/>
              </w:rPr>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Finanzierung des Auftrags (auch Teilfinanzierung) im Auftrag einer auf Gewinnerzielung</w:t>
            </w:r>
          </w:p>
          <w:p w14:paraId="1B077B3E" w14:textId="77777777" w:rsidR="00AA047D" w:rsidRDefault="0053644C">
            <w:pPr>
              <w:spacing w:after="0" w:line="320" w:lineRule="exact"/>
              <w:rPr>
                <w:sz w:val="20"/>
              </w:rPr>
            </w:pPr>
            <w:r>
              <w:rPr>
                <w:sz w:val="20"/>
              </w:rPr>
              <w:t xml:space="preserve">     </w:t>
            </w:r>
            <w:r>
              <w:rPr>
                <w:sz w:val="20"/>
              </w:rPr>
              <w:t xml:space="preserve">                            ausgerichteten Gesellschaft, Firma, etc.  </w:t>
            </w:r>
          </w:p>
          <w:p w14:paraId="090FC9A0" w14:textId="77777777" w:rsidR="00AA047D" w:rsidRDefault="0053644C">
            <w:pPr>
              <w:spacing w:after="0" w:line="320" w:lineRule="exact"/>
              <w:rPr>
                <w:rStyle w:val="TitelZchn"/>
                <w:sz w:val="20"/>
              </w:rPr>
            </w:pPr>
            <w:r>
              <w:rPr>
                <w:sz w:val="20"/>
              </w:rPr>
              <w:tab/>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ab/>
            </w:r>
            <w:r>
              <w:rPr>
                <w:rStyle w:val="TitelZchn"/>
                <w:sz w:val="20"/>
              </w:rPr>
              <w:t>Antragsteller: Gesellschaft, Firma, etc. mit Gewinnerzielungsabsicht</w:t>
            </w:r>
          </w:p>
          <w:p w14:paraId="3DB6B945" w14:textId="77777777" w:rsidR="00AA047D" w:rsidRDefault="0053644C">
            <w:pPr>
              <w:spacing w:after="0" w:line="320" w:lineRule="exact"/>
              <w:rPr>
                <w:i/>
                <w:color w:val="EF03EF"/>
                <w:sz w:val="20"/>
              </w:rPr>
            </w:pPr>
            <w:r>
              <w:rPr>
                <w:rStyle w:val="Ausfllhilfe"/>
              </w:rPr>
              <w:t xml:space="preserve">Hier ist zu </w:t>
            </w:r>
            <w:r>
              <w:rPr>
                <w:rStyle w:val="Ausfllhilfe"/>
              </w:rPr>
              <w:t>unterscheiden, ob es sich zum einen um eine Körperschaft, Anstalt oder Stiftung des Öffentlichen Rechts, eingetragenen Verein oder Genossenschaft oder zum anderen um eine Personengesellschaft (GbR, OHG, KG, Partnergesellschaft) oder um eine Kapitalgesellsc</w:t>
            </w:r>
            <w:r>
              <w:rPr>
                <w:rStyle w:val="Ausfllhilfe"/>
              </w:rPr>
              <w:t>haft (GmbH, UG, AG) handelt. Bei Personengesellschaften und Kapitalgesellschaften wird eine Gewinnerzielungsabsicht angenommen und bei der Gebühr bei Vorliegen der rechtlichen Voraussetzungen ein wirtschaftlicher Vorteil berechnet.</w:t>
            </w:r>
          </w:p>
        </w:tc>
      </w:tr>
      <w:tr w:rsidR="00AA047D" w14:paraId="54E1A83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567"/>
        </w:trPr>
        <w:tc>
          <w:tcPr>
            <w:tcW w:w="4712" w:type="dxa"/>
            <w:gridSpan w:val="14"/>
            <w:vAlign w:val="center"/>
          </w:tcPr>
          <w:p w14:paraId="45834A0F" w14:textId="77777777" w:rsidR="00AA047D" w:rsidRDefault="0053644C">
            <w:pPr>
              <w:pStyle w:val="Funotentext"/>
              <w:spacing w:after="0" w:line="320" w:lineRule="exact"/>
              <w:jc w:val="both"/>
              <w:rPr>
                <w:b/>
                <w:sz w:val="22"/>
                <w:szCs w:val="22"/>
              </w:rPr>
            </w:pPr>
            <w:r>
              <w:rPr>
                <w:b/>
                <w:sz w:val="22"/>
                <w:szCs w:val="22"/>
              </w:rPr>
              <w:t>Anonymisierung des Antr</w:t>
            </w:r>
            <w:r>
              <w:rPr>
                <w:b/>
                <w:sz w:val="22"/>
                <w:szCs w:val="22"/>
              </w:rPr>
              <w:t xml:space="preserve">ags </w:t>
            </w:r>
            <w:r>
              <w:rPr>
                <w:b/>
                <w:i/>
                <w:color w:val="00B050"/>
              </w:rPr>
              <w:endnoteReference w:id="23"/>
            </w:r>
            <w:r>
              <w:rPr>
                <w:b/>
                <w:i/>
                <w:color w:val="00B050"/>
              </w:rPr>
              <w:t>):</w:t>
            </w:r>
          </w:p>
        </w:tc>
        <w:tc>
          <w:tcPr>
            <w:tcW w:w="1004" w:type="dxa"/>
            <w:gridSpan w:val="3"/>
            <w:vAlign w:val="center"/>
          </w:tcPr>
          <w:p w14:paraId="58BCEAA7" w14:textId="77777777" w:rsidR="00AA047D" w:rsidRDefault="0053644C">
            <w:pPr>
              <w:pStyle w:val="Funotentext"/>
              <w:spacing w:after="0" w:line="320" w:lineRule="exact"/>
              <w:jc w:val="both"/>
            </w:pPr>
            <w:r>
              <w:fldChar w:fldCharType="begin">
                <w:ffData>
                  <w:name w:val="Kontrollkästchen33"/>
                  <w:enabled/>
                  <w:calcOnExit w:val="0"/>
                  <w:checkBox>
                    <w:sizeAuto/>
                    <w:default w:val="0"/>
                  </w:checkBox>
                </w:ffData>
              </w:fldChar>
            </w:r>
            <w:bookmarkStart w:id="55" w:name="Kontrollkästchen33"/>
            <w:r>
              <w:instrText xml:space="preserve"> FORMCHECKBOX </w:instrText>
            </w:r>
            <w:r>
              <w:fldChar w:fldCharType="separate"/>
            </w:r>
            <w:r>
              <w:fldChar w:fldCharType="end"/>
            </w:r>
            <w:bookmarkEnd w:id="55"/>
            <w:r>
              <w:t xml:space="preserve"> Ja</w:t>
            </w:r>
          </w:p>
        </w:tc>
        <w:tc>
          <w:tcPr>
            <w:tcW w:w="4060" w:type="dxa"/>
            <w:gridSpan w:val="7"/>
            <w:vAlign w:val="center"/>
          </w:tcPr>
          <w:p w14:paraId="6282F443" w14:textId="77777777" w:rsidR="00AA047D" w:rsidRDefault="0053644C">
            <w:pPr>
              <w:pStyle w:val="Funotentext"/>
              <w:spacing w:after="0" w:line="320" w:lineRule="exact"/>
              <w:jc w:val="both"/>
            </w:pPr>
            <w:r>
              <w:fldChar w:fldCharType="begin">
                <w:ffData>
                  <w:name w:val="Kontrollkästchen34"/>
                  <w:enabled/>
                  <w:calcOnExit w:val="0"/>
                  <w:checkBox>
                    <w:sizeAuto/>
                    <w:default w:val="0"/>
                  </w:checkBox>
                </w:ffData>
              </w:fldChar>
            </w:r>
            <w:bookmarkStart w:id="56" w:name="Kontrollkästchen34"/>
            <w:r>
              <w:instrText xml:space="preserve"> FORMCHECKBOX </w:instrText>
            </w:r>
            <w:r>
              <w:fldChar w:fldCharType="separate"/>
            </w:r>
            <w:r>
              <w:fldChar w:fldCharType="end"/>
            </w:r>
            <w:bookmarkEnd w:id="56"/>
            <w:r>
              <w:t xml:space="preserve"> Nein</w:t>
            </w:r>
          </w:p>
        </w:tc>
      </w:tr>
      <w:tr w:rsidR="00AA047D" w14:paraId="2BE9F00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Pr>
        <w:tc>
          <w:tcPr>
            <w:tcW w:w="9776" w:type="dxa"/>
            <w:gridSpan w:val="24"/>
            <w:vAlign w:val="center"/>
          </w:tcPr>
          <w:p w14:paraId="70006707" w14:textId="77777777" w:rsidR="00AA047D" w:rsidRDefault="0053644C">
            <w:pPr>
              <w:pStyle w:val="Funotentext"/>
              <w:spacing w:after="0" w:line="320" w:lineRule="exact"/>
              <w:jc w:val="both"/>
            </w:pPr>
            <w:r>
              <w:t xml:space="preserve">(Im Falle einer gewünschten Anonymisierung müssen die für die Kommission vorgesehenen </w:t>
            </w:r>
            <w:r>
              <w:t xml:space="preserve">Unterlagen anonymisiert und gekennzeichnet beigefügt werden.) </w:t>
            </w:r>
          </w:p>
          <w:p w14:paraId="5A7D7832" w14:textId="77777777" w:rsidR="00AA047D" w:rsidRDefault="0053644C">
            <w:pPr>
              <w:spacing w:after="0" w:line="320" w:lineRule="exact"/>
              <w:rPr>
                <w:rStyle w:val="Ausfllhilfe"/>
              </w:rPr>
            </w:pPr>
            <w:r>
              <w:rPr>
                <w:rStyle w:val="Ausfllhilfe"/>
              </w:rPr>
              <w:t>Das heißt, dass hierbei sowohl 6 Anträge als auch 6 x die Stellungnahme der/des Tierschutzbeauftragten ohne Angabe personalisierter Daten eingesendet werden. Personalisierte Daten können auch g</w:t>
            </w:r>
            <w:r>
              <w:rPr>
                <w:rStyle w:val="Ausfllhilfe"/>
              </w:rPr>
              <w:t>eschwärzt werden. Bitte hierbei nicht die beigefügte Literaturliste schwärzen. Beachten Sie jedoch dabei, dass bis auf Widerruf auch sämtliche Änderungsanträge zum Versuchsantrag in dieser Art übersandt werden müssen.</w:t>
            </w:r>
          </w:p>
          <w:p w14:paraId="1A78EB5C" w14:textId="77777777" w:rsidR="00AA047D" w:rsidRDefault="0053644C">
            <w:pPr>
              <w:spacing w:after="0" w:line="320" w:lineRule="exact"/>
            </w:pPr>
            <w:r>
              <w:rPr>
                <w:rStyle w:val="Ausfllhilfe"/>
              </w:rPr>
              <w:t>In diesem Zusammenhang wird darauf hin</w:t>
            </w:r>
            <w:r>
              <w:rPr>
                <w:rStyle w:val="Ausfllhilfe"/>
              </w:rPr>
              <w:t>gewiesen, dass durch die Anonymisierung nach wie vor garantiert sein muss, dass die notwendigen Informationen zur Beurteilung des Versuchsvorhabens gegeben sind.</w:t>
            </w:r>
          </w:p>
        </w:tc>
      </w:tr>
      <w:tr w:rsidR="00AA047D" w14:paraId="14E1CD1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69" w:type="dxa"/>
          <w:trHeight w:val="818"/>
        </w:trPr>
        <w:tc>
          <w:tcPr>
            <w:tcW w:w="9776" w:type="dxa"/>
            <w:gridSpan w:val="24"/>
            <w:vAlign w:val="center"/>
          </w:tcPr>
          <w:p w14:paraId="48AB1570" w14:textId="77777777" w:rsidR="00AA047D" w:rsidRDefault="0053644C">
            <w:pPr>
              <w:spacing w:after="0" w:line="320" w:lineRule="exact"/>
              <w:rPr>
                <w:rFonts w:cs="Arial"/>
                <w:b/>
                <w:szCs w:val="22"/>
              </w:rPr>
            </w:pPr>
            <w:r>
              <w:rPr>
                <w:b/>
              </w:rPr>
              <w:t>Elektronische Korrespondenz</w:t>
            </w:r>
          </w:p>
          <w:p w14:paraId="6662470C" w14:textId="77777777" w:rsidR="00AA047D" w:rsidRDefault="0053644C">
            <w:pPr>
              <w:spacing w:after="0" w:line="320" w:lineRule="exact"/>
              <w:rPr>
                <w:rFonts w:cs="Arial"/>
                <w:sz w:val="20"/>
              </w:rPr>
            </w:pPr>
            <w:r>
              <w:rPr>
                <w:rFonts w:cs="Arial"/>
                <w:sz w:val="20"/>
              </w:rPr>
              <w:t xml:space="preserve">Elektronische Datenübermittlung                              </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7"/>
              <w:gridCol w:w="8043"/>
            </w:tblGrid>
            <w:tr w:rsidR="00AA047D" w14:paraId="4773E596" w14:textId="77777777">
              <w:trPr>
                <w:cantSplit/>
                <w:trHeight w:hRule="exact" w:val="340"/>
              </w:trPr>
              <w:tc>
                <w:tcPr>
                  <w:tcW w:w="992" w:type="dxa"/>
                  <w:tcBorders>
                    <w:top w:val="nil"/>
                    <w:left w:val="nil"/>
                    <w:bottom w:val="nil"/>
                    <w:right w:val="nil"/>
                  </w:tcBorders>
                  <w:vAlign w:val="center"/>
                </w:tcPr>
                <w:p w14:paraId="634C7DA2" w14:textId="77777777" w:rsidR="00AA047D" w:rsidRDefault="0053644C">
                  <w:pPr>
                    <w:pStyle w:val="Funotentext"/>
                    <w:spacing w:after="0" w:line="320" w:lineRule="exact"/>
                    <w:jc w:val="both"/>
                  </w:pPr>
                  <w:r>
                    <w:fldChar w:fldCharType="begin">
                      <w:ffData>
                        <w:name w:val="Kontrollkästchen33"/>
                        <w:enabled/>
                        <w:calcOnExit w:val="0"/>
                        <w:checkBox>
                          <w:sizeAuto/>
                          <w:default w:val="0"/>
                        </w:checkBox>
                      </w:ffData>
                    </w:fldChar>
                  </w:r>
                  <w:r>
                    <w:instrText xml:space="preserve"> FORMCHECKBOX </w:instrText>
                  </w:r>
                  <w:r>
                    <w:fldChar w:fldCharType="separate"/>
                  </w:r>
                  <w:r>
                    <w:fldChar w:fldCharType="end"/>
                  </w:r>
                  <w:r>
                    <w:t xml:space="preserve"> Ja</w:t>
                  </w:r>
                </w:p>
              </w:tc>
              <w:tc>
                <w:tcPr>
                  <w:tcW w:w="4163" w:type="dxa"/>
                  <w:tcBorders>
                    <w:top w:val="nil"/>
                    <w:left w:val="nil"/>
                    <w:bottom w:val="nil"/>
                    <w:right w:val="nil"/>
                  </w:tcBorders>
                  <w:vAlign w:val="center"/>
                </w:tcPr>
                <w:p w14:paraId="087CADBC" w14:textId="77777777" w:rsidR="00AA047D" w:rsidRDefault="0053644C">
                  <w:pPr>
                    <w:pStyle w:val="Funotentext"/>
                    <w:spacing w:after="0" w:line="320" w:lineRule="exact"/>
                    <w:jc w:val="both"/>
                  </w:pPr>
                  <w:r>
                    <w:fldChar w:fldCharType="begin">
                      <w:ffData>
                        <w:name w:val="Kontrollkästchen34"/>
                        <w:enabled/>
                        <w:calcOnExit w:val="0"/>
                        <w:checkBox>
                          <w:sizeAuto/>
                          <w:default w:val="0"/>
                        </w:checkBox>
                      </w:ffData>
                    </w:fldChar>
                  </w:r>
                  <w:r>
                    <w:instrText xml:space="preserve"> FORMCHECKBOX </w:instrText>
                  </w:r>
                  <w:r>
                    <w:fldChar w:fldCharType="separate"/>
                  </w:r>
                  <w:r>
                    <w:fldChar w:fldCharType="end"/>
                  </w:r>
                  <w:r>
                    <w:t xml:space="preserve"> Nein</w:t>
                  </w:r>
                </w:p>
                <w:p w14:paraId="3221BEC5" w14:textId="77777777" w:rsidR="00AA047D" w:rsidRDefault="00AA047D">
                  <w:pPr>
                    <w:pStyle w:val="Funotentext"/>
                    <w:spacing w:after="0" w:line="320" w:lineRule="exact"/>
                    <w:jc w:val="both"/>
                  </w:pPr>
                </w:p>
                <w:p w14:paraId="53A04B41" w14:textId="77777777" w:rsidR="00AA047D" w:rsidRDefault="00AA047D">
                  <w:pPr>
                    <w:pStyle w:val="Funotentext"/>
                    <w:spacing w:after="0" w:line="320" w:lineRule="exact"/>
                    <w:jc w:val="both"/>
                  </w:pPr>
                </w:p>
              </w:tc>
            </w:tr>
          </w:tbl>
          <w:p w14:paraId="443B97B0" w14:textId="77777777" w:rsidR="00AA047D" w:rsidRDefault="0053644C">
            <w:pPr>
              <w:pStyle w:val="NurText"/>
              <w:numPr>
                <w:ilvl w:val="0"/>
                <w:numId w:val="6"/>
              </w:numPr>
              <w:spacing w:line="320" w:lineRule="exact"/>
              <w:jc w:val="both"/>
              <w:rPr>
                <w:b/>
              </w:rPr>
            </w:pPr>
            <w:r>
              <w:rPr>
                <w:b/>
              </w:rPr>
              <w:t>Elek</w:t>
            </w:r>
            <w:r>
              <w:rPr>
                <w:b/>
              </w:rPr>
              <w:t>tronische Korrespondenz gewünscht:</w:t>
            </w:r>
          </w:p>
          <w:p w14:paraId="3D371FDE" w14:textId="77777777" w:rsidR="00AA047D" w:rsidRDefault="0053644C">
            <w:pPr>
              <w:pStyle w:val="NurText"/>
              <w:spacing w:line="320" w:lineRule="exact"/>
              <w:ind w:left="709"/>
            </w:pPr>
            <w:r>
              <w:t>Mit der Einverständniserklärung der elektronischen Korrespondenz wird gleichsam auf die schriftliche Bestätigung ergangener Verwaltungsakte verzichtet.</w:t>
            </w:r>
          </w:p>
          <w:p w14:paraId="06CE54D4" w14:textId="77777777" w:rsidR="00AA047D" w:rsidRDefault="00AA047D">
            <w:pPr>
              <w:pStyle w:val="NurText"/>
              <w:spacing w:line="320" w:lineRule="exact"/>
              <w:ind w:left="709"/>
            </w:pPr>
          </w:p>
          <w:p w14:paraId="3498FFF0" w14:textId="77777777" w:rsidR="00AA047D" w:rsidRDefault="0053644C">
            <w:pPr>
              <w:pStyle w:val="KeinLeerraum"/>
              <w:spacing w:line="320" w:lineRule="exact"/>
              <w:ind w:left="709"/>
              <w:rPr>
                <w:rStyle w:val="Hyperlink"/>
                <w:rFonts w:ascii="Arial" w:hAnsi="Arial" w:cs="Arial"/>
                <w:sz w:val="20"/>
                <w:szCs w:val="20"/>
                <w:lang w:eastAsia="de-DE"/>
              </w:rPr>
            </w:pPr>
            <w:r>
              <w:rPr>
                <w:rFonts w:ascii="Arial" w:hAnsi="Arial" w:cs="Arial"/>
                <w:sz w:val="20"/>
                <w:szCs w:val="20"/>
              </w:rPr>
              <w:t xml:space="preserve">Der Fachbereich 81 (Tierversuche) verfügt mittlerweile auch über eine De-Mail-Adresse: </w:t>
            </w:r>
            <w:hyperlink r:id="rId21" w:history="1">
              <w:r>
                <w:rPr>
                  <w:rStyle w:val="Hyperlink"/>
                  <w:rFonts w:ascii="Arial" w:hAnsi="Arial" w:cs="Arial"/>
                  <w:sz w:val="20"/>
                  <w:szCs w:val="20"/>
                  <w:lang w:eastAsia="de-DE"/>
                </w:rPr>
                <w:t>Fachbereich81@lanuv-nrw.de-mail.de</w:t>
              </w:r>
            </w:hyperlink>
          </w:p>
          <w:p w14:paraId="6C9F797E"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t>Die De-Mail bietet eine gesetzlich abgesicherte Zustellung. Versand, Empfang</w:t>
            </w:r>
            <w:r>
              <w:rPr>
                <w:rFonts w:ascii="Arial" w:hAnsi="Arial" w:cs="Arial"/>
                <w:sz w:val="20"/>
                <w:szCs w:val="20"/>
              </w:rPr>
              <w:t xml:space="preserve"> und Inhalte von </w:t>
            </w:r>
          </w:p>
          <w:p w14:paraId="3D04D8C6"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lastRenderedPageBreak/>
              <w:t>De-Mails können rechtswirksam nachgewiesen werden, damit wird eine nachweisbare und vertrauliche elektronische Kommunikation ermöglicht. Unabdingbare Voraussetzung ist allerdings, dass die empfangende Person ebenfalls über eine De-Mail Ad</w:t>
            </w:r>
            <w:r>
              <w:rPr>
                <w:rFonts w:ascii="Arial" w:hAnsi="Arial" w:cs="Arial"/>
                <w:sz w:val="20"/>
                <w:szCs w:val="20"/>
              </w:rPr>
              <w:t>resse verfügt!</w:t>
            </w:r>
          </w:p>
          <w:p w14:paraId="7DFD0376"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t xml:space="preserve">De-Mails sind auf dem Transportweg immer verschlüsselt und werden verschlüsselt abgelegt. Ein Mitlesen oder Verändern einer De-Mail ist nicht möglich. Nur Nutzerinnen und Nutzer mit einer überprüften Identität können De-Mails versenden oder </w:t>
            </w:r>
            <w:r>
              <w:rPr>
                <w:rFonts w:ascii="Arial" w:hAnsi="Arial" w:cs="Arial"/>
                <w:sz w:val="20"/>
                <w:szCs w:val="20"/>
              </w:rPr>
              <w:t>empfangen. Alle Nutzer müssen sich vor Eröffnung ihres De-Mail-Kontos, das nur von ihnen genutzt werden kann, beim Anbieter ihrer Wahl ausweisen. Somit kann sich niemand hinter einer falschen Identität verstecken.</w:t>
            </w:r>
          </w:p>
          <w:p w14:paraId="6E7AB668"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t>Besitzt die empfangende Person keine De-Ma</w:t>
            </w:r>
            <w:r>
              <w:rPr>
                <w:rFonts w:ascii="Arial" w:hAnsi="Arial" w:cs="Arial"/>
                <w:sz w:val="20"/>
                <w:szCs w:val="20"/>
              </w:rPr>
              <w:t>il Adresse, wird bei gewünschter elektronischer Datenübermittlung die E-Mail unverschlüsselt versandt. Die unverschlüsselten E-Mails können insofern dann auch ggfs. durch Unbefugte eingesehen und ggf. verändert werden.</w:t>
            </w:r>
          </w:p>
          <w:p w14:paraId="74B4AD63" w14:textId="77777777" w:rsidR="00AA047D" w:rsidRDefault="00AA047D">
            <w:pPr>
              <w:pStyle w:val="KeinLeerraum"/>
              <w:spacing w:line="320" w:lineRule="exact"/>
              <w:ind w:left="709"/>
              <w:rPr>
                <w:rFonts w:ascii="Arial" w:hAnsi="Arial" w:cs="Arial"/>
                <w:sz w:val="20"/>
                <w:szCs w:val="20"/>
              </w:rPr>
            </w:pPr>
          </w:p>
          <w:p w14:paraId="526CA7AC"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t>Postalische Korrespondenz gewünscht:</w:t>
            </w:r>
          </w:p>
          <w:p w14:paraId="2D69634D"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t>Entscheiden Sie sich gegen die elektronische Datenübermittlung, wird die komplette Korrespondenz ausschließlich über den Postweg verschickt. Das betrifft auch die Korrespondenz mit der jeweiligen Kreisordnungsbehörde, der tierschutzbeauftragten Person, de</w:t>
            </w:r>
            <w:r>
              <w:rPr>
                <w:rFonts w:ascii="Arial" w:hAnsi="Arial" w:cs="Arial"/>
                <w:sz w:val="20"/>
                <w:szCs w:val="20"/>
              </w:rPr>
              <w:t xml:space="preserve">n Kommissionsmitgliedern usw. </w:t>
            </w:r>
          </w:p>
          <w:p w14:paraId="3F135771" w14:textId="77777777" w:rsidR="00AA047D" w:rsidRDefault="0053644C">
            <w:pPr>
              <w:pStyle w:val="KeinLeerraum"/>
              <w:spacing w:line="320" w:lineRule="exact"/>
              <w:ind w:left="709"/>
              <w:rPr>
                <w:rFonts w:ascii="Arial" w:hAnsi="Arial" w:cs="Arial"/>
                <w:sz w:val="20"/>
                <w:szCs w:val="20"/>
              </w:rPr>
            </w:pPr>
            <w:r>
              <w:rPr>
                <w:rFonts w:ascii="Arial" w:hAnsi="Arial" w:cs="Arial"/>
                <w:sz w:val="20"/>
                <w:szCs w:val="20"/>
              </w:rPr>
              <w:t>Bitte beachten Sie, dass es in diesem Zusammenhang auch zu längeren Zustellungszeiten kommen kann (teilweise bis zu 14 Tage).</w:t>
            </w:r>
          </w:p>
          <w:p w14:paraId="640E550D" w14:textId="77777777" w:rsidR="00AA047D" w:rsidRDefault="00AA047D">
            <w:pPr>
              <w:spacing w:after="0" w:line="320" w:lineRule="exact"/>
              <w:jc w:val="both"/>
              <w:rPr>
                <w:rFonts w:cs="Arial"/>
                <w:sz w:val="20"/>
              </w:rPr>
            </w:pPr>
          </w:p>
        </w:tc>
      </w:tr>
      <w:tr w:rsidR="00AA047D" w14:paraId="59EA1F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465"/>
        </w:trPr>
        <w:tc>
          <w:tcPr>
            <w:tcW w:w="4881" w:type="dxa"/>
            <w:gridSpan w:val="15"/>
          </w:tcPr>
          <w:p w14:paraId="3586688A" w14:textId="77777777" w:rsidR="00AA047D" w:rsidRDefault="0053644C">
            <w:pPr>
              <w:pStyle w:val="Funotentext"/>
              <w:spacing w:after="0" w:line="320" w:lineRule="exact"/>
              <w:jc w:val="both"/>
              <w:rPr>
                <w:sz w:val="16"/>
                <w:szCs w:val="16"/>
              </w:rPr>
            </w:pPr>
            <w:r>
              <w:rPr>
                <w:sz w:val="16"/>
                <w:szCs w:val="16"/>
              </w:rPr>
              <w:lastRenderedPageBreak/>
              <w:t>Ort, Datum</w:t>
            </w:r>
          </w:p>
        </w:tc>
        <w:tc>
          <w:tcPr>
            <w:tcW w:w="4895" w:type="dxa"/>
            <w:gridSpan w:val="9"/>
          </w:tcPr>
          <w:p w14:paraId="006546E9" w14:textId="77777777" w:rsidR="00AA047D" w:rsidRDefault="0053644C">
            <w:pPr>
              <w:pStyle w:val="Funotentext"/>
              <w:spacing w:after="0" w:line="320" w:lineRule="exact"/>
              <w:jc w:val="both"/>
              <w:rPr>
                <w:spacing w:val="-4"/>
                <w:sz w:val="16"/>
                <w:szCs w:val="16"/>
              </w:rPr>
            </w:pPr>
            <w:r>
              <w:rPr>
                <w:spacing w:val="-4"/>
                <w:sz w:val="16"/>
                <w:szCs w:val="16"/>
              </w:rPr>
              <w:t xml:space="preserve">Unterschrift der antragstellenden Person </w:t>
            </w:r>
          </w:p>
          <w:p w14:paraId="485E04C7" w14:textId="77777777" w:rsidR="00AA047D" w:rsidRDefault="00AA047D">
            <w:pPr>
              <w:pStyle w:val="Funotentext"/>
              <w:spacing w:after="0" w:line="320" w:lineRule="exact"/>
              <w:jc w:val="both"/>
              <w:rPr>
                <w:spacing w:val="-4"/>
                <w:sz w:val="16"/>
                <w:szCs w:val="16"/>
              </w:rPr>
            </w:pPr>
          </w:p>
        </w:tc>
      </w:tr>
      <w:tr w:rsidR="00AA047D" w14:paraId="3299A5D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359"/>
        </w:trPr>
        <w:tc>
          <w:tcPr>
            <w:tcW w:w="4881" w:type="dxa"/>
            <w:gridSpan w:val="15"/>
            <w:vAlign w:val="bottom"/>
          </w:tcPr>
          <w:p w14:paraId="05CB7952" w14:textId="77777777" w:rsidR="00AA047D" w:rsidRDefault="00AA047D">
            <w:pPr>
              <w:pStyle w:val="Funotentext"/>
              <w:spacing w:after="0" w:line="320" w:lineRule="exact"/>
              <w:jc w:val="both"/>
            </w:pPr>
          </w:p>
        </w:tc>
        <w:tc>
          <w:tcPr>
            <w:tcW w:w="4895" w:type="dxa"/>
            <w:gridSpan w:val="9"/>
            <w:vAlign w:val="bottom"/>
          </w:tcPr>
          <w:p w14:paraId="69F9E380" w14:textId="77777777" w:rsidR="00AA047D" w:rsidRDefault="00AA047D">
            <w:pPr>
              <w:pStyle w:val="Funotentext"/>
              <w:spacing w:after="0" w:line="320" w:lineRule="exact"/>
              <w:jc w:val="both"/>
            </w:pPr>
          </w:p>
        </w:tc>
      </w:tr>
      <w:tr w:rsidR="00AA047D" w14:paraId="6696B8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696"/>
        </w:trPr>
        <w:tc>
          <w:tcPr>
            <w:tcW w:w="4881" w:type="dxa"/>
            <w:gridSpan w:val="15"/>
          </w:tcPr>
          <w:p w14:paraId="4B7C7BCE" w14:textId="77777777" w:rsidR="00AA047D" w:rsidRDefault="0053644C">
            <w:pPr>
              <w:pStyle w:val="Funotentext"/>
              <w:spacing w:after="0" w:line="320" w:lineRule="exact"/>
              <w:jc w:val="both"/>
              <w:rPr>
                <w:sz w:val="16"/>
                <w:szCs w:val="16"/>
              </w:rPr>
            </w:pPr>
            <w:r>
              <w:rPr>
                <w:sz w:val="16"/>
                <w:szCs w:val="16"/>
              </w:rPr>
              <w:t xml:space="preserve">Unterschrift der Leitung des </w:t>
            </w:r>
            <w:r>
              <w:rPr>
                <w:sz w:val="16"/>
                <w:szCs w:val="16"/>
              </w:rPr>
              <w:t>Vorhabens</w:t>
            </w:r>
          </w:p>
        </w:tc>
        <w:tc>
          <w:tcPr>
            <w:tcW w:w="4895" w:type="dxa"/>
            <w:gridSpan w:val="9"/>
          </w:tcPr>
          <w:p w14:paraId="01A65EFD" w14:textId="77777777" w:rsidR="00AA047D" w:rsidRDefault="0053644C">
            <w:pPr>
              <w:pStyle w:val="Funotentext"/>
              <w:spacing w:after="0" w:line="320" w:lineRule="exact"/>
              <w:jc w:val="both"/>
              <w:rPr>
                <w:sz w:val="16"/>
                <w:szCs w:val="16"/>
              </w:rPr>
            </w:pPr>
            <w:r>
              <w:rPr>
                <w:sz w:val="16"/>
                <w:szCs w:val="16"/>
              </w:rPr>
              <w:t xml:space="preserve">Unterschrift der stellvertretenden Leitung des Vorhabens </w:t>
            </w:r>
          </w:p>
        </w:tc>
      </w:tr>
      <w:tr w:rsidR="00AA047D" w14:paraId="16E1F44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639"/>
        </w:trPr>
        <w:tc>
          <w:tcPr>
            <w:tcW w:w="4881" w:type="dxa"/>
            <w:gridSpan w:val="15"/>
            <w:vAlign w:val="bottom"/>
          </w:tcPr>
          <w:p w14:paraId="3F31B164" w14:textId="77777777" w:rsidR="00AA047D" w:rsidRDefault="0053644C">
            <w:pPr>
              <w:spacing w:after="0" w:line="320" w:lineRule="exact"/>
              <w:rPr>
                <w:rStyle w:val="Ausfllhilfe"/>
              </w:rPr>
            </w:pPr>
            <w:r>
              <w:rPr>
                <w:rStyle w:val="Ausfllhilfe"/>
              </w:rPr>
              <w:t>Die Unterschriften sind jeweils im Original erforderlich.</w:t>
            </w:r>
          </w:p>
          <w:p w14:paraId="706F1DEB" w14:textId="77777777" w:rsidR="00AA047D" w:rsidRDefault="00AA047D">
            <w:pPr>
              <w:spacing w:after="0" w:line="320" w:lineRule="exact"/>
            </w:pPr>
          </w:p>
        </w:tc>
        <w:tc>
          <w:tcPr>
            <w:tcW w:w="4895" w:type="dxa"/>
            <w:gridSpan w:val="9"/>
            <w:vAlign w:val="bottom"/>
          </w:tcPr>
          <w:p w14:paraId="71DBC358" w14:textId="77777777" w:rsidR="00AA047D" w:rsidRDefault="00AA047D">
            <w:pPr>
              <w:spacing w:after="0" w:line="320" w:lineRule="exact"/>
            </w:pPr>
          </w:p>
        </w:tc>
      </w:tr>
      <w:tr w:rsidR="00AA047D" w14:paraId="7E2737E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9" w:type="dxa"/>
          <w:cantSplit/>
          <w:trHeight w:hRule="exact" w:val="1675"/>
        </w:trPr>
        <w:tc>
          <w:tcPr>
            <w:tcW w:w="4881" w:type="dxa"/>
            <w:gridSpan w:val="15"/>
          </w:tcPr>
          <w:p w14:paraId="75659551" w14:textId="77777777" w:rsidR="00AA047D" w:rsidRDefault="0053644C">
            <w:pPr>
              <w:pStyle w:val="Funotentext"/>
              <w:spacing w:after="0" w:line="320" w:lineRule="exact"/>
              <w:jc w:val="both"/>
              <w:rPr>
                <w:b/>
                <w:i/>
                <w:color w:val="00B050"/>
                <w:spacing w:val="-8"/>
                <w:sz w:val="16"/>
                <w:szCs w:val="16"/>
              </w:rPr>
            </w:pPr>
            <w:r>
              <w:rPr>
                <w:spacing w:val="-8"/>
                <w:sz w:val="16"/>
                <w:szCs w:val="16"/>
              </w:rPr>
              <w:t xml:space="preserve">Kenntnisnahme der/des Tierschutzbeauftragten </w:t>
            </w:r>
            <w:r>
              <w:rPr>
                <w:b/>
                <w:i/>
                <w:color w:val="00B050"/>
                <w:spacing w:val="-8"/>
                <w:sz w:val="16"/>
                <w:szCs w:val="16"/>
              </w:rPr>
              <w:endnoteReference w:id="24"/>
            </w:r>
            <w:r>
              <w:rPr>
                <w:b/>
                <w:i/>
                <w:color w:val="00B050"/>
                <w:spacing w:val="-8"/>
                <w:sz w:val="16"/>
                <w:szCs w:val="16"/>
              </w:rPr>
              <w:t>)</w:t>
            </w:r>
          </w:p>
          <w:p w14:paraId="551E4DD8" w14:textId="77777777" w:rsidR="00AA047D" w:rsidRDefault="0053644C">
            <w:pPr>
              <w:pStyle w:val="Funotentext"/>
              <w:spacing w:after="0" w:line="320" w:lineRule="exact"/>
              <w:rPr>
                <w:sz w:val="16"/>
                <w:szCs w:val="16"/>
              </w:rPr>
            </w:pPr>
            <w:r>
              <w:rPr>
                <w:sz w:val="16"/>
                <w:szCs w:val="16"/>
              </w:rPr>
              <w:t xml:space="preserve">(Die Unterschrift der/des Tierschutzbeauftragten dient der </w:t>
            </w:r>
            <w:r>
              <w:rPr>
                <w:sz w:val="16"/>
                <w:szCs w:val="16"/>
              </w:rPr>
              <w:t>Herstellung der Kongruenz des Antrags mit der Stellungnahme der/des Tierschutzbeauftragten.)</w:t>
            </w:r>
          </w:p>
          <w:p w14:paraId="069D3668" w14:textId="77777777" w:rsidR="00AA047D" w:rsidRDefault="00AA047D">
            <w:pPr>
              <w:pStyle w:val="Funotentext"/>
              <w:spacing w:after="0" w:line="320" w:lineRule="exact"/>
              <w:jc w:val="both"/>
              <w:rPr>
                <w:spacing w:val="-8"/>
                <w:sz w:val="18"/>
                <w:szCs w:val="16"/>
              </w:rPr>
            </w:pPr>
          </w:p>
        </w:tc>
        <w:tc>
          <w:tcPr>
            <w:tcW w:w="4895" w:type="dxa"/>
            <w:gridSpan w:val="9"/>
          </w:tcPr>
          <w:p w14:paraId="583CEC93" w14:textId="77777777" w:rsidR="00AA047D" w:rsidRDefault="0053644C">
            <w:pPr>
              <w:pStyle w:val="Funotentext"/>
              <w:spacing w:after="0" w:line="320" w:lineRule="exact"/>
              <w:jc w:val="both"/>
              <w:rPr>
                <w:sz w:val="16"/>
                <w:szCs w:val="16"/>
              </w:rPr>
            </w:pPr>
            <w:r>
              <w:rPr>
                <w:sz w:val="16"/>
                <w:szCs w:val="16"/>
              </w:rPr>
              <w:t xml:space="preserve"> </w:t>
            </w:r>
          </w:p>
          <w:p w14:paraId="344CB778" w14:textId="77777777" w:rsidR="00AA047D" w:rsidRDefault="00AA047D">
            <w:pPr>
              <w:pStyle w:val="Funotentext"/>
              <w:spacing w:after="0" w:line="320" w:lineRule="exact"/>
              <w:jc w:val="both"/>
              <w:rPr>
                <w:sz w:val="16"/>
                <w:szCs w:val="16"/>
              </w:rPr>
            </w:pPr>
          </w:p>
        </w:tc>
      </w:tr>
    </w:tbl>
    <w:p w14:paraId="41998E49" w14:textId="77777777" w:rsidR="00AA047D" w:rsidRDefault="00AA047D">
      <w:pPr>
        <w:pStyle w:val="Kommentartext"/>
        <w:ind w:left="182" w:hanging="182"/>
        <w:outlineLvl w:val="0"/>
      </w:pPr>
    </w:p>
    <w:p w14:paraId="3AF464DB" w14:textId="77777777" w:rsidR="00AA047D" w:rsidRDefault="0053644C">
      <w:pPr>
        <w:pStyle w:val="Kommentartext"/>
        <w:ind w:left="182" w:hanging="182"/>
        <w:jc w:val="both"/>
        <w:outlineLvl w:val="0"/>
        <w:rPr>
          <w:b/>
        </w:rPr>
      </w:pPr>
      <w:r>
        <w:rPr>
          <w:b/>
        </w:rPr>
        <w:t>Hinweise:</w:t>
      </w:r>
    </w:p>
    <w:p w14:paraId="4CCDF355" w14:textId="77777777" w:rsidR="00AA047D" w:rsidRDefault="00AA047D">
      <w:pPr>
        <w:pStyle w:val="Kommentartext"/>
        <w:ind w:left="182" w:hanging="182"/>
        <w:jc w:val="both"/>
        <w:outlineLvl w:val="0"/>
        <w:rPr>
          <w:b/>
        </w:rPr>
      </w:pPr>
    </w:p>
    <w:p w14:paraId="13FCF28D" w14:textId="77777777" w:rsidR="00AA047D" w:rsidRDefault="0053644C">
      <w:pPr>
        <w:pStyle w:val="Funotentext"/>
        <w:jc w:val="both"/>
      </w:pPr>
      <w:r>
        <w:t>Bitte erkundigen Sie sich bei der zuständigen Genehmigungsbehörde wie viele Ausfertigungen des Antrages / der Anzeige vorgelegt werden müssen.</w:t>
      </w:r>
    </w:p>
    <w:p w14:paraId="69F1C990" w14:textId="77777777" w:rsidR="00AA047D" w:rsidRDefault="00AA047D">
      <w:pPr>
        <w:pStyle w:val="Funotentext"/>
        <w:jc w:val="both"/>
      </w:pPr>
    </w:p>
    <w:p w14:paraId="7BCE77F2" w14:textId="77777777" w:rsidR="00AA047D" w:rsidRDefault="0053644C">
      <w:pPr>
        <w:pStyle w:val="Funotentext"/>
        <w:jc w:val="both"/>
      </w:pPr>
      <w:r>
        <w:t>De</w:t>
      </w:r>
      <w:r>
        <w:t>r Antrag/ die Anzeige sollte über die zuständige tierschutzbeauftragte Person der Einrichtung eingereicht werden.</w:t>
      </w:r>
    </w:p>
    <w:p w14:paraId="3ADC6890" w14:textId="77777777" w:rsidR="00AA047D" w:rsidRDefault="00AA047D">
      <w:pPr>
        <w:pStyle w:val="Kommentartext"/>
        <w:ind w:left="182" w:hanging="182"/>
        <w:jc w:val="both"/>
        <w:outlineLvl w:val="0"/>
      </w:pPr>
    </w:p>
    <w:p w14:paraId="34A43AA6" w14:textId="77777777" w:rsidR="00AA047D" w:rsidRDefault="0053644C">
      <w:pPr>
        <w:pStyle w:val="Kommentartext"/>
        <w:jc w:val="both"/>
        <w:outlineLvl w:val="0"/>
      </w:pPr>
      <w:r>
        <w:t>Erläuterungen bitte fortlaufend in das Antrags-/Anzeigenformular einfügen – nicht auf Beiblatt!</w:t>
      </w:r>
    </w:p>
    <w:sectPr w:rsidR="00AA047D">
      <w:footerReference w:type="default" r:id="rId22"/>
      <w:footnotePr>
        <w:numFmt w:val="upperLetter"/>
      </w:footnotePr>
      <w:endnotePr>
        <w:numFmt w:val="upperLetter"/>
      </w:endnotePr>
      <w:type w:val="continuous"/>
      <w:pgSz w:w="11906" w:h="16838" w:code="9"/>
      <w:pgMar w:top="851" w:right="851" w:bottom="1134" w:left="1247" w:header="720" w:footer="2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98016" w14:textId="77777777" w:rsidR="0053644C" w:rsidRDefault="0053644C">
      <w:r>
        <w:separator/>
      </w:r>
    </w:p>
  </w:endnote>
  <w:endnote w:type="continuationSeparator" w:id="0">
    <w:p w14:paraId="7A5085B7" w14:textId="77777777" w:rsidR="0053644C" w:rsidRDefault="0053644C">
      <w:r>
        <w:continuationSeparator/>
      </w:r>
    </w:p>
  </w:endnote>
  <w:endnote w:type="continuationNotice" w:id="1">
    <w:p w14:paraId="2C3137D0" w14:textId="77777777" w:rsidR="0053644C" w:rsidRDefault="0053644C"/>
  </w:endnote>
  <w:endnote w:id="2">
    <w:p w14:paraId="2720FD85"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Die Bezeichnung des Vorhabens sollte </w:t>
      </w:r>
      <w:r>
        <w:rPr>
          <w:rFonts w:cs="Arial"/>
        </w:rPr>
        <w:t>möglichst knapp und prägnant formuliert sein, sowie maximal 2 Zeilen umfassen.</w:t>
      </w:r>
    </w:p>
    <w:p w14:paraId="37AAA7F1" w14:textId="77777777" w:rsidR="00AA047D" w:rsidRDefault="00AA047D">
      <w:pPr>
        <w:pStyle w:val="Endnotentext"/>
        <w:ind w:left="426" w:hanging="426"/>
      </w:pPr>
    </w:p>
  </w:endnote>
  <w:endnote w:id="3">
    <w:p w14:paraId="28F98D1D" w14:textId="77777777" w:rsidR="00AA047D" w:rsidRDefault="0053644C">
      <w:pPr>
        <w:pStyle w:val="Kommentartext"/>
        <w:ind w:left="567" w:hanging="567"/>
        <w:jc w:val="both"/>
        <w:rPr>
          <w:rFonts w:cs="Arial"/>
        </w:rPr>
      </w:pPr>
      <w:r>
        <w:rPr>
          <w:rStyle w:val="Endnotenzeichen"/>
          <w:b/>
          <w:i/>
          <w:color w:val="00B050"/>
          <w:vertAlign w:val="baseline"/>
        </w:rPr>
        <w:endnoteRef/>
      </w:r>
      <w:r>
        <w:rPr>
          <w:b/>
          <w:i/>
          <w:color w:val="00B050"/>
        </w:rPr>
        <w:t>)</w:t>
      </w:r>
      <w:r>
        <w:rPr>
          <w:color w:val="00B050"/>
        </w:rPr>
        <w:tab/>
      </w:r>
      <w:r>
        <w:rPr>
          <w:rFonts w:cs="Arial"/>
          <w:spacing w:val="-4"/>
        </w:rPr>
        <w:t>Die Unerlässlichkeit eines Versuchsvorhabens ist durch eine kurze, keine Spezialkenntnisse voraussetzende, wissenschaftlich begründete Darstellung der Problem- oder Frageste</w:t>
      </w:r>
      <w:r>
        <w:rPr>
          <w:rFonts w:cs="Arial"/>
          <w:spacing w:val="-4"/>
        </w:rPr>
        <w:t>llung darzulegen. Hierbei sind die einschlägigen, den derzeitigen Erkenntnisstand widerspiegelnden</w:t>
      </w:r>
      <w:r>
        <w:rPr>
          <w:rFonts w:cs="Arial"/>
        </w:rPr>
        <w:t xml:space="preserve"> Publikationen (Literaturzitate) einzubringen und auf ihre Relevanz oder auch Widersprüchlichkeit im Hinblick auf das Forschungsprojekt </w:t>
      </w:r>
      <w:r>
        <w:rPr>
          <w:rFonts w:cs="Arial"/>
          <w:spacing w:val="-2"/>
        </w:rPr>
        <w:t>zu diskutieren. Aus di</w:t>
      </w:r>
      <w:r>
        <w:rPr>
          <w:rFonts w:cs="Arial"/>
          <w:spacing w:val="-2"/>
        </w:rPr>
        <w:t>eser Diskussion sollten in verständlicher Form neben der eigenen Standortbestimmung auch das weitere Procedere</w:t>
      </w:r>
      <w:r>
        <w:rPr>
          <w:rFonts w:cs="Arial"/>
        </w:rPr>
        <w:t xml:space="preserve"> zur Problemlösung und der zu erwartende Erkenntnisgewinn hervorgehen. Hilfreich ist die Formulierung einer oder mehrerer Hypothesen.</w:t>
      </w:r>
    </w:p>
    <w:p w14:paraId="08A74CBB" w14:textId="77777777" w:rsidR="00AA047D" w:rsidRDefault="0053644C">
      <w:pPr>
        <w:pStyle w:val="Kommentartext"/>
        <w:ind w:left="567"/>
        <w:jc w:val="both"/>
        <w:rPr>
          <w:rFonts w:cs="Arial"/>
        </w:rPr>
      </w:pPr>
      <w:r>
        <w:rPr>
          <w:rFonts w:cs="Arial"/>
        </w:rPr>
        <w:t>Bei Vorhaben</w:t>
      </w:r>
      <w:r>
        <w:rPr>
          <w:rFonts w:cs="Arial"/>
        </w:rPr>
        <w:t xml:space="preserve"> nach TierSchG § 7a Abs. 1 Nr. 7 ist entsprechend eine pädagogisch begründete Darstellung, unter Angabe und Erläuterung des Ausbildungsziels und ggf. des zugrundeliegenden Curriculums, darzulegen.</w:t>
      </w:r>
    </w:p>
    <w:p w14:paraId="15376872" w14:textId="77777777" w:rsidR="00AA047D" w:rsidRDefault="00AA047D">
      <w:pPr>
        <w:pStyle w:val="Kommentartext"/>
        <w:ind w:left="567" w:hanging="567"/>
        <w:jc w:val="both"/>
        <w:rPr>
          <w:rFonts w:cs="Arial"/>
        </w:rPr>
      </w:pPr>
    </w:p>
    <w:p w14:paraId="09AE8DF9" w14:textId="77777777" w:rsidR="00AA047D" w:rsidRDefault="0053644C">
      <w:pPr>
        <w:pStyle w:val="Kommentartext"/>
        <w:ind w:left="588"/>
        <w:jc w:val="both"/>
        <w:rPr>
          <w:rFonts w:cs="Arial"/>
          <w:spacing w:val="-4"/>
        </w:rPr>
      </w:pPr>
      <w:r>
        <w:rPr>
          <w:rFonts w:cs="Arial"/>
          <w:b/>
          <w:spacing w:val="-4"/>
        </w:rPr>
        <w:t>Projektzusammenfassungen</w:t>
      </w:r>
      <w:r>
        <w:rPr>
          <w:rFonts w:cs="Arial"/>
          <w:spacing w:val="-4"/>
        </w:rPr>
        <w:t xml:space="preserve"> sind nicht erforderlich bei Anzeigen nach § 8a Abs. 3 TierSchG (Versuche an Zehnfußkrebsen).</w:t>
      </w:r>
    </w:p>
    <w:p w14:paraId="0889318C" w14:textId="77777777" w:rsidR="00AA047D" w:rsidRDefault="0053644C">
      <w:pPr>
        <w:pStyle w:val="Endnotentext"/>
        <w:ind w:left="567"/>
        <w:rPr>
          <w:rFonts w:cs="Arial"/>
        </w:rPr>
      </w:pPr>
      <w:r>
        <w:rPr>
          <w:rFonts w:cs="Arial"/>
        </w:rPr>
        <w:t>Die Projektzusammenfassung muss ggf. am Ende des Genehmigungsverfahrens in überarbeiteter Fassung erneut vorgelegt werden.</w:t>
      </w:r>
    </w:p>
    <w:p w14:paraId="123E8228" w14:textId="77777777" w:rsidR="00AA047D" w:rsidRDefault="00AA047D">
      <w:pPr>
        <w:pStyle w:val="Endnotentext"/>
      </w:pPr>
    </w:p>
  </w:endnote>
  <w:endnote w:id="4">
    <w:p w14:paraId="0313F826"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Aus der Darlegung muss ersichtlich </w:t>
      </w:r>
      <w:r>
        <w:rPr>
          <w:rFonts w:cs="Arial"/>
        </w:rPr>
        <w:t xml:space="preserve">sein, inwieweit die zugänglichen Informationsmöglichkeiten (z.B. Literatur, Datenbanken) bereits hinreichende Erkenntnisse über das angestrebte Versuchsergebnis enthalten oder nicht. Die zu Ziff. 1.1.2 geforderte Literaturzitate sind auf einem Beiblatt </w:t>
      </w:r>
      <w:r>
        <w:rPr>
          <w:rFonts w:cs="Arial"/>
          <w:color w:val="000000"/>
        </w:rPr>
        <w:t>unt</w:t>
      </w:r>
      <w:r>
        <w:rPr>
          <w:rFonts w:cs="Arial"/>
          <w:color w:val="000000"/>
        </w:rPr>
        <w:t>er Angabe des Titels und der Fundstelle aufzulisten. Hinsichtlich der Dat</w:t>
      </w:r>
      <w:r>
        <w:rPr>
          <w:rFonts w:cs="Arial"/>
        </w:rPr>
        <w:t>enbankrecherchen sind die Schlüsselwörter anzugeben.</w:t>
      </w:r>
    </w:p>
    <w:p w14:paraId="30238573" w14:textId="77777777" w:rsidR="00AA047D" w:rsidRDefault="0053644C">
      <w:pPr>
        <w:pStyle w:val="Endnotentext"/>
        <w:ind w:left="567"/>
        <w:jc w:val="both"/>
      </w:pPr>
      <w:r>
        <w:rPr>
          <w:rFonts w:cs="Arial"/>
        </w:rPr>
        <w:t>Bei der Literaturrecherche empfiehlt es sich, den „Leitfaden für die Durchführung von Informationsrecherchen im Rahmen des Genehmi</w:t>
      </w:r>
      <w:r>
        <w:rPr>
          <w:rFonts w:cs="Arial"/>
        </w:rPr>
        <w:t>gungsverfahrens für Tierversuche“ der ZEBET zu verwenden und entsprechende Ausführungen im Antrag vorzunehmen.</w:t>
      </w:r>
    </w:p>
    <w:p w14:paraId="5DC356BB" w14:textId="77777777" w:rsidR="00AA047D" w:rsidRDefault="00AA047D">
      <w:pPr>
        <w:pStyle w:val="Endnotentext"/>
        <w:jc w:val="both"/>
      </w:pPr>
    </w:p>
  </w:endnote>
  <w:endnote w:id="5">
    <w:p w14:paraId="29E33F7E" w14:textId="77777777" w:rsidR="00AA047D" w:rsidRDefault="0053644C">
      <w:pPr>
        <w:pStyle w:val="Endnotentext"/>
        <w:ind w:left="567" w:hanging="567"/>
        <w:jc w:val="both"/>
      </w:pPr>
      <w:r>
        <w:rPr>
          <w:rStyle w:val="Endnotenzeichen"/>
          <w:b/>
          <w:i/>
          <w:color w:val="00B050"/>
          <w:vertAlign w:val="baseline"/>
        </w:rPr>
        <w:endnoteRef/>
      </w:r>
      <w:r>
        <w:rPr>
          <w:b/>
          <w:i/>
          <w:color w:val="00B050"/>
        </w:rPr>
        <w:t>)</w:t>
      </w:r>
      <w:r>
        <w:tab/>
      </w:r>
      <w:r>
        <w:rPr>
          <w:rFonts w:cs="Arial"/>
        </w:rPr>
        <w:t>Doppelversuche sind Versuchsvorhaben, die in einem gleichen Zeitraum mit gleichen Methoden, an derselben Tierart und mit gleicher Zielsetzung</w:t>
      </w:r>
      <w:r>
        <w:rPr>
          <w:rFonts w:cs="Arial"/>
        </w:rPr>
        <w:t xml:space="preserve"> durchgeführt werden (z.B. Ringversuche zur Validierung und Standardisierung). Wiederholungsversuche sind Versuchsvorhaben, die zur Überprüfung bereits hinreichend bekannter Versuchsergebnisse durchgeführt werden.</w:t>
      </w:r>
    </w:p>
    <w:p w14:paraId="0E078C69" w14:textId="77777777" w:rsidR="00AA047D" w:rsidRDefault="0053644C">
      <w:pPr>
        <w:pStyle w:val="Endnotentext"/>
        <w:ind w:left="567"/>
        <w:jc w:val="both"/>
        <w:rPr>
          <w:rFonts w:cs="Arial"/>
        </w:rPr>
      </w:pPr>
      <w:r>
        <w:rPr>
          <w:rFonts w:cs="Arial"/>
        </w:rPr>
        <w:t>Zur Vermeidung von Doppel- oder Wiederholu</w:t>
      </w:r>
      <w:r>
        <w:rPr>
          <w:rFonts w:cs="Arial"/>
        </w:rPr>
        <w:t xml:space="preserve">ngsversuchen sind Daten aus Tierversuchen, die in nach Unionsrecht anerkannten Verfahren in anderen Mitgliedstaaten der Europäischen Union (Mitgliedstaaten) gewonnen wurden, anzuerkennen. Dies gilt nicht, wenn zum Schutz der öffentlichen Gesundheit, </w:t>
      </w:r>
      <w:r>
        <w:rPr>
          <w:rFonts w:cs="Arial"/>
        </w:rPr>
        <w:t>Sicher</w:t>
      </w:r>
      <w:r>
        <w:rPr>
          <w:rFonts w:cs="Arial"/>
        </w:rPr>
        <w:t>-</w:t>
      </w:r>
      <w:r>
        <w:rPr>
          <w:rFonts w:cs="Arial"/>
        </w:rPr>
        <w:t>heit oder der Umwelt in Bezug auf die in § 7 Abs. 1 Satz 1 TierSchG genannten Daten weitere Tierversu-che durchgeführt werden müssen.</w:t>
      </w:r>
    </w:p>
    <w:p w14:paraId="52A23E22" w14:textId="77777777" w:rsidR="00AA047D" w:rsidRDefault="00AA047D">
      <w:pPr>
        <w:pStyle w:val="Endnotentext"/>
        <w:jc w:val="both"/>
      </w:pPr>
    </w:p>
  </w:endnote>
  <w:endnote w:id="6">
    <w:p w14:paraId="35367BB7" w14:textId="77777777" w:rsidR="00AA047D" w:rsidRDefault="0053644C">
      <w:pPr>
        <w:pStyle w:val="Endnotentext"/>
        <w:ind w:left="567" w:hanging="567"/>
        <w:jc w:val="both"/>
        <w:rPr>
          <w:rFonts w:cs="Arial"/>
          <w:color w:val="000000"/>
        </w:rPr>
      </w:pPr>
      <w:r>
        <w:rPr>
          <w:rStyle w:val="Endnotenzeichen"/>
          <w:b/>
          <w:i/>
          <w:color w:val="00B050"/>
          <w:vertAlign w:val="baseline"/>
        </w:rPr>
        <w:endnoteRef/>
      </w:r>
      <w:r>
        <w:rPr>
          <w:b/>
          <w:i/>
          <w:color w:val="00B050"/>
        </w:rPr>
        <w:t>)</w:t>
      </w:r>
      <w:r>
        <w:tab/>
      </w:r>
      <w:r>
        <w:rPr>
          <w:rFonts w:cs="Arial"/>
          <w:color w:val="000000"/>
        </w:rPr>
        <w:t>Tierversuche sind im Hinblick auf die artspezifischen Fähigkeiten der verwendeten Tiere unter den Versuchseinwirkunge</w:t>
      </w:r>
      <w:r>
        <w:rPr>
          <w:rFonts w:cs="Arial"/>
          <w:color w:val="000000"/>
        </w:rPr>
        <w:t>n zu leiden auf das unerlässliche Maß zu beschränken. Versuche an Tieren, deren artspezifische Fähigkeiten unter den Versuchseinwirkungen zu leiden, stärker entwickelt sind, dürfen nur durchgeführt werden, soweit Tiere deren derartige Fähigkeit weniger sta</w:t>
      </w:r>
      <w:r>
        <w:rPr>
          <w:rFonts w:cs="Arial"/>
          <w:color w:val="000000"/>
        </w:rPr>
        <w:t>rk entwickelt ist, für den verfolgten Zweck nicht ausreichen (§ 7a Abs. 2 Nr. 5 TierSchG).</w:t>
      </w:r>
    </w:p>
    <w:p w14:paraId="0634DB66" w14:textId="77777777" w:rsidR="00AA047D" w:rsidRDefault="0053644C">
      <w:pPr>
        <w:pStyle w:val="Kommentartext"/>
        <w:ind w:left="567"/>
        <w:jc w:val="both"/>
        <w:rPr>
          <w:rFonts w:cs="Arial"/>
        </w:rPr>
      </w:pPr>
      <w:r>
        <w:rPr>
          <w:rFonts w:cs="Arial"/>
        </w:rPr>
        <w:t>Sofern genetisch veränderte Tiere verwendet oder genetisch veränderte Tierlinien generiert werden sollen, sind deren Eigenschaften und mögliche Belastungen zu beschr</w:t>
      </w:r>
      <w:r>
        <w:rPr>
          <w:rFonts w:cs="Arial"/>
        </w:rPr>
        <w:t>eiben und zu bewerten (Formblatt „Abschlussbeurteilung genetisch veränderter Zuchtlinien“ einreichen). Eine Hilfestellung bei der Belastungsbeurteilung gibt die Empfehlung „Festlegung von Kriterien zur Beurteilung der Belastung genetisch veränderter Versuc</w:t>
      </w:r>
      <w:r>
        <w:rPr>
          <w:rFonts w:cs="Arial"/>
        </w:rPr>
        <w:t>hstiere“ sowie das Arbeitspapier zu genetisch veränderten Tieren auf EU-Ebene (deutsche Übersetzung mit Erläuterungen und Empfehlungen).</w:t>
      </w:r>
    </w:p>
    <w:p w14:paraId="34D18935" w14:textId="77777777" w:rsidR="00AA047D" w:rsidRDefault="0053644C">
      <w:pPr>
        <w:pStyle w:val="Kommentartext"/>
        <w:ind w:left="567"/>
        <w:jc w:val="both"/>
        <w:rPr>
          <w:rFonts w:cs="Arial"/>
        </w:rPr>
      </w:pPr>
      <w:r>
        <w:rPr>
          <w:rFonts w:cs="Arial"/>
        </w:rPr>
        <w:t>Für bereits existente und ausreichend charakterisierte Linien können bereits erhobene Daten (z.B. Datenblätter der Züch</w:t>
      </w:r>
      <w:r>
        <w:rPr>
          <w:rFonts w:cs="Arial"/>
        </w:rPr>
        <w:t xml:space="preserve">ter, eigene Untersuchungen) zur Belastungseinstufung herangezogen werden. </w:t>
      </w:r>
    </w:p>
    <w:p w14:paraId="65899616" w14:textId="77777777" w:rsidR="00AA047D" w:rsidRDefault="0053644C">
      <w:pPr>
        <w:pStyle w:val="Kommentartext"/>
        <w:ind w:left="567"/>
        <w:jc w:val="both"/>
        <w:rPr>
          <w:rFonts w:cs="Arial"/>
        </w:rPr>
      </w:pPr>
      <w:r>
        <w:rPr>
          <w:rFonts w:cs="Arial"/>
        </w:rPr>
        <w:t xml:space="preserve">Für die Erstellung einer neuen genetisch veränderten Tierlinie oder bei unzureichend charakterisierten Linien ist die erwartete Belastung prospektiv einzuschätzen. </w:t>
      </w:r>
    </w:p>
    <w:p w14:paraId="6A4FB00B" w14:textId="77777777" w:rsidR="00AA047D" w:rsidRDefault="00AA047D">
      <w:pPr>
        <w:pStyle w:val="Kommentartext"/>
        <w:ind w:left="182" w:hanging="182"/>
        <w:jc w:val="both"/>
        <w:rPr>
          <w:rFonts w:cs="Arial"/>
        </w:rPr>
      </w:pPr>
    </w:p>
    <w:p w14:paraId="0E217EF9" w14:textId="77777777" w:rsidR="00AA047D" w:rsidRDefault="0053644C">
      <w:pPr>
        <w:pStyle w:val="Kommentartext"/>
        <w:ind w:left="567"/>
        <w:jc w:val="both"/>
        <w:rPr>
          <w:rFonts w:cs="Arial"/>
          <w:color w:val="000000"/>
        </w:rPr>
      </w:pPr>
      <w:r>
        <w:rPr>
          <w:rFonts w:cs="Arial"/>
          <w:color w:val="000000"/>
        </w:rPr>
        <w:t>Ferner dürfen W</w:t>
      </w:r>
      <w:r>
        <w:rPr>
          <w:rFonts w:cs="Arial"/>
          <w:color w:val="000000"/>
        </w:rPr>
        <w:t>irbeltiere und Kopffüßer in Tierversuchen nur verwendet werden, wenn sie für einen solchen Zweck gezüchtet wurden. Eine Ausnahme hiervon kann dann zugelassen werden, wenn wissenschaftlich begründet dargelegt wird, dass die Verwendung von anderen Tieren erf</w:t>
      </w:r>
      <w:r>
        <w:rPr>
          <w:rFonts w:cs="Arial"/>
          <w:color w:val="000000"/>
        </w:rPr>
        <w:t>orderlich ist.</w:t>
      </w:r>
    </w:p>
    <w:p w14:paraId="3610DC4B" w14:textId="77777777" w:rsidR="00AA047D" w:rsidRDefault="0053644C">
      <w:pPr>
        <w:pStyle w:val="Kommentartext"/>
        <w:ind w:left="567" w:firstLine="34"/>
        <w:jc w:val="both"/>
        <w:rPr>
          <w:rFonts w:cs="Arial"/>
        </w:rPr>
      </w:pPr>
      <w:r>
        <w:rPr>
          <w:rFonts w:cs="Arial"/>
        </w:rPr>
        <w:t>Für Pferde, Rinder, Schweine, Schafe, Ziegen, Hühner, Tauben, Puten, Enten, Gänse und Fische (ausgenommen Zebrafische) ist eine Ausnahmegenehmigung nicht erforderlich.</w:t>
      </w:r>
    </w:p>
    <w:p w14:paraId="3FDFE7D0" w14:textId="77777777" w:rsidR="00AA047D" w:rsidRDefault="00AA047D">
      <w:pPr>
        <w:pStyle w:val="Kommentartext"/>
        <w:ind w:left="210"/>
        <w:jc w:val="both"/>
        <w:rPr>
          <w:rFonts w:cs="Arial"/>
        </w:rPr>
      </w:pPr>
    </w:p>
    <w:p w14:paraId="0BCCE3BE" w14:textId="77777777" w:rsidR="00AA047D" w:rsidRDefault="0053644C">
      <w:pPr>
        <w:pStyle w:val="Endnotentext"/>
        <w:ind w:left="567"/>
        <w:jc w:val="both"/>
        <w:rPr>
          <w:rFonts w:cs="Arial"/>
        </w:rPr>
      </w:pPr>
      <w:r>
        <w:rPr>
          <w:rFonts w:cs="Arial"/>
        </w:rPr>
        <w:t xml:space="preserve">Unter Berücksichtigung dieser grundsätzlichen Erwägungen ist das </w:t>
      </w:r>
      <w:r>
        <w:rPr>
          <w:rFonts w:cs="Arial"/>
        </w:rPr>
        <w:t>"Tiermodell" zu wählen, das versuchstechnisch gesehen eine möglichst optimale Beantwortung der Fragestellung erlaubt. Sind mehrere Tierarten oder Tiermodelle für die Beantwortung einer Fragestellung geeignet, müssen die Alternativen diskutiert und die endg</w:t>
      </w:r>
      <w:r>
        <w:rPr>
          <w:rFonts w:cs="Arial"/>
        </w:rPr>
        <w:t>ültige Wahl begründet werden.)</w:t>
      </w:r>
    </w:p>
    <w:p w14:paraId="4E49A6F2" w14:textId="77777777" w:rsidR="00AA047D" w:rsidRDefault="00AA047D">
      <w:pPr>
        <w:pStyle w:val="Endnotentext"/>
        <w:jc w:val="both"/>
      </w:pPr>
    </w:p>
  </w:endnote>
  <w:endnote w:id="7">
    <w:p w14:paraId="7A967138"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rPr>
          <w:color w:val="FF0000"/>
        </w:rPr>
        <w:tab/>
      </w:r>
      <w:r>
        <w:rPr>
          <w:rFonts w:cs="Arial"/>
        </w:rPr>
        <w:t>Die Planung sollte unter Einsatz biometrischer Verfahren vorgenommen werden. Auf die Ergebnisse dieser Planung ist in der Begründung einzugehen. Zusätzlich sind Angaben über die Einteilung in Versuchsgruppen bzw. Kontroll</w:t>
      </w:r>
      <w:r>
        <w:rPr>
          <w:rFonts w:cs="Arial"/>
        </w:rPr>
        <w:t>gruppen sowie über die Gruppengrößen vorzunehmen. Die Darstellung der Versuchs- und Kontrollgruppen ist in übersichtlicher Form vorzunehmen, möglichst auch mit einer Tabelle. Die Gruppen sollten auch im Hinblick auf die Aufzeichnungen nach § 9 Abs. 5 TierS</w:t>
      </w:r>
      <w:r>
        <w:rPr>
          <w:rFonts w:cs="Arial"/>
        </w:rPr>
        <w:t>chG konkrete Bezeichnungen enthalten.</w:t>
      </w:r>
    </w:p>
    <w:p w14:paraId="78827357" w14:textId="77777777" w:rsidR="00AA047D" w:rsidRDefault="0053644C">
      <w:pPr>
        <w:pStyle w:val="Kommentartext"/>
        <w:ind w:left="567"/>
        <w:jc w:val="both"/>
        <w:rPr>
          <w:rFonts w:cs="Arial"/>
        </w:rPr>
      </w:pPr>
      <w:r>
        <w:rPr>
          <w:rFonts w:cs="Arial"/>
        </w:rPr>
        <w:t>Hinsichtlich der Reservetiere ist klarzustellen, ob die Gruppengröße aufgrund wahrscheinlicher Ausfälle von Beginn an erhöht werden muss, um sicher auf eine bestimmte Fallzahl zu kommen oder ob es sich um echte Reserve</w:t>
      </w:r>
      <w:r>
        <w:rPr>
          <w:rFonts w:cs="Arial"/>
        </w:rPr>
        <w:t>n handelt, die erst dann in den Versuch gehen, wenn tatsächlich Tiere ausgefallen sind. Die Unerlässlichkeit der Reservetiere ist wissenschaftlich begründet darzulegen.</w:t>
      </w:r>
    </w:p>
    <w:p w14:paraId="3F8FD681" w14:textId="77777777" w:rsidR="00AA047D" w:rsidRDefault="00AA047D">
      <w:pPr>
        <w:pStyle w:val="Kommentartext"/>
        <w:ind w:left="567"/>
        <w:jc w:val="both"/>
        <w:rPr>
          <w:rFonts w:cs="Arial"/>
        </w:rPr>
      </w:pPr>
    </w:p>
    <w:p w14:paraId="0C24DD1F" w14:textId="77777777" w:rsidR="00AA047D" w:rsidRDefault="0053644C">
      <w:pPr>
        <w:pStyle w:val="Endnotentext"/>
        <w:ind w:left="567"/>
        <w:jc w:val="both"/>
        <w:rPr>
          <w:rFonts w:cs="Arial"/>
        </w:rPr>
      </w:pPr>
      <w:r>
        <w:rPr>
          <w:rFonts w:cs="Arial"/>
        </w:rPr>
        <w:t>Die einzelnen Teilversuche sind in übersichtlicher Form darzustellen, entweder mittels</w:t>
      </w:r>
      <w:r>
        <w:rPr>
          <w:rFonts w:cs="Arial"/>
        </w:rPr>
        <w:t xml:space="preserve"> Tabellen mit begleitenden Erläuterungen oder über das Formblatt „Angaben zur biometrischen Planung“.</w:t>
      </w:r>
    </w:p>
    <w:p w14:paraId="7D43A1F5" w14:textId="77777777" w:rsidR="00AA047D" w:rsidRDefault="00AA047D">
      <w:pPr>
        <w:pStyle w:val="Endnotentext"/>
        <w:ind w:left="567" w:hanging="567"/>
        <w:jc w:val="both"/>
      </w:pPr>
    </w:p>
  </w:endnote>
  <w:endnote w:id="8">
    <w:p w14:paraId="26A940F2"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Als zu Versuchszwecken gezüchtet (§ 19 Abs. 1 Satz 1 </w:t>
      </w:r>
      <w:r>
        <w:rPr>
          <w:rFonts w:cs="Arial"/>
        </w:rPr>
        <w:t xml:space="preserve">TierSchVersV) sind nur Wirbeltiere und Kopffüßer anzusehen, die aus </w:t>
      </w:r>
      <w:r>
        <w:rPr>
          <w:rFonts w:cs="Arial"/>
        </w:rPr>
        <w:t>Versuchstierzuchten stammen, die für ihre Tätigkeit eine Erlaubnis nach § 11 Abs. 1 Nr. 1 TierSchG erhalten haben, oder nachweislich aus Versuchstierzuchten außerhalb des Geltungsbereiches des deutschen Tierschutzgesetzes stammen.</w:t>
      </w:r>
    </w:p>
    <w:p w14:paraId="462D5104" w14:textId="77777777" w:rsidR="00AA047D" w:rsidRDefault="0053644C">
      <w:pPr>
        <w:pStyle w:val="Kommentartext"/>
        <w:ind w:left="567"/>
        <w:jc w:val="both"/>
        <w:rPr>
          <w:rFonts w:cs="Arial"/>
        </w:rPr>
      </w:pPr>
      <w:r>
        <w:rPr>
          <w:rFonts w:cs="Arial"/>
        </w:rPr>
        <w:t>Bei der Verwendung von Ve</w:t>
      </w:r>
      <w:r>
        <w:rPr>
          <w:rFonts w:cs="Arial"/>
        </w:rPr>
        <w:t>rsuchstieren aus Versuchstierzuchten außerhalb des Geltungsbereiches des Tierschutzgesetzes ist die Bestätigung der Anerkennung durch das Herkunftsland dem Genehmigungsantrag in Ablichtung beizufügen, sofern diese Zucht nach Kenntnis des Antragstellers der</w:t>
      </w:r>
      <w:r>
        <w:rPr>
          <w:rFonts w:cs="Arial"/>
        </w:rPr>
        <w:t xml:space="preserve"> Genehmigungsbehörde nicht bekannt ist.</w:t>
      </w:r>
    </w:p>
    <w:p w14:paraId="5389DCC5" w14:textId="77777777" w:rsidR="00AA047D" w:rsidRDefault="0053644C">
      <w:pPr>
        <w:pStyle w:val="Kommentartext"/>
        <w:ind w:left="567"/>
        <w:jc w:val="both"/>
        <w:rPr>
          <w:rFonts w:cs="Arial"/>
        </w:rPr>
      </w:pPr>
      <w:r>
        <w:rPr>
          <w:rFonts w:cs="Arial"/>
        </w:rPr>
        <w:t>Bei der Verwendung von aus der Natur entnommenen Tieren und streunenden oder verwilderten Haustieren ist der Fangort anzugeben.</w:t>
      </w:r>
    </w:p>
    <w:p w14:paraId="6AE754FE" w14:textId="77777777" w:rsidR="00AA047D" w:rsidRDefault="00AA047D">
      <w:pPr>
        <w:pStyle w:val="Endnotentext"/>
        <w:jc w:val="both"/>
      </w:pPr>
    </w:p>
  </w:endnote>
  <w:endnote w:id="9">
    <w:p w14:paraId="47B495E6" w14:textId="77777777" w:rsidR="00AA047D" w:rsidRDefault="0053644C">
      <w:pPr>
        <w:pStyle w:val="Endnotentext"/>
        <w:ind w:left="567" w:hanging="567"/>
        <w:jc w:val="both"/>
      </w:pPr>
      <w:r>
        <w:rPr>
          <w:rStyle w:val="Endnotenzeichen"/>
          <w:b/>
          <w:i/>
          <w:color w:val="00B050"/>
          <w:vertAlign w:val="baseline"/>
        </w:rPr>
        <w:endnoteRef/>
      </w:r>
      <w:r>
        <w:rPr>
          <w:b/>
          <w:i/>
          <w:color w:val="00B050"/>
        </w:rPr>
        <w:t>)</w:t>
      </w:r>
      <w:r>
        <w:tab/>
        <w:t>Für Pferde, Rinder, Schweine, Schafe, Ziegen, Hühner, Tauben, Puten, Enten, Gänse un</w:t>
      </w:r>
      <w:r>
        <w:t>d Fische (ausgenommen Zebrafische) ist eine Ausnahmegenehmigung nicht erforderlich.</w:t>
      </w:r>
    </w:p>
    <w:p w14:paraId="75E77BAF" w14:textId="77777777" w:rsidR="00AA047D" w:rsidRDefault="0053644C">
      <w:pPr>
        <w:pStyle w:val="Endnotentext"/>
        <w:ind w:left="567"/>
        <w:jc w:val="both"/>
        <w:rPr>
          <w:rFonts w:cs="Arial"/>
          <w:color w:val="000000"/>
        </w:rPr>
      </w:pPr>
      <w:r>
        <w:rPr>
          <w:rFonts w:cs="Arial"/>
          <w:color w:val="000000"/>
        </w:rPr>
        <w:t>Die erneute Verwendung eines Tieres in einem weiteren Versuchsvorhaben, für das auch ein zuvor noch nicht verwendetes Tier eingesetzt werden könnte, darf nur erfolgen, wenn</w:t>
      </w:r>
      <w:r>
        <w:rPr>
          <w:rFonts w:cs="Arial"/>
          <w:color w:val="000000"/>
        </w:rPr>
        <w:t xml:space="preserve"> </w:t>
      </w:r>
    </w:p>
    <w:p w14:paraId="4C80CE54" w14:textId="77777777" w:rsidR="00AA047D" w:rsidRDefault="0053644C">
      <w:pPr>
        <w:pStyle w:val="Endnotentext"/>
        <w:ind w:left="567"/>
        <w:jc w:val="both"/>
        <w:rPr>
          <w:rFonts w:cs="Arial"/>
          <w:color w:val="000000"/>
        </w:rPr>
      </w:pPr>
      <w:r>
        <w:rPr>
          <w:rFonts w:cs="Arial"/>
          <w:color w:val="000000"/>
        </w:rPr>
        <w:t>1. das Tier zuvor nicht in einem Tierversuch verwendet worden ist, der als „schwer“ einzustufen ist,</w:t>
      </w:r>
    </w:p>
    <w:p w14:paraId="047839C5" w14:textId="77777777" w:rsidR="00AA047D" w:rsidRDefault="0053644C">
      <w:pPr>
        <w:pStyle w:val="Endnotentext"/>
        <w:ind w:left="567"/>
        <w:jc w:val="both"/>
        <w:rPr>
          <w:rFonts w:cs="Arial"/>
          <w:color w:val="000000"/>
        </w:rPr>
      </w:pPr>
      <w:r>
        <w:rPr>
          <w:rFonts w:cs="Arial"/>
          <w:color w:val="000000"/>
        </w:rPr>
        <w:t>2. sein allgemeiner Gesundheitszustand und sein Wohlbefinden vollständig wiederhergestellt sind,</w:t>
      </w:r>
    </w:p>
    <w:p w14:paraId="134CF876" w14:textId="77777777" w:rsidR="00AA047D" w:rsidRDefault="0053644C">
      <w:pPr>
        <w:pStyle w:val="Endnotentext"/>
        <w:ind w:left="567"/>
        <w:jc w:val="both"/>
        <w:rPr>
          <w:rFonts w:cs="Arial"/>
          <w:color w:val="000000"/>
        </w:rPr>
      </w:pPr>
      <w:r>
        <w:rPr>
          <w:rFonts w:cs="Arial"/>
          <w:color w:val="000000"/>
        </w:rPr>
        <w:t>3. das Tier im Rahmen des weiteren Versuchsvorhabens nic</w:t>
      </w:r>
      <w:r>
        <w:rPr>
          <w:rFonts w:cs="Arial"/>
          <w:color w:val="000000"/>
        </w:rPr>
        <w:t xml:space="preserve">ht in einem Tierversuch verwendet wird, der als „schwer“ einzustufen ist und </w:t>
      </w:r>
    </w:p>
    <w:p w14:paraId="0AE47BB2" w14:textId="77777777" w:rsidR="00AA047D" w:rsidRDefault="0053644C">
      <w:pPr>
        <w:pStyle w:val="Endnotentext"/>
        <w:ind w:left="567"/>
        <w:jc w:val="both"/>
        <w:rPr>
          <w:rFonts w:cs="Arial"/>
          <w:color w:val="000000"/>
        </w:rPr>
      </w:pPr>
      <w:r>
        <w:rPr>
          <w:rFonts w:cs="Arial"/>
          <w:color w:val="000000"/>
        </w:rPr>
        <w:t>4. die erneute Verwendung im Einklang mit einer tierärztlichen Empfehlung steht, die Art und Umfang der Schmerzen, Leiden und Schäden berücksichtigt, die das jeweilige Tier währe</w:t>
      </w:r>
      <w:r>
        <w:rPr>
          <w:rFonts w:cs="Arial"/>
          <w:color w:val="000000"/>
        </w:rPr>
        <w:t>nd seines gesamten bisherigen Lebenslaufes erfahren hat.</w:t>
      </w:r>
    </w:p>
    <w:p w14:paraId="7A6A114F" w14:textId="77777777" w:rsidR="00AA047D" w:rsidRDefault="0053644C">
      <w:pPr>
        <w:pStyle w:val="Endnotentext"/>
        <w:ind w:left="567"/>
        <w:jc w:val="both"/>
        <w:rPr>
          <w:rFonts w:cs="Arial"/>
        </w:rPr>
      </w:pPr>
      <w:r>
        <w:rPr>
          <w:rFonts w:cs="Arial"/>
          <w:color w:val="000000"/>
        </w:rPr>
        <w:t>Ausnahmen davon können erteilt werden, wenn die Tiere nicht mehr als einmal in einem Tierversuch der Kategorie „schwer“ verwendet, sie tierärztlich untersucht wurden und im Rahmen des weiteren Versuc</w:t>
      </w:r>
      <w:r>
        <w:rPr>
          <w:rFonts w:cs="Arial"/>
          <w:color w:val="000000"/>
        </w:rPr>
        <w:t>hsvorhabens nicht in einem Tierversuch verwendet werden der als „schwer“ oder „mittel“ einzustufen ist. Das Ergebnis der tierärztlichen Untersuchung ist dem Antrag auf Ausnahmegenehmigung beizufügen</w:t>
      </w:r>
      <w:r>
        <w:rPr>
          <w:rFonts w:cs="Arial"/>
        </w:rPr>
        <w:t>.</w:t>
      </w:r>
    </w:p>
    <w:p w14:paraId="52270600" w14:textId="77777777" w:rsidR="00AA047D" w:rsidRDefault="00AA047D">
      <w:pPr>
        <w:pStyle w:val="Kommentartext"/>
        <w:jc w:val="both"/>
      </w:pPr>
    </w:p>
  </w:endnote>
  <w:endnote w:id="10">
    <w:p w14:paraId="3E1E030B" w14:textId="77777777" w:rsidR="00AA047D" w:rsidRDefault="0053644C">
      <w:pPr>
        <w:pStyle w:val="Endnotentext"/>
        <w:ind w:left="567" w:hanging="567"/>
        <w:jc w:val="both"/>
        <w:rPr>
          <w:rFonts w:cs="Arial"/>
          <w:color w:val="000000"/>
        </w:rPr>
      </w:pPr>
      <w:r>
        <w:rPr>
          <w:rStyle w:val="Endnotenzeichen"/>
          <w:b/>
          <w:i/>
          <w:color w:val="00B050"/>
          <w:vertAlign w:val="baseline"/>
        </w:rPr>
        <w:endnoteRef/>
      </w:r>
      <w:r>
        <w:rPr>
          <w:b/>
          <w:i/>
          <w:color w:val="00B050"/>
        </w:rPr>
        <w:t>)</w:t>
      </w:r>
      <w:r>
        <w:tab/>
      </w:r>
      <w:r>
        <w:rPr>
          <w:color w:val="000000"/>
        </w:rPr>
        <w:t>Die Genehmigung kann für maximal 5 Jahre erteilt wer</w:t>
      </w:r>
      <w:r>
        <w:rPr>
          <w:color w:val="000000"/>
        </w:rPr>
        <w:t>den.</w:t>
      </w:r>
    </w:p>
    <w:p w14:paraId="20679D0E" w14:textId="77777777" w:rsidR="00AA047D" w:rsidRDefault="0053644C">
      <w:pPr>
        <w:pStyle w:val="Endnotentext"/>
        <w:ind w:left="567"/>
        <w:jc w:val="both"/>
        <w:rPr>
          <w:rFonts w:cs="Arial"/>
          <w:color w:val="000000"/>
        </w:rPr>
      </w:pPr>
      <w:r>
        <w:rPr>
          <w:rFonts w:cs="Arial"/>
          <w:color w:val="000000"/>
        </w:rPr>
        <w:t>Anzeigen sind auf eine Dauer von maximal 5 Jahre begrenzt.</w:t>
      </w:r>
    </w:p>
    <w:p w14:paraId="4200F6AE" w14:textId="77777777" w:rsidR="00AA047D" w:rsidRDefault="00AA047D">
      <w:pPr>
        <w:pStyle w:val="Endnotentext"/>
        <w:jc w:val="both"/>
        <w:rPr>
          <w:b/>
        </w:rPr>
      </w:pPr>
    </w:p>
  </w:endnote>
  <w:endnote w:id="11">
    <w:p w14:paraId="3A044DD3"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Es sind die Räumlichkeiten, evtl. vorhandene Hygieneschleusen, </w:t>
      </w:r>
      <w:r>
        <w:rPr>
          <w:rFonts w:cs="Arial"/>
        </w:rPr>
        <w:t>Barrieresysteme</w:t>
      </w:r>
      <w:r>
        <w:rPr>
          <w:rFonts w:cs="Arial"/>
        </w:rPr>
        <w:t xml:space="preserve">, Haltungssysteme, Klima, Art des Futters und Besatzdichte der Käfige, bezogen auf die jeweilige Tierart, zu beschreiben. </w:t>
      </w:r>
    </w:p>
    <w:p w14:paraId="522A5E9C" w14:textId="77777777" w:rsidR="00AA047D" w:rsidRDefault="0053644C">
      <w:pPr>
        <w:pStyle w:val="Kommentartext"/>
        <w:ind w:left="567"/>
        <w:jc w:val="both"/>
        <w:rPr>
          <w:rFonts w:cs="Arial"/>
        </w:rPr>
      </w:pPr>
      <w:r>
        <w:rPr>
          <w:rFonts w:cs="Arial"/>
        </w:rPr>
        <w:t>Inwieweit ist sichergestellt, dass nur Tiere verwendet werden, für die eine latente Erkrankung, die den Ablauf des Experiments zu bee</w:t>
      </w:r>
      <w:r>
        <w:rPr>
          <w:rFonts w:cs="Arial"/>
        </w:rPr>
        <w:t xml:space="preserve">inträchtigen </w:t>
      </w:r>
      <w:r>
        <w:rPr>
          <w:rFonts w:cs="Arial"/>
          <w:spacing w:val="6"/>
        </w:rPr>
        <w:t xml:space="preserve">vermag, ausgeschlossen werden kann? Wie werden die Tiere auf den Versuch vorbereitet (Adaption an Haltungs- und </w:t>
      </w:r>
      <w:r>
        <w:rPr>
          <w:rFonts w:cs="Arial"/>
        </w:rPr>
        <w:t>Versuchsbedingungen, Handling, Habituation und Training)?</w:t>
      </w:r>
    </w:p>
    <w:p w14:paraId="3E7C6109" w14:textId="77777777" w:rsidR="00AA047D" w:rsidRDefault="0053644C">
      <w:pPr>
        <w:pStyle w:val="Kommentartext"/>
        <w:ind w:left="567"/>
        <w:jc w:val="both"/>
        <w:rPr>
          <w:rFonts w:cs="Arial"/>
        </w:rPr>
      </w:pPr>
      <w:r>
        <w:rPr>
          <w:rFonts w:cs="Arial"/>
        </w:rPr>
        <w:t>Erfolgt eine Hygieneüberwachung gemäß den FELASA-Richtlinien?</w:t>
      </w:r>
    </w:p>
    <w:p w14:paraId="44A3725B" w14:textId="77777777" w:rsidR="00AA047D" w:rsidRDefault="0053644C">
      <w:pPr>
        <w:pStyle w:val="Kommentartext"/>
        <w:ind w:left="567"/>
        <w:jc w:val="both"/>
        <w:rPr>
          <w:rFonts w:cs="Arial"/>
        </w:rPr>
      </w:pPr>
      <w:r>
        <w:rPr>
          <w:rFonts w:cs="Arial"/>
        </w:rPr>
        <w:t xml:space="preserve">In welchen </w:t>
      </w:r>
      <w:r>
        <w:rPr>
          <w:rFonts w:cs="Arial"/>
        </w:rPr>
        <w:t>Intervallen werden welche Untersuchungen durchgeführt? Welche Untersuchungsmethode, welche Sentinel-Methode wird gewählt? Wie groß ist die Anzahl der Tiere pro Einheit, die getestet wird? Welcher Sentinelstamm wird eingesetzt?</w:t>
      </w:r>
    </w:p>
    <w:p w14:paraId="4D66EFF7" w14:textId="77777777" w:rsidR="00AA047D" w:rsidRDefault="0053644C">
      <w:pPr>
        <w:pStyle w:val="Endnotentext"/>
        <w:ind w:left="567"/>
        <w:jc w:val="both"/>
        <w:rPr>
          <w:rFonts w:cs="Arial"/>
        </w:rPr>
      </w:pPr>
      <w:r>
        <w:rPr>
          <w:rFonts w:cs="Arial"/>
        </w:rPr>
        <w:t>Eine Abweichung von den vorge</w:t>
      </w:r>
      <w:r>
        <w:rPr>
          <w:rFonts w:cs="Arial"/>
        </w:rPr>
        <w:t>schriebenen Haltungsbedingungen ist versuchsspezifisch wissenschaftlich zu begründen.</w:t>
      </w:r>
    </w:p>
    <w:p w14:paraId="0110A795" w14:textId="77777777" w:rsidR="00AA047D" w:rsidRDefault="00AA047D">
      <w:pPr>
        <w:pStyle w:val="Endnotentext"/>
        <w:jc w:val="both"/>
      </w:pPr>
    </w:p>
  </w:endnote>
  <w:endnote w:id="12">
    <w:p w14:paraId="76F9B23A"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Die Durchführung der einzelnen Eingriffe und Behandlungen sowie der Ablauf des Versuches sind genau zu beschreiben, wenn möglich anhand einer graphischen Darstellung,</w:t>
      </w:r>
      <w:r>
        <w:rPr>
          <w:rFonts w:cs="Arial"/>
        </w:rPr>
        <w:t xml:space="preserve"> eines Fließschemas, eines Zeitbalkens oder einer Tabelle.</w:t>
      </w:r>
    </w:p>
    <w:p w14:paraId="643756A0" w14:textId="77777777" w:rsidR="00AA047D" w:rsidRDefault="00AA047D">
      <w:pPr>
        <w:pStyle w:val="Endnotentext"/>
      </w:pPr>
    </w:p>
  </w:endnote>
  <w:endnote w:id="13">
    <w:p w14:paraId="3A0331BC"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Die Beurteilung der Belastung muss - sofern sich diese unterscheidet - für die einzelnen Versuchsgruppen getrennt vorgenommen werden. Dabei sind nachfolgende Kriterien besonders zu berücksichti</w:t>
      </w:r>
      <w:r>
        <w:rPr>
          <w:rFonts w:cs="Arial"/>
        </w:rPr>
        <w:t>gen:</w:t>
      </w:r>
    </w:p>
    <w:p w14:paraId="2797CB92" w14:textId="77777777" w:rsidR="00AA047D" w:rsidRDefault="0053644C">
      <w:pPr>
        <w:pStyle w:val="Kommentartext"/>
        <w:ind w:left="567"/>
        <w:jc w:val="both"/>
        <w:rPr>
          <w:rFonts w:cs="Arial"/>
          <w:sz w:val="12"/>
          <w:szCs w:val="12"/>
        </w:rPr>
      </w:pPr>
      <w:r>
        <w:rPr>
          <w:rFonts w:cs="Arial"/>
          <w:spacing w:val="2"/>
        </w:rPr>
        <w:t>Voraussichtliche Belastungen der Versuchstiere durch Manipulation, die mit Schmerzen und Leiden verbunden sind,</w:t>
      </w:r>
    </w:p>
    <w:p w14:paraId="05696474" w14:textId="77777777" w:rsidR="00AA047D" w:rsidRDefault="0053644C">
      <w:pPr>
        <w:tabs>
          <w:tab w:val="left" w:pos="-142"/>
          <w:tab w:val="left" w:pos="567"/>
        </w:tabs>
        <w:ind w:firstLine="57"/>
        <w:jc w:val="both"/>
        <w:rPr>
          <w:rFonts w:cs="Arial"/>
          <w:sz w:val="20"/>
        </w:rPr>
      </w:pPr>
      <w:r>
        <w:rPr>
          <w:rFonts w:cs="Arial"/>
          <w:sz w:val="20"/>
        </w:rPr>
        <w:tab/>
        <w:t>1. während der Versuchsvorbereitung (z.B. nüchtern halten)</w:t>
      </w:r>
    </w:p>
    <w:p w14:paraId="373F6366" w14:textId="77777777" w:rsidR="00AA047D" w:rsidRDefault="0053644C">
      <w:pPr>
        <w:tabs>
          <w:tab w:val="left" w:pos="-142"/>
          <w:tab w:val="left" w:pos="567"/>
        </w:tabs>
        <w:ind w:firstLine="57"/>
        <w:jc w:val="both"/>
        <w:rPr>
          <w:rFonts w:cs="Arial"/>
          <w:sz w:val="20"/>
        </w:rPr>
      </w:pPr>
      <w:r>
        <w:rPr>
          <w:rFonts w:cs="Arial"/>
          <w:sz w:val="20"/>
        </w:rPr>
        <w:tab/>
        <w:t xml:space="preserve">2. ab dem Beginn von der Norm abweichender </w:t>
      </w:r>
      <w:r>
        <w:rPr>
          <w:rFonts w:cs="Arial"/>
          <w:sz w:val="20"/>
        </w:rPr>
        <w:t>Haltungsbedingungen oder</w:t>
      </w:r>
    </w:p>
    <w:p w14:paraId="15D50ECF" w14:textId="77777777" w:rsidR="00AA047D" w:rsidRDefault="0053644C">
      <w:pPr>
        <w:tabs>
          <w:tab w:val="left" w:pos="-142"/>
          <w:tab w:val="left" w:pos="567"/>
        </w:tabs>
        <w:ind w:firstLine="57"/>
        <w:jc w:val="both"/>
        <w:rPr>
          <w:rFonts w:cs="Arial"/>
          <w:sz w:val="20"/>
        </w:rPr>
      </w:pPr>
      <w:r>
        <w:rPr>
          <w:rFonts w:cs="Arial"/>
          <w:sz w:val="20"/>
        </w:rPr>
        <w:tab/>
        <w:t>3. ab dem Eingriff oder der Behandlung bis</w:t>
      </w:r>
    </w:p>
    <w:p w14:paraId="29A5CB01" w14:textId="77777777" w:rsidR="00AA047D" w:rsidRDefault="0053644C">
      <w:pPr>
        <w:tabs>
          <w:tab w:val="left" w:pos="-142"/>
          <w:tab w:val="left" w:pos="567"/>
        </w:tabs>
        <w:ind w:firstLine="57"/>
        <w:jc w:val="both"/>
        <w:rPr>
          <w:rFonts w:cs="Arial"/>
          <w:sz w:val="20"/>
        </w:rPr>
      </w:pPr>
      <w:r>
        <w:rPr>
          <w:rFonts w:cs="Arial"/>
          <w:sz w:val="20"/>
        </w:rPr>
        <w:tab/>
        <w:t>4. zum Versuchsende oder bis</w:t>
      </w:r>
    </w:p>
    <w:p w14:paraId="5869BADB" w14:textId="77777777" w:rsidR="00AA047D" w:rsidRDefault="0053644C">
      <w:pPr>
        <w:tabs>
          <w:tab w:val="left" w:pos="-142"/>
          <w:tab w:val="left" w:pos="567"/>
          <w:tab w:val="left" w:pos="709"/>
        </w:tabs>
        <w:ind w:left="709" w:hanging="567"/>
        <w:rPr>
          <w:rFonts w:cs="Arial"/>
          <w:sz w:val="20"/>
        </w:rPr>
      </w:pPr>
      <w:r>
        <w:rPr>
          <w:rFonts w:cs="Arial"/>
          <w:sz w:val="20"/>
        </w:rPr>
        <w:tab/>
        <w:t xml:space="preserve">5. zum Erreichen eines Zustandes ohne Schmerzen, Leiden oder Schäden im Verlauf des </w:t>
      </w:r>
      <w:r>
        <w:rPr>
          <w:rFonts w:cs="Arial"/>
          <w:sz w:val="20"/>
        </w:rPr>
        <w:br/>
        <w:t xml:space="preserve"> Beobachtungszeitraums</w:t>
      </w:r>
    </w:p>
    <w:p w14:paraId="6B324710" w14:textId="77777777" w:rsidR="00AA047D" w:rsidRDefault="0053644C">
      <w:pPr>
        <w:tabs>
          <w:tab w:val="left" w:pos="-142"/>
          <w:tab w:val="left" w:pos="567"/>
          <w:tab w:val="left" w:pos="709"/>
        </w:tabs>
        <w:ind w:left="709" w:hanging="567"/>
        <w:rPr>
          <w:rFonts w:cs="Arial"/>
          <w:sz w:val="20"/>
        </w:rPr>
      </w:pPr>
      <w:r>
        <w:rPr>
          <w:rFonts w:cs="Arial"/>
          <w:sz w:val="20"/>
        </w:rPr>
        <w:tab/>
        <w:t xml:space="preserve">6. nach dem Tierversuch bei Überleben. </w:t>
      </w:r>
      <w:r>
        <w:rPr>
          <w:rFonts w:cs="Arial"/>
          <w:sz w:val="20"/>
        </w:rPr>
        <w:br/>
      </w:r>
      <w:r>
        <w:rPr>
          <w:rFonts w:cs="Arial"/>
          <w:spacing w:val="2"/>
        </w:rPr>
        <w:t xml:space="preserve"> </w:t>
      </w:r>
      <w:r>
        <w:rPr>
          <w:rFonts w:cs="Arial"/>
          <w:sz w:val="20"/>
        </w:rPr>
        <w:t>Hierbe</w:t>
      </w:r>
      <w:r>
        <w:rPr>
          <w:rFonts w:cs="Arial"/>
          <w:sz w:val="20"/>
        </w:rPr>
        <w:t>i</w:t>
      </w:r>
      <w:r>
        <w:rPr>
          <w:rFonts w:cs="Arial"/>
          <w:spacing w:val="2"/>
          <w:sz w:val="20"/>
        </w:rPr>
        <w:t xml:space="preserve"> sind Grad, Dauer und Wesen der Belastung anzugeben und zu begründen.</w:t>
      </w:r>
    </w:p>
    <w:p w14:paraId="02DD130C" w14:textId="77777777" w:rsidR="00AA047D" w:rsidRDefault="00AA047D">
      <w:pPr>
        <w:pStyle w:val="Textkrper"/>
        <w:ind w:left="181" w:firstLine="491"/>
        <w:jc w:val="both"/>
        <w:rPr>
          <w:rFonts w:cs="Arial"/>
          <w:sz w:val="12"/>
          <w:szCs w:val="12"/>
        </w:rPr>
      </w:pPr>
    </w:p>
    <w:p w14:paraId="76306BED" w14:textId="77777777" w:rsidR="00AA047D" w:rsidRDefault="0053644C">
      <w:pPr>
        <w:pStyle w:val="Kommentartext"/>
        <w:ind w:left="588"/>
        <w:jc w:val="both"/>
        <w:rPr>
          <w:rFonts w:cs="Arial"/>
          <w:spacing w:val="2"/>
        </w:rPr>
      </w:pPr>
      <w:r>
        <w:rPr>
          <w:rFonts w:cs="Arial"/>
          <w:spacing w:val="2"/>
        </w:rPr>
        <w:t>Die Belastungsbewertung muss nachvollziehbar dokumentiert sein. Auch eine ggf. vorhandene Vorbelastung von z.B. genetisch veränderten Tieren ist zu würdigen.</w:t>
      </w:r>
    </w:p>
    <w:p w14:paraId="3AA9689F" w14:textId="77777777" w:rsidR="00AA047D" w:rsidRDefault="0053644C">
      <w:pPr>
        <w:pStyle w:val="Kommentartext"/>
        <w:ind w:left="588"/>
        <w:jc w:val="both"/>
        <w:rPr>
          <w:rFonts w:cs="Arial"/>
          <w:color w:val="000000"/>
        </w:rPr>
      </w:pPr>
      <w:r>
        <w:rPr>
          <w:rFonts w:cs="Arial"/>
          <w:spacing w:val="2"/>
        </w:rPr>
        <w:t>Die Intensität der Belastu</w:t>
      </w:r>
      <w:r>
        <w:rPr>
          <w:rFonts w:cs="Arial"/>
          <w:spacing w:val="2"/>
        </w:rPr>
        <w:t xml:space="preserve">ng ist grundsätzlich entsprechend der voraussichtlichen Allgemeinzustände der Versuchstiere anhand eines </w:t>
      </w:r>
      <w:r>
        <w:rPr>
          <w:rFonts w:cs="Arial"/>
          <w:b/>
          <w:spacing w:val="2"/>
        </w:rPr>
        <w:t xml:space="preserve">Score Sheets </w:t>
      </w:r>
      <w:r>
        <w:rPr>
          <w:rFonts w:cs="Arial"/>
          <w:spacing w:val="2"/>
        </w:rPr>
        <w:t>(Überwachungsbögen) nach klinischen Befunden</w:t>
      </w:r>
      <w:r>
        <w:rPr>
          <w:rFonts w:cs="Arial"/>
        </w:rPr>
        <w:t xml:space="preserve"> sowie nach den zu erwartenden Körpergewichts- und Verhaltensänderungen sowie Gesichtsausdrück</w:t>
      </w:r>
      <w:r>
        <w:rPr>
          <w:rFonts w:cs="Arial"/>
        </w:rPr>
        <w:t>en zu beurteilen.</w:t>
      </w:r>
      <w:r>
        <w:rPr>
          <w:rFonts w:cs="Arial"/>
          <w:color w:val="000000"/>
        </w:rPr>
        <w:t xml:space="preserve"> Es ist darauf zu achten, dass die Belastungseinschätzung des Versuches und die Maximalbelastung, die im Score Sheet zugelassen wird, übereinstimmen.</w:t>
      </w:r>
    </w:p>
    <w:p w14:paraId="101F808B" w14:textId="77777777" w:rsidR="00AA047D" w:rsidRDefault="0053644C">
      <w:pPr>
        <w:pStyle w:val="Kommentartext"/>
        <w:ind w:left="588"/>
        <w:jc w:val="both"/>
        <w:rPr>
          <w:rFonts w:cs="Arial"/>
        </w:rPr>
      </w:pPr>
      <w:r>
        <w:rPr>
          <w:rFonts w:cs="Arial"/>
          <w:b/>
        </w:rPr>
        <w:t xml:space="preserve">Versuchsabbruchkriterien sind konkret </w:t>
      </w:r>
      <w:r>
        <w:rPr>
          <w:rFonts w:cs="Arial"/>
          <w:b/>
          <w:spacing w:val="2"/>
        </w:rPr>
        <w:t xml:space="preserve">festzulegen. </w:t>
      </w:r>
      <w:r>
        <w:rPr>
          <w:rFonts w:cs="Arial"/>
          <w:spacing w:val="2"/>
        </w:rPr>
        <w:t xml:space="preserve">Die Belastungen sind bei </w:t>
      </w:r>
      <w:r>
        <w:rPr>
          <w:rFonts w:cs="Arial"/>
          <w:spacing w:val="2"/>
        </w:rPr>
        <w:t>unterschiedlicher Intensität in ihrem zeitlichen Verlauf nach Kriterien „keine Wiederherstellung der Lebensfunktion“, "gering", "mittel" oder "schwer</w:t>
      </w:r>
      <w:r>
        <w:rPr>
          <w:rFonts w:cs="Arial"/>
        </w:rPr>
        <w:t>" zuzuordnen und</w:t>
      </w:r>
      <w:r>
        <w:rPr>
          <w:rFonts w:cs="Arial"/>
          <w:b/>
        </w:rPr>
        <w:t xml:space="preserve"> in die beiliegende Belastungstabelle </w:t>
      </w:r>
      <w:r>
        <w:rPr>
          <w:rFonts w:cs="Arial"/>
        </w:rPr>
        <w:t>mit Quellenhinweis auf den verwendeten Belastungskata</w:t>
      </w:r>
      <w:r>
        <w:rPr>
          <w:rFonts w:cs="Arial"/>
        </w:rPr>
        <w:t>log einzutragen.</w:t>
      </w:r>
    </w:p>
    <w:p w14:paraId="239313BD" w14:textId="77777777" w:rsidR="00AA047D" w:rsidRDefault="0053644C">
      <w:pPr>
        <w:pStyle w:val="Kommentartext"/>
        <w:ind w:left="588"/>
        <w:jc w:val="both"/>
        <w:rPr>
          <w:rFonts w:cs="Arial"/>
        </w:rPr>
      </w:pPr>
      <w:r>
        <w:rPr>
          <w:rFonts w:cs="Arial"/>
        </w:rPr>
        <w:t>(Die Belastungstabelle wird neu erstellt in Anlehnung an das EU-</w:t>
      </w:r>
      <w:r>
        <w:rPr>
          <w:rFonts w:cs="Arial"/>
        </w:rPr>
        <w:t>severity assessmenthttp://ec.europa.eu/environment/chemicals/lab_animals/pdf/Consensus%20doc%20on%20severity%20assessment.pdf)</w:t>
      </w:r>
    </w:p>
    <w:p w14:paraId="5C68F8D3" w14:textId="77777777" w:rsidR="00AA047D" w:rsidRDefault="00AA047D">
      <w:pPr>
        <w:pStyle w:val="Kommentartext"/>
        <w:ind w:left="588"/>
        <w:jc w:val="both"/>
        <w:rPr>
          <w:rFonts w:cs="Arial"/>
          <w:b/>
        </w:rPr>
      </w:pPr>
    </w:p>
    <w:p w14:paraId="421E9536" w14:textId="77777777" w:rsidR="00AA047D" w:rsidRDefault="0053644C">
      <w:pPr>
        <w:pStyle w:val="Kommentartext"/>
        <w:ind w:left="588"/>
        <w:rPr>
          <w:rFonts w:cs="Arial"/>
        </w:rPr>
      </w:pPr>
      <w:r>
        <w:rPr>
          <w:rFonts w:cs="Arial"/>
          <w:b/>
        </w:rPr>
        <w:t>„Score Sheets“</w:t>
      </w:r>
      <w:r>
        <w:rPr>
          <w:rFonts w:cs="Arial"/>
        </w:rPr>
        <w:t xml:space="preserve"> müssen versuchsspezifisch sein u</w:t>
      </w:r>
      <w:r>
        <w:rPr>
          <w:rFonts w:cs="Arial"/>
        </w:rPr>
        <w:t>nd die folgenden Punkte beinhalten:</w:t>
      </w:r>
    </w:p>
    <w:p w14:paraId="2A4F1B4D" w14:textId="77777777" w:rsidR="00AA047D" w:rsidRDefault="0053644C">
      <w:pPr>
        <w:numPr>
          <w:ilvl w:val="0"/>
          <w:numId w:val="4"/>
        </w:numPr>
        <w:ind w:left="1276" w:hanging="646"/>
        <w:jc w:val="both"/>
        <w:rPr>
          <w:rFonts w:eastAsia="Arial Unicode MS" w:cs="Arial"/>
          <w:sz w:val="20"/>
        </w:rPr>
      </w:pPr>
      <w:r>
        <w:rPr>
          <w:rFonts w:cs="Arial"/>
          <w:sz w:val="20"/>
        </w:rPr>
        <w:t>Zu erwartende</w:t>
      </w:r>
      <w:r>
        <w:rPr>
          <w:rFonts w:cs="Arial"/>
          <w:bCs/>
          <w:sz w:val="20"/>
        </w:rPr>
        <w:t xml:space="preserve"> Belastungsanzeichen</w:t>
      </w:r>
      <w:r>
        <w:rPr>
          <w:rFonts w:cs="Arial"/>
          <w:sz w:val="20"/>
        </w:rPr>
        <w:t xml:space="preserve"> und deren </w:t>
      </w:r>
      <w:r>
        <w:rPr>
          <w:rFonts w:cs="Arial"/>
          <w:bCs/>
          <w:sz w:val="20"/>
        </w:rPr>
        <w:t xml:space="preserve">Gewichtung </w:t>
      </w:r>
      <w:r>
        <w:rPr>
          <w:rFonts w:cs="Arial"/>
          <w:sz w:val="20"/>
        </w:rPr>
        <w:t>und zu ergreifende</w:t>
      </w:r>
      <w:r>
        <w:rPr>
          <w:rFonts w:cs="Arial"/>
          <w:bCs/>
          <w:sz w:val="20"/>
        </w:rPr>
        <w:t xml:space="preserve"> Maßnahmen</w:t>
      </w:r>
    </w:p>
    <w:p w14:paraId="37D714EB" w14:textId="77777777" w:rsidR="00AA047D" w:rsidRDefault="0053644C">
      <w:pPr>
        <w:numPr>
          <w:ilvl w:val="0"/>
          <w:numId w:val="4"/>
        </w:numPr>
        <w:ind w:left="1276" w:hanging="646"/>
        <w:jc w:val="both"/>
        <w:rPr>
          <w:rFonts w:cs="Arial"/>
          <w:sz w:val="20"/>
        </w:rPr>
      </w:pPr>
      <w:r>
        <w:rPr>
          <w:rFonts w:cs="Arial"/>
          <w:sz w:val="20"/>
        </w:rPr>
        <w:t>Abbruchkriterien bzw. humane Endpunkte</w:t>
      </w:r>
    </w:p>
    <w:p w14:paraId="514A3AD6" w14:textId="77777777" w:rsidR="00AA047D" w:rsidRDefault="0053644C">
      <w:pPr>
        <w:numPr>
          <w:ilvl w:val="0"/>
          <w:numId w:val="4"/>
        </w:numPr>
        <w:ind w:left="1276" w:hanging="646"/>
        <w:jc w:val="both"/>
        <w:rPr>
          <w:rFonts w:cs="Arial"/>
          <w:sz w:val="20"/>
        </w:rPr>
      </w:pPr>
      <w:r>
        <w:rPr>
          <w:rFonts w:cs="Arial"/>
          <w:sz w:val="20"/>
        </w:rPr>
        <w:t xml:space="preserve">Kritische Zeitpunkte für das Tier u. den Versuch u. dementsprechende Überwachungshäufigkeit </w:t>
      </w:r>
    </w:p>
    <w:p w14:paraId="27BFF7D0" w14:textId="77777777" w:rsidR="00AA047D" w:rsidRDefault="0053644C">
      <w:pPr>
        <w:numPr>
          <w:ilvl w:val="0"/>
          <w:numId w:val="4"/>
        </w:numPr>
        <w:ind w:left="1276" w:hanging="646"/>
        <w:jc w:val="both"/>
        <w:rPr>
          <w:rFonts w:cs="Arial"/>
          <w:sz w:val="20"/>
        </w:rPr>
      </w:pPr>
      <w:r>
        <w:rPr>
          <w:rFonts w:cs="Arial"/>
          <w:sz w:val="20"/>
        </w:rPr>
        <w:t>Spez</w:t>
      </w:r>
      <w:r>
        <w:rPr>
          <w:rFonts w:cs="Arial"/>
          <w:sz w:val="20"/>
        </w:rPr>
        <w:t>ielle Haltungs- und Pflegemaßnahmen</w:t>
      </w:r>
    </w:p>
    <w:p w14:paraId="0A92B8C3" w14:textId="77777777" w:rsidR="00AA047D" w:rsidRDefault="0053644C">
      <w:pPr>
        <w:numPr>
          <w:ilvl w:val="0"/>
          <w:numId w:val="4"/>
        </w:numPr>
        <w:ind w:left="1276" w:hanging="646"/>
        <w:jc w:val="both"/>
        <w:rPr>
          <w:rFonts w:cs="Arial"/>
          <w:sz w:val="20"/>
        </w:rPr>
      </w:pPr>
      <w:r>
        <w:rPr>
          <w:rFonts w:cs="Arial"/>
          <w:sz w:val="20"/>
        </w:rPr>
        <w:t>Möglichkeit der Protokollierung des Gewichts, spezifischer Maßnahmen etc.</w:t>
      </w:r>
    </w:p>
    <w:p w14:paraId="39C6CE48" w14:textId="77777777" w:rsidR="00AA047D" w:rsidRDefault="0053644C">
      <w:pPr>
        <w:pStyle w:val="Kommentartext"/>
        <w:ind w:left="588"/>
        <w:jc w:val="both"/>
        <w:rPr>
          <w:rFonts w:cs="Arial"/>
          <w:spacing w:val="2"/>
        </w:rPr>
      </w:pPr>
      <w:r>
        <w:rPr>
          <w:rFonts w:cs="Arial"/>
          <w:spacing w:val="2"/>
        </w:rPr>
        <w:t>Klare Handlungsanweisung für die mit der Pflege der Tiere betrauten Personen, welche ihnen erlaubt, ein Tier umgehend zu töten, wenn ein Abbruchkr</w:t>
      </w:r>
      <w:r>
        <w:rPr>
          <w:rFonts w:cs="Arial"/>
          <w:spacing w:val="2"/>
        </w:rPr>
        <w:t>iterium erfüllt wird.</w:t>
      </w:r>
    </w:p>
    <w:p w14:paraId="1AE477E6" w14:textId="77777777" w:rsidR="00AA047D" w:rsidRDefault="00AA047D">
      <w:pPr>
        <w:pStyle w:val="Kommentartext"/>
        <w:ind w:left="588"/>
        <w:rPr>
          <w:rFonts w:cs="Arial"/>
          <w:spacing w:val="2"/>
        </w:rPr>
      </w:pPr>
    </w:p>
  </w:endnote>
  <w:endnote w:id="14">
    <w:p w14:paraId="49D880EE" w14:textId="77777777" w:rsidR="00AA047D" w:rsidRDefault="0053644C">
      <w:pPr>
        <w:pStyle w:val="Kommentartext"/>
        <w:ind w:left="567" w:hanging="567"/>
        <w:jc w:val="both"/>
        <w:rPr>
          <w:rFonts w:cs="Arial"/>
        </w:rPr>
      </w:pPr>
      <w:r>
        <w:rPr>
          <w:rStyle w:val="Endnotenzeichen"/>
          <w:b/>
          <w:i/>
          <w:color w:val="00B050"/>
          <w:vertAlign w:val="baseline"/>
        </w:rPr>
        <w:endnoteRef/>
      </w:r>
      <w:r>
        <w:rPr>
          <w:b/>
          <w:i/>
          <w:color w:val="00B050"/>
        </w:rPr>
        <w:t>)</w:t>
      </w:r>
      <w:r>
        <w:tab/>
        <w:t xml:space="preserve">Die Aufzeichnungen sind nach Versuchsende 5 Jahre aufzubewahren! Werden die Aufzeichnungen elektronisch erstellt, sind sie unverzüglich nach Abschluss jedes Teilversuchs des Versuchsvorhabens auszudrucken und von der </w:t>
      </w:r>
      <w:r>
        <w:t>Leitung des Versuchsvorhabens oder der stellvertretenden Leitung zu unterzeichnen.</w:t>
      </w:r>
    </w:p>
    <w:p w14:paraId="11D70427" w14:textId="77777777" w:rsidR="00AA047D" w:rsidRDefault="0053644C">
      <w:pPr>
        <w:pStyle w:val="Kommentartext"/>
        <w:ind w:left="588"/>
        <w:jc w:val="both"/>
        <w:rPr>
          <w:rFonts w:cs="Arial"/>
          <w:spacing w:val="2"/>
        </w:rPr>
      </w:pPr>
      <w:r>
        <w:rPr>
          <w:rFonts w:cs="Arial"/>
          <w:spacing w:val="2"/>
        </w:rPr>
        <w:t xml:space="preserve">Die Aufzeichnungen nach § 9 Abs. 5 Satz 1 TierSchG </w:t>
      </w:r>
      <w:r>
        <w:rPr>
          <w:rFonts w:cs="Arial"/>
          <w:spacing w:val="2"/>
        </w:rPr>
        <w:t>i.V.m. § 29 TierSchVersV haben folgende Angaben zu enthalten (siehe auch Merkblatt „Aufzeichnungen“ des LAGeSo Berlin):</w:t>
      </w:r>
    </w:p>
    <w:p w14:paraId="00C70FE8" w14:textId="77777777" w:rsidR="00AA047D" w:rsidRDefault="0053644C">
      <w:pPr>
        <w:pStyle w:val="Kommentartext"/>
        <w:ind w:left="588"/>
        <w:rPr>
          <w:rFonts w:cs="Arial"/>
          <w:spacing w:val="2"/>
        </w:rPr>
      </w:pPr>
      <w:r>
        <w:rPr>
          <w:rFonts w:cs="Arial"/>
          <w:spacing w:val="2"/>
        </w:rPr>
        <w:t xml:space="preserve">- </w:t>
      </w:r>
      <w:r>
        <w:rPr>
          <w:rFonts w:cs="Arial"/>
          <w:spacing w:val="2"/>
        </w:rPr>
        <w:t>verfolgter Zweck</w:t>
      </w:r>
    </w:p>
    <w:p w14:paraId="6FB9F28C" w14:textId="77777777" w:rsidR="00AA047D" w:rsidRDefault="0053644C">
      <w:pPr>
        <w:pStyle w:val="Kommentartext"/>
        <w:ind w:left="588"/>
        <w:rPr>
          <w:rFonts w:cs="Arial"/>
          <w:spacing w:val="2"/>
        </w:rPr>
      </w:pPr>
      <w:r>
        <w:rPr>
          <w:rFonts w:cs="Arial"/>
          <w:spacing w:val="2"/>
        </w:rPr>
        <w:t>- Tierart/Tierarten</w:t>
      </w:r>
    </w:p>
    <w:p w14:paraId="4B9AD8B3" w14:textId="77777777" w:rsidR="00AA047D" w:rsidRDefault="0053644C">
      <w:pPr>
        <w:pStyle w:val="Kommentartext"/>
        <w:ind w:left="588"/>
        <w:rPr>
          <w:rFonts w:cs="Arial"/>
          <w:spacing w:val="2"/>
        </w:rPr>
      </w:pPr>
      <w:r>
        <w:rPr>
          <w:rFonts w:cs="Arial"/>
          <w:spacing w:val="2"/>
        </w:rPr>
        <w:t>- Anzahl der Tiere</w:t>
      </w:r>
    </w:p>
    <w:p w14:paraId="0E78295E" w14:textId="77777777" w:rsidR="00AA047D" w:rsidRDefault="0053644C">
      <w:pPr>
        <w:pStyle w:val="Kommentartext"/>
        <w:ind w:left="588"/>
        <w:rPr>
          <w:rFonts w:cs="Arial"/>
          <w:spacing w:val="2"/>
        </w:rPr>
      </w:pPr>
      <w:r>
        <w:rPr>
          <w:rFonts w:cs="Arial"/>
          <w:spacing w:val="2"/>
        </w:rPr>
        <w:t>- Art und Durchführung der Tierversuche</w:t>
      </w:r>
    </w:p>
    <w:p w14:paraId="32D7A290" w14:textId="77777777" w:rsidR="00AA047D" w:rsidRDefault="0053644C">
      <w:pPr>
        <w:pStyle w:val="Kommentartext"/>
        <w:ind w:left="588"/>
        <w:rPr>
          <w:rFonts w:cs="Arial"/>
          <w:spacing w:val="2"/>
        </w:rPr>
      </w:pPr>
      <w:r>
        <w:rPr>
          <w:rFonts w:cs="Arial"/>
          <w:spacing w:val="2"/>
        </w:rPr>
        <w:t>- Namen der Personen, die die Tierversuche durchgeführt haben</w:t>
      </w:r>
    </w:p>
    <w:p w14:paraId="1584369F" w14:textId="77777777" w:rsidR="00AA047D" w:rsidRDefault="0053644C">
      <w:pPr>
        <w:pStyle w:val="Kommentartext"/>
        <w:ind w:left="588"/>
        <w:jc w:val="both"/>
        <w:rPr>
          <w:rFonts w:cs="Arial"/>
          <w:spacing w:val="2"/>
        </w:rPr>
      </w:pPr>
      <w:r>
        <w:rPr>
          <w:rFonts w:cs="Arial"/>
          <w:spacing w:val="2"/>
        </w:rPr>
        <w:t>Bei der Verwendung von Wirbeltieren zusätzlich: Herkunft, Anschrift und Name des Vorbesitzers.</w:t>
      </w:r>
    </w:p>
    <w:p w14:paraId="0C30301B" w14:textId="77777777" w:rsidR="00AA047D" w:rsidRDefault="0053644C">
      <w:pPr>
        <w:pStyle w:val="Kommentartext"/>
        <w:ind w:left="588"/>
        <w:jc w:val="both"/>
        <w:rPr>
          <w:rFonts w:cs="Arial"/>
          <w:spacing w:val="2"/>
        </w:rPr>
      </w:pPr>
      <w:r>
        <w:rPr>
          <w:rFonts w:cs="Arial"/>
          <w:spacing w:val="2"/>
        </w:rPr>
        <w:t>Bei</w:t>
      </w:r>
      <w:r>
        <w:rPr>
          <w:rFonts w:cs="Arial"/>
          <w:spacing w:val="2"/>
        </w:rPr>
        <w:t xml:space="preserve"> Hunden, Katzen und Primaten zusätzlich: Geschlecht, eine an dem Tier vorgenommene Kennzeichnung nach § 9 TierSchVersV und bei Hunden und Katzen die Rasse.</w:t>
      </w:r>
    </w:p>
    <w:p w14:paraId="2FB23415" w14:textId="77777777" w:rsidR="00AA047D" w:rsidRDefault="00AA047D">
      <w:pPr>
        <w:pStyle w:val="Kommentartext"/>
        <w:ind w:left="588"/>
        <w:rPr>
          <w:sz w:val="10"/>
          <w:szCs w:val="10"/>
        </w:rPr>
      </w:pPr>
    </w:p>
  </w:endnote>
  <w:endnote w:id="15">
    <w:p w14:paraId="6284CCEA" w14:textId="77777777" w:rsidR="00AA047D" w:rsidRDefault="0053644C">
      <w:pPr>
        <w:pStyle w:val="Kommentartext"/>
        <w:ind w:left="567" w:hanging="567"/>
        <w:jc w:val="both"/>
        <w:rPr>
          <w:rFonts w:cs="Arial"/>
        </w:rPr>
      </w:pPr>
      <w:r>
        <w:rPr>
          <w:rStyle w:val="Endnotenzeichen"/>
          <w:b/>
          <w:i/>
          <w:color w:val="00B050"/>
          <w:vertAlign w:val="baseline"/>
        </w:rPr>
        <w:endnoteRef/>
      </w:r>
      <w:r>
        <w:rPr>
          <w:b/>
          <w:i/>
          <w:color w:val="00B050"/>
        </w:rPr>
        <w:t>)</w:t>
      </w:r>
      <w:r>
        <w:tab/>
      </w:r>
      <w:r>
        <w:rPr>
          <w:rFonts w:cs="Arial"/>
        </w:rPr>
        <w:t>In engem Bezug zu dem beantragten Versuchsvorhaben ist hier aus der Sicht der Wissenschaft darzu</w:t>
      </w:r>
      <w:r>
        <w:rPr>
          <w:rFonts w:cs="Arial"/>
        </w:rPr>
        <w:t xml:space="preserve">legen, in welchem Verhältnis </w:t>
      </w:r>
      <w:r>
        <w:rPr>
          <w:rFonts w:cs="Arial"/>
          <w:spacing w:val="2"/>
        </w:rPr>
        <w:t xml:space="preserve">Umfang und Schwere der möglichen Beeinträchtigungen bei den eingesetzten Tieren zu dem zu erwartenden wissenschaftlichen </w:t>
      </w:r>
      <w:r>
        <w:rPr>
          <w:rFonts w:cs="Arial"/>
        </w:rPr>
        <w:t>Fortschritt bzw. der Erkenntnismehrung stehen.</w:t>
      </w:r>
      <w:r>
        <w:rPr>
          <w:rFonts w:cs="Arial"/>
        </w:rPr>
        <w:br/>
        <w:t xml:space="preserve">Es muss dargelegt werden, dass das (menschliche) Interesse </w:t>
      </w:r>
      <w:r>
        <w:rPr>
          <w:rFonts w:cs="Arial"/>
        </w:rPr>
        <w:t xml:space="preserve">an dem angestrebten Erkenntnisgewinn und dem daraus resultierenden medizinischen oder sonstigen Nutzen </w:t>
      </w:r>
      <w:r>
        <w:rPr>
          <w:rFonts w:cs="Arial"/>
          <w:b/>
        </w:rPr>
        <w:t>deutlich schwerer</w:t>
      </w:r>
      <w:r>
        <w:rPr>
          <w:rFonts w:cs="Arial"/>
        </w:rPr>
        <w:t xml:space="preserve"> wiegt als das (tierische) Interesse an der Vermeidung der mit dem Versuch verbundenen Schmerzen, Leiden oder Schäden.</w:t>
      </w:r>
    </w:p>
    <w:p w14:paraId="1BB60B32" w14:textId="77777777" w:rsidR="00AA047D" w:rsidRDefault="00AA047D">
      <w:pPr>
        <w:pStyle w:val="Kommentartext"/>
        <w:ind w:left="644" w:hanging="709"/>
        <w:jc w:val="both"/>
        <w:rPr>
          <w:sz w:val="10"/>
          <w:szCs w:val="10"/>
        </w:rPr>
      </w:pPr>
    </w:p>
  </w:endnote>
  <w:endnote w:id="16">
    <w:p w14:paraId="31D83D01" w14:textId="77777777" w:rsidR="00AA047D" w:rsidRDefault="0053644C">
      <w:pPr>
        <w:pStyle w:val="Endnotentext"/>
        <w:ind w:left="567" w:hanging="567"/>
        <w:jc w:val="both"/>
        <w:rPr>
          <w:color w:val="000000"/>
        </w:rPr>
      </w:pPr>
      <w:r>
        <w:rPr>
          <w:rStyle w:val="Endnotenzeichen"/>
          <w:b/>
          <w:i/>
          <w:color w:val="00B050"/>
          <w:vertAlign w:val="baseline"/>
        </w:rPr>
        <w:endnoteRef/>
      </w:r>
      <w:r>
        <w:rPr>
          <w:b/>
          <w:i/>
          <w:color w:val="00B050"/>
        </w:rPr>
        <w:t>)</w:t>
      </w:r>
      <w:r>
        <w:tab/>
      </w:r>
      <w:r>
        <w:t xml:space="preserve">Als gleichartig sind Versuchsvorhaben mit derselben Frage und Methode anzusehen, bei denen an derselben Art und der etwa gleichen Anzahl der Versuchstiere Routineuntersuchungen mit dem gleichen Material durchgeführt werden. </w:t>
      </w:r>
      <w:r>
        <w:rPr>
          <w:color w:val="000000"/>
        </w:rPr>
        <w:t>Die Zahl der im vorhergegangenen</w:t>
      </w:r>
      <w:r>
        <w:rPr>
          <w:color w:val="000000"/>
        </w:rPr>
        <w:t xml:space="preserve"> Kalenderjahr durchgeführten Versuchsvorhaben sowie Art und Zahl der insgesamt verwendeten Tiere sind der zuständigen Behörde bis zum 15. Februar eines Jahres anzugeben.</w:t>
      </w:r>
    </w:p>
    <w:p w14:paraId="4FA91FE9" w14:textId="77777777" w:rsidR="00AA047D" w:rsidRDefault="00AA047D">
      <w:pPr>
        <w:pStyle w:val="Endnotentext"/>
        <w:ind w:left="567" w:hanging="567"/>
        <w:jc w:val="both"/>
        <w:rPr>
          <w:sz w:val="10"/>
          <w:szCs w:val="10"/>
        </w:rPr>
      </w:pPr>
    </w:p>
  </w:endnote>
  <w:endnote w:id="17">
    <w:p w14:paraId="263A119A" w14:textId="77777777" w:rsidR="00AA047D" w:rsidRDefault="0053644C">
      <w:pPr>
        <w:pStyle w:val="Kommentartext"/>
        <w:ind w:left="567" w:hanging="567"/>
        <w:jc w:val="both"/>
        <w:rPr>
          <w:rFonts w:cs="Arial"/>
        </w:rPr>
      </w:pPr>
      <w:r>
        <w:rPr>
          <w:rStyle w:val="Endnotenzeichen"/>
          <w:b/>
          <w:i/>
          <w:color w:val="00B050"/>
          <w:vertAlign w:val="baseline"/>
        </w:rPr>
        <w:endnoteRef/>
      </w:r>
      <w:r>
        <w:rPr>
          <w:b/>
          <w:i/>
          <w:color w:val="00B050"/>
        </w:rPr>
        <w:t>)</w:t>
      </w:r>
      <w:r>
        <w:tab/>
      </w:r>
      <w:r>
        <w:rPr>
          <w:rFonts w:cs="Arial"/>
          <w:spacing w:val="-2"/>
        </w:rPr>
        <w:t>Aufgrund der Verantwortung, die Leitung und Stellvertretung insbesondere hinsichtl</w:t>
      </w:r>
      <w:r>
        <w:rPr>
          <w:rFonts w:cs="Arial"/>
          <w:spacing w:val="-2"/>
        </w:rPr>
        <w:t xml:space="preserve">ich der Begrenzungen von zu erwartenden </w:t>
      </w:r>
      <w:r>
        <w:rPr>
          <w:rFonts w:cs="Arial"/>
        </w:rPr>
        <w:t>Schmerzen, Leiden oder Schäden bei den Versuchstieren zu tragen haben, sind gehobene Ansprüche an deren fachliche Qualifikation zu stellen. Ärztinnen/Ärzte, Zahnärztinnen/Zahnärzte Tierärztinnen/Tierärzte sowie Natur</w:t>
      </w:r>
      <w:r>
        <w:rPr>
          <w:rFonts w:cs="Arial"/>
        </w:rPr>
        <w:t xml:space="preserve">wissenschaftlerinnen/Naturwissenschaftler erfüllen die Voraussetzungen, sofern sie einen </w:t>
      </w:r>
      <w:r>
        <w:rPr>
          <w:rFonts w:cs="Arial"/>
        </w:rPr>
        <w:t>versuchstierkundlichen Kurs der Funktion B (ehem. FELASA C) erfolgreich absolviert haben oder sich in mindestens dreijähriger tierexperimenteller Tätigkeit unter kundi</w:t>
      </w:r>
      <w:r>
        <w:rPr>
          <w:rFonts w:cs="Arial"/>
        </w:rPr>
        <w:t>ger Anleitung spezielle Fachkenntnisse angeeignet haben. Der Nachweis der fachlichen Eignung ist durch Vorlage der entsprechenden Dokumente zu erbringen:</w:t>
      </w:r>
    </w:p>
    <w:p w14:paraId="1CC20043" w14:textId="77777777" w:rsidR="00AA047D" w:rsidRDefault="00AA047D">
      <w:pPr>
        <w:pStyle w:val="Kommentartext"/>
        <w:ind w:left="454" w:hanging="454"/>
        <w:jc w:val="both"/>
        <w:rPr>
          <w:rFonts w:cs="Arial"/>
          <w:sz w:val="12"/>
          <w:szCs w:val="12"/>
        </w:rPr>
      </w:pPr>
    </w:p>
    <w:p w14:paraId="5990D079" w14:textId="77777777" w:rsidR="00AA047D" w:rsidRDefault="0053644C">
      <w:pPr>
        <w:tabs>
          <w:tab w:val="left" w:pos="-142"/>
        </w:tabs>
        <w:ind w:left="630"/>
        <w:jc w:val="both"/>
        <w:rPr>
          <w:rFonts w:cs="Arial"/>
          <w:sz w:val="20"/>
        </w:rPr>
      </w:pPr>
      <w:r>
        <w:rPr>
          <w:rFonts w:cs="Arial"/>
          <w:sz w:val="20"/>
        </w:rPr>
        <w:t>- abgeschlossenes Hochschulstudium der Medizin, Zahnmedizin oder Veterinärmedizin:</w:t>
      </w:r>
    </w:p>
    <w:p w14:paraId="239A8C66" w14:textId="77777777" w:rsidR="00AA047D" w:rsidRDefault="0053644C">
      <w:pPr>
        <w:tabs>
          <w:tab w:val="left" w:pos="-142"/>
        </w:tabs>
        <w:ind w:left="913" w:hanging="142"/>
        <w:jc w:val="both"/>
        <w:rPr>
          <w:rFonts w:cs="Arial"/>
          <w:sz w:val="20"/>
        </w:rPr>
      </w:pPr>
      <w:r>
        <w:rPr>
          <w:rFonts w:cs="Arial"/>
          <w:sz w:val="20"/>
        </w:rPr>
        <w:t xml:space="preserve">• durch ein </w:t>
      </w:r>
      <w:r>
        <w:rPr>
          <w:rFonts w:cs="Arial"/>
          <w:b/>
          <w:sz w:val="20"/>
        </w:rPr>
        <w:t>deutsc</w:t>
      </w:r>
      <w:r>
        <w:rPr>
          <w:rFonts w:cs="Arial"/>
          <w:b/>
          <w:sz w:val="20"/>
        </w:rPr>
        <w:t xml:space="preserve">hes </w:t>
      </w:r>
      <w:r>
        <w:rPr>
          <w:rFonts w:cs="Arial"/>
          <w:sz w:val="20"/>
        </w:rPr>
        <w:t>Zeugnis über die tierärztliche, ärztliche oder zahnärztliche Prüfung oder</w:t>
      </w:r>
    </w:p>
    <w:p w14:paraId="7B08E1BE" w14:textId="77777777" w:rsidR="00AA047D" w:rsidRDefault="0053644C">
      <w:pPr>
        <w:tabs>
          <w:tab w:val="left" w:pos="-284"/>
          <w:tab w:val="left" w:pos="-142"/>
        </w:tabs>
        <w:ind w:left="913" w:hanging="142"/>
        <w:jc w:val="both"/>
        <w:rPr>
          <w:rFonts w:cs="Arial"/>
          <w:sz w:val="20"/>
        </w:rPr>
      </w:pPr>
      <w:r>
        <w:rPr>
          <w:rFonts w:cs="Arial"/>
          <w:sz w:val="20"/>
        </w:rPr>
        <w:t>• durch ein im Geltungsbereich des Tierschutzgesetzes als gleichwertig anerkanntes Prüfungszeugnis oder Diplom,</w:t>
      </w:r>
    </w:p>
    <w:p w14:paraId="1EC93B2C" w14:textId="77777777" w:rsidR="00AA047D" w:rsidRDefault="00AA047D">
      <w:pPr>
        <w:tabs>
          <w:tab w:val="left" w:pos="-284"/>
          <w:tab w:val="left" w:pos="-142"/>
        </w:tabs>
        <w:ind w:left="914" w:hanging="142"/>
        <w:jc w:val="both"/>
        <w:rPr>
          <w:rFonts w:cs="Arial"/>
          <w:sz w:val="8"/>
          <w:szCs w:val="8"/>
        </w:rPr>
      </w:pPr>
    </w:p>
    <w:p w14:paraId="28EFD849" w14:textId="77777777" w:rsidR="00AA047D" w:rsidRDefault="0053644C">
      <w:pPr>
        <w:tabs>
          <w:tab w:val="left" w:pos="-142"/>
        </w:tabs>
        <w:ind w:left="630"/>
        <w:jc w:val="both"/>
        <w:rPr>
          <w:rFonts w:cs="Arial"/>
          <w:sz w:val="20"/>
        </w:rPr>
      </w:pPr>
      <w:r>
        <w:rPr>
          <w:rFonts w:cs="Arial"/>
          <w:sz w:val="20"/>
        </w:rPr>
        <w:t>- abgeschlossenes naturwissenschaftliches Hochschulstudium:</w:t>
      </w:r>
    </w:p>
    <w:p w14:paraId="14491F12" w14:textId="77777777" w:rsidR="00AA047D" w:rsidRDefault="0053644C">
      <w:pPr>
        <w:tabs>
          <w:tab w:val="left" w:pos="-142"/>
        </w:tabs>
        <w:ind w:left="852" w:hanging="142"/>
        <w:jc w:val="both"/>
        <w:rPr>
          <w:rFonts w:cs="Arial"/>
          <w:sz w:val="20"/>
        </w:rPr>
      </w:pPr>
      <w:r>
        <w:rPr>
          <w:rFonts w:cs="Arial"/>
          <w:sz w:val="20"/>
        </w:rPr>
        <w:t>• dur</w:t>
      </w:r>
      <w:r>
        <w:rPr>
          <w:rFonts w:cs="Arial"/>
          <w:sz w:val="20"/>
        </w:rPr>
        <w:t>ch ein Diplom oder Zeugnis einer wissenschaftlichen Hochschule im Geltungsbereich des Tierschutzgesetzes oder</w:t>
      </w:r>
    </w:p>
    <w:p w14:paraId="5439B201" w14:textId="77777777" w:rsidR="00AA047D" w:rsidRDefault="0053644C">
      <w:pPr>
        <w:tabs>
          <w:tab w:val="left" w:pos="-142"/>
        </w:tabs>
        <w:ind w:left="852" w:hanging="142"/>
        <w:jc w:val="both"/>
        <w:rPr>
          <w:rFonts w:cs="Arial"/>
          <w:sz w:val="20"/>
        </w:rPr>
      </w:pPr>
      <w:r>
        <w:rPr>
          <w:rFonts w:cs="Arial"/>
          <w:sz w:val="20"/>
        </w:rPr>
        <w:t>• durch ein innerhalb des Geltungsbereiches des Tierschutzgesetzes als gleichwertig anerkanntes Diplom oder Zeugnis,</w:t>
      </w:r>
    </w:p>
    <w:p w14:paraId="446EC09B" w14:textId="77777777" w:rsidR="00AA047D" w:rsidRDefault="0053644C">
      <w:pPr>
        <w:tabs>
          <w:tab w:val="left" w:pos="-142"/>
        </w:tabs>
        <w:ind w:left="799" w:hanging="799"/>
        <w:jc w:val="both"/>
        <w:rPr>
          <w:rFonts w:cs="Arial"/>
          <w:sz w:val="20"/>
        </w:rPr>
      </w:pPr>
      <w:r>
        <w:rPr>
          <w:rFonts w:cs="Arial"/>
          <w:sz w:val="20"/>
        </w:rPr>
        <w:tab/>
        <w:t>-</w:t>
      </w:r>
      <w:r>
        <w:rPr>
          <w:rFonts w:cs="Arial"/>
          <w:sz w:val="20"/>
        </w:rPr>
        <w:tab/>
      </w:r>
      <w:r>
        <w:rPr>
          <w:rFonts w:cs="Arial"/>
          <w:sz w:val="20"/>
        </w:rPr>
        <w:t>Zertifikat über die Teilnahme an einem versuchstierkundlichen Kurs der Funktion B (ehem. FELASA C)</w:t>
      </w:r>
    </w:p>
    <w:p w14:paraId="67DFD7E4" w14:textId="77777777" w:rsidR="00AA047D" w:rsidRDefault="00AA047D">
      <w:pPr>
        <w:tabs>
          <w:tab w:val="left" w:pos="-142"/>
        </w:tabs>
        <w:ind w:left="852" w:hanging="142"/>
        <w:jc w:val="both"/>
        <w:rPr>
          <w:rFonts w:cs="Arial"/>
          <w:sz w:val="8"/>
          <w:szCs w:val="8"/>
        </w:rPr>
      </w:pPr>
    </w:p>
    <w:p w14:paraId="116A4103" w14:textId="77777777" w:rsidR="00AA047D" w:rsidRDefault="0053644C">
      <w:pPr>
        <w:tabs>
          <w:tab w:val="left" w:pos="-142"/>
        </w:tabs>
        <w:ind w:left="799" w:hanging="170"/>
        <w:jc w:val="both"/>
        <w:rPr>
          <w:rFonts w:cs="Arial"/>
          <w:sz w:val="20"/>
        </w:rPr>
      </w:pPr>
      <w:r>
        <w:rPr>
          <w:rFonts w:cs="Arial"/>
          <w:sz w:val="20"/>
        </w:rPr>
        <w:t xml:space="preserve">- der Nachweis dreijähriger tierexperimenteller Tätigkeit kann durch eine Bestätigung der anleitenden Person, oder durch </w:t>
      </w:r>
      <w:r>
        <w:rPr>
          <w:rFonts w:cs="Arial"/>
          <w:sz w:val="20"/>
        </w:rPr>
        <w:t>Teilnahmebescheinigungen an entsprechenden Fortbildungskursen erbracht werden.</w:t>
      </w:r>
    </w:p>
    <w:p w14:paraId="344CDB3E" w14:textId="77777777" w:rsidR="00AA047D" w:rsidRDefault="00AA047D">
      <w:pPr>
        <w:pStyle w:val="Endnotentext"/>
        <w:jc w:val="both"/>
        <w:rPr>
          <w:sz w:val="10"/>
          <w:szCs w:val="10"/>
        </w:rPr>
      </w:pPr>
    </w:p>
  </w:endnote>
  <w:endnote w:id="18">
    <w:p w14:paraId="0383BA7C" w14:textId="77777777" w:rsidR="00AA047D" w:rsidRDefault="0053644C">
      <w:pPr>
        <w:pStyle w:val="Endnotentext"/>
        <w:tabs>
          <w:tab w:val="left" w:pos="210"/>
        </w:tabs>
        <w:ind w:left="629" w:hanging="629"/>
        <w:jc w:val="both"/>
      </w:pPr>
      <w:r>
        <w:rPr>
          <w:rStyle w:val="Endnotenzeichen"/>
          <w:b/>
          <w:i/>
          <w:color w:val="00B050"/>
          <w:vertAlign w:val="baseline"/>
        </w:rPr>
        <w:endnoteRef/>
      </w:r>
      <w:r>
        <w:rPr>
          <w:rStyle w:val="Endnotenzeichen"/>
          <w:b/>
          <w:i/>
          <w:color w:val="00B050"/>
          <w:vertAlign w:val="baseline"/>
        </w:rPr>
        <w:t>)</w:t>
      </w:r>
      <w:r>
        <w:tab/>
        <w:t>Sofern der Ausbildungsnachweis in einem früheren Antrag gegenüber dieser Behörde erbracht wurde, genügt ein Hinweis auf diesen Antrag unter Angabe des Geschäftszeichens; die</w:t>
      </w:r>
      <w:r>
        <w:t xml:space="preserve"> Nachweise der Ausbildung (Abschlusszeugnis, Diplom) sind in deutscher Sprache vorzulegen. Bei fremdsprachigen Zeugnissen ist die Genehmigungsbehörde berechtigt, eine deutsche Übersetzung durch einen öffentlich bestellten und beeidigten Übersetzer – es gen</w:t>
      </w:r>
      <w:r>
        <w:t>ügt die Ablichtung des Originals – einzufordern.</w:t>
      </w:r>
    </w:p>
    <w:p w14:paraId="6F95DC2B" w14:textId="77777777" w:rsidR="00AA047D" w:rsidRDefault="00AA047D">
      <w:pPr>
        <w:pStyle w:val="Endnotentext"/>
        <w:ind w:left="57" w:hanging="57"/>
        <w:jc w:val="both"/>
        <w:rPr>
          <w:sz w:val="10"/>
          <w:szCs w:val="10"/>
        </w:rPr>
      </w:pPr>
    </w:p>
  </w:endnote>
  <w:endnote w:id="19">
    <w:p w14:paraId="632C5581" w14:textId="77777777" w:rsidR="00AA047D" w:rsidRDefault="0053644C">
      <w:pPr>
        <w:pStyle w:val="Kommentartext"/>
        <w:ind w:left="629" w:hanging="629"/>
        <w:jc w:val="both"/>
        <w:rPr>
          <w:rFonts w:cs="Arial"/>
        </w:rPr>
      </w:pPr>
      <w:r>
        <w:rPr>
          <w:rStyle w:val="Endnotenzeichen"/>
          <w:b/>
          <w:i/>
          <w:color w:val="00B050"/>
          <w:vertAlign w:val="baseline"/>
        </w:rPr>
        <w:endnoteRef/>
      </w:r>
      <w:r>
        <w:rPr>
          <w:b/>
          <w:i/>
          <w:color w:val="00B050"/>
        </w:rPr>
        <w:t>)</w:t>
      </w:r>
      <w:r>
        <w:tab/>
      </w:r>
      <w:r>
        <w:rPr>
          <w:rFonts w:cs="Arial"/>
        </w:rPr>
        <w:t xml:space="preserve">Die für die Durchführung von Tierversuchen erforderlichen Fachkenntnisse gemäß Anlage 1 Abschnitt 3 </w:t>
      </w:r>
      <w:r>
        <w:rPr>
          <w:rFonts w:cs="Arial"/>
        </w:rPr>
        <w:t xml:space="preserve">TierSchVersV werden i.d.R. durch geeignete Ausbildung und berufliche </w:t>
      </w:r>
      <w:r>
        <w:rPr>
          <w:rFonts w:cs="Arial"/>
          <w:spacing w:val="2"/>
        </w:rPr>
        <w:t>Erfahrung erworben. Die Anforderun</w:t>
      </w:r>
      <w:r>
        <w:rPr>
          <w:rFonts w:cs="Arial"/>
          <w:spacing w:val="2"/>
        </w:rPr>
        <w:t xml:space="preserve">gen, die an diese Fachkenntnisse zu stellen sind, sind unterschiedlich und haben sich auf der Grundlage der </w:t>
      </w:r>
      <w:r>
        <w:rPr>
          <w:rFonts w:cs="Arial"/>
        </w:rPr>
        <w:t xml:space="preserve">Anlage 1 Abschnitt 3 TierSchVersV </w:t>
      </w:r>
      <w:r>
        <w:rPr>
          <w:rFonts w:cs="Arial"/>
          <w:spacing w:val="2"/>
        </w:rPr>
        <w:t xml:space="preserve">an der </w:t>
      </w:r>
      <w:r>
        <w:rPr>
          <w:rFonts w:cs="Arial"/>
        </w:rPr>
        <w:t>jeweils auszuführenden Tätigkeit zu orientieren.</w:t>
      </w:r>
    </w:p>
    <w:p w14:paraId="36D927AE" w14:textId="77777777" w:rsidR="00AA047D" w:rsidRDefault="0053644C">
      <w:pPr>
        <w:numPr>
          <w:ilvl w:val="1"/>
          <w:numId w:val="3"/>
        </w:numPr>
        <w:tabs>
          <w:tab w:val="left" w:pos="-142"/>
        </w:tabs>
        <w:ind w:left="990"/>
        <w:jc w:val="both"/>
        <w:rPr>
          <w:rFonts w:cs="Arial"/>
          <w:sz w:val="20"/>
        </w:rPr>
      </w:pPr>
      <w:r>
        <w:rPr>
          <w:rFonts w:cs="Arial"/>
          <w:sz w:val="20"/>
        </w:rPr>
        <w:t>Bei Tierversuchen i.S. des § 7 Abs. 2 Satz 2 Nr. 1TierSchG</w:t>
      </w:r>
      <w:r>
        <w:rPr>
          <w:rFonts w:cs="Arial"/>
          <w:sz w:val="20"/>
        </w:rPr>
        <w:t>, die zur Herstellung, Gewinnung, Aufbewahrung oder Vermehrung von Stoffen, Produkten oder Organismen vorgenommen werden, sind keine speziellen beruflichen Voraussetzungen erforderlich.</w:t>
      </w:r>
      <w:r>
        <w:rPr>
          <w:rFonts w:cs="Arial"/>
          <w:spacing w:val="3"/>
          <w:sz w:val="20"/>
        </w:rPr>
        <w:t xml:space="preserve"> Erfahrungen im Umgang mit Versuchstieren der betreffenden Art sowie di</w:t>
      </w:r>
      <w:r>
        <w:rPr>
          <w:rFonts w:cs="Arial"/>
          <w:spacing w:val="3"/>
          <w:sz w:val="20"/>
        </w:rPr>
        <w:t>e sichere Beherrschung der</w:t>
      </w:r>
      <w:r>
        <w:rPr>
          <w:rFonts w:cs="Arial"/>
          <w:sz w:val="20"/>
        </w:rPr>
        <w:t xml:space="preserve"> erforderlichen Techniken werden als ausreichend angesehen.</w:t>
      </w:r>
    </w:p>
    <w:p w14:paraId="43D414AE" w14:textId="77777777" w:rsidR="00AA047D" w:rsidRDefault="00AA047D">
      <w:pPr>
        <w:tabs>
          <w:tab w:val="left" w:pos="-142"/>
        </w:tabs>
        <w:ind w:left="451"/>
        <w:jc w:val="both"/>
        <w:rPr>
          <w:rFonts w:cs="Arial"/>
          <w:sz w:val="8"/>
          <w:szCs w:val="8"/>
        </w:rPr>
      </w:pPr>
    </w:p>
    <w:p w14:paraId="3A2A2237" w14:textId="77777777" w:rsidR="00AA047D" w:rsidRDefault="0053644C">
      <w:pPr>
        <w:numPr>
          <w:ilvl w:val="1"/>
          <w:numId w:val="3"/>
        </w:numPr>
        <w:tabs>
          <w:tab w:val="left" w:pos="-142"/>
        </w:tabs>
        <w:ind w:left="990"/>
        <w:jc w:val="both"/>
        <w:rPr>
          <w:rFonts w:cs="Arial"/>
          <w:spacing w:val="-4"/>
          <w:sz w:val="20"/>
        </w:rPr>
      </w:pPr>
      <w:r>
        <w:rPr>
          <w:rFonts w:cs="Arial"/>
          <w:spacing w:val="-4"/>
          <w:sz w:val="20"/>
        </w:rPr>
        <w:t>Fachkenntnisse für Behandlungen und nichtoperative Eingriffe an Wirbeltieren und Kopffüßern können bei Personen mit abgeschlossenem Hochschulstudium der Veterinärmedizin</w:t>
      </w:r>
      <w:r>
        <w:rPr>
          <w:rFonts w:cs="Arial"/>
          <w:spacing w:val="-4"/>
          <w:sz w:val="20"/>
        </w:rPr>
        <w:t>, der Medizin oder der Zahnmedizin vorausgesetzt werden, sofern sie sich zusätzlich auf Grund einer ausreichenden Anleitung in tierexperimentellen Techniken oder versuchstierkundlichen Kursen die speziellen für dieses Vorhaben nötigen Kenntnisse erworben h</w:t>
      </w:r>
      <w:r>
        <w:rPr>
          <w:rFonts w:cs="Arial"/>
          <w:spacing w:val="-4"/>
          <w:sz w:val="20"/>
        </w:rPr>
        <w:t xml:space="preserve">aben. Dies gilt ebenso für Personen, die ein naturwissenschaftliches Studium abgeschlossen haben und </w:t>
      </w:r>
      <w:r>
        <w:rPr>
          <w:rFonts w:cs="Arial"/>
          <w:spacing w:val="-4"/>
          <w:sz w:val="20"/>
          <w:u w:val="single"/>
        </w:rPr>
        <w:t xml:space="preserve">nachweislich </w:t>
      </w:r>
      <w:r>
        <w:rPr>
          <w:rFonts w:cs="Arial"/>
          <w:spacing w:val="-4"/>
          <w:sz w:val="20"/>
        </w:rPr>
        <w:t xml:space="preserve">die erforderlichen Kenntnisse und Fähigkeiten besitzen, sowie für Personen, </w:t>
      </w:r>
      <w:r>
        <w:rPr>
          <w:rFonts w:cs="Arial"/>
          <w:spacing w:val="-4"/>
          <w:sz w:val="20"/>
          <w:u w:val="single"/>
        </w:rPr>
        <w:t>die nachweislich aufgrund einer abgeschlossenen Berufsausbildung</w:t>
      </w:r>
      <w:r>
        <w:rPr>
          <w:rFonts w:cs="Arial"/>
          <w:spacing w:val="-4"/>
          <w:sz w:val="20"/>
        </w:rPr>
        <w:t xml:space="preserve"> d</w:t>
      </w:r>
      <w:r>
        <w:rPr>
          <w:rFonts w:cs="Arial"/>
          <w:spacing w:val="-4"/>
          <w:sz w:val="20"/>
        </w:rPr>
        <w:t>ie erforderlichen Kenntnisse und Fähigkeiten haben. Die Anleitung in tierexperimentellen Techniken sollte i. d. R. in speziellen versuchstierkundlichen Kursen und/oder Ausbildungsvorhaben erfolgen.</w:t>
      </w:r>
    </w:p>
    <w:p w14:paraId="7D6F6AFF" w14:textId="77777777" w:rsidR="00AA047D" w:rsidRDefault="00AA047D">
      <w:pPr>
        <w:tabs>
          <w:tab w:val="left" w:pos="-142"/>
        </w:tabs>
        <w:jc w:val="both"/>
        <w:rPr>
          <w:rFonts w:cs="Arial"/>
          <w:sz w:val="8"/>
          <w:szCs w:val="8"/>
        </w:rPr>
      </w:pPr>
    </w:p>
    <w:p w14:paraId="3668C2BB" w14:textId="77777777" w:rsidR="00AA047D" w:rsidRDefault="0053644C">
      <w:pPr>
        <w:numPr>
          <w:ilvl w:val="1"/>
          <w:numId w:val="3"/>
        </w:numPr>
        <w:tabs>
          <w:tab w:val="left" w:pos="-142"/>
        </w:tabs>
        <w:ind w:left="990"/>
        <w:jc w:val="both"/>
        <w:rPr>
          <w:rFonts w:cs="Arial"/>
          <w:spacing w:val="-4"/>
          <w:sz w:val="20"/>
        </w:rPr>
      </w:pPr>
      <w:r>
        <w:rPr>
          <w:rFonts w:cs="Arial"/>
          <w:spacing w:val="-4"/>
          <w:sz w:val="20"/>
        </w:rPr>
        <w:t>Für operative Eingriffe an Wirbeltieren und Kopffüßern kö</w:t>
      </w:r>
      <w:r>
        <w:rPr>
          <w:rFonts w:cs="Arial"/>
          <w:spacing w:val="-4"/>
          <w:sz w:val="20"/>
        </w:rPr>
        <w:t>nnen die erforderlichen Fachkenntnisse grundsätzlich vorausgesetzt werden bei Veterinärmedizinerinnen/Veterinärmedizinern und Medizine-rinnen/Medizinern, sofern sie sich zusätzlich auf Grund einer ausreichenden Anleitung in tierexpe-rimentellen Techniken o</w:t>
      </w:r>
      <w:r>
        <w:rPr>
          <w:rFonts w:cs="Arial"/>
          <w:spacing w:val="-4"/>
          <w:sz w:val="20"/>
        </w:rPr>
        <w:t xml:space="preserve">der versuchstierkundlichen Kursen die speziellen für dieses Vorhaben nötigen Kenntnisse erworben haben. Dies gilt ebenso für Absolventen eines naturwissenschaftlichen </w:t>
      </w:r>
      <w:r>
        <w:rPr>
          <w:rFonts w:cs="Arial"/>
          <w:spacing w:val="-4"/>
          <w:sz w:val="20"/>
        </w:rPr>
        <w:t xml:space="preserve">Hochschul-studiums, die </w:t>
      </w:r>
      <w:r>
        <w:rPr>
          <w:rFonts w:cs="Arial"/>
          <w:spacing w:val="-4"/>
          <w:sz w:val="20"/>
          <w:u w:val="single"/>
        </w:rPr>
        <w:t>nachweislich</w:t>
      </w:r>
      <w:r>
        <w:rPr>
          <w:rFonts w:cs="Arial"/>
          <w:spacing w:val="-4"/>
          <w:sz w:val="20"/>
        </w:rPr>
        <w:t xml:space="preserve"> die erforderlichen Kenntnisse und Fähigkeiten haben.</w:t>
      </w:r>
    </w:p>
    <w:p w14:paraId="6C0350C7" w14:textId="77777777" w:rsidR="00AA047D" w:rsidRDefault="00AA047D">
      <w:pPr>
        <w:tabs>
          <w:tab w:val="left" w:pos="-142"/>
        </w:tabs>
        <w:ind w:left="409" w:hanging="227"/>
        <w:jc w:val="both"/>
        <w:rPr>
          <w:rFonts w:cs="Arial"/>
          <w:sz w:val="10"/>
          <w:szCs w:val="10"/>
        </w:rPr>
      </w:pPr>
    </w:p>
    <w:p w14:paraId="563EE21F" w14:textId="77777777" w:rsidR="00AA047D" w:rsidRDefault="0053644C">
      <w:pPr>
        <w:tabs>
          <w:tab w:val="left" w:pos="-142"/>
        </w:tabs>
        <w:ind w:left="708"/>
        <w:jc w:val="both"/>
        <w:rPr>
          <w:rFonts w:cs="Arial"/>
          <w:sz w:val="20"/>
        </w:rPr>
      </w:pPr>
      <w:r>
        <w:rPr>
          <w:rFonts w:cs="Arial"/>
          <w:sz w:val="20"/>
        </w:rPr>
        <w:t xml:space="preserve">Für Personen, die die vorgenannten Bedingungen hinsichtlich der Ausbildung </w:t>
      </w:r>
      <w:r>
        <w:rPr>
          <w:rFonts w:cs="Arial"/>
          <w:spacing w:val="2"/>
          <w:sz w:val="20"/>
        </w:rPr>
        <w:t>nicht erfüllen (z.B. </w:t>
      </w:r>
      <w:r>
        <w:rPr>
          <w:rFonts w:cs="Arial"/>
          <w:sz w:val="20"/>
        </w:rPr>
        <w:t xml:space="preserve">technische Assistentinnen/Assistenten, </w:t>
      </w:r>
      <w:r>
        <w:rPr>
          <w:rFonts w:cs="Arial"/>
          <w:spacing w:val="2"/>
          <w:sz w:val="20"/>
        </w:rPr>
        <w:t xml:space="preserve">Doktorandinnen/Doktoranden, Masterstudierende, usw.), ist in </w:t>
      </w:r>
      <w:r>
        <w:rPr>
          <w:rFonts w:cs="Arial"/>
          <w:spacing w:val="-2"/>
          <w:sz w:val="20"/>
        </w:rPr>
        <w:t>jedem Falle eine Ausnahmegenehmigung nach § 16 Abs. 1 Satz</w:t>
      </w:r>
      <w:r>
        <w:rPr>
          <w:rFonts w:cs="Arial"/>
          <w:spacing w:val="-2"/>
          <w:sz w:val="20"/>
        </w:rPr>
        <w:t xml:space="preserve"> 5 TierSchVersV zu beantragen. Die Ausnahmegenehmigung kann nur erteilt werden, wenn die entsprechenden Fachkenntnisse nachgewiesen werden. Wurde bereits in früheren Genehmigungsbescheiden eine Sondergenehmigung</w:t>
      </w:r>
      <w:r>
        <w:rPr>
          <w:rFonts w:cs="Arial"/>
          <w:sz w:val="20"/>
        </w:rPr>
        <w:t xml:space="preserve"> erteilt, ist dies unter Angabe des Aktenzeic</w:t>
      </w:r>
      <w:r>
        <w:rPr>
          <w:rFonts w:cs="Arial"/>
          <w:sz w:val="20"/>
        </w:rPr>
        <w:t>hens zu vermerken.</w:t>
      </w:r>
    </w:p>
    <w:p w14:paraId="4575949B" w14:textId="77777777" w:rsidR="00AA047D" w:rsidRDefault="00AA047D">
      <w:pPr>
        <w:tabs>
          <w:tab w:val="left" w:pos="-142"/>
        </w:tabs>
        <w:ind w:left="708"/>
        <w:jc w:val="both"/>
        <w:rPr>
          <w:rFonts w:cs="Arial"/>
          <w:sz w:val="10"/>
          <w:szCs w:val="10"/>
        </w:rPr>
      </w:pPr>
    </w:p>
    <w:p w14:paraId="4AD2D3E0" w14:textId="77777777" w:rsidR="00AA047D" w:rsidRDefault="0053644C">
      <w:pPr>
        <w:tabs>
          <w:tab w:val="left" w:pos="-142"/>
        </w:tabs>
        <w:ind w:left="708"/>
        <w:jc w:val="both"/>
        <w:rPr>
          <w:rFonts w:cs="Arial"/>
          <w:sz w:val="20"/>
        </w:rPr>
      </w:pPr>
      <w:r>
        <w:rPr>
          <w:rFonts w:cs="Arial"/>
          <w:sz w:val="20"/>
        </w:rPr>
        <w:t>Als operative Eingriffe gelten alle instrumentellen Einwirkungen, bei denen die Haut oder darunter-liegendes</w:t>
      </w:r>
      <w:r>
        <w:rPr>
          <w:rFonts w:cs="Arial"/>
          <w:sz w:val="20"/>
        </w:rPr>
        <w:t xml:space="preserve"> Gewebe eines lebenden Tieres mehr als punktförmig durchtrennt wird.</w:t>
      </w:r>
    </w:p>
    <w:p w14:paraId="151722DA" w14:textId="77777777" w:rsidR="00AA047D" w:rsidRDefault="00AA047D">
      <w:pPr>
        <w:tabs>
          <w:tab w:val="left" w:pos="-142"/>
        </w:tabs>
        <w:ind w:left="708"/>
        <w:jc w:val="both"/>
        <w:rPr>
          <w:rFonts w:cs="Arial"/>
          <w:sz w:val="10"/>
          <w:szCs w:val="10"/>
        </w:rPr>
      </w:pPr>
    </w:p>
    <w:p w14:paraId="33A0BCF1" w14:textId="77777777" w:rsidR="00AA047D" w:rsidRDefault="0053644C">
      <w:pPr>
        <w:tabs>
          <w:tab w:val="left" w:pos="-142"/>
        </w:tabs>
        <w:ind w:left="708"/>
        <w:jc w:val="both"/>
        <w:rPr>
          <w:rFonts w:cs="Arial"/>
          <w:sz w:val="20"/>
        </w:rPr>
      </w:pPr>
      <w:r>
        <w:rPr>
          <w:rFonts w:cs="Arial"/>
          <w:sz w:val="20"/>
        </w:rPr>
        <w:t xml:space="preserve">Ggf. sind für die Angaben zu den einzelnen Personen die Personenbögen gem. Anlage 9 zu verwenden. Für die Nachmeldung von Personen in bereits genehmigten </w:t>
      </w:r>
      <w:r>
        <w:rPr>
          <w:rFonts w:cs="Arial"/>
          <w:sz w:val="20"/>
        </w:rPr>
        <w:t>Tierversuchsanträgen sind die Personen-bögen in jedem Fall zu verwenden.</w:t>
      </w:r>
    </w:p>
    <w:p w14:paraId="387D48C9" w14:textId="77777777" w:rsidR="00AA047D" w:rsidRDefault="00AA047D">
      <w:pPr>
        <w:pStyle w:val="Endnotentext"/>
        <w:rPr>
          <w:sz w:val="10"/>
          <w:szCs w:val="10"/>
        </w:rPr>
      </w:pPr>
    </w:p>
  </w:endnote>
  <w:endnote w:id="20">
    <w:p w14:paraId="395E1BB0" w14:textId="77777777" w:rsidR="00AA047D" w:rsidRDefault="0053644C">
      <w:pPr>
        <w:pStyle w:val="Endnotentext"/>
        <w:ind w:left="567" w:hanging="567"/>
        <w:jc w:val="both"/>
        <w:rPr>
          <w:rFonts w:cs="Arial"/>
        </w:rPr>
      </w:pPr>
      <w:r>
        <w:rPr>
          <w:rStyle w:val="Endnotenzeichen"/>
          <w:b/>
          <w:i/>
          <w:color w:val="00B050"/>
          <w:vertAlign w:val="baseline"/>
        </w:rPr>
        <w:endnoteRef/>
      </w:r>
      <w:r>
        <w:rPr>
          <w:b/>
          <w:i/>
          <w:color w:val="00B050"/>
        </w:rPr>
        <w:t>)</w:t>
      </w:r>
      <w:r>
        <w:rPr>
          <w:b/>
          <w:i/>
          <w:color w:val="00B050"/>
        </w:rPr>
        <w:tab/>
      </w:r>
      <w:r>
        <w:rPr>
          <w:rFonts w:cs="Arial"/>
        </w:rPr>
        <w:t>Je nach Ausbildungsstand ist von den Auszubildenden eine Ablichtung der Immatrikulations-bescheinigung, des Ausbildungsvertrags, des Zwischenzeugnisses, des Berufsabschlusszeugnis</w:t>
      </w:r>
      <w:r>
        <w:rPr>
          <w:rFonts w:cs="Arial"/>
        </w:rPr>
        <w:t>ses, des </w:t>
      </w:r>
      <w:r>
        <w:rPr>
          <w:rFonts w:cs="Arial"/>
          <w:color w:val="000000"/>
        </w:rPr>
        <w:t>Studienabschlusszeugnisses</w:t>
      </w:r>
      <w:r>
        <w:rPr>
          <w:rFonts w:cs="Arial"/>
        </w:rPr>
        <w:t xml:space="preserve"> oder der Approbationsurkunde o.ä. beizufügen.</w:t>
      </w:r>
    </w:p>
    <w:p w14:paraId="6A591284" w14:textId="77777777" w:rsidR="00AA047D" w:rsidRDefault="00AA047D">
      <w:pPr>
        <w:pStyle w:val="Endnotentext"/>
        <w:tabs>
          <w:tab w:val="left" w:pos="210"/>
        </w:tabs>
        <w:ind w:left="567" w:hanging="567"/>
        <w:jc w:val="both"/>
        <w:rPr>
          <w:sz w:val="10"/>
          <w:szCs w:val="10"/>
        </w:rPr>
      </w:pPr>
    </w:p>
  </w:endnote>
  <w:endnote w:id="21">
    <w:p w14:paraId="76283B26" w14:textId="77777777" w:rsidR="00AA047D" w:rsidRDefault="0053644C">
      <w:pPr>
        <w:pStyle w:val="Endnotentext"/>
        <w:ind w:left="567" w:hanging="567"/>
        <w:jc w:val="both"/>
        <w:rPr>
          <w:rFonts w:cs="Arial"/>
        </w:rPr>
      </w:pPr>
      <w:r>
        <w:rPr>
          <w:rStyle w:val="Endnotenzeichen"/>
          <w:b/>
          <w:i/>
          <w:color w:val="00B050"/>
          <w:vertAlign w:val="baseline"/>
        </w:rPr>
        <w:endnoteRef/>
      </w:r>
      <w:r>
        <w:rPr>
          <w:rStyle w:val="Endnotenzeichen"/>
          <w:color w:val="00B050"/>
          <w:vertAlign w:val="baseline"/>
        </w:rPr>
        <w:t>)</w:t>
      </w:r>
      <w:r>
        <w:rPr>
          <w:rFonts w:cs="Arial"/>
        </w:rPr>
        <w:tab/>
        <w:t xml:space="preserve">Die Betäubung von Wirbeltieren darf gem. § 17 Abs. 2 Satz 3 </w:t>
      </w:r>
      <w:r>
        <w:rPr>
          <w:rFonts w:cs="Arial"/>
        </w:rPr>
        <w:t xml:space="preserve">TierSchVersV nur durch </w:t>
      </w:r>
      <w:r>
        <w:rPr>
          <w:rFonts w:cs="Arial"/>
          <w:spacing w:val="-4"/>
        </w:rPr>
        <w:t>Personen mit abgeschlossenes Hochschulstudium der Veterinärmedizin, Medizin oder der Za</w:t>
      </w:r>
      <w:r>
        <w:rPr>
          <w:rFonts w:cs="Arial"/>
          <w:spacing w:val="-4"/>
        </w:rPr>
        <w:t>hnmedizin</w:t>
      </w:r>
      <w:r>
        <w:rPr>
          <w:rFonts w:cs="Arial"/>
        </w:rPr>
        <w:t xml:space="preserve"> erfolgen. Dies gilt auch für Personen mit</w:t>
      </w:r>
      <w:r>
        <w:rPr>
          <w:rFonts w:cs="Arial"/>
          <w:spacing w:val="-4"/>
        </w:rPr>
        <w:t xml:space="preserve"> abgeschlossenem</w:t>
      </w:r>
      <w:r>
        <w:rPr>
          <w:rFonts w:cs="Arial"/>
        </w:rPr>
        <w:t xml:space="preserve"> naturwissenschaftlichem Hochschulstudium, die </w:t>
      </w:r>
      <w:r>
        <w:rPr>
          <w:rFonts w:cs="Arial"/>
          <w:u w:val="single"/>
        </w:rPr>
        <w:t>nachweislich</w:t>
      </w:r>
      <w:r>
        <w:rPr>
          <w:rFonts w:cs="Arial"/>
        </w:rPr>
        <w:t xml:space="preserve"> die erforderlichen Kenntnisse und Fähigkeiten haben oder für Personen, die </w:t>
      </w:r>
      <w:r>
        <w:rPr>
          <w:rFonts w:cs="Arial"/>
          <w:u w:val="single"/>
        </w:rPr>
        <w:t>aufgrund einer abgeschlossenen Berufsausbildung nachwe</w:t>
      </w:r>
      <w:r>
        <w:rPr>
          <w:rFonts w:cs="Arial"/>
          <w:u w:val="single"/>
        </w:rPr>
        <w:t>islich</w:t>
      </w:r>
      <w:r>
        <w:rPr>
          <w:rFonts w:cs="Arial"/>
        </w:rPr>
        <w:t xml:space="preserve"> die erforderlichen Kenntnisse und Fähigkeiten besitzen. Soweit die Durchführung der Betäubung Ausbildungs-, Fortbildungs- oder Weiterbildungszwecken dient, kann diese auch unter Aufsicht einer solchen Person vorgenommen werden.</w:t>
      </w:r>
    </w:p>
    <w:p w14:paraId="007221E9" w14:textId="77777777" w:rsidR="00AA047D" w:rsidRDefault="00AA047D">
      <w:pPr>
        <w:pStyle w:val="Endnotentext"/>
        <w:ind w:left="567" w:hanging="567"/>
        <w:rPr>
          <w:sz w:val="10"/>
          <w:szCs w:val="10"/>
        </w:rPr>
      </w:pPr>
    </w:p>
  </w:endnote>
  <w:endnote w:id="22">
    <w:p w14:paraId="358B99EC" w14:textId="77777777" w:rsidR="00AA047D" w:rsidRDefault="0053644C">
      <w:pPr>
        <w:pStyle w:val="Kommentartext"/>
        <w:ind w:left="567" w:hanging="567"/>
        <w:jc w:val="both"/>
      </w:pPr>
      <w:r>
        <w:rPr>
          <w:rStyle w:val="Endnotenzeichen"/>
          <w:b/>
          <w:i/>
          <w:color w:val="00B050"/>
          <w:vertAlign w:val="baseline"/>
        </w:rPr>
        <w:endnoteRef/>
      </w:r>
      <w:r>
        <w:rPr>
          <w:b/>
          <w:i/>
          <w:color w:val="00B050"/>
        </w:rPr>
        <w:t>)</w:t>
      </w:r>
      <w:r>
        <w:rPr>
          <w:color w:val="FF0000"/>
        </w:rPr>
        <w:tab/>
      </w:r>
      <w:r>
        <w:t>Hier ist zu unter</w:t>
      </w:r>
      <w:r>
        <w:t xml:space="preserve">scheiden, ob es sich zum einen </w:t>
      </w:r>
    </w:p>
    <w:p w14:paraId="479CC801" w14:textId="77777777" w:rsidR="00AA047D" w:rsidRDefault="0053644C">
      <w:pPr>
        <w:pStyle w:val="Kommentartext"/>
        <w:numPr>
          <w:ilvl w:val="0"/>
          <w:numId w:val="5"/>
        </w:numPr>
        <w:jc w:val="both"/>
      </w:pPr>
      <w:r>
        <w:t xml:space="preserve">um eine Körperschaft, Anstalt oder Stiftung des öffentlichen Rechts, eingetragenen Verein oder Genossenschaft oder zum anderen </w:t>
      </w:r>
    </w:p>
    <w:p w14:paraId="64B1A86D" w14:textId="77777777" w:rsidR="00AA047D" w:rsidRDefault="0053644C">
      <w:pPr>
        <w:pStyle w:val="Kommentartext"/>
        <w:numPr>
          <w:ilvl w:val="0"/>
          <w:numId w:val="5"/>
        </w:numPr>
        <w:jc w:val="both"/>
      </w:pPr>
      <w:r>
        <w:t xml:space="preserve">um eine Personengesellschaft (GbR, OHG, KG, Partnergesellschaft) oder um eine </w:t>
      </w:r>
      <w:r>
        <w:t>Kapitalgesell-</w:t>
      </w:r>
      <w:r>
        <w:t>scha</w:t>
      </w:r>
      <w:r>
        <w:t xml:space="preserve">ft (GmbH, UG, AG) handelt. Bei Personengesellschaften und Kapitalgesellschaften wird eine Gewinnerzielungsabsicht angenommen und bei der Gebühr ein wirtschaftlicher Vorteil berechnet.   </w:t>
      </w:r>
    </w:p>
    <w:p w14:paraId="0E97442E" w14:textId="77777777" w:rsidR="00AA047D" w:rsidRDefault="00AA047D">
      <w:pPr>
        <w:pStyle w:val="Endnotentext"/>
        <w:tabs>
          <w:tab w:val="left" w:pos="210"/>
        </w:tabs>
        <w:ind w:left="567" w:hanging="567"/>
        <w:jc w:val="both"/>
        <w:rPr>
          <w:sz w:val="10"/>
          <w:szCs w:val="10"/>
        </w:rPr>
      </w:pPr>
    </w:p>
  </w:endnote>
  <w:endnote w:id="23">
    <w:p w14:paraId="5C1F3F5F" w14:textId="77777777" w:rsidR="00AA047D" w:rsidRDefault="0053644C">
      <w:pPr>
        <w:pStyle w:val="Kommentartext"/>
        <w:ind w:left="567" w:hanging="567"/>
        <w:jc w:val="both"/>
      </w:pPr>
      <w:r>
        <w:rPr>
          <w:rStyle w:val="Endnotenzeichen"/>
          <w:b/>
          <w:i/>
          <w:color w:val="00B050"/>
          <w:vertAlign w:val="baseline"/>
        </w:rPr>
        <w:endnoteRef/>
      </w:r>
      <w:r>
        <w:rPr>
          <w:b/>
          <w:i/>
          <w:color w:val="00B050"/>
        </w:rPr>
        <w:t>)</w:t>
      </w:r>
      <w:r>
        <w:rPr>
          <w:color w:val="FF0000"/>
        </w:rPr>
        <w:tab/>
      </w:r>
      <w:r>
        <w:t>Sofern die antragstellende Person nicht ausdrücklich auf die Anon</w:t>
      </w:r>
      <w:r>
        <w:t>ymisierung verzichtet, sind in den zu genehmigenden Antragsexemplaren für die Kommission die Hinweise auf den Antragsteller unkenntlich zu machen.</w:t>
      </w:r>
    </w:p>
    <w:p w14:paraId="35CF153A" w14:textId="77777777" w:rsidR="00AA047D" w:rsidRDefault="00AA047D">
      <w:pPr>
        <w:pStyle w:val="Endnotentext"/>
        <w:tabs>
          <w:tab w:val="left" w:pos="210"/>
        </w:tabs>
        <w:ind w:left="567" w:hanging="567"/>
        <w:jc w:val="both"/>
      </w:pPr>
    </w:p>
  </w:endnote>
  <w:endnote w:id="24">
    <w:p w14:paraId="646E1342" w14:textId="77777777" w:rsidR="00AA047D" w:rsidRDefault="0053644C">
      <w:pPr>
        <w:pStyle w:val="Kommentartext"/>
        <w:ind w:left="567" w:hanging="567"/>
        <w:jc w:val="both"/>
        <w:rPr>
          <w:rFonts w:cs="Arial"/>
        </w:rPr>
      </w:pPr>
      <w:r>
        <w:rPr>
          <w:rStyle w:val="Endnotenzeichen"/>
          <w:b/>
          <w:i/>
          <w:color w:val="00B050"/>
          <w:vertAlign w:val="baseline"/>
        </w:rPr>
        <w:endnoteRef/>
      </w:r>
      <w:r>
        <w:rPr>
          <w:b/>
          <w:i/>
          <w:color w:val="00B050"/>
        </w:rPr>
        <w:t>)</w:t>
      </w:r>
      <w:r>
        <w:rPr>
          <w:color w:val="FF0000"/>
        </w:rPr>
        <w:tab/>
      </w:r>
      <w:r>
        <w:rPr>
          <w:rFonts w:cs="Arial"/>
        </w:rPr>
        <w:t>Die Unterschrift der/des Tierschutzbeauftragten zur Kenntnisnahme dient der Herstellung der Kongruenz des</w:t>
      </w:r>
      <w:r>
        <w:rPr>
          <w:rFonts w:cs="Arial"/>
        </w:rPr>
        <w:t xml:space="preserve"> Antrags bzw. der Anzeige mit der Stellungnahme der tierschutzbeauftragten Person. </w:t>
      </w:r>
    </w:p>
    <w:p w14:paraId="6DE5A5DD" w14:textId="77777777" w:rsidR="00AA047D" w:rsidRDefault="00AA047D">
      <w:pPr>
        <w:pStyle w:val="Endnotentext"/>
        <w:tabs>
          <w:tab w:val="left" w:pos="210"/>
        </w:tabs>
        <w:ind w:left="210" w:hanging="210"/>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07DE" w14:textId="77777777" w:rsidR="00AA047D" w:rsidRDefault="0053644C">
    <w:pPr>
      <w:pStyle w:val="Fuzeile"/>
      <w:spacing w:after="0"/>
      <w:rPr>
        <w:color w:val="808080"/>
        <w:szCs w:val="16"/>
      </w:rPr>
    </w:pPr>
    <w:r>
      <w:rPr>
        <w:color w:val="808080"/>
        <w:szCs w:val="16"/>
      </w:rPr>
      <w:t xml:space="preserve">Antrag auf Genehmigung eines Tierversuchsvorhabens nach 8 Abs. 1 des Tierschutzgesetzes </w:t>
    </w:r>
  </w:p>
  <w:p w14:paraId="2FA5CA15" w14:textId="77777777" w:rsidR="00AA047D" w:rsidRDefault="0053644C">
    <w:pPr>
      <w:pStyle w:val="Fuzeile"/>
      <w:tabs>
        <w:tab w:val="clear" w:pos="9072"/>
        <w:tab w:val="right" w:pos="8273"/>
      </w:tabs>
      <w:spacing w:after="0"/>
      <w:ind w:right="27"/>
      <w:rPr>
        <w:color w:val="808080"/>
        <w:szCs w:val="16"/>
      </w:rPr>
    </w:pPr>
    <w:r>
      <w:rPr>
        <w:color w:val="808080"/>
        <w:szCs w:val="16"/>
      </w:rPr>
      <w:t xml:space="preserve">Anzeige von Eingriffen und Behandlungen an Tieren </w:t>
    </w:r>
  </w:p>
  <w:p w14:paraId="064659FB" w14:textId="77777777" w:rsidR="00AA047D" w:rsidRDefault="0053644C">
    <w:pPr>
      <w:pStyle w:val="Fuzeile"/>
      <w:spacing w:after="0"/>
      <w:rPr>
        <w:color w:val="808080"/>
        <w:szCs w:val="16"/>
      </w:rPr>
    </w:pPr>
    <w:r>
      <w:rPr>
        <w:color w:val="808080"/>
        <w:szCs w:val="16"/>
      </w:rPr>
      <w:t xml:space="preserve">Stand: </w:t>
    </w:r>
    <w:r>
      <w:rPr>
        <w:color w:val="808080"/>
        <w:szCs w:val="16"/>
      </w:rPr>
      <w:fldChar w:fldCharType="begin"/>
    </w:r>
    <w:r>
      <w:rPr>
        <w:color w:val="808080"/>
        <w:szCs w:val="16"/>
      </w:rPr>
      <w:instrText xml:space="preserve"> TIME \@ "dd. MMM. yyyy" </w:instrText>
    </w:r>
    <w:r>
      <w:rPr>
        <w:color w:val="808080"/>
        <w:szCs w:val="16"/>
      </w:rPr>
      <w:fldChar w:fldCharType="separate"/>
    </w:r>
    <w:r w:rsidR="00386AAD">
      <w:rPr>
        <w:noProof/>
        <w:color w:val="808080"/>
        <w:szCs w:val="16"/>
      </w:rPr>
      <w:t>30. Nov. 2021</w:t>
    </w:r>
    <w:r>
      <w:rPr>
        <w:color w:val="808080"/>
        <w:szCs w:val="16"/>
      </w:rPr>
      <w:fldChar w:fldCharType="end"/>
    </w:r>
  </w:p>
  <w:p w14:paraId="53F69733" w14:textId="77777777" w:rsidR="00AA047D" w:rsidRDefault="0053644C">
    <w:pPr>
      <w:pStyle w:val="Fuzeile"/>
      <w:jc w:val="right"/>
    </w:pPr>
    <w:r>
      <w:rPr>
        <w:color w:val="808080"/>
        <w:szCs w:val="16"/>
      </w:rPr>
      <w:t xml:space="preserve">Seite </w:t>
    </w:r>
    <w:r>
      <w:rPr>
        <w:color w:val="808080"/>
        <w:szCs w:val="16"/>
      </w:rPr>
      <w:fldChar w:fldCharType="begin"/>
    </w:r>
    <w:r>
      <w:rPr>
        <w:color w:val="808080"/>
        <w:szCs w:val="16"/>
      </w:rPr>
      <w:instrText xml:space="preserve"> PAGE  \* Arabic  \* MERGEFORMAT </w:instrText>
    </w:r>
    <w:r>
      <w:rPr>
        <w:color w:val="808080"/>
        <w:szCs w:val="16"/>
      </w:rPr>
      <w:fldChar w:fldCharType="separate"/>
    </w:r>
    <w:r>
      <w:rPr>
        <w:noProof/>
        <w:color w:val="808080"/>
        <w:szCs w:val="16"/>
      </w:rPr>
      <w:t>21</w:t>
    </w:r>
    <w:r>
      <w:rPr>
        <w:color w:val="808080"/>
        <w:szCs w:val="16"/>
      </w:rPr>
      <w:fldChar w:fldCharType="end"/>
    </w:r>
    <w:r>
      <w:rPr>
        <w:color w:val="808080"/>
        <w:szCs w:val="16"/>
      </w:rPr>
      <w:t xml:space="preserve"> von </w:t>
    </w:r>
    <w:r>
      <w:rPr>
        <w:noProof/>
        <w:color w:val="808080"/>
        <w:szCs w:val="16"/>
      </w:rPr>
      <w:fldChar w:fldCharType="begin"/>
    </w:r>
    <w:r>
      <w:rPr>
        <w:noProof/>
        <w:color w:val="808080"/>
        <w:szCs w:val="16"/>
      </w:rPr>
      <w:instrText xml:space="preserve"> NUMPAGES  \* Arab</w:instrText>
    </w:r>
    <w:r>
      <w:rPr>
        <w:noProof/>
        <w:color w:val="808080"/>
        <w:szCs w:val="16"/>
      </w:rPr>
      <w:instrText xml:space="preserve">ic  \* MERGEFORMAT </w:instrText>
    </w:r>
    <w:r>
      <w:rPr>
        <w:noProof/>
        <w:color w:val="808080"/>
        <w:szCs w:val="16"/>
      </w:rPr>
      <w:fldChar w:fldCharType="separate"/>
    </w:r>
    <w:r>
      <w:rPr>
        <w:noProof/>
        <w:color w:val="808080"/>
        <w:szCs w:val="16"/>
      </w:rPr>
      <w:t>41</w:t>
    </w:r>
    <w:r>
      <w:rPr>
        <w:noProof/>
        <w:color w:val="80808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105FF" w14:textId="77777777" w:rsidR="0053644C" w:rsidRDefault="0053644C">
      <w:r>
        <w:separator/>
      </w:r>
    </w:p>
  </w:footnote>
  <w:footnote w:type="continuationSeparator" w:id="0">
    <w:p w14:paraId="64483C7F" w14:textId="77777777" w:rsidR="0053644C" w:rsidRDefault="0053644C">
      <w:r>
        <w:continuationSeparator/>
      </w:r>
    </w:p>
  </w:footnote>
  <w:footnote w:type="continuationNotice" w:id="1">
    <w:p w14:paraId="06FF182F" w14:textId="77777777" w:rsidR="0053644C" w:rsidRDefault="0053644C"/>
  </w:footnote>
  <w:footnote w:id="2">
    <w:p w14:paraId="252D08C5" w14:textId="77777777" w:rsidR="00AA047D" w:rsidRDefault="0053644C">
      <w:pPr>
        <w:pStyle w:val="Funotentext"/>
      </w:pPr>
      <w:r>
        <w:rPr>
          <w:rStyle w:val="Funotenzeichen"/>
        </w:rPr>
        <w:footnoteRef/>
      </w:r>
      <w:r>
        <w:rPr>
          <w:sz w:val="16"/>
        </w:rPr>
        <w:t>Alle Paragraphenangaben beziehen sich auf das Tierschutzgesetz (TierSchG) bzw. die Tierschutz-Versuchstierverordnung (TierSchVersV) in der jeweils geltenden Fassung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2941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2AB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E5666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7002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47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BEDD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28B5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844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BEC30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3ACC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E19C3"/>
    <w:multiLevelType w:val="hybridMultilevel"/>
    <w:tmpl w:val="14348812"/>
    <w:lvl w:ilvl="0" w:tplc="764A9844">
      <w:start w:val="1"/>
      <w:numFmt w:val="bullet"/>
      <w:lvlText w:val="-"/>
      <w:lvlJc w:val="left"/>
      <w:pPr>
        <w:ind w:left="1635" w:hanging="360"/>
      </w:pPr>
      <w:rPr>
        <w:rFonts w:ascii="Arial" w:eastAsia="Times New Roman" w:hAnsi="Arial" w:cs="Arial" w:hint="default"/>
      </w:rPr>
    </w:lvl>
    <w:lvl w:ilvl="1" w:tplc="04070003" w:tentative="1">
      <w:start w:val="1"/>
      <w:numFmt w:val="bullet"/>
      <w:lvlText w:val="o"/>
      <w:lvlJc w:val="left"/>
      <w:pPr>
        <w:ind w:left="2355" w:hanging="360"/>
      </w:pPr>
      <w:rPr>
        <w:rFonts w:ascii="Courier New" w:hAnsi="Courier New" w:cs="Courier New" w:hint="default"/>
      </w:rPr>
    </w:lvl>
    <w:lvl w:ilvl="2" w:tplc="04070005" w:tentative="1">
      <w:start w:val="1"/>
      <w:numFmt w:val="bullet"/>
      <w:lvlText w:val=""/>
      <w:lvlJc w:val="left"/>
      <w:pPr>
        <w:ind w:left="3075" w:hanging="360"/>
      </w:pPr>
      <w:rPr>
        <w:rFonts w:ascii="Wingdings" w:hAnsi="Wingdings" w:hint="default"/>
      </w:rPr>
    </w:lvl>
    <w:lvl w:ilvl="3" w:tplc="04070001" w:tentative="1">
      <w:start w:val="1"/>
      <w:numFmt w:val="bullet"/>
      <w:lvlText w:val=""/>
      <w:lvlJc w:val="left"/>
      <w:pPr>
        <w:ind w:left="3795" w:hanging="360"/>
      </w:pPr>
      <w:rPr>
        <w:rFonts w:ascii="Symbol" w:hAnsi="Symbol" w:hint="default"/>
      </w:rPr>
    </w:lvl>
    <w:lvl w:ilvl="4" w:tplc="04070003" w:tentative="1">
      <w:start w:val="1"/>
      <w:numFmt w:val="bullet"/>
      <w:lvlText w:val="o"/>
      <w:lvlJc w:val="left"/>
      <w:pPr>
        <w:ind w:left="4515" w:hanging="360"/>
      </w:pPr>
      <w:rPr>
        <w:rFonts w:ascii="Courier New" w:hAnsi="Courier New" w:cs="Courier New" w:hint="default"/>
      </w:rPr>
    </w:lvl>
    <w:lvl w:ilvl="5" w:tplc="04070005" w:tentative="1">
      <w:start w:val="1"/>
      <w:numFmt w:val="bullet"/>
      <w:lvlText w:val=""/>
      <w:lvlJc w:val="left"/>
      <w:pPr>
        <w:ind w:left="5235" w:hanging="360"/>
      </w:pPr>
      <w:rPr>
        <w:rFonts w:ascii="Wingdings" w:hAnsi="Wingdings" w:hint="default"/>
      </w:rPr>
    </w:lvl>
    <w:lvl w:ilvl="6" w:tplc="04070001" w:tentative="1">
      <w:start w:val="1"/>
      <w:numFmt w:val="bullet"/>
      <w:lvlText w:val=""/>
      <w:lvlJc w:val="left"/>
      <w:pPr>
        <w:ind w:left="5955" w:hanging="360"/>
      </w:pPr>
      <w:rPr>
        <w:rFonts w:ascii="Symbol" w:hAnsi="Symbol" w:hint="default"/>
      </w:rPr>
    </w:lvl>
    <w:lvl w:ilvl="7" w:tplc="04070003" w:tentative="1">
      <w:start w:val="1"/>
      <w:numFmt w:val="bullet"/>
      <w:lvlText w:val="o"/>
      <w:lvlJc w:val="left"/>
      <w:pPr>
        <w:ind w:left="6675" w:hanging="360"/>
      </w:pPr>
      <w:rPr>
        <w:rFonts w:ascii="Courier New" w:hAnsi="Courier New" w:cs="Courier New" w:hint="default"/>
      </w:rPr>
    </w:lvl>
    <w:lvl w:ilvl="8" w:tplc="04070005" w:tentative="1">
      <w:start w:val="1"/>
      <w:numFmt w:val="bullet"/>
      <w:lvlText w:val=""/>
      <w:lvlJc w:val="left"/>
      <w:pPr>
        <w:ind w:left="7395" w:hanging="360"/>
      </w:pPr>
      <w:rPr>
        <w:rFonts w:ascii="Wingdings" w:hAnsi="Wingdings" w:hint="default"/>
      </w:rPr>
    </w:lvl>
  </w:abstractNum>
  <w:abstractNum w:abstractNumId="11" w15:restartNumberingAfterBreak="0">
    <w:nsid w:val="08502612"/>
    <w:multiLevelType w:val="hybridMultilevel"/>
    <w:tmpl w:val="6C3EF0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0705B16"/>
    <w:multiLevelType w:val="hybridMultilevel"/>
    <w:tmpl w:val="3A541A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B765DE"/>
    <w:multiLevelType w:val="hybridMultilevel"/>
    <w:tmpl w:val="92BE30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764A9844">
      <w:start w:val="1"/>
      <w:numFmt w:val="bullet"/>
      <w:lvlText w:val="-"/>
      <w:lvlJc w:val="left"/>
      <w:pPr>
        <w:ind w:left="2160" w:hanging="180"/>
      </w:pPr>
      <w:rPr>
        <w:rFonts w:ascii="Arial" w:eastAsia="Times New Roman"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56414B6"/>
    <w:multiLevelType w:val="multilevel"/>
    <w:tmpl w:val="7A8EFAB6"/>
    <w:lvl w:ilvl="0">
      <w:start w:val="2"/>
      <w:numFmt w:val="decimal"/>
      <w:pStyle w:val="berschrift1"/>
      <w:lvlText w:val="%1"/>
      <w:lvlJc w:val="left"/>
      <w:pPr>
        <w:tabs>
          <w:tab w:val="num" w:pos="432"/>
        </w:tabs>
        <w:ind w:left="432" w:hanging="432"/>
      </w:pPr>
    </w:lvl>
    <w:lvl w:ilvl="1">
      <w:start w:val="4"/>
      <w:numFmt w:val="decimal"/>
      <w:pStyle w:val="berschrift2"/>
      <w:lvlText w:val="%1.%2"/>
      <w:lvlJc w:val="left"/>
      <w:pPr>
        <w:tabs>
          <w:tab w:val="num" w:pos="576"/>
        </w:tabs>
        <w:ind w:left="576" w:hanging="576"/>
      </w:pPr>
    </w:lvl>
    <w:lvl w:ilvl="2">
      <w:start w:val="4"/>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5" w15:restartNumberingAfterBreak="0">
    <w:nsid w:val="2F5505D9"/>
    <w:multiLevelType w:val="hybridMultilevel"/>
    <w:tmpl w:val="146AA0DC"/>
    <w:lvl w:ilvl="0" w:tplc="0407000F">
      <w:start w:val="1"/>
      <w:numFmt w:val="decimal"/>
      <w:lvlText w:val="%1."/>
      <w:lvlJc w:val="left"/>
      <w:pPr>
        <w:tabs>
          <w:tab w:val="num" w:pos="1070"/>
        </w:tabs>
        <w:ind w:left="1070" w:hanging="360"/>
      </w:pPr>
    </w:lvl>
    <w:lvl w:ilvl="1" w:tplc="04070019" w:tentative="1">
      <w:start w:val="1"/>
      <w:numFmt w:val="lowerLetter"/>
      <w:lvlText w:val="%2."/>
      <w:lvlJc w:val="left"/>
      <w:pPr>
        <w:tabs>
          <w:tab w:val="num" w:pos="1790"/>
        </w:tabs>
        <w:ind w:left="1790" w:hanging="360"/>
      </w:pPr>
    </w:lvl>
    <w:lvl w:ilvl="2" w:tplc="0407001B" w:tentative="1">
      <w:start w:val="1"/>
      <w:numFmt w:val="lowerRoman"/>
      <w:lvlText w:val="%3."/>
      <w:lvlJc w:val="right"/>
      <w:pPr>
        <w:tabs>
          <w:tab w:val="num" w:pos="2510"/>
        </w:tabs>
        <w:ind w:left="2510" w:hanging="180"/>
      </w:pPr>
    </w:lvl>
    <w:lvl w:ilvl="3" w:tplc="0407000F" w:tentative="1">
      <w:start w:val="1"/>
      <w:numFmt w:val="decimal"/>
      <w:lvlText w:val="%4."/>
      <w:lvlJc w:val="left"/>
      <w:pPr>
        <w:tabs>
          <w:tab w:val="num" w:pos="3230"/>
        </w:tabs>
        <w:ind w:left="3230" w:hanging="360"/>
      </w:pPr>
    </w:lvl>
    <w:lvl w:ilvl="4" w:tplc="04070019" w:tentative="1">
      <w:start w:val="1"/>
      <w:numFmt w:val="lowerLetter"/>
      <w:lvlText w:val="%5."/>
      <w:lvlJc w:val="left"/>
      <w:pPr>
        <w:tabs>
          <w:tab w:val="num" w:pos="3950"/>
        </w:tabs>
        <w:ind w:left="3950" w:hanging="360"/>
      </w:pPr>
    </w:lvl>
    <w:lvl w:ilvl="5" w:tplc="0407001B" w:tentative="1">
      <w:start w:val="1"/>
      <w:numFmt w:val="lowerRoman"/>
      <w:lvlText w:val="%6."/>
      <w:lvlJc w:val="right"/>
      <w:pPr>
        <w:tabs>
          <w:tab w:val="num" w:pos="4670"/>
        </w:tabs>
        <w:ind w:left="4670" w:hanging="180"/>
      </w:pPr>
    </w:lvl>
    <w:lvl w:ilvl="6" w:tplc="0407000F" w:tentative="1">
      <w:start w:val="1"/>
      <w:numFmt w:val="decimal"/>
      <w:lvlText w:val="%7."/>
      <w:lvlJc w:val="left"/>
      <w:pPr>
        <w:tabs>
          <w:tab w:val="num" w:pos="5390"/>
        </w:tabs>
        <w:ind w:left="5390" w:hanging="360"/>
      </w:pPr>
    </w:lvl>
    <w:lvl w:ilvl="7" w:tplc="04070019" w:tentative="1">
      <w:start w:val="1"/>
      <w:numFmt w:val="lowerLetter"/>
      <w:lvlText w:val="%8."/>
      <w:lvlJc w:val="left"/>
      <w:pPr>
        <w:tabs>
          <w:tab w:val="num" w:pos="6110"/>
        </w:tabs>
        <w:ind w:left="6110" w:hanging="360"/>
      </w:pPr>
    </w:lvl>
    <w:lvl w:ilvl="8" w:tplc="0407001B" w:tentative="1">
      <w:start w:val="1"/>
      <w:numFmt w:val="lowerRoman"/>
      <w:lvlText w:val="%9."/>
      <w:lvlJc w:val="right"/>
      <w:pPr>
        <w:tabs>
          <w:tab w:val="num" w:pos="6830"/>
        </w:tabs>
        <w:ind w:left="6830" w:hanging="180"/>
      </w:pPr>
    </w:lvl>
  </w:abstractNum>
  <w:abstractNum w:abstractNumId="16" w15:restartNumberingAfterBreak="0">
    <w:nsid w:val="330C0D0C"/>
    <w:multiLevelType w:val="hybridMultilevel"/>
    <w:tmpl w:val="C73E1F20"/>
    <w:lvl w:ilvl="0" w:tplc="DE04BE58">
      <w:numFmt w:val="bullet"/>
      <w:lvlText w:val="-"/>
      <w:lvlJc w:val="left"/>
      <w:pPr>
        <w:ind w:left="1047" w:hanging="360"/>
      </w:pPr>
      <w:rPr>
        <w:rFonts w:ascii="Arial" w:eastAsia="Times New Roman" w:hAnsi="Arial" w:cs="Arial" w:hint="default"/>
      </w:rPr>
    </w:lvl>
    <w:lvl w:ilvl="1" w:tplc="04070003" w:tentative="1">
      <w:start w:val="1"/>
      <w:numFmt w:val="bullet"/>
      <w:lvlText w:val="o"/>
      <w:lvlJc w:val="left"/>
      <w:pPr>
        <w:ind w:left="1767" w:hanging="360"/>
      </w:pPr>
      <w:rPr>
        <w:rFonts w:ascii="Courier New" w:hAnsi="Courier New" w:cs="Courier New" w:hint="default"/>
      </w:rPr>
    </w:lvl>
    <w:lvl w:ilvl="2" w:tplc="04070005" w:tentative="1">
      <w:start w:val="1"/>
      <w:numFmt w:val="bullet"/>
      <w:lvlText w:val=""/>
      <w:lvlJc w:val="left"/>
      <w:pPr>
        <w:ind w:left="2487" w:hanging="360"/>
      </w:pPr>
      <w:rPr>
        <w:rFonts w:ascii="Wingdings" w:hAnsi="Wingdings" w:hint="default"/>
      </w:rPr>
    </w:lvl>
    <w:lvl w:ilvl="3" w:tplc="04070001" w:tentative="1">
      <w:start w:val="1"/>
      <w:numFmt w:val="bullet"/>
      <w:lvlText w:val=""/>
      <w:lvlJc w:val="left"/>
      <w:pPr>
        <w:ind w:left="3207" w:hanging="360"/>
      </w:pPr>
      <w:rPr>
        <w:rFonts w:ascii="Symbol" w:hAnsi="Symbol" w:hint="default"/>
      </w:rPr>
    </w:lvl>
    <w:lvl w:ilvl="4" w:tplc="04070003" w:tentative="1">
      <w:start w:val="1"/>
      <w:numFmt w:val="bullet"/>
      <w:lvlText w:val="o"/>
      <w:lvlJc w:val="left"/>
      <w:pPr>
        <w:ind w:left="3927" w:hanging="360"/>
      </w:pPr>
      <w:rPr>
        <w:rFonts w:ascii="Courier New" w:hAnsi="Courier New" w:cs="Courier New" w:hint="default"/>
      </w:rPr>
    </w:lvl>
    <w:lvl w:ilvl="5" w:tplc="04070005" w:tentative="1">
      <w:start w:val="1"/>
      <w:numFmt w:val="bullet"/>
      <w:lvlText w:val=""/>
      <w:lvlJc w:val="left"/>
      <w:pPr>
        <w:ind w:left="4647" w:hanging="360"/>
      </w:pPr>
      <w:rPr>
        <w:rFonts w:ascii="Wingdings" w:hAnsi="Wingdings" w:hint="default"/>
      </w:rPr>
    </w:lvl>
    <w:lvl w:ilvl="6" w:tplc="04070001" w:tentative="1">
      <w:start w:val="1"/>
      <w:numFmt w:val="bullet"/>
      <w:lvlText w:val=""/>
      <w:lvlJc w:val="left"/>
      <w:pPr>
        <w:ind w:left="5367" w:hanging="360"/>
      </w:pPr>
      <w:rPr>
        <w:rFonts w:ascii="Symbol" w:hAnsi="Symbol" w:hint="default"/>
      </w:rPr>
    </w:lvl>
    <w:lvl w:ilvl="7" w:tplc="04070003" w:tentative="1">
      <w:start w:val="1"/>
      <w:numFmt w:val="bullet"/>
      <w:lvlText w:val="o"/>
      <w:lvlJc w:val="left"/>
      <w:pPr>
        <w:ind w:left="6087" w:hanging="360"/>
      </w:pPr>
      <w:rPr>
        <w:rFonts w:ascii="Courier New" w:hAnsi="Courier New" w:cs="Courier New" w:hint="default"/>
      </w:rPr>
    </w:lvl>
    <w:lvl w:ilvl="8" w:tplc="04070005" w:tentative="1">
      <w:start w:val="1"/>
      <w:numFmt w:val="bullet"/>
      <w:lvlText w:val=""/>
      <w:lvlJc w:val="left"/>
      <w:pPr>
        <w:ind w:left="6807" w:hanging="360"/>
      </w:pPr>
      <w:rPr>
        <w:rFonts w:ascii="Wingdings" w:hAnsi="Wingdings" w:hint="default"/>
      </w:rPr>
    </w:lvl>
  </w:abstractNum>
  <w:abstractNum w:abstractNumId="17" w15:restartNumberingAfterBreak="0">
    <w:nsid w:val="364362FD"/>
    <w:multiLevelType w:val="hybridMultilevel"/>
    <w:tmpl w:val="8DE402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6C55457"/>
    <w:multiLevelType w:val="hybridMultilevel"/>
    <w:tmpl w:val="A512332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CA70BC3"/>
    <w:multiLevelType w:val="hybridMultilevel"/>
    <w:tmpl w:val="DBC48B3E"/>
    <w:lvl w:ilvl="0" w:tplc="764A984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14234EB"/>
    <w:multiLevelType w:val="hybridMultilevel"/>
    <w:tmpl w:val="BD76E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101689"/>
    <w:multiLevelType w:val="hybridMultilevel"/>
    <w:tmpl w:val="8E68C26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C5B732C"/>
    <w:multiLevelType w:val="hybridMultilevel"/>
    <w:tmpl w:val="253603CE"/>
    <w:lvl w:ilvl="0" w:tplc="610441A8">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10"/>
  </w:num>
  <w:num w:numId="3">
    <w:abstractNumId w:val="18"/>
  </w:num>
  <w:num w:numId="4">
    <w:abstractNumId w:val="15"/>
  </w:num>
  <w:num w:numId="5">
    <w:abstractNumId w:val="16"/>
  </w:num>
  <w:num w:numId="6">
    <w:abstractNumId w:val="22"/>
  </w:num>
  <w:num w:numId="7">
    <w:abstractNumId w:val="21"/>
  </w:num>
  <w:num w:numId="8">
    <w:abstractNumId w:val="13"/>
  </w:num>
  <w:num w:numId="9">
    <w:abstractNumId w:val="12"/>
  </w:num>
  <w:num w:numId="10">
    <w:abstractNumId w:val="19"/>
  </w:num>
  <w:num w:numId="11">
    <w:abstractNumId w:val="17"/>
  </w:num>
  <w:num w:numId="12">
    <w:abstractNumId w:val="20"/>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5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upperLetter"/>
    <w:footnote w:id="-1"/>
    <w:footnote w:id="0"/>
    <w:footnote w:id="1"/>
  </w:footnotePr>
  <w:endnotePr>
    <w:numFmt w:val="upp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7D"/>
    <w:rsid w:val="00386AAD"/>
    <w:rsid w:val="0053644C"/>
    <w:rsid w:val="00AA047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DC1E86"/>
  <w15:docId w15:val="{243068F0-E2DC-4745-87F0-5AFD2241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40"/>
    </w:pPr>
    <w:rPr>
      <w:rFonts w:ascii="Arial" w:hAnsi="Arial"/>
      <w:sz w:val="16"/>
    </w:rPr>
  </w:style>
  <w:style w:type="paragraph" w:styleId="berschrift1">
    <w:name w:val="heading 1"/>
    <w:basedOn w:val="Standard"/>
    <w:next w:val="Standard"/>
    <w:qFormat/>
    <w:pPr>
      <w:keepNext/>
      <w:numPr>
        <w:numId w:val="1"/>
      </w:numPr>
      <w:spacing w:before="240" w:after="60"/>
      <w:outlineLvl w:val="0"/>
    </w:pPr>
    <w:rPr>
      <w:b/>
      <w:kern w:val="28"/>
      <w:sz w:val="24"/>
    </w:rPr>
  </w:style>
  <w:style w:type="paragraph" w:styleId="berschrift2">
    <w:name w:val="heading 2"/>
    <w:basedOn w:val="Standard"/>
    <w:next w:val="Standard"/>
    <w:qFormat/>
    <w:pPr>
      <w:keepNext/>
      <w:numPr>
        <w:ilvl w:val="1"/>
        <w:numId w:val="1"/>
      </w:numPr>
      <w:spacing w:before="240" w:after="60"/>
      <w:outlineLvl w:val="1"/>
    </w:pPr>
    <w:rPr>
      <w:b/>
    </w:rPr>
  </w:style>
  <w:style w:type="paragraph" w:styleId="berschrift3">
    <w:name w:val="heading 3"/>
    <w:basedOn w:val="Standard"/>
    <w:next w:val="Standard"/>
    <w:qFormat/>
    <w:pPr>
      <w:keepNext/>
      <w:numPr>
        <w:ilvl w:val="2"/>
        <w:numId w:val="1"/>
      </w:numPr>
      <w:spacing w:before="240" w:after="60"/>
      <w:outlineLvl w:val="2"/>
    </w:pPr>
    <w:rPr>
      <w:b/>
    </w:rPr>
  </w:style>
  <w:style w:type="paragraph" w:styleId="berschrift4">
    <w:name w:val="heading 4"/>
    <w:basedOn w:val="Standard"/>
    <w:next w:val="Standard"/>
    <w:qFormat/>
    <w:pPr>
      <w:keepNext/>
      <w:numPr>
        <w:ilvl w:val="3"/>
        <w:numId w:val="1"/>
      </w:numPr>
      <w:spacing w:before="240" w:after="60"/>
      <w:outlineLvl w:val="3"/>
    </w:pPr>
    <w:rPr>
      <w:b/>
    </w:rPr>
  </w:style>
  <w:style w:type="paragraph" w:styleId="berschrift5">
    <w:name w:val="heading 5"/>
    <w:basedOn w:val="Standard"/>
    <w:next w:val="Standard"/>
    <w:qFormat/>
    <w:pPr>
      <w:keepNext/>
      <w:numPr>
        <w:ilvl w:val="4"/>
        <w:numId w:val="1"/>
      </w:numPr>
      <w:tabs>
        <w:tab w:val="left" w:pos="-142"/>
      </w:tabs>
      <w:outlineLvl w:val="4"/>
    </w:pPr>
    <w:rPr>
      <w:i/>
    </w:rPr>
  </w:style>
  <w:style w:type="paragraph" w:styleId="berschrift6">
    <w:name w:val="heading 6"/>
    <w:basedOn w:val="Standard"/>
    <w:next w:val="Standard"/>
    <w:qFormat/>
    <w:pPr>
      <w:keepNext/>
      <w:numPr>
        <w:ilvl w:val="5"/>
        <w:numId w:val="1"/>
      </w:numPr>
      <w:jc w:val="center"/>
      <w:outlineLvl w:val="5"/>
    </w:pPr>
  </w:style>
  <w:style w:type="paragraph" w:styleId="berschrift7">
    <w:name w:val="heading 7"/>
    <w:basedOn w:val="Standard"/>
    <w:next w:val="Standard"/>
    <w:qFormat/>
    <w:pPr>
      <w:keepNext/>
      <w:numPr>
        <w:ilvl w:val="6"/>
        <w:numId w:val="1"/>
      </w:numPr>
      <w:jc w:val="center"/>
      <w:outlineLvl w:val="6"/>
    </w:p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Pr>
      <w:sz w:val="20"/>
    </w:rPr>
  </w:style>
  <w:style w:type="character" w:styleId="Funotenzeichen">
    <w:name w:val="footnote reference"/>
    <w:rPr>
      <w:vertAlign w:val="superscript"/>
    </w:rPr>
  </w:style>
  <w:style w:type="paragraph" w:styleId="Titel">
    <w:name w:val="Title"/>
    <w:basedOn w:val="Standard"/>
    <w:link w:val="TitelZchn"/>
    <w:qFormat/>
    <w:pPr>
      <w:jc w:val="center"/>
    </w:pPr>
    <w:rPr>
      <w:b/>
      <w:sz w:val="32"/>
    </w:rPr>
  </w:style>
  <w:style w:type="character" w:styleId="Kommentarzeichen">
    <w:name w:val="annotation reference"/>
    <w:semiHidden/>
    <w:rPr>
      <w:sz w:val="16"/>
    </w:rPr>
  </w:style>
  <w:style w:type="paragraph" w:styleId="Kommentartext">
    <w:name w:val="annotation text"/>
    <w:basedOn w:val="Standard"/>
    <w:link w:val="KommentartextZchn"/>
    <w:semiHidden/>
    <w:rPr>
      <w:sz w:val="20"/>
    </w:rPr>
  </w:style>
  <w:style w:type="paragraph" w:styleId="Textkrper">
    <w:name w:val="Body Text"/>
    <w:basedOn w:val="Standard"/>
    <w:link w:val="TextkrperZchn"/>
    <w:pPr>
      <w:tabs>
        <w:tab w:val="left" w:pos="-142"/>
      </w:tabs>
    </w:pPr>
    <w:rPr>
      <w:sz w:val="18"/>
    </w:rPr>
  </w:style>
  <w:style w:type="paragraph" w:styleId="Kopfzeile">
    <w:name w:val="header"/>
    <w:basedOn w:val="Standard"/>
    <w:pPr>
      <w:tabs>
        <w:tab w:val="center" w:pos="4536"/>
        <w:tab w:val="right" w:pos="9072"/>
      </w:tabs>
    </w:pPr>
  </w:style>
  <w:style w:type="paragraph" w:styleId="Textkrper2">
    <w:name w:val="Body Text 2"/>
    <w:basedOn w:val="Standard"/>
    <w:pPr>
      <w:jc w:val="center"/>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Cs w:val="16"/>
    </w:rPr>
  </w:style>
  <w:style w:type="paragraph" w:styleId="Kommentarthema">
    <w:name w:val="annotation subject"/>
    <w:basedOn w:val="Kommentartext"/>
    <w:next w:val="Kommentartext"/>
    <w:semiHidden/>
    <w:rPr>
      <w:b/>
      <w:bCs/>
    </w:rPr>
  </w:style>
  <w:style w:type="paragraph" w:styleId="Endnotentext">
    <w:name w:val="endnote text"/>
    <w:basedOn w:val="Standard"/>
    <w:link w:val="EndnotentextZchn"/>
    <w:semiHidden/>
    <w:rPr>
      <w:sz w:val="20"/>
    </w:rPr>
  </w:style>
  <w:style w:type="character" w:styleId="Endnotenzeichen">
    <w:name w:val="endnote reference"/>
    <w:semiHidden/>
    <w:rPr>
      <w:vertAlign w:val="superscript"/>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pPr>
      <w:shd w:val="clear" w:color="auto" w:fill="000080"/>
    </w:pPr>
    <w:rPr>
      <w:rFonts w:ascii="Tahoma" w:hAnsi="Tahoma" w:cs="Tahoma"/>
      <w:sz w:val="20"/>
    </w:rPr>
  </w:style>
  <w:style w:type="character" w:customStyle="1" w:styleId="FunotentextZchn">
    <w:name w:val="Fußnotentext Zchn"/>
    <w:link w:val="Funotentext"/>
    <w:rPr>
      <w:rFonts w:ascii="Arial" w:hAnsi="Arial"/>
    </w:rPr>
  </w:style>
  <w:style w:type="paragraph" w:styleId="Listenabsatz">
    <w:name w:val="List Paragraph"/>
    <w:basedOn w:val="Standard"/>
    <w:uiPriority w:val="34"/>
    <w:qFormat/>
    <w:pPr>
      <w:ind w:left="708"/>
    </w:pPr>
  </w:style>
  <w:style w:type="character" w:customStyle="1" w:styleId="FuzeileZchn">
    <w:name w:val="Fußzeile Zchn"/>
    <w:link w:val="Fuzeile"/>
    <w:uiPriority w:val="99"/>
    <w:rPr>
      <w:rFonts w:ascii="Arial" w:hAnsi="Arial"/>
      <w:sz w:val="22"/>
    </w:rPr>
  </w:style>
  <w:style w:type="character" w:styleId="Hyperlink">
    <w:name w:val="Hyperlink"/>
    <w:rPr>
      <w:color w:val="0000FF"/>
      <w:u w:val="single"/>
    </w:rPr>
  </w:style>
  <w:style w:type="character" w:customStyle="1" w:styleId="EndnotentextZchn">
    <w:name w:val="Endnotentext Zchn"/>
    <w:link w:val="Endnotentext"/>
    <w:semiHidden/>
    <w:locked/>
    <w:rPr>
      <w:rFonts w:ascii="Arial" w:hAnsi="Arial"/>
      <w:lang w:val="de-DE" w:eastAsia="de-DE" w:bidi="ar-SA"/>
    </w:rPr>
  </w:style>
  <w:style w:type="character" w:customStyle="1" w:styleId="KommentartextZchn">
    <w:name w:val="Kommentartext Zchn"/>
    <w:link w:val="Kommentartext"/>
    <w:semiHidden/>
    <w:locked/>
    <w:rPr>
      <w:rFonts w:ascii="Arial" w:hAnsi="Arial"/>
      <w:lang w:val="de-DE" w:eastAsia="de-DE" w:bidi="ar-SA"/>
    </w:rPr>
  </w:style>
  <w:style w:type="character" w:customStyle="1" w:styleId="TitelZchn">
    <w:name w:val="Titel Zchn"/>
    <w:basedOn w:val="Absatz-Standardschriftart"/>
    <w:link w:val="Titel"/>
    <w:rPr>
      <w:rFonts w:ascii="Arial" w:hAnsi="Arial"/>
      <w:b/>
      <w:sz w:val="32"/>
    </w:rPr>
  </w:style>
  <w:style w:type="character" w:styleId="Hervorhebung">
    <w:name w:val="Emphasis"/>
    <w:basedOn w:val="Absatz-Standardschriftart"/>
    <w:qFormat/>
    <w:rPr>
      <w:i w:val="0"/>
      <w:iCs/>
      <w:u w:val="single"/>
    </w:rPr>
  </w:style>
  <w:style w:type="paragraph" w:styleId="berarbeitung">
    <w:name w:val="Revision"/>
    <w:hidden/>
    <w:uiPriority w:val="99"/>
    <w:semiHidden/>
    <w:rPr>
      <w:rFonts w:ascii="Arial" w:hAnsi="Arial"/>
      <w:sz w:val="22"/>
    </w:rPr>
  </w:style>
  <w:style w:type="paragraph" w:customStyle="1" w:styleId="CM4">
    <w:name w:val="CM4"/>
    <w:basedOn w:val="Default"/>
    <w:next w:val="Default"/>
    <w:uiPriority w:val="99"/>
    <w:rPr>
      <w:rFonts w:ascii="EUAlbertina" w:hAnsi="EUAlbertina" w:cs="Times New Roman"/>
      <w:color w:val="auto"/>
    </w:rPr>
  </w:style>
  <w:style w:type="character" w:customStyle="1" w:styleId="jnenbez">
    <w:name w:val="jnenbez"/>
    <w:basedOn w:val="Absatz-Standardschriftart"/>
  </w:style>
  <w:style w:type="character" w:customStyle="1" w:styleId="jnentitel">
    <w:name w:val="jnentitel"/>
    <w:basedOn w:val="Absatz-Standardschriftart"/>
  </w:style>
  <w:style w:type="character" w:styleId="BesuchterLink">
    <w:name w:val="FollowedHyperlink"/>
    <w:basedOn w:val="Absatz-Standardschriftart"/>
    <w:rPr>
      <w:color w:val="800080" w:themeColor="followedHyperlink"/>
      <w:u w:val="single"/>
    </w:rPr>
  </w:style>
  <w:style w:type="character" w:styleId="Fett">
    <w:name w:val="Strong"/>
    <w:basedOn w:val="Absatz-Standardschriftart"/>
    <w:qFormat/>
    <w:rPr>
      <w:b/>
      <w:bCs/>
    </w:rPr>
  </w:style>
  <w:style w:type="paragraph" w:styleId="NurText">
    <w:name w:val="Plain Text"/>
    <w:basedOn w:val="Standard"/>
    <w:link w:val="NurTextZchn"/>
    <w:uiPriority w:val="99"/>
    <w:unhideWhenUsed/>
    <w:pPr>
      <w:spacing w:after="0"/>
    </w:pPr>
    <w:rPr>
      <w:rFonts w:eastAsiaTheme="minorHAnsi" w:cstheme="minorBidi"/>
      <w:sz w:val="20"/>
      <w:szCs w:val="21"/>
      <w:lang w:eastAsia="en-US"/>
    </w:rPr>
  </w:style>
  <w:style w:type="character" w:customStyle="1" w:styleId="NurTextZchn">
    <w:name w:val="Nur Text Zchn"/>
    <w:basedOn w:val="Absatz-Standardschriftart"/>
    <w:link w:val="NurText"/>
    <w:uiPriority w:val="99"/>
    <w:rPr>
      <w:rFonts w:ascii="Arial" w:eastAsiaTheme="minorHAnsi" w:hAnsi="Arial" w:cstheme="minorBidi"/>
      <w:szCs w:val="21"/>
      <w:lang w:eastAsia="en-US"/>
    </w:rPr>
  </w:style>
  <w:style w:type="paragraph" w:styleId="KeinLeerraum">
    <w:name w:val="No Spacing"/>
    <w:uiPriority w:val="1"/>
    <w:qFormat/>
    <w:pPr>
      <w:spacing w:after="0"/>
    </w:pPr>
    <w:rPr>
      <w:rFonts w:asciiTheme="minorHAnsi" w:eastAsiaTheme="minorHAnsi" w:hAnsiTheme="minorHAnsi" w:cstheme="minorBidi"/>
      <w:sz w:val="22"/>
      <w:szCs w:val="22"/>
      <w:lang w:eastAsia="en-US"/>
    </w:rPr>
  </w:style>
  <w:style w:type="character" w:customStyle="1" w:styleId="Ausfllhilfe">
    <w:name w:val="Ausfüllhilfe"/>
    <w:basedOn w:val="Absatz-Standardschriftart"/>
    <w:uiPriority w:val="1"/>
    <w:qFormat/>
    <w:rPr>
      <w:rFonts w:ascii="Arial" w:hAnsi="Arial"/>
      <w:i/>
      <w:color w:val="009999"/>
      <w:sz w:val="20"/>
    </w:rPr>
  </w:style>
  <w:style w:type="character" w:customStyle="1" w:styleId="TextkrperZchn">
    <w:name w:val="Textkörper Zchn"/>
    <w:basedOn w:val="Absatz-Standardschriftart"/>
    <w:link w:val="Textkrpe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57361">
      <w:bodyDiv w:val="1"/>
      <w:marLeft w:val="0"/>
      <w:marRight w:val="0"/>
      <w:marTop w:val="0"/>
      <w:marBottom w:val="0"/>
      <w:divBdr>
        <w:top w:val="none" w:sz="0" w:space="0" w:color="auto"/>
        <w:left w:val="none" w:sz="0" w:space="0" w:color="auto"/>
        <w:bottom w:val="none" w:sz="0" w:space="0" w:color="auto"/>
        <w:right w:val="none" w:sz="0" w:space="0" w:color="auto"/>
      </w:divBdr>
    </w:div>
    <w:div w:id="430783701">
      <w:bodyDiv w:val="1"/>
      <w:marLeft w:val="0"/>
      <w:marRight w:val="0"/>
      <w:marTop w:val="0"/>
      <w:marBottom w:val="0"/>
      <w:divBdr>
        <w:top w:val="none" w:sz="0" w:space="0" w:color="auto"/>
        <w:left w:val="none" w:sz="0" w:space="0" w:color="auto"/>
        <w:bottom w:val="none" w:sz="0" w:space="0" w:color="auto"/>
        <w:right w:val="none" w:sz="0" w:space="0" w:color="auto"/>
      </w:divBdr>
    </w:div>
    <w:div w:id="784545888">
      <w:bodyDiv w:val="1"/>
      <w:marLeft w:val="0"/>
      <w:marRight w:val="0"/>
      <w:marTop w:val="0"/>
      <w:marBottom w:val="0"/>
      <w:divBdr>
        <w:top w:val="none" w:sz="0" w:space="0" w:color="auto"/>
        <w:left w:val="none" w:sz="0" w:space="0" w:color="auto"/>
        <w:bottom w:val="none" w:sz="0" w:space="0" w:color="auto"/>
        <w:right w:val="none" w:sz="0" w:space="0" w:color="auto"/>
      </w:divBdr>
    </w:div>
    <w:div w:id="883060708">
      <w:bodyDiv w:val="1"/>
      <w:marLeft w:val="0"/>
      <w:marRight w:val="0"/>
      <w:marTop w:val="0"/>
      <w:marBottom w:val="0"/>
      <w:divBdr>
        <w:top w:val="none" w:sz="0" w:space="0" w:color="auto"/>
        <w:left w:val="none" w:sz="0" w:space="0" w:color="auto"/>
        <w:bottom w:val="none" w:sz="0" w:space="0" w:color="auto"/>
        <w:right w:val="none" w:sz="0" w:space="0" w:color="auto"/>
      </w:divBdr>
    </w:div>
    <w:div w:id="1044672875">
      <w:bodyDiv w:val="1"/>
      <w:marLeft w:val="0"/>
      <w:marRight w:val="0"/>
      <w:marTop w:val="0"/>
      <w:marBottom w:val="0"/>
      <w:divBdr>
        <w:top w:val="none" w:sz="0" w:space="0" w:color="auto"/>
        <w:left w:val="none" w:sz="0" w:space="0" w:color="auto"/>
        <w:bottom w:val="none" w:sz="0" w:space="0" w:color="auto"/>
        <w:right w:val="none" w:sz="0" w:space="0" w:color="auto"/>
      </w:divBdr>
    </w:div>
    <w:div w:id="1095439771">
      <w:bodyDiv w:val="1"/>
      <w:marLeft w:val="0"/>
      <w:marRight w:val="0"/>
      <w:marTop w:val="0"/>
      <w:marBottom w:val="0"/>
      <w:divBdr>
        <w:top w:val="none" w:sz="0" w:space="0" w:color="auto"/>
        <w:left w:val="none" w:sz="0" w:space="0" w:color="auto"/>
        <w:bottom w:val="none" w:sz="0" w:space="0" w:color="auto"/>
        <w:right w:val="none" w:sz="0" w:space="0" w:color="auto"/>
      </w:divBdr>
      <w:divsChild>
        <w:div w:id="936523020">
          <w:marLeft w:val="0"/>
          <w:marRight w:val="0"/>
          <w:marTop w:val="0"/>
          <w:marBottom w:val="0"/>
          <w:divBdr>
            <w:top w:val="none" w:sz="0" w:space="0" w:color="auto"/>
            <w:left w:val="none" w:sz="0" w:space="0" w:color="auto"/>
            <w:bottom w:val="none" w:sz="0" w:space="0" w:color="auto"/>
            <w:right w:val="none" w:sz="0" w:space="0" w:color="auto"/>
          </w:divBdr>
        </w:div>
        <w:div w:id="2075927503">
          <w:marLeft w:val="0"/>
          <w:marRight w:val="0"/>
          <w:marTop w:val="0"/>
          <w:marBottom w:val="0"/>
          <w:divBdr>
            <w:top w:val="none" w:sz="0" w:space="0" w:color="auto"/>
            <w:left w:val="none" w:sz="0" w:space="0" w:color="auto"/>
            <w:bottom w:val="none" w:sz="0" w:space="0" w:color="auto"/>
            <w:right w:val="none" w:sz="0" w:space="0" w:color="auto"/>
          </w:divBdr>
          <w:divsChild>
            <w:div w:id="134489154">
              <w:marLeft w:val="0"/>
              <w:marRight w:val="0"/>
              <w:marTop w:val="0"/>
              <w:marBottom w:val="0"/>
              <w:divBdr>
                <w:top w:val="none" w:sz="0" w:space="0" w:color="auto"/>
                <w:left w:val="none" w:sz="0" w:space="0" w:color="auto"/>
                <w:bottom w:val="none" w:sz="0" w:space="0" w:color="auto"/>
                <w:right w:val="none" w:sz="0" w:space="0" w:color="auto"/>
              </w:divBdr>
              <w:divsChild>
                <w:div w:id="1452555218">
                  <w:marLeft w:val="0"/>
                  <w:marRight w:val="0"/>
                  <w:marTop w:val="0"/>
                  <w:marBottom w:val="0"/>
                  <w:divBdr>
                    <w:top w:val="none" w:sz="0" w:space="0" w:color="auto"/>
                    <w:left w:val="none" w:sz="0" w:space="0" w:color="auto"/>
                    <w:bottom w:val="none" w:sz="0" w:space="0" w:color="auto"/>
                    <w:right w:val="none" w:sz="0" w:space="0" w:color="auto"/>
                  </w:divBdr>
                  <w:divsChild>
                    <w:div w:id="426392032">
                      <w:marLeft w:val="0"/>
                      <w:marRight w:val="0"/>
                      <w:marTop w:val="0"/>
                      <w:marBottom w:val="0"/>
                      <w:divBdr>
                        <w:top w:val="none" w:sz="0" w:space="0" w:color="auto"/>
                        <w:left w:val="none" w:sz="0" w:space="0" w:color="auto"/>
                        <w:bottom w:val="none" w:sz="0" w:space="0" w:color="auto"/>
                        <w:right w:val="none" w:sz="0" w:space="0" w:color="auto"/>
                      </w:divBdr>
                    </w:div>
                    <w:div w:id="14349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19124">
      <w:bodyDiv w:val="1"/>
      <w:marLeft w:val="0"/>
      <w:marRight w:val="0"/>
      <w:marTop w:val="0"/>
      <w:marBottom w:val="0"/>
      <w:divBdr>
        <w:top w:val="none" w:sz="0" w:space="0" w:color="auto"/>
        <w:left w:val="none" w:sz="0" w:space="0" w:color="auto"/>
        <w:bottom w:val="none" w:sz="0" w:space="0" w:color="auto"/>
        <w:right w:val="none" w:sz="0" w:space="0" w:color="auto"/>
      </w:divBdr>
    </w:div>
    <w:div w:id="196850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nimaltestinfo.de/" TargetMode="External"/><Relationship Id="rId13" Type="http://schemas.openxmlformats.org/officeDocument/2006/relationships/hyperlink" Target="http://www.ruhr-uni-bochum.de/tierschutzbeauftragter/Biometrische%20Planung.pdf" TargetMode="External"/><Relationship Id="rId18" Type="http://schemas.openxmlformats.org/officeDocument/2006/relationships/hyperlink" Target="http://www.gv-solas.de/index.php?id=33" TargetMode="External"/><Relationship Id="rId3" Type="http://schemas.openxmlformats.org/officeDocument/2006/relationships/styles" Target="styles.xml"/><Relationship Id="rId21" Type="http://schemas.openxmlformats.org/officeDocument/2006/relationships/hyperlink" Target="mailto:Fachbereich81@lanuv-nrw.de-mail.de" TargetMode="External"/><Relationship Id="rId7" Type="http://schemas.openxmlformats.org/officeDocument/2006/relationships/endnotes" Target="endnotes.xml"/><Relationship Id="rId12" Type="http://schemas.openxmlformats.org/officeDocument/2006/relationships/hyperlink" Target="http://bookshop.europa.eu/en/the-ecvam-search-guide-pbLBNA24391/" TargetMode="External"/><Relationship Id="rId17" Type="http://schemas.openxmlformats.org/officeDocument/2006/relationships/hyperlink" Target="http://www.blv.admin.ch/themen/tierschutz/00777/00778/index.html?lang" TargetMode="External"/><Relationship Id="rId2" Type="http://schemas.openxmlformats.org/officeDocument/2006/relationships/numbering" Target="numbering.xml"/><Relationship Id="rId16" Type="http://schemas.openxmlformats.org/officeDocument/2006/relationships/hyperlink" Target="http://tierschutz.charite.de/tierversuche/formularedownloads/genehmigungen/" TargetMode="External"/><Relationship Id="rId20" Type="http://schemas.openxmlformats.org/officeDocument/2006/relationships/hyperlink" Target="http://www.gv-solas.de/fileadmin/user_upload/pdf_publikation/tie_abbruch_arra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bfr.bund.de/animalt-zebet/index.cf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10:276:0033:0079:DE:PDF" TargetMode="External"/><Relationship Id="rId23" Type="http://schemas.openxmlformats.org/officeDocument/2006/relationships/fontTable" Target="fontTable.xml"/><Relationship Id="rId10" Type="http://schemas.openxmlformats.org/officeDocument/2006/relationships/hyperlink" Target="http://www.go3r.org" TargetMode="External"/><Relationship Id="rId19" Type="http://schemas.openxmlformats.org/officeDocument/2006/relationships/hyperlink" Target="http://www.bfr.bund.de/cm/343/beurteilung-der-belastung-genetisch-veraenderter-tiere.pdf" TargetMode="External"/><Relationship Id="rId4" Type="http://schemas.openxmlformats.org/officeDocument/2006/relationships/settings" Target="settings.xml"/><Relationship Id="rId9" Type="http://schemas.openxmlformats.org/officeDocument/2006/relationships/hyperlink" Target="https://www.animaltestinfo.de/" TargetMode="External"/><Relationship Id="rId14" Type="http://schemas.openxmlformats.org/officeDocument/2006/relationships/hyperlink" Target="http://www.gv-solas.de/index.php?id=33).%20Abweichungen"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Vordrucke\Formulare\Abteilung2\SG%20209\209-0000-144-000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222B2-F4BC-4D7D-AF17-D6A7C2A1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209-0000-144-0000</Template>
  <TotalTime>0</TotalTime>
  <Pages>41</Pages>
  <Words>14153</Words>
  <Characters>89168</Characters>
  <Application>Microsoft Office Word</Application>
  <DocSecurity>0</DocSecurity>
  <Lines>743</Lines>
  <Paragraphs>206</Paragraphs>
  <ScaleCrop>false</ScaleCrop>
  <HeadingPairs>
    <vt:vector size="2" baseType="variant">
      <vt:variant>
        <vt:lpstr>Titel</vt:lpstr>
      </vt:variant>
      <vt:variant>
        <vt:i4>1</vt:i4>
      </vt:variant>
    </vt:vector>
  </HeadingPairs>
  <TitlesOfParts>
    <vt:vector size="1" baseType="lpstr">
      <vt:lpstr>Antrag auf Genehmigung eines Tierversuchsvorhabens</vt:lpstr>
    </vt:vector>
  </TitlesOfParts>
  <Company>Regierung von Oberbayern</Company>
  <LinksUpToDate>false</LinksUpToDate>
  <CharactersWithSpaces>103115</CharactersWithSpaces>
  <SharedDoc>false</SharedDoc>
  <HLinks>
    <vt:vector size="6" baseType="variant">
      <vt:variant>
        <vt:i4>3604502</vt:i4>
      </vt:variant>
      <vt:variant>
        <vt:i4>46</vt:i4>
      </vt:variant>
      <vt:variant>
        <vt:i4>0</vt:i4>
      </vt:variant>
      <vt:variant>
        <vt:i4>5</vt:i4>
      </vt:variant>
      <vt:variant>
        <vt:lpwstr>http://www.bfr.bund.de/de/nichttechnische_projektzusammenfassung_fuer_tierversuchsvorhaben-187738.html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auf Genehmigung eines Tierversuchsvorhabens</dc:title>
  <dc:subject>RW_22.04.2013</dc:subject>
  <dc:creator>Sedlmaie</dc:creator>
  <cp:lastModifiedBy>Schmidt, Matthias</cp:lastModifiedBy>
  <cp:revision>2</cp:revision>
  <cp:lastPrinted>2021-11-04T16:08:00Z</cp:lastPrinted>
  <dcterms:created xsi:type="dcterms:W3CDTF">2021-11-30T09:19:00Z</dcterms:created>
  <dcterms:modified xsi:type="dcterms:W3CDTF">2021-11-30T09:19:00Z</dcterms:modified>
</cp:coreProperties>
</file>